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7B46C" w14:textId="1B4CCE61" w:rsidR="00360D70" w:rsidRDefault="004C185C" w:rsidP="00201EFD">
      <w:pPr>
        <w:spacing w:line="300" w:lineRule="atLeast"/>
        <w:rPr>
          <w:rFonts w:asciiTheme="minorHAnsi" w:hAnsiTheme="minorHAnsi" w:cstheme="minorHAnsi"/>
          <w:b/>
          <w:sz w:val="32"/>
          <w:szCs w:val="32"/>
        </w:rPr>
      </w:pPr>
      <w:bookmarkStart w:id="0" w:name="_Toc151616910"/>
      <w:r w:rsidRPr="00742247">
        <w:rPr>
          <w:b/>
          <w:bCs/>
          <w:color w:val="000000"/>
          <w:sz w:val="28"/>
          <w:szCs w:val="28"/>
        </w:rPr>
        <w:t xml:space="preserve">Příloha č. </w:t>
      </w:r>
      <w:r>
        <w:rPr>
          <w:b/>
          <w:bCs/>
          <w:color w:val="000000"/>
          <w:sz w:val="28"/>
          <w:szCs w:val="28"/>
        </w:rPr>
        <w:t>3 a</w:t>
      </w:r>
      <w:r w:rsidRPr="00742247">
        <w:rPr>
          <w:b/>
          <w:bCs/>
          <w:color w:val="000000"/>
          <w:sz w:val="28"/>
          <w:szCs w:val="28"/>
        </w:rPr>
        <w:t>)</w:t>
      </w:r>
      <w:r>
        <w:rPr>
          <w:b/>
          <w:bCs/>
          <w:color w:val="000000"/>
          <w:sz w:val="28"/>
          <w:szCs w:val="28"/>
        </w:rPr>
        <w:t xml:space="preserve"> zadávací dokumentace</w:t>
      </w:r>
    </w:p>
    <w:p w14:paraId="1E7FA876" w14:textId="3DA51E0C" w:rsidR="00E34B9A" w:rsidRDefault="00201EFD" w:rsidP="00201EFD">
      <w:pPr>
        <w:spacing w:line="300" w:lineRule="atLeast"/>
        <w:rPr>
          <w:rFonts w:asciiTheme="minorHAnsi" w:hAnsiTheme="minorHAnsi" w:cstheme="minorHAnsi"/>
          <w:b/>
          <w:sz w:val="32"/>
          <w:szCs w:val="32"/>
        </w:rPr>
      </w:pPr>
      <w:r w:rsidRPr="00A908D4">
        <w:rPr>
          <w:rFonts w:asciiTheme="minorHAnsi" w:hAnsiTheme="minorHAnsi" w:cstheme="minorHAnsi"/>
          <w:b/>
          <w:sz w:val="32"/>
          <w:szCs w:val="32"/>
        </w:rPr>
        <w:t>Smlouva o energetických službách určených veřejnému zadavateli</w:t>
      </w:r>
    </w:p>
    <w:p w14:paraId="5E385650" w14:textId="2C2BF697" w:rsidR="00360D70" w:rsidRPr="007B6891" w:rsidRDefault="00360D70" w:rsidP="007B6891">
      <w:pPr>
        <w:spacing w:line="300" w:lineRule="atLeast"/>
        <w:jc w:val="center"/>
        <w:rPr>
          <w:rFonts w:asciiTheme="minorHAnsi" w:hAnsiTheme="minorHAnsi" w:cstheme="minorHAnsi"/>
          <w:b/>
          <w:sz w:val="28"/>
          <w:szCs w:val="28"/>
        </w:rPr>
      </w:pPr>
      <w:r w:rsidRPr="007B6891">
        <w:rPr>
          <w:rFonts w:asciiTheme="minorHAnsi" w:hAnsiTheme="minorHAnsi" w:cstheme="minorHAnsi"/>
          <w:b/>
          <w:sz w:val="28"/>
          <w:szCs w:val="28"/>
        </w:rPr>
        <w:t xml:space="preserve">Číslo klienta: </w:t>
      </w:r>
      <w:proofErr w:type="gramStart"/>
      <w:r w:rsidRPr="007B6891">
        <w:rPr>
          <w:rFonts w:asciiTheme="minorHAnsi" w:hAnsiTheme="minorHAnsi" w:cstheme="minorHAnsi"/>
          <w:b/>
          <w:sz w:val="28"/>
          <w:szCs w:val="28"/>
        </w:rPr>
        <w:t>S-</w:t>
      </w:r>
      <w:r w:rsidR="00132739" w:rsidRPr="00132739">
        <w:rPr>
          <w:rFonts w:cs="Arial"/>
          <w:i/>
          <w:iCs/>
          <w:snapToGrid w:val="0"/>
          <w:szCs w:val="22"/>
          <w:highlight w:val="cyan"/>
        </w:rPr>
        <w:t xml:space="preserve"> </w:t>
      </w:r>
      <w:r w:rsidR="00132739" w:rsidRPr="009F110E">
        <w:rPr>
          <w:rFonts w:cs="Arial"/>
          <w:i/>
          <w:iCs/>
          <w:snapToGrid w:val="0"/>
          <w:szCs w:val="22"/>
          <w:highlight w:val="cyan"/>
        </w:rPr>
        <w:t>doplní</w:t>
      </w:r>
      <w:proofErr w:type="gramEnd"/>
      <w:r w:rsidR="00132739" w:rsidRPr="009F110E">
        <w:rPr>
          <w:rFonts w:cs="Arial"/>
          <w:i/>
          <w:iCs/>
          <w:snapToGrid w:val="0"/>
          <w:szCs w:val="22"/>
          <w:highlight w:val="cyan"/>
        </w:rPr>
        <w:t xml:space="preserve"> Klient</w:t>
      </w:r>
    </w:p>
    <w:bookmarkEnd w:id="0"/>
    <w:p w14:paraId="28608BD2" w14:textId="77777777" w:rsidR="00360D70" w:rsidRDefault="00360D70" w:rsidP="00AC1120">
      <w:pPr>
        <w:spacing w:line="300" w:lineRule="atLeast"/>
        <w:rPr>
          <w:rFonts w:cs="Arial"/>
          <w:color w:val="000000" w:themeColor="text1"/>
        </w:rPr>
      </w:pPr>
    </w:p>
    <w:p w14:paraId="3F0DE8D0" w14:textId="4408C37E" w:rsidR="00AC1120" w:rsidRPr="00A51511" w:rsidRDefault="00AC1120" w:rsidP="00AC1120">
      <w:pPr>
        <w:spacing w:line="300" w:lineRule="atLeast"/>
        <w:rPr>
          <w:rFonts w:ascii="Arial" w:hAnsi="Arial" w:cs="Arial"/>
          <w:color w:val="000000" w:themeColor="text1"/>
        </w:rPr>
      </w:pPr>
      <w:r w:rsidRPr="00A51511">
        <w:rPr>
          <w:rFonts w:cs="Arial"/>
          <w:color w:val="000000" w:themeColor="text1"/>
        </w:rPr>
        <w:t xml:space="preserve">Tato </w:t>
      </w:r>
      <w:r w:rsidRPr="00A51511">
        <w:rPr>
          <w:rFonts w:cs="Arial"/>
          <w:b/>
          <w:color w:val="000000" w:themeColor="text1"/>
        </w:rPr>
        <w:t xml:space="preserve">Smlouva o energetických službách se zaručeným výsledkem určených veřejnému zadavateli </w:t>
      </w:r>
      <w:r w:rsidRPr="00A51511">
        <w:rPr>
          <w:rFonts w:cs="Arial"/>
          <w:color w:val="000000" w:themeColor="text1"/>
        </w:rPr>
        <w:t>(dále jen "</w:t>
      </w:r>
      <w:r w:rsidRPr="00A51511">
        <w:rPr>
          <w:rFonts w:cs="Arial"/>
          <w:b/>
          <w:color w:val="000000" w:themeColor="text1"/>
        </w:rPr>
        <w:t>smlouva</w:t>
      </w:r>
      <w:r w:rsidRPr="00A51511">
        <w:rPr>
          <w:rFonts w:cs="Arial"/>
          <w:color w:val="000000" w:themeColor="text1"/>
        </w:rPr>
        <w:t>")</w:t>
      </w:r>
      <w:r w:rsidRPr="00A51511">
        <w:rPr>
          <w:rFonts w:cs="Arial"/>
          <w:b/>
          <w:color w:val="000000" w:themeColor="text1"/>
        </w:rPr>
        <w:t xml:space="preserve"> </w:t>
      </w:r>
      <w:r w:rsidRPr="00A51511">
        <w:rPr>
          <w:rFonts w:cs="Arial"/>
          <w:color w:val="000000" w:themeColor="text1"/>
        </w:rPr>
        <w:t xml:space="preserve">se uzavírá </w:t>
      </w:r>
      <w:r w:rsidR="00687E58" w:rsidRPr="00687E58">
        <w:rPr>
          <w:rFonts w:cs="Arial"/>
          <w:color w:val="000000" w:themeColor="text1"/>
        </w:rPr>
        <w:t>na základě veřejné zakázky „</w:t>
      </w:r>
      <w:r w:rsidR="00132739">
        <w:rPr>
          <w:rFonts w:cs="Arial"/>
          <w:color w:val="000000" w:themeColor="text1"/>
        </w:rPr>
        <w:t>R</w:t>
      </w:r>
      <w:r w:rsidR="00687E58" w:rsidRPr="00687E58">
        <w:rPr>
          <w:rFonts w:cs="Arial"/>
          <w:color w:val="000000" w:themeColor="text1"/>
        </w:rPr>
        <w:t xml:space="preserve">ealizace </w:t>
      </w:r>
      <w:r w:rsidR="00E90D85">
        <w:rPr>
          <w:rFonts w:cs="Arial"/>
          <w:color w:val="000000" w:themeColor="text1"/>
        </w:rPr>
        <w:t>projektu</w:t>
      </w:r>
      <w:r w:rsidR="00E90D85" w:rsidRPr="00687E58">
        <w:rPr>
          <w:rFonts w:cs="Arial"/>
          <w:color w:val="000000" w:themeColor="text1"/>
        </w:rPr>
        <w:t xml:space="preserve"> </w:t>
      </w:r>
      <w:r w:rsidR="00687E58" w:rsidRPr="00687E58">
        <w:rPr>
          <w:rFonts w:cs="Arial"/>
          <w:color w:val="000000" w:themeColor="text1"/>
        </w:rPr>
        <w:t xml:space="preserve">EPC II – energetické úspory Středočeského kraje – soubor objektů č. </w:t>
      </w:r>
      <w:r w:rsidR="00E90D85">
        <w:rPr>
          <w:rFonts w:cs="Arial"/>
          <w:color w:val="000000" w:themeColor="text1"/>
        </w:rPr>
        <w:t>5</w:t>
      </w:r>
      <w:r w:rsidR="00687E58" w:rsidRPr="00687E58">
        <w:rPr>
          <w:rFonts w:cs="Arial"/>
          <w:color w:val="000000" w:themeColor="text1"/>
        </w:rPr>
        <w:t xml:space="preserve">“ </w:t>
      </w:r>
      <w:r w:rsidRPr="00A51511">
        <w:rPr>
          <w:rFonts w:cs="Arial"/>
          <w:color w:val="000000" w:themeColor="text1"/>
        </w:rPr>
        <w:t>dle ustanovení § 10e odst. 5 zákona o hospodaření energií ve spojení s § 1746 odst. 2 občanského zákoníku níže uvedeného dne mezi těmito smluvními stranami:</w:t>
      </w:r>
    </w:p>
    <w:p w14:paraId="049E795B" w14:textId="77777777" w:rsidR="00675E06" w:rsidRPr="00A908D4" w:rsidRDefault="00675E06" w:rsidP="00675E06">
      <w:pPr>
        <w:tabs>
          <w:tab w:val="left" w:pos="1701"/>
          <w:tab w:val="left" w:pos="4678"/>
        </w:tabs>
        <w:spacing w:before="0"/>
        <w:outlineLvl w:val="0"/>
        <w:rPr>
          <w:rFonts w:cs="Arial"/>
          <w:szCs w:val="22"/>
        </w:rPr>
      </w:pPr>
    </w:p>
    <w:p w14:paraId="4EA24637" w14:textId="2821751B" w:rsidR="00675E06" w:rsidRPr="00A908D4" w:rsidRDefault="00A51511" w:rsidP="00675E06">
      <w:pPr>
        <w:tabs>
          <w:tab w:val="left" w:pos="1701"/>
          <w:tab w:val="left" w:pos="4678"/>
        </w:tabs>
        <w:spacing w:before="0"/>
        <w:outlineLvl w:val="0"/>
        <w:rPr>
          <w:rFonts w:cs="Arial"/>
          <w:b/>
          <w:snapToGrid w:val="0"/>
          <w:szCs w:val="22"/>
        </w:rPr>
      </w:pPr>
      <w:r>
        <w:rPr>
          <w:rFonts w:cs="Arial"/>
          <w:snapToGrid w:val="0"/>
          <w:szCs w:val="22"/>
        </w:rPr>
        <w:t>P</w:t>
      </w:r>
      <w:r w:rsidRPr="00A908D4">
        <w:rPr>
          <w:rFonts w:cs="Arial"/>
          <w:snapToGrid w:val="0"/>
          <w:szCs w:val="22"/>
        </w:rPr>
        <w:t>říjemce energetických služeb</w:t>
      </w:r>
      <w:r>
        <w:rPr>
          <w:rFonts w:cs="Arial"/>
          <w:snapToGrid w:val="0"/>
          <w:szCs w:val="22"/>
        </w:rPr>
        <w:t>:</w:t>
      </w:r>
      <w:r>
        <w:rPr>
          <w:rFonts w:cs="Arial"/>
          <w:szCs w:val="22"/>
        </w:rPr>
        <w:t xml:space="preserve"> </w:t>
      </w:r>
      <w:r w:rsidRPr="00A51511">
        <w:rPr>
          <w:rFonts w:cs="Arial"/>
          <w:b/>
          <w:bCs/>
          <w:color w:val="000000" w:themeColor="text1"/>
          <w:szCs w:val="22"/>
        </w:rPr>
        <w:t>Středočeský kraj</w:t>
      </w:r>
    </w:p>
    <w:p w14:paraId="57B5A234" w14:textId="70BD8151" w:rsidR="00675E06" w:rsidRPr="00A908D4" w:rsidRDefault="00A51511" w:rsidP="00675E06">
      <w:pPr>
        <w:tabs>
          <w:tab w:val="left" w:pos="1701"/>
          <w:tab w:val="left" w:pos="4678"/>
        </w:tabs>
        <w:spacing w:before="0"/>
        <w:rPr>
          <w:rFonts w:cs="Arial"/>
          <w:snapToGrid w:val="0"/>
          <w:szCs w:val="22"/>
        </w:rPr>
      </w:pPr>
      <w:r>
        <w:rPr>
          <w:rFonts w:cs="Arial"/>
          <w:snapToGrid w:val="0"/>
          <w:szCs w:val="22"/>
        </w:rPr>
        <w:t>S</w:t>
      </w:r>
      <w:r w:rsidR="00675E06" w:rsidRPr="00A908D4">
        <w:rPr>
          <w:rFonts w:cs="Arial"/>
          <w:snapToGrid w:val="0"/>
          <w:szCs w:val="22"/>
        </w:rPr>
        <w:t xml:space="preserve">ídlo: </w:t>
      </w:r>
      <w:r w:rsidR="009F110E" w:rsidRPr="009F110E">
        <w:rPr>
          <w:rFonts w:cs="Arial"/>
          <w:szCs w:val="22"/>
        </w:rPr>
        <w:t>Zborovská 11</w:t>
      </w:r>
      <w:r w:rsidR="009F110E">
        <w:rPr>
          <w:rFonts w:cs="Arial"/>
          <w:szCs w:val="22"/>
        </w:rPr>
        <w:t>, 150 21 Praha 5</w:t>
      </w:r>
    </w:p>
    <w:p w14:paraId="6E1C7EE1" w14:textId="6ED4F9C0"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IČ</w:t>
      </w:r>
      <w:r w:rsidR="000756B5">
        <w:rPr>
          <w:rFonts w:cs="Arial"/>
          <w:snapToGrid w:val="0"/>
          <w:szCs w:val="22"/>
        </w:rPr>
        <w:t>O</w:t>
      </w:r>
      <w:r w:rsidRPr="00A908D4">
        <w:rPr>
          <w:rFonts w:cs="Arial"/>
          <w:snapToGrid w:val="0"/>
          <w:szCs w:val="22"/>
        </w:rPr>
        <w:t xml:space="preserve">: </w:t>
      </w:r>
      <w:r w:rsidR="009F110E" w:rsidRPr="009F110E">
        <w:rPr>
          <w:rFonts w:cs="Arial"/>
          <w:snapToGrid w:val="0"/>
          <w:szCs w:val="22"/>
        </w:rPr>
        <w:t>70891095</w:t>
      </w:r>
    </w:p>
    <w:p w14:paraId="563C5D59" w14:textId="3A4F3AA0"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DIČ: </w:t>
      </w:r>
      <w:r w:rsidR="009F110E">
        <w:rPr>
          <w:rFonts w:cs="Arial"/>
          <w:snapToGrid w:val="0"/>
          <w:szCs w:val="22"/>
        </w:rPr>
        <w:t>CZ</w:t>
      </w:r>
      <w:r w:rsidR="009F110E" w:rsidRPr="009F110E">
        <w:rPr>
          <w:rFonts w:cs="Arial"/>
          <w:snapToGrid w:val="0"/>
          <w:szCs w:val="22"/>
        </w:rPr>
        <w:t>70891095</w:t>
      </w:r>
    </w:p>
    <w:p w14:paraId="46B6B11B" w14:textId="6EC47254"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bankovní spojení: </w:t>
      </w:r>
      <w:r w:rsidR="00C76236" w:rsidRPr="00C76236">
        <w:rPr>
          <w:rFonts w:cs="Arial"/>
          <w:snapToGrid w:val="0"/>
          <w:szCs w:val="22"/>
        </w:rPr>
        <w:t>4440009090/6000</w:t>
      </w:r>
    </w:p>
    <w:p w14:paraId="69B52203" w14:textId="52D3D57F" w:rsidR="00AA1053" w:rsidRPr="00A908D4" w:rsidRDefault="00675E06" w:rsidP="00AA1053">
      <w:pPr>
        <w:tabs>
          <w:tab w:val="left" w:pos="1701"/>
          <w:tab w:val="left" w:pos="4678"/>
        </w:tabs>
        <w:spacing w:before="0"/>
        <w:rPr>
          <w:rFonts w:cs="Arial"/>
          <w:szCs w:val="22"/>
        </w:rPr>
      </w:pPr>
      <w:r w:rsidRPr="00A908D4">
        <w:rPr>
          <w:rFonts w:cs="Arial"/>
          <w:snapToGrid w:val="0"/>
          <w:szCs w:val="22"/>
        </w:rPr>
        <w:t xml:space="preserve">zastoupený: </w:t>
      </w:r>
      <w:r w:rsidR="0047117E">
        <w:rPr>
          <w:rFonts w:cs="Arial"/>
          <w:szCs w:val="22"/>
        </w:rPr>
        <w:t>Mgr. Michaelem Kašparem</w:t>
      </w:r>
      <w:r w:rsidR="00360D70">
        <w:rPr>
          <w:rFonts w:cs="Arial"/>
          <w:szCs w:val="22"/>
        </w:rPr>
        <w:t xml:space="preserve">, </w:t>
      </w:r>
      <w:r w:rsidR="0047117E" w:rsidRPr="0047117E">
        <w:rPr>
          <w:rFonts w:cs="Arial"/>
          <w:szCs w:val="22"/>
        </w:rPr>
        <w:t>náměstk</w:t>
      </w:r>
      <w:r w:rsidR="0047117E">
        <w:rPr>
          <w:rFonts w:cs="Arial"/>
          <w:szCs w:val="22"/>
        </w:rPr>
        <w:t>em</w:t>
      </w:r>
      <w:r w:rsidR="0047117E" w:rsidRPr="0047117E">
        <w:rPr>
          <w:rFonts w:cs="Arial"/>
          <w:szCs w:val="22"/>
        </w:rPr>
        <w:t xml:space="preserve"> hejtmanky pro oblast financí a dotací</w:t>
      </w:r>
    </w:p>
    <w:p w14:paraId="64E6B8AF" w14:textId="77777777" w:rsidR="002B53E8" w:rsidRPr="00A908D4" w:rsidRDefault="00AD2985" w:rsidP="00AA1053">
      <w:pPr>
        <w:tabs>
          <w:tab w:val="left" w:pos="1701"/>
          <w:tab w:val="left" w:pos="4678"/>
        </w:tabs>
        <w:spacing w:before="0"/>
      </w:pPr>
      <w:r w:rsidRPr="00A908D4">
        <w:t>(dále jen „</w:t>
      </w:r>
      <w:r w:rsidRPr="00A908D4">
        <w:rPr>
          <w:b/>
        </w:rPr>
        <w:t>Klient</w:t>
      </w:r>
      <w:r w:rsidRPr="00A908D4">
        <w:t>“)</w:t>
      </w:r>
    </w:p>
    <w:p w14:paraId="02480B7D" w14:textId="77777777" w:rsidR="002B53E8" w:rsidRPr="00A908D4" w:rsidRDefault="002B53E8" w:rsidP="002B53E8"/>
    <w:p w14:paraId="20ED5BD5" w14:textId="77777777" w:rsidR="002B53E8" w:rsidRPr="00A908D4" w:rsidRDefault="002B53E8" w:rsidP="002B53E8">
      <w:pPr>
        <w:jc w:val="center"/>
      </w:pPr>
      <w:r w:rsidRPr="00A908D4">
        <w:t>a</w:t>
      </w:r>
    </w:p>
    <w:p w14:paraId="4CE8AE4E" w14:textId="77777777" w:rsidR="002B53E8" w:rsidRPr="00A908D4" w:rsidRDefault="002B53E8" w:rsidP="00675E06">
      <w:pPr>
        <w:tabs>
          <w:tab w:val="left" w:pos="1701"/>
          <w:tab w:val="left" w:pos="4678"/>
        </w:tabs>
        <w:spacing w:before="0"/>
        <w:outlineLvl w:val="0"/>
        <w:rPr>
          <w:rFonts w:cs="Arial"/>
          <w:szCs w:val="22"/>
        </w:rPr>
      </w:pPr>
    </w:p>
    <w:p w14:paraId="1573D276" w14:textId="488BBDF0" w:rsidR="00675E06" w:rsidRPr="009F110E" w:rsidRDefault="009F110E" w:rsidP="00675E06">
      <w:pPr>
        <w:tabs>
          <w:tab w:val="left" w:pos="1701"/>
          <w:tab w:val="left" w:pos="4678"/>
        </w:tabs>
        <w:spacing w:before="0"/>
        <w:outlineLvl w:val="0"/>
        <w:rPr>
          <w:rFonts w:cs="Arial"/>
          <w:b/>
          <w:i/>
          <w:iCs/>
          <w:snapToGrid w:val="0"/>
          <w:szCs w:val="22"/>
        </w:rPr>
      </w:pPr>
      <w:r w:rsidRPr="009F110E">
        <w:rPr>
          <w:rFonts w:cs="Arial"/>
          <w:i/>
          <w:iCs/>
          <w:szCs w:val="22"/>
          <w:highlight w:val="yellow"/>
        </w:rPr>
        <w:t>doplní ESCO</w:t>
      </w:r>
    </w:p>
    <w:p w14:paraId="175DB077" w14:textId="5ECC33D0" w:rsidR="00DB64D9" w:rsidRPr="00A908D4" w:rsidRDefault="00DB64D9" w:rsidP="00675E06">
      <w:pPr>
        <w:tabs>
          <w:tab w:val="left" w:pos="1701"/>
          <w:tab w:val="left" w:pos="4678"/>
        </w:tabs>
        <w:spacing w:before="0"/>
        <w:outlineLvl w:val="0"/>
        <w:rPr>
          <w:rFonts w:cs="Arial"/>
          <w:b/>
          <w:snapToGrid w:val="0"/>
          <w:szCs w:val="22"/>
        </w:rPr>
      </w:pPr>
      <w:bookmarkStart w:id="1" w:name="_Toc330810673"/>
      <w:r w:rsidRPr="00A908D4">
        <w:rPr>
          <w:rFonts w:cs="Arial"/>
          <w:snapToGrid w:val="0"/>
          <w:szCs w:val="22"/>
        </w:rPr>
        <w:t>(obchodní firma/název/jméno a příjmení poskytovatele energetických služeb)</w:t>
      </w:r>
      <w:bookmarkEnd w:id="1"/>
    </w:p>
    <w:p w14:paraId="00479688" w14:textId="0C4132F0"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sídlo/místo podnikání: </w:t>
      </w:r>
      <w:r w:rsidR="009F110E" w:rsidRPr="009F110E">
        <w:rPr>
          <w:rFonts w:cs="Arial"/>
          <w:i/>
          <w:iCs/>
          <w:szCs w:val="22"/>
          <w:highlight w:val="yellow"/>
        </w:rPr>
        <w:t>doplní ESCO</w:t>
      </w:r>
    </w:p>
    <w:p w14:paraId="556695F4"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zapsán v obchodním rejstříku/podnikající na základě živnostenského oprávnění:</w:t>
      </w:r>
    </w:p>
    <w:p w14:paraId="5B939479" w14:textId="468BB403" w:rsidR="00DB64D9" w:rsidRPr="00A908D4" w:rsidRDefault="009F110E" w:rsidP="00675E06">
      <w:pPr>
        <w:tabs>
          <w:tab w:val="left" w:pos="1701"/>
          <w:tab w:val="left" w:pos="4678"/>
        </w:tabs>
        <w:spacing w:before="0"/>
        <w:rPr>
          <w:rFonts w:cs="Arial"/>
          <w:snapToGrid w:val="0"/>
          <w:szCs w:val="22"/>
        </w:rPr>
      </w:pPr>
      <w:r w:rsidRPr="009F110E">
        <w:rPr>
          <w:rFonts w:cs="Arial"/>
          <w:i/>
          <w:iCs/>
          <w:szCs w:val="22"/>
          <w:highlight w:val="yellow"/>
        </w:rPr>
        <w:t>doplní ESCO</w:t>
      </w:r>
    </w:p>
    <w:p w14:paraId="47B3BE39" w14:textId="2D75BEB8"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IČ</w:t>
      </w:r>
      <w:r w:rsidR="000756B5">
        <w:rPr>
          <w:rFonts w:cs="Arial"/>
          <w:snapToGrid w:val="0"/>
          <w:szCs w:val="22"/>
        </w:rPr>
        <w:t>O</w:t>
      </w:r>
      <w:r w:rsidRPr="00A908D4">
        <w:rPr>
          <w:rFonts w:cs="Arial"/>
          <w:snapToGrid w:val="0"/>
          <w:szCs w:val="22"/>
        </w:rPr>
        <w:t xml:space="preserve">: </w:t>
      </w:r>
      <w:r w:rsidR="009F110E" w:rsidRPr="009F110E">
        <w:rPr>
          <w:rFonts w:cs="Arial"/>
          <w:i/>
          <w:iCs/>
          <w:szCs w:val="22"/>
          <w:highlight w:val="yellow"/>
        </w:rPr>
        <w:t>doplní ESCO</w:t>
      </w:r>
    </w:p>
    <w:p w14:paraId="5595697F" w14:textId="0D860D98"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DIČ: </w:t>
      </w:r>
      <w:r w:rsidR="009F110E" w:rsidRPr="009F110E">
        <w:rPr>
          <w:rFonts w:cs="Arial"/>
          <w:i/>
          <w:iCs/>
          <w:szCs w:val="22"/>
          <w:highlight w:val="yellow"/>
        </w:rPr>
        <w:t>doplní ESCO</w:t>
      </w:r>
    </w:p>
    <w:p w14:paraId="708D4D7E" w14:textId="541377BC"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bankovní spojení: </w:t>
      </w:r>
      <w:r w:rsidR="009F110E" w:rsidRPr="009F110E">
        <w:rPr>
          <w:rFonts w:cs="Arial"/>
          <w:i/>
          <w:iCs/>
          <w:szCs w:val="22"/>
          <w:highlight w:val="yellow"/>
        </w:rPr>
        <w:t>doplní ESCO</w:t>
      </w:r>
    </w:p>
    <w:p w14:paraId="77E2D7D3" w14:textId="43317805"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zastoupený: </w:t>
      </w:r>
      <w:r w:rsidR="009F110E" w:rsidRPr="009F110E">
        <w:rPr>
          <w:rFonts w:cs="Arial"/>
          <w:i/>
          <w:iCs/>
          <w:szCs w:val="22"/>
          <w:highlight w:val="yellow"/>
        </w:rPr>
        <w:t>doplní ESCO</w:t>
      </w:r>
    </w:p>
    <w:p w14:paraId="547EBFFF" w14:textId="77777777" w:rsidR="00F81353" w:rsidRPr="00A908D4" w:rsidRDefault="00F81353" w:rsidP="00675E06">
      <w:pPr>
        <w:spacing w:before="0"/>
        <w:rPr>
          <w:rFonts w:cs="Arial"/>
        </w:rPr>
      </w:pPr>
      <w:r w:rsidRPr="00A908D4">
        <w:rPr>
          <w:rFonts w:cs="Arial"/>
        </w:rPr>
        <w:t>(dále jen „</w:t>
      </w:r>
      <w:r w:rsidRPr="00A908D4">
        <w:rPr>
          <w:rFonts w:cs="Arial"/>
          <w:b/>
        </w:rPr>
        <w:t>ESCO</w:t>
      </w:r>
      <w:r w:rsidRPr="00A908D4">
        <w:rPr>
          <w:rFonts w:cs="Arial"/>
        </w:rPr>
        <w:t>“)</w:t>
      </w:r>
    </w:p>
    <w:p w14:paraId="1D988DB4" w14:textId="77777777" w:rsidR="00625CCD" w:rsidRPr="00A908D4" w:rsidRDefault="00625CCD" w:rsidP="00E92C96">
      <w:pPr>
        <w:pStyle w:val="Nadpis2"/>
        <w:numPr>
          <w:ilvl w:val="0"/>
          <w:numId w:val="0"/>
        </w:numPr>
      </w:pPr>
    </w:p>
    <w:p w14:paraId="0080F3BB" w14:textId="77777777" w:rsidR="008D2B7B" w:rsidRPr="00A908D4" w:rsidRDefault="007E4CBE" w:rsidP="00675E06">
      <w:pPr>
        <w:spacing w:before="0"/>
        <w:rPr>
          <w:rFonts w:cs="Arial"/>
          <w:szCs w:val="22"/>
        </w:rPr>
      </w:pPr>
      <w:r w:rsidRPr="00A908D4">
        <w:rPr>
          <w:rFonts w:cs="Arial"/>
          <w:szCs w:val="22"/>
        </w:rPr>
        <w:t>(</w:t>
      </w:r>
      <w:r w:rsidR="001310F9" w:rsidRPr="00A908D4">
        <w:rPr>
          <w:rFonts w:cs="Arial"/>
          <w:szCs w:val="22"/>
        </w:rPr>
        <w:t>ESCO</w:t>
      </w:r>
      <w:r w:rsidRPr="00A908D4">
        <w:rPr>
          <w:rFonts w:cs="Arial"/>
          <w:szCs w:val="22"/>
        </w:rPr>
        <w:t xml:space="preserve"> a </w:t>
      </w:r>
      <w:r w:rsidR="001310F9" w:rsidRPr="00A908D4">
        <w:rPr>
          <w:rFonts w:cs="Arial"/>
          <w:szCs w:val="22"/>
        </w:rPr>
        <w:t xml:space="preserve">Klient </w:t>
      </w:r>
      <w:r w:rsidRPr="00A908D4">
        <w:rPr>
          <w:rFonts w:cs="Arial"/>
          <w:szCs w:val="22"/>
        </w:rPr>
        <w:t>dále společně označován</w:t>
      </w:r>
      <w:r w:rsidR="005E3523" w:rsidRPr="00A908D4">
        <w:rPr>
          <w:rFonts w:cs="Arial"/>
          <w:szCs w:val="22"/>
        </w:rPr>
        <w:t>i</w:t>
      </w:r>
      <w:r w:rsidRPr="00A908D4">
        <w:rPr>
          <w:rFonts w:cs="Arial"/>
          <w:szCs w:val="22"/>
        </w:rPr>
        <w:t xml:space="preserve"> jen jako "</w:t>
      </w:r>
      <w:r w:rsidR="008D2B7B" w:rsidRPr="00A908D4">
        <w:rPr>
          <w:rFonts w:cs="Arial"/>
          <w:b/>
          <w:szCs w:val="22"/>
        </w:rPr>
        <w:t>s</w:t>
      </w:r>
      <w:r w:rsidRPr="00A908D4">
        <w:rPr>
          <w:rFonts w:cs="Arial"/>
          <w:b/>
          <w:szCs w:val="22"/>
        </w:rPr>
        <w:t>mluvní strany</w:t>
      </w:r>
      <w:r w:rsidRPr="00A908D4">
        <w:rPr>
          <w:rFonts w:cs="Arial"/>
          <w:szCs w:val="22"/>
        </w:rPr>
        <w:t>" a jednotlivě jako "</w:t>
      </w:r>
      <w:r w:rsidR="008D2B7B" w:rsidRPr="00A908D4">
        <w:rPr>
          <w:rFonts w:cs="Arial"/>
          <w:b/>
          <w:szCs w:val="22"/>
        </w:rPr>
        <w:t>s</w:t>
      </w:r>
      <w:r w:rsidRPr="00A908D4">
        <w:rPr>
          <w:rFonts w:cs="Arial"/>
          <w:b/>
          <w:szCs w:val="22"/>
        </w:rPr>
        <w:t>mluvní strana</w:t>
      </w:r>
      <w:r w:rsidRPr="00A908D4">
        <w:rPr>
          <w:rFonts w:cs="Arial"/>
          <w:szCs w:val="22"/>
        </w:rPr>
        <w:t>")</w:t>
      </w:r>
    </w:p>
    <w:p w14:paraId="6E130F64" w14:textId="77777777" w:rsidR="00E34B9A" w:rsidRPr="00A908D4" w:rsidRDefault="00E34B9A" w:rsidP="00E34B9A">
      <w:pPr>
        <w:pStyle w:val="Nzev"/>
        <w:pageBreakBefore/>
      </w:pPr>
      <w:bookmarkStart w:id="2" w:name="_Předmět_smlouvy"/>
      <w:bookmarkStart w:id="3" w:name="_Toc303154002"/>
      <w:bookmarkStart w:id="4" w:name="_Toc326522954"/>
      <w:bookmarkEnd w:id="2"/>
      <w:r w:rsidRPr="00A908D4">
        <w:lastRenderedPageBreak/>
        <w:t>Obsah</w:t>
      </w:r>
      <w:bookmarkEnd w:id="3"/>
    </w:p>
    <w:p w14:paraId="4FF12C67" w14:textId="06CFA489" w:rsidR="00BE0800" w:rsidRDefault="000E161F">
      <w:pPr>
        <w:pStyle w:val="Obsah1"/>
        <w:rPr>
          <w:rFonts w:asciiTheme="minorHAnsi" w:eastAsiaTheme="minorEastAsia" w:hAnsiTheme="minorHAnsi" w:cstheme="minorBidi"/>
          <w:noProof/>
          <w:sz w:val="24"/>
        </w:rPr>
      </w:pPr>
      <w:r w:rsidRPr="00A908D4">
        <w:fldChar w:fldCharType="begin"/>
      </w:r>
      <w:r w:rsidR="00E34B9A" w:rsidRPr="00A908D4">
        <w:instrText xml:space="preserve"> TOC \h \z \t "Nadpis 1;1;Styl Název + Tučné Podtržení;1" </w:instrText>
      </w:r>
      <w:r w:rsidRPr="00A908D4">
        <w:fldChar w:fldCharType="separate"/>
      </w:r>
      <w:hyperlink w:anchor="_Toc107261442" w:history="1">
        <w:r w:rsidR="00BE0800" w:rsidRPr="008D1CD0">
          <w:rPr>
            <w:rStyle w:val="Hypertextovodkaz"/>
            <w:noProof/>
          </w:rPr>
          <w:t>Článek 1. Úvodní prohlášení</w:t>
        </w:r>
        <w:r w:rsidR="00BE0800">
          <w:rPr>
            <w:noProof/>
            <w:webHidden/>
          </w:rPr>
          <w:tab/>
        </w:r>
        <w:r w:rsidR="00BE0800">
          <w:rPr>
            <w:noProof/>
            <w:webHidden/>
          </w:rPr>
          <w:fldChar w:fldCharType="begin"/>
        </w:r>
        <w:r w:rsidR="00BE0800">
          <w:rPr>
            <w:noProof/>
            <w:webHidden/>
          </w:rPr>
          <w:instrText xml:space="preserve"> PAGEREF _Toc107261442 \h </w:instrText>
        </w:r>
        <w:r w:rsidR="00BE0800">
          <w:rPr>
            <w:noProof/>
            <w:webHidden/>
          </w:rPr>
        </w:r>
        <w:r w:rsidR="00BE0800">
          <w:rPr>
            <w:noProof/>
            <w:webHidden/>
          </w:rPr>
          <w:fldChar w:fldCharType="separate"/>
        </w:r>
        <w:r w:rsidR="00E90D85">
          <w:rPr>
            <w:noProof/>
            <w:webHidden/>
          </w:rPr>
          <w:t>3</w:t>
        </w:r>
        <w:r w:rsidR="00BE0800">
          <w:rPr>
            <w:noProof/>
            <w:webHidden/>
          </w:rPr>
          <w:fldChar w:fldCharType="end"/>
        </w:r>
      </w:hyperlink>
    </w:p>
    <w:p w14:paraId="724157FC" w14:textId="098FEF50" w:rsidR="00BE0800" w:rsidRDefault="00386B67">
      <w:pPr>
        <w:pStyle w:val="Obsah1"/>
        <w:rPr>
          <w:rFonts w:asciiTheme="minorHAnsi" w:eastAsiaTheme="minorEastAsia" w:hAnsiTheme="minorHAnsi" w:cstheme="minorBidi"/>
          <w:noProof/>
          <w:sz w:val="24"/>
        </w:rPr>
      </w:pPr>
      <w:hyperlink w:anchor="_Toc107261443" w:history="1">
        <w:r w:rsidR="00BE0800" w:rsidRPr="008D1CD0">
          <w:rPr>
            <w:rStyle w:val="Hypertextovodkaz"/>
            <w:noProof/>
          </w:rPr>
          <w:t>Článek 2. Definice</w:t>
        </w:r>
        <w:r w:rsidR="00BE0800">
          <w:rPr>
            <w:noProof/>
            <w:webHidden/>
          </w:rPr>
          <w:tab/>
        </w:r>
        <w:r w:rsidR="00BE0800">
          <w:rPr>
            <w:noProof/>
            <w:webHidden/>
          </w:rPr>
          <w:fldChar w:fldCharType="begin"/>
        </w:r>
        <w:r w:rsidR="00BE0800">
          <w:rPr>
            <w:noProof/>
            <w:webHidden/>
          </w:rPr>
          <w:instrText xml:space="preserve"> PAGEREF _Toc107261443 \h </w:instrText>
        </w:r>
        <w:r w:rsidR="00BE0800">
          <w:rPr>
            <w:noProof/>
            <w:webHidden/>
          </w:rPr>
        </w:r>
        <w:r w:rsidR="00BE0800">
          <w:rPr>
            <w:noProof/>
            <w:webHidden/>
          </w:rPr>
          <w:fldChar w:fldCharType="separate"/>
        </w:r>
        <w:r w:rsidR="00E90D85">
          <w:rPr>
            <w:noProof/>
            <w:webHidden/>
          </w:rPr>
          <w:t>4</w:t>
        </w:r>
        <w:r w:rsidR="00BE0800">
          <w:rPr>
            <w:noProof/>
            <w:webHidden/>
          </w:rPr>
          <w:fldChar w:fldCharType="end"/>
        </w:r>
      </w:hyperlink>
    </w:p>
    <w:p w14:paraId="4FD96651" w14:textId="36699761" w:rsidR="00BE0800" w:rsidRDefault="00386B67">
      <w:pPr>
        <w:pStyle w:val="Obsah1"/>
        <w:rPr>
          <w:rFonts w:asciiTheme="minorHAnsi" w:eastAsiaTheme="minorEastAsia" w:hAnsiTheme="minorHAnsi" w:cstheme="minorBidi"/>
          <w:noProof/>
          <w:sz w:val="24"/>
        </w:rPr>
      </w:pPr>
      <w:hyperlink w:anchor="_Toc107261444" w:history="1">
        <w:r w:rsidR="00BE0800" w:rsidRPr="008D1CD0">
          <w:rPr>
            <w:rStyle w:val="Hypertextovodkaz"/>
            <w:noProof/>
          </w:rPr>
          <w:t>Článek 3. Účel smlouvy</w:t>
        </w:r>
        <w:r w:rsidR="00BE0800">
          <w:rPr>
            <w:noProof/>
            <w:webHidden/>
          </w:rPr>
          <w:tab/>
        </w:r>
        <w:r w:rsidR="00BE0800">
          <w:rPr>
            <w:noProof/>
            <w:webHidden/>
          </w:rPr>
          <w:fldChar w:fldCharType="begin"/>
        </w:r>
        <w:r w:rsidR="00BE0800">
          <w:rPr>
            <w:noProof/>
            <w:webHidden/>
          </w:rPr>
          <w:instrText xml:space="preserve"> PAGEREF _Toc107261444 \h </w:instrText>
        </w:r>
        <w:r w:rsidR="00BE0800">
          <w:rPr>
            <w:noProof/>
            <w:webHidden/>
          </w:rPr>
        </w:r>
        <w:r w:rsidR="00BE0800">
          <w:rPr>
            <w:noProof/>
            <w:webHidden/>
          </w:rPr>
          <w:fldChar w:fldCharType="separate"/>
        </w:r>
        <w:r w:rsidR="00E90D85">
          <w:rPr>
            <w:noProof/>
            <w:webHidden/>
          </w:rPr>
          <w:t>7</w:t>
        </w:r>
        <w:r w:rsidR="00BE0800">
          <w:rPr>
            <w:noProof/>
            <w:webHidden/>
          </w:rPr>
          <w:fldChar w:fldCharType="end"/>
        </w:r>
      </w:hyperlink>
    </w:p>
    <w:p w14:paraId="6237105C" w14:textId="5A709E70" w:rsidR="00BE0800" w:rsidRDefault="00386B67">
      <w:pPr>
        <w:pStyle w:val="Obsah1"/>
        <w:rPr>
          <w:rFonts w:asciiTheme="minorHAnsi" w:eastAsiaTheme="minorEastAsia" w:hAnsiTheme="minorHAnsi" w:cstheme="minorBidi"/>
          <w:noProof/>
          <w:sz w:val="24"/>
        </w:rPr>
      </w:pPr>
      <w:hyperlink w:anchor="_Toc107261445" w:history="1">
        <w:r w:rsidR="00BE0800" w:rsidRPr="008D1CD0">
          <w:rPr>
            <w:rStyle w:val="Hypertextovodkaz"/>
            <w:noProof/>
          </w:rPr>
          <w:t>Článek 4. Předmět smlouvy</w:t>
        </w:r>
        <w:r w:rsidR="00BE0800">
          <w:rPr>
            <w:noProof/>
            <w:webHidden/>
          </w:rPr>
          <w:tab/>
        </w:r>
        <w:r w:rsidR="00BE0800">
          <w:rPr>
            <w:noProof/>
            <w:webHidden/>
          </w:rPr>
          <w:fldChar w:fldCharType="begin"/>
        </w:r>
        <w:r w:rsidR="00BE0800">
          <w:rPr>
            <w:noProof/>
            <w:webHidden/>
          </w:rPr>
          <w:instrText xml:space="preserve"> PAGEREF _Toc107261445 \h </w:instrText>
        </w:r>
        <w:r w:rsidR="00BE0800">
          <w:rPr>
            <w:noProof/>
            <w:webHidden/>
          </w:rPr>
        </w:r>
        <w:r w:rsidR="00BE0800">
          <w:rPr>
            <w:noProof/>
            <w:webHidden/>
          </w:rPr>
          <w:fldChar w:fldCharType="separate"/>
        </w:r>
        <w:r w:rsidR="00E90D85">
          <w:rPr>
            <w:noProof/>
            <w:webHidden/>
          </w:rPr>
          <w:t>7</w:t>
        </w:r>
        <w:r w:rsidR="00BE0800">
          <w:rPr>
            <w:noProof/>
            <w:webHidden/>
          </w:rPr>
          <w:fldChar w:fldCharType="end"/>
        </w:r>
      </w:hyperlink>
    </w:p>
    <w:p w14:paraId="757B7894" w14:textId="6544E63A" w:rsidR="00BE0800" w:rsidRDefault="00386B67">
      <w:pPr>
        <w:pStyle w:val="Obsah1"/>
        <w:rPr>
          <w:rFonts w:asciiTheme="minorHAnsi" w:eastAsiaTheme="minorEastAsia" w:hAnsiTheme="minorHAnsi" w:cstheme="minorBidi"/>
          <w:noProof/>
          <w:sz w:val="24"/>
        </w:rPr>
      </w:pPr>
      <w:hyperlink w:anchor="_Toc107261446" w:history="1">
        <w:r w:rsidR="00BE0800" w:rsidRPr="008D1CD0">
          <w:rPr>
            <w:rStyle w:val="Hypertextovodkaz"/>
            <w:noProof/>
          </w:rPr>
          <w:t>Článek 5. Ověření stavu a využití energie v objektech</w:t>
        </w:r>
        <w:r w:rsidR="00BE0800">
          <w:rPr>
            <w:noProof/>
            <w:webHidden/>
          </w:rPr>
          <w:tab/>
        </w:r>
        <w:r w:rsidR="00BE0800">
          <w:rPr>
            <w:noProof/>
            <w:webHidden/>
          </w:rPr>
          <w:fldChar w:fldCharType="begin"/>
        </w:r>
        <w:r w:rsidR="00BE0800">
          <w:rPr>
            <w:noProof/>
            <w:webHidden/>
          </w:rPr>
          <w:instrText xml:space="preserve"> PAGEREF _Toc107261446 \h </w:instrText>
        </w:r>
        <w:r w:rsidR="00BE0800">
          <w:rPr>
            <w:noProof/>
            <w:webHidden/>
          </w:rPr>
        </w:r>
        <w:r w:rsidR="00BE0800">
          <w:rPr>
            <w:noProof/>
            <w:webHidden/>
          </w:rPr>
          <w:fldChar w:fldCharType="separate"/>
        </w:r>
        <w:r w:rsidR="00E90D85">
          <w:rPr>
            <w:noProof/>
            <w:webHidden/>
          </w:rPr>
          <w:t>9</w:t>
        </w:r>
        <w:r w:rsidR="00BE0800">
          <w:rPr>
            <w:noProof/>
            <w:webHidden/>
          </w:rPr>
          <w:fldChar w:fldCharType="end"/>
        </w:r>
      </w:hyperlink>
    </w:p>
    <w:p w14:paraId="1CCDB9D5" w14:textId="70C86559" w:rsidR="00BE0800" w:rsidRDefault="00386B67">
      <w:pPr>
        <w:pStyle w:val="Obsah1"/>
        <w:rPr>
          <w:rFonts w:asciiTheme="minorHAnsi" w:eastAsiaTheme="minorEastAsia" w:hAnsiTheme="minorHAnsi" w:cstheme="minorBidi"/>
          <w:noProof/>
          <w:sz w:val="24"/>
        </w:rPr>
      </w:pPr>
      <w:hyperlink w:anchor="_Toc107261447" w:history="1">
        <w:r w:rsidR="00BE0800" w:rsidRPr="008D1CD0">
          <w:rPr>
            <w:rStyle w:val="Hypertextovodkaz"/>
            <w:noProof/>
          </w:rPr>
          <w:t>Článek 6. Práva a povinnosti smluvních stran</w:t>
        </w:r>
        <w:r w:rsidR="00BE0800">
          <w:rPr>
            <w:noProof/>
            <w:webHidden/>
          </w:rPr>
          <w:tab/>
        </w:r>
        <w:r w:rsidR="00BE0800">
          <w:rPr>
            <w:noProof/>
            <w:webHidden/>
          </w:rPr>
          <w:fldChar w:fldCharType="begin"/>
        </w:r>
        <w:r w:rsidR="00BE0800">
          <w:rPr>
            <w:noProof/>
            <w:webHidden/>
          </w:rPr>
          <w:instrText xml:space="preserve"> PAGEREF _Toc107261447 \h </w:instrText>
        </w:r>
        <w:r w:rsidR="00BE0800">
          <w:rPr>
            <w:noProof/>
            <w:webHidden/>
          </w:rPr>
        </w:r>
        <w:r w:rsidR="00BE0800">
          <w:rPr>
            <w:noProof/>
            <w:webHidden/>
          </w:rPr>
          <w:fldChar w:fldCharType="separate"/>
        </w:r>
        <w:r w:rsidR="00E90D85">
          <w:rPr>
            <w:noProof/>
            <w:webHidden/>
          </w:rPr>
          <w:t>11</w:t>
        </w:r>
        <w:r w:rsidR="00BE0800">
          <w:rPr>
            <w:noProof/>
            <w:webHidden/>
          </w:rPr>
          <w:fldChar w:fldCharType="end"/>
        </w:r>
      </w:hyperlink>
    </w:p>
    <w:p w14:paraId="1B5EE1CB" w14:textId="532B599E" w:rsidR="00BE0800" w:rsidRDefault="00386B67">
      <w:pPr>
        <w:pStyle w:val="Obsah1"/>
        <w:rPr>
          <w:rFonts w:asciiTheme="minorHAnsi" w:eastAsiaTheme="minorEastAsia" w:hAnsiTheme="minorHAnsi" w:cstheme="minorBidi"/>
          <w:noProof/>
          <w:sz w:val="24"/>
        </w:rPr>
      </w:pPr>
      <w:hyperlink w:anchor="_Toc107261448" w:history="1">
        <w:r w:rsidR="00BE0800" w:rsidRPr="008D1CD0">
          <w:rPr>
            <w:rStyle w:val="Hypertextovodkaz"/>
            <w:noProof/>
          </w:rPr>
          <w:t>Článek 7. Komplexní zkoušky</w:t>
        </w:r>
        <w:r w:rsidR="00BE0800">
          <w:rPr>
            <w:noProof/>
            <w:webHidden/>
          </w:rPr>
          <w:tab/>
        </w:r>
        <w:r w:rsidR="00BE0800">
          <w:rPr>
            <w:noProof/>
            <w:webHidden/>
          </w:rPr>
          <w:fldChar w:fldCharType="begin"/>
        </w:r>
        <w:r w:rsidR="00BE0800">
          <w:rPr>
            <w:noProof/>
            <w:webHidden/>
          </w:rPr>
          <w:instrText xml:space="preserve"> PAGEREF _Toc107261448 \h </w:instrText>
        </w:r>
        <w:r w:rsidR="00BE0800">
          <w:rPr>
            <w:noProof/>
            <w:webHidden/>
          </w:rPr>
        </w:r>
        <w:r w:rsidR="00BE0800">
          <w:rPr>
            <w:noProof/>
            <w:webHidden/>
          </w:rPr>
          <w:fldChar w:fldCharType="separate"/>
        </w:r>
        <w:r w:rsidR="00E90D85">
          <w:rPr>
            <w:noProof/>
            <w:webHidden/>
          </w:rPr>
          <w:t>14</w:t>
        </w:r>
        <w:r w:rsidR="00BE0800">
          <w:rPr>
            <w:noProof/>
            <w:webHidden/>
          </w:rPr>
          <w:fldChar w:fldCharType="end"/>
        </w:r>
      </w:hyperlink>
    </w:p>
    <w:p w14:paraId="2208F22E" w14:textId="4119E441" w:rsidR="00BE0800" w:rsidRDefault="00386B67">
      <w:pPr>
        <w:pStyle w:val="Obsah1"/>
        <w:rPr>
          <w:rFonts w:asciiTheme="minorHAnsi" w:eastAsiaTheme="minorEastAsia" w:hAnsiTheme="minorHAnsi" w:cstheme="minorBidi"/>
          <w:noProof/>
          <w:sz w:val="24"/>
        </w:rPr>
      </w:pPr>
      <w:hyperlink w:anchor="_Toc107261449" w:history="1">
        <w:r w:rsidR="00BE0800" w:rsidRPr="008D1CD0">
          <w:rPr>
            <w:rStyle w:val="Hypertextovodkaz"/>
            <w:noProof/>
          </w:rPr>
          <w:t>Článek 8. Předání</w:t>
        </w:r>
        <w:r w:rsidR="00BE0800">
          <w:rPr>
            <w:noProof/>
            <w:webHidden/>
          </w:rPr>
          <w:tab/>
        </w:r>
        <w:r w:rsidR="00BE0800">
          <w:rPr>
            <w:noProof/>
            <w:webHidden/>
          </w:rPr>
          <w:fldChar w:fldCharType="begin"/>
        </w:r>
        <w:r w:rsidR="00BE0800">
          <w:rPr>
            <w:noProof/>
            <w:webHidden/>
          </w:rPr>
          <w:instrText xml:space="preserve"> PAGEREF _Toc107261449 \h </w:instrText>
        </w:r>
        <w:r w:rsidR="00BE0800">
          <w:rPr>
            <w:noProof/>
            <w:webHidden/>
          </w:rPr>
        </w:r>
        <w:r w:rsidR="00BE0800">
          <w:rPr>
            <w:noProof/>
            <w:webHidden/>
          </w:rPr>
          <w:fldChar w:fldCharType="separate"/>
        </w:r>
        <w:r w:rsidR="00E90D85">
          <w:rPr>
            <w:noProof/>
            <w:webHidden/>
          </w:rPr>
          <w:t>14</w:t>
        </w:r>
        <w:r w:rsidR="00BE0800">
          <w:rPr>
            <w:noProof/>
            <w:webHidden/>
          </w:rPr>
          <w:fldChar w:fldCharType="end"/>
        </w:r>
      </w:hyperlink>
    </w:p>
    <w:p w14:paraId="4C3F827C" w14:textId="195673FF" w:rsidR="00BE0800" w:rsidRDefault="00386B67">
      <w:pPr>
        <w:pStyle w:val="Obsah1"/>
        <w:rPr>
          <w:rFonts w:asciiTheme="minorHAnsi" w:eastAsiaTheme="minorEastAsia" w:hAnsiTheme="minorHAnsi" w:cstheme="minorBidi"/>
          <w:noProof/>
          <w:sz w:val="24"/>
        </w:rPr>
      </w:pPr>
      <w:hyperlink w:anchor="_Toc107261450" w:history="1">
        <w:r w:rsidR="00BE0800" w:rsidRPr="008D1CD0">
          <w:rPr>
            <w:rStyle w:val="Hypertextovodkaz"/>
            <w:noProof/>
          </w:rPr>
          <w:t>Článek 9. Záruka za jakost</w:t>
        </w:r>
        <w:r w:rsidR="00BE0800">
          <w:rPr>
            <w:noProof/>
            <w:webHidden/>
          </w:rPr>
          <w:tab/>
        </w:r>
        <w:r w:rsidR="00BE0800">
          <w:rPr>
            <w:noProof/>
            <w:webHidden/>
          </w:rPr>
          <w:fldChar w:fldCharType="begin"/>
        </w:r>
        <w:r w:rsidR="00BE0800">
          <w:rPr>
            <w:noProof/>
            <w:webHidden/>
          </w:rPr>
          <w:instrText xml:space="preserve"> PAGEREF _Toc107261450 \h </w:instrText>
        </w:r>
        <w:r w:rsidR="00BE0800">
          <w:rPr>
            <w:noProof/>
            <w:webHidden/>
          </w:rPr>
        </w:r>
        <w:r w:rsidR="00BE0800">
          <w:rPr>
            <w:noProof/>
            <w:webHidden/>
          </w:rPr>
          <w:fldChar w:fldCharType="separate"/>
        </w:r>
        <w:r w:rsidR="00E90D85">
          <w:rPr>
            <w:noProof/>
            <w:webHidden/>
          </w:rPr>
          <w:t>16</w:t>
        </w:r>
        <w:r w:rsidR="00BE0800">
          <w:rPr>
            <w:noProof/>
            <w:webHidden/>
          </w:rPr>
          <w:fldChar w:fldCharType="end"/>
        </w:r>
      </w:hyperlink>
    </w:p>
    <w:p w14:paraId="3B7DBC98" w14:textId="24ACC412" w:rsidR="00BE0800" w:rsidRDefault="00386B67">
      <w:pPr>
        <w:pStyle w:val="Obsah1"/>
        <w:rPr>
          <w:rFonts w:asciiTheme="minorHAnsi" w:eastAsiaTheme="minorEastAsia" w:hAnsiTheme="minorHAnsi" w:cstheme="minorBidi"/>
          <w:noProof/>
          <w:sz w:val="24"/>
        </w:rPr>
      </w:pPr>
      <w:hyperlink w:anchor="_Toc107261451" w:history="1">
        <w:r w:rsidR="00BE0800" w:rsidRPr="008D1CD0">
          <w:rPr>
            <w:rStyle w:val="Hypertextovodkaz"/>
            <w:noProof/>
          </w:rPr>
          <w:t>Článek 10. Základní prostá opatření</w:t>
        </w:r>
        <w:r w:rsidR="00BE0800">
          <w:rPr>
            <w:noProof/>
            <w:webHidden/>
          </w:rPr>
          <w:tab/>
        </w:r>
        <w:r w:rsidR="00BE0800">
          <w:rPr>
            <w:noProof/>
            <w:webHidden/>
          </w:rPr>
          <w:fldChar w:fldCharType="begin"/>
        </w:r>
        <w:r w:rsidR="00BE0800">
          <w:rPr>
            <w:noProof/>
            <w:webHidden/>
          </w:rPr>
          <w:instrText xml:space="preserve"> PAGEREF _Toc107261451 \h </w:instrText>
        </w:r>
        <w:r w:rsidR="00BE0800">
          <w:rPr>
            <w:noProof/>
            <w:webHidden/>
          </w:rPr>
        </w:r>
        <w:r w:rsidR="00BE0800">
          <w:rPr>
            <w:noProof/>
            <w:webHidden/>
          </w:rPr>
          <w:fldChar w:fldCharType="separate"/>
        </w:r>
        <w:r w:rsidR="00E90D85">
          <w:rPr>
            <w:noProof/>
            <w:webHidden/>
          </w:rPr>
          <w:t>17</w:t>
        </w:r>
        <w:r w:rsidR="00BE0800">
          <w:rPr>
            <w:noProof/>
            <w:webHidden/>
          </w:rPr>
          <w:fldChar w:fldCharType="end"/>
        </w:r>
      </w:hyperlink>
    </w:p>
    <w:p w14:paraId="61B8DC1F" w14:textId="12EAB67E" w:rsidR="00BE0800" w:rsidRDefault="00386B67">
      <w:pPr>
        <w:pStyle w:val="Obsah1"/>
        <w:rPr>
          <w:rFonts w:asciiTheme="minorHAnsi" w:eastAsiaTheme="minorEastAsia" w:hAnsiTheme="minorHAnsi" w:cstheme="minorBidi"/>
          <w:noProof/>
          <w:sz w:val="24"/>
        </w:rPr>
      </w:pPr>
      <w:hyperlink w:anchor="_Toc107261452" w:history="1">
        <w:r w:rsidR="00BE0800" w:rsidRPr="008D1CD0">
          <w:rPr>
            <w:rStyle w:val="Hypertextovodkaz"/>
            <w:noProof/>
          </w:rPr>
          <w:t>Článek 11. Energetický management a související služby</w:t>
        </w:r>
        <w:r w:rsidR="00BE0800">
          <w:rPr>
            <w:noProof/>
            <w:webHidden/>
          </w:rPr>
          <w:tab/>
        </w:r>
        <w:r w:rsidR="00BE0800">
          <w:rPr>
            <w:noProof/>
            <w:webHidden/>
          </w:rPr>
          <w:fldChar w:fldCharType="begin"/>
        </w:r>
        <w:r w:rsidR="00BE0800">
          <w:rPr>
            <w:noProof/>
            <w:webHidden/>
          </w:rPr>
          <w:instrText xml:space="preserve"> PAGEREF _Toc107261452 \h </w:instrText>
        </w:r>
        <w:r w:rsidR="00BE0800">
          <w:rPr>
            <w:noProof/>
            <w:webHidden/>
          </w:rPr>
        </w:r>
        <w:r w:rsidR="00BE0800">
          <w:rPr>
            <w:noProof/>
            <w:webHidden/>
          </w:rPr>
          <w:fldChar w:fldCharType="separate"/>
        </w:r>
        <w:r w:rsidR="00E90D85">
          <w:rPr>
            <w:noProof/>
            <w:webHidden/>
          </w:rPr>
          <w:t>19</w:t>
        </w:r>
        <w:r w:rsidR="00BE0800">
          <w:rPr>
            <w:noProof/>
            <w:webHidden/>
          </w:rPr>
          <w:fldChar w:fldCharType="end"/>
        </w:r>
      </w:hyperlink>
    </w:p>
    <w:p w14:paraId="0BE1875A" w14:textId="5167ABFB" w:rsidR="00BE0800" w:rsidRDefault="00386B67">
      <w:pPr>
        <w:pStyle w:val="Obsah1"/>
        <w:rPr>
          <w:rFonts w:asciiTheme="minorHAnsi" w:eastAsiaTheme="minorEastAsia" w:hAnsiTheme="minorHAnsi" w:cstheme="minorBidi"/>
          <w:noProof/>
          <w:sz w:val="24"/>
        </w:rPr>
      </w:pPr>
      <w:hyperlink w:anchor="_Toc107261453" w:history="1">
        <w:r w:rsidR="00BE0800" w:rsidRPr="008D1CD0">
          <w:rPr>
            <w:rStyle w:val="Hypertextovodkaz"/>
            <w:noProof/>
          </w:rPr>
          <w:t>Článek 12. Záruka za dosažení garantované úspory</w:t>
        </w:r>
        <w:r w:rsidR="00BE0800">
          <w:rPr>
            <w:noProof/>
            <w:webHidden/>
          </w:rPr>
          <w:tab/>
        </w:r>
        <w:r w:rsidR="00BE0800">
          <w:rPr>
            <w:noProof/>
            <w:webHidden/>
          </w:rPr>
          <w:fldChar w:fldCharType="begin"/>
        </w:r>
        <w:r w:rsidR="00BE0800">
          <w:rPr>
            <w:noProof/>
            <w:webHidden/>
          </w:rPr>
          <w:instrText xml:space="preserve"> PAGEREF _Toc107261453 \h </w:instrText>
        </w:r>
        <w:r w:rsidR="00BE0800">
          <w:rPr>
            <w:noProof/>
            <w:webHidden/>
          </w:rPr>
        </w:r>
        <w:r w:rsidR="00BE0800">
          <w:rPr>
            <w:noProof/>
            <w:webHidden/>
          </w:rPr>
          <w:fldChar w:fldCharType="separate"/>
        </w:r>
        <w:r w:rsidR="00E90D85">
          <w:rPr>
            <w:noProof/>
            <w:webHidden/>
          </w:rPr>
          <w:t>20</w:t>
        </w:r>
        <w:r w:rsidR="00BE0800">
          <w:rPr>
            <w:noProof/>
            <w:webHidden/>
          </w:rPr>
          <w:fldChar w:fldCharType="end"/>
        </w:r>
      </w:hyperlink>
    </w:p>
    <w:p w14:paraId="6612455C" w14:textId="113D9C78" w:rsidR="00BE0800" w:rsidRDefault="00386B67">
      <w:pPr>
        <w:pStyle w:val="Obsah1"/>
        <w:rPr>
          <w:rFonts w:asciiTheme="minorHAnsi" w:eastAsiaTheme="minorEastAsia" w:hAnsiTheme="minorHAnsi" w:cstheme="minorBidi"/>
          <w:noProof/>
          <w:sz w:val="24"/>
        </w:rPr>
      </w:pPr>
      <w:hyperlink w:anchor="_Toc107261454" w:history="1">
        <w:r w:rsidR="00BE0800" w:rsidRPr="008D1CD0">
          <w:rPr>
            <w:rStyle w:val="Hypertextovodkaz"/>
            <w:noProof/>
          </w:rPr>
          <w:t>Článek 13. Dodatečná opatření</w:t>
        </w:r>
        <w:r w:rsidR="00BE0800">
          <w:rPr>
            <w:noProof/>
            <w:webHidden/>
          </w:rPr>
          <w:tab/>
        </w:r>
        <w:r w:rsidR="00BE0800">
          <w:rPr>
            <w:noProof/>
            <w:webHidden/>
          </w:rPr>
          <w:fldChar w:fldCharType="begin"/>
        </w:r>
        <w:r w:rsidR="00BE0800">
          <w:rPr>
            <w:noProof/>
            <w:webHidden/>
          </w:rPr>
          <w:instrText xml:space="preserve"> PAGEREF _Toc107261454 \h </w:instrText>
        </w:r>
        <w:r w:rsidR="00BE0800">
          <w:rPr>
            <w:noProof/>
            <w:webHidden/>
          </w:rPr>
        </w:r>
        <w:r w:rsidR="00BE0800">
          <w:rPr>
            <w:noProof/>
            <w:webHidden/>
          </w:rPr>
          <w:fldChar w:fldCharType="separate"/>
        </w:r>
        <w:r w:rsidR="00E90D85">
          <w:rPr>
            <w:noProof/>
            <w:webHidden/>
          </w:rPr>
          <w:t>20</w:t>
        </w:r>
        <w:r w:rsidR="00BE0800">
          <w:rPr>
            <w:noProof/>
            <w:webHidden/>
          </w:rPr>
          <w:fldChar w:fldCharType="end"/>
        </w:r>
      </w:hyperlink>
    </w:p>
    <w:p w14:paraId="65FBC711" w14:textId="03A86ABC" w:rsidR="00BE0800" w:rsidRDefault="00386B67">
      <w:pPr>
        <w:pStyle w:val="Obsah1"/>
        <w:rPr>
          <w:rFonts w:asciiTheme="minorHAnsi" w:eastAsiaTheme="minorEastAsia" w:hAnsiTheme="minorHAnsi" w:cstheme="minorBidi"/>
          <w:noProof/>
          <w:sz w:val="24"/>
        </w:rPr>
      </w:pPr>
      <w:hyperlink w:anchor="_Toc107261455" w:history="1">
        <w:r w:rsidR="00BE0800" w:rsidRPr="008D1CD0">
          <w:rPr>
            <w:rStyle w:val="Hypertextovodkaz"/>
            <w:noProof/>
          </w:rPr>
          <w:t>Článek 14. Změna okolností</w:t>
        </w:r>
        <w:r w:rsidR="00BE0800">
          <w:rPr>
            <w:noProof/>
            <w:webHidden/>
          </w:rPr>
          <w:tab/>
        </w:r>
        <w:r w:rsidR="00BE0800">
          <w:rPr>
            <w:noProof/>
            <w:webHidden/>
          </w:rPr>
          <w:fldChar w:fldCharType="begin"/>
        </w:r>
        <w:r w:rsidR="00BE0800">
          <w:rPr>
            <w:noProof/>
            <w:webHidden/>
          </w:rPr>
          <w:instrText xml:space="preserve"> PAGEREF _Toc107261455 \h </w:instrText>
        </w:r>
        <w:r w:rsidR="00BE0800">
          <w:rPr>
            <w:noProof/>
            <w:webHidden/>
          </w:rPr>
        </w:r>
        <w:r w:rsidR="00BE0800">
          <w:rPr>
            <w:noProof/>
            <w:webHidden/>
          </w:rPr>
          <w:fldChar w:fldCharType="separate"/>
        </w:r>
        <w:r w:rsidR="00E90D85">
          <w:rPr>
            <w:noProof/>
            <w:webHidden/>
          </w:rPr>
          <w:t>22</w:t>
        </w:r>
        <w:r w:rsidR="00BE0800">
          <w:rPr>
            <w:noProof/>
            <w:webHidden/>
          </w:rPr>
          <w:fldChar w:fldCharType="end"/>
        </w:r>
      </w:hyperlink>
    </w:p>
    <w:p w14:paraId="0710BF8E" w14:textId="6F13582E" w:rsidR="00BE0800" w:rsidRDefault="00386B67">
      <w:pPr>
        <w:pStyle w:val="Obsah1"/>
        <w:rPr>
          <w:rFonts w:asciiTheme="minorHAnsi" w:eastAsiaTheme="minorEastAsia" w:hAnsiTheme="minorHAnsi" w:cstheme="minorBidi"/>
          <w:noProof/>
          <w:sz w:val="24"/>
        </w:rPr>
      </w:pPr>
      <w:hyperlink w:anchor="_Toc107261456" w:history="1">
        <w:r w:rsidR="00BE0800" w:rsidRPr="008D1CD0">
          <w:rPr>
            <w:rStyle w:val="Hypertextovodkaz"/>
            <w:noProof/>
          </w:rPr>
          <w:t>Článek 15. Roční porady/zprávy</w:t>
        </w:r>
        <w:r w:rsidR="00BE0800">
          <w:rPr>
            <w:noProof/>
            <w:webHidden/>
          </w:rPr>
          <w:tab/>
        </w:r>
        <w:r w:rsidR="00BE0800">
          <w:rPr>
            <w:noProof/>
            <w:webHidden/>
          </w:rPr>
          <w:fldChar w:fldCharType="begin"/>
        </w:r>
        <w:r w:rsidR="00BE0800">
          <w:rPr>
            <w:noProof/>
            <w:webHidden/>
          </w:rPr>
          <w:instrText xml:space="preserve"> PAGEREF _Toc107261456 \h </w:instrText>
        </w:r>
        <w:r w:rsidR="00BE0800">
          <w:rPr>
            <w:noProof/>
            <w:webHidden/>
          </w:rPr>
        </w:r>
        <w:r w:rsidR="00BE0800">
          <w:rPr>
            <w:noProof/>
            <w:webHidden/>
          </w:rPr>
          <w:fldChar w:fldCharType="separate"/>
        </w:r>
        <w:r w:rsidR="00E90D85">
          <w:rPr>
            <w:noProof/>
            <w:webHidden/>
          </w:rPr>
          <w:t>23</w:t>
        </w:r>
        <w:r w:rsidR="00BE0800">
          <w:rPr>
            <w:noProof/>
            <w:webHidden/>
          </w:rPr>
          <w:fldChar w:fldCharType="end"/>
        </w:r>
      </w:hyperlink>
    </w:p>
    <w:p w14:paraId="28915F0A" w14:textId="542ACB28" w:rsidR="00BE0800" w:rsidRDefault="00386B67">
      <w:pPr>
        <w:pStyle w:val="Obsah1"/>
        <w:rPr>
          <w:rFonts w:asciiTheme="minorHAnsi" w:eastAsiaTheme="minorEastAsia" w:hAnsiTheme="minorHAnsi" w:cstheme="minorBidi"/>
          <w:noProof/>
          <w:sz w:val="24"/>
        </w:rPr>
      </w:pPr>
      <w:hyperlink w:anchor="_Toc107261457" w:history="1">
        <w:r w:rsidR="00BE0800" w:rsidRPr="008D1CD0">
          <w:rPr>
            <w:rStyle w:val="Hypertextovodkaz"/>
            <w:noProof/>
          </w:rPr>
          <w:t>Článek 16. Závěrečná zpráva</w:t>
        </w:r>
        <w:r w:rsidR="00BE0800">
          <w:rPr>
            <w:noProof/>
            <w:webHidden/>
          </w:rPr>
          <w:tab/>
        </w:r>
        <w:r w:rsidR="00BE0800">
          <w:rPr>
            <w:noProof/>
            <w:webHidden/>
          </w:rPr>
          <w:fldChar w:fldCharType="begin"/>
        </w:r>
        <w:r w:rsidR="00BE0800">
          <w:rPr>
            <w:noProof/>
            <w:webHidden/>
          </w:rPr>
          <w:instrText xml:space="preserve"> PAGEREF _Toc107261457 \h </w:instrText>
        </w:r>
        <w:r w:rsidR="00BE0800">
          <w:rPr>
            <w:noProof/>
            <w:webHidden/>
          </w:rPr>
        </w:r>
        <w:r w:rsidR="00BE0800">
          <w:rPr>
            <w:noProof/>
            <w:webHidden/>
          </w:rPr>
          <w:fldChar w:fldCharType="separate"/>
        </w:r>
        <w:r w:rsidR="00E90D85">
          <w:rPr>
            <w:noProof/>
            <w:webHidden/>
          </w:rPr>
          <w:t>24</w:t>
        </w:r>
        <w:r w:rsidR="00BE0800">
          <w:rPr>
            <w:noProof/>
            <w:webHidden/>
          </w:rPr>
          <w:fldChar w:fldCharType="end"/>
        </w:r>
      </w:hyperlink>
    </w:p>
    <w:p w14:paraId="6BF7BBCD" w14:textId="08C08D7C" w:rsidR="00BE0800" w:rsidRDefault="00386B67">
      <w:pPr>
        <w:pStyle w:val="Obsah1"/>
        <w:rPr>
          <w:rFonts w:asciiTheme="minorHAnsi" w:eastAsiaTheme="minorEastAsia" w:hAnsiTheme="minorHAnsi" w:cstheme="minorBidi"/>
          <w:noProof/>
          <w:sz w:val="24"/>
        </w:rPr>
      </w:pPr>
      <w:hyperlink w:anchor="_Toc107261458" w:history="1">
        <w:r w:rsidR="00BE0800" w:rsidRPr="008D1CD0">
          <w:rPr>
            <w:rStyle w:val="Hypertextovodkaz"/>
            <w:noProof/>
          </w:rPr>
          <w:t>Článek 17. Cena za provedení opatření</w:t>
        </w:r>
        <w:r w:rsidR="00BE0800">
          <w:rPr>
            <w:noProof/>
            <w:webHidden/>
          </w:rPr>
          <w:tab/>
        </w:r>
        <w:r w:rsidR="00BE0800">
          <w:rPr>
            <w:noProof/>
            <w:webHidden/>
          </w:rPr>
          <w:fldChar w:fldCharType="begin"/>
        </w:r>
        <w:r w:rsidR="00BE0800">
          <w:rPr>
            <w:noProof/>
            <w:webHidden/>
          </w:rPr>
          <w:instrText xml:space="preserve"> PAGEREF _Toc107261458 \h </w:instrText>
        </w:r>
        <w:r w:rsidR="00BE0800">
          <w:rPr>
            <w:noProof/>
            <w:webHidden/>
          </w:rPr>
        </w:r>
        <w:r w:rsidR="00BE0800">
          <w:rPr>
            <w:noProof/>
            <w:webHidden/>
          </w:rPr>
          <w:fldChar w:fldCharType="separate"/>
        </w:r>
        <w:r w:rsidR="00E90D85">
          <w:rPr>
            <w:noProof/>
            <w:webHidden/>
          </w:rPr>
          <w:t>25</w:t>
        </w:r>
        <w:r w:rsidR="00BE0800">
          <w:rPr>
            <w:noProof/>
            <w:webHidden/>
          </w:rPr>
          <w:fldChar w:fldCharType="end"/>
        </w:r>
      </w:hyperlink>
    </w:p>
    <w:p w14:paraId="19EC9805" w14:textId="5E007A41" w:rsidR="00BE0800" w:rsidRDefault="00386B67">
      <w:pPr>
        <w:pStyle w:val="Obsah1"/>
        <w:rPr>
          <w:rFonts w:asciiTheme="minorHAnsi" w:eastAsiaTheme="minorEastAsia" w:hAnsiTheme="minorHAnsi" w:cstheme="minorBidi"/>
          <w:noProof/>
          <w:sz w:val="24"/>
        </w:rPr>
      </w:pPr>
      <w:hyperlink w:anchor="_Toc107261459" w:history="1">
        <w:r w:rsidR="00BE0800" w:rsidRPr="008D1CD0">
          <w:rPr>
            <w:rStyle w:val="Hypertextovodkaz"/>
            <w:noProof/>
          </w:rPr>
          <w:t>Článek 18. Finanční náklady</w:t>
        </w:r>
        <w:r w:rsidR="00BE0800">
          <w:rPr>
            <w:noProof/>
            <w:webHidden/>
          </w:rPr>
          <w:tab/>
        </w:r>
        <w:r w:rsidR="00BE0800">
          <w:rPr>
            <w:noProof/>
            <w:webHidden/>
          </w:rPr>
          <w:fldChar w:fldCharType="begin"/>
        </w:r>
        <w:r w:rsidR="00BE0800">
          <w:rPr>
            <w:noProof/>
            <w:webHidden/>
          </w:rPr>
          <w:instrText xml:space="preserve"> PAGEREF _Toc107261459 \h </w:instrText>
        </w:r>
        <w:r w:rsidR="00BE0800">
          <w:rPr>
            <w:noProof/>
            <w:webHidden/>
          </w:rPr>
        </w:r>
        <w:r w:rsidR="00BE0800">
          <w:rPr>
            <w:noProof/>
            <w:webHidden/>
          </w:rPr>
          <w:fldChar w:fldCharType="separate"/>
        </w:r>
        <w:r w:rsidR="00E90D85">
          <w:rPr>
            <w:noProof/>
            <w:webHidden/>
          </w:rPr>
          <w:t>26</w:t>
        </w:r>
        <w:r w:rsidR="00BE0800">
          <w:rPr>
            <w:noProof/>
            <w:webHidden/>
          </w:rPr>
          <w:fldChar w:fldCharType="end"/>
        </w:r>
      </w:hyperlink>
    </w:p>
    <w:p w14:paraId="2490A4B3" w14:textId="535EEFE5" w:rsidR="00BE0800" w:rsidRDefault="00386B67">
      <w:pPr>
        <w:pStyle w:val="Obsah1"/>
        <w:rPr>
          <w:rFonts w:asciiTheme="minorHAnsi" w:eastAsiaTheme="minorEastAsia" w:hAnsiTheme="minorHAnsi" w:cstheme="minorBidi"/>
          <w:noProof/>
          <w:sz w:val="24"/>
        </w:rPr>
      </w:pPr>
      <w:hyperlink w:anchor="_Toc107261460" w:history="1">
        <w:r w:rsidR="00BE0800" w:rsidRPr="008D1CD0">
          <w:rPr>
            <w:rStyle w:val="Hypertextovodkaz"/>
            <w:noProof/>
          </w:rPr>
          <w:t>Článek 19. Cena energetického managementu a souvisejících služeb</w:t>
        </w:r>
        <w:r w:rsidR="00BE0800">
          <w:rPr>
            <w:noProof/>
            <w:webHidden/>
          </w:rPr>
          <w:tab/>
        </w:r>
        <w:r w:rsidR="00BE0800">
          <w:rPr>
            <w:noProof/>
            <w:webHidden/>
          </w:rPr>
          <w:fldChar w:fldCharType="begin"/>
        </w:r>
        <w:r w:rsidR="00BE0800">
          <w:rPr>
            <w:noProof/>
            <w:webHidden/>
          </w:rPr>
          <w:instrText xml:space="preserve"> PAGEREF _Toc107261460 \h </w:instrText>
        </w:r>
        <w:r w:rsidR="00BE0800">
          <w:rPr>
            <w:noProof/>
            <w:webHidden/>
          </w:rPr>
        </w:r>
        <w:r w:rsidR="00BE0800">
          <w:rPr>
            <w:noProof/>
            <w:webHidden/>
          </w:rPr>
          <w:fldChar w:fldCharType="separate"/>
        </w:r>
        <w:r w:rsidR="00E90D85">
          <w:rPr>
            <w:noProof/>
            <w:webHidden/>
          </w:rPr>
          <w:t>26</w:t>
        </w:r>
        <w:r w:rsidR="00BE0800">
          <w:rPr>
            <w:noProof/>
            <w:webHidden/>
          </w:rPr>
          <w:fldChar w:fldCharType="end"/>
        </w:r>
      </w:hyperlink>
    </w:p>
    <w:p w14:paraId="5C0B394C" w14:textId="7C260DB0" w:rsidR="00BE0800" w:rsidRDefault="00386B67">
      <w:pPr>
        <w:pStyle w:val="Obsah1"/>
        <w:rPr>
          <w:rFonts w:asciiTheme="minorHAnsi" w:eastAsiaTheme="minorEastAsia" w:hAnsiTheme="minorHAnsi" w:cstheme="minorBidi"/>
          <w:noProof/>
          <w:sz w:val="24"/>
        </w:rPr>
      </w:pPr>
      <w:hyperlink w:anchor="_Toc107261461" w:history="1">
        <w:r w:rsidR="00BE0800" w:rsidRPr="008D1CD0">
          <w:rPr>
            <w:rStyle w:val="Hypertextovodkaz"/>
            <w:noProof/>
          </w:rPr>
          <w:t>Článek 20. Sankce za nedosažení garantované úspory</w:t>
        </w:r>
        <w:r w:rsidR="00BE0800">
          <w:rPr>
            <w:noProof/>
            <w:webHidden/>
          </w:rPr>
          <w:tab/>
        </w:r>
        <w:r w:rsidR="00BE0800">
          <w:rPr>
            <w:noProof/>
            <w:webHidden/>
          </w:rPr>
          <w:fldChar w:fldCharType="begin"/>
        </w:r>
        <w:r w:rsidR="00BE0800">
          <w:rPr>
            <w:noProof/>
            <w:webHidden/>
          </w:rPr>
          <w:instrText xml:space="preserve"> PAGEREF _Toc107261461 \h </w:instrText>
        </w:r>
        <w:r w:rsidR="00BE0800">
          <w:rPr>
            <w:noProof/>
            <w:webHidden/>
          </w:rPr>
        </w:r>
        <w:r w:rsidR="00BE0800">
          <w:rPr>
            <w:noProof/>
            <w:webHidden/>
          </w:rPr>
          <w:fldChar w:fldCharType="separate"/>
        </w:r>
        <w:r w:rsidR="00E90D85">
          <w:rPr>
            <w:noProof/>
            <w:webHidden/>
          </w:rPr>
          <w:t>26</w:t>
        </w:r>
        <w:r w:rsidR="00BE0800">
          <w:rPr>
            <w:noProof/>
            <w:webHidden/>
          </w:rPr>
          <w:fldChar w:fldCharType="end"/>
        </w:r>
      </w:hyperlink>
    </w:p>
    <w:p w14:paraId="35A20362" w14:textId="5AE80F8C" w:rsidR="00BE0800" w:rsidRDefault="00386B67">
      <w:pPr>
        <w:pStyle w:val="Obsah1"/>
        <w:rPr>
          <w:rFonts w:asciiTheme="minorHAnsi" w:eastAsiaTheme="minorEastAsia" w:hAnsiTheme="minorHAnsi" w:cstheme="minorBidi"/>
          <w:noProof/>
          <w:sz w:val="24"/>
        </w:rPr>
      </w:pPr>
      <w:hyperlink w:anchor="_Toc107261462" w:history="1">
        <w:r w:rsidR="00BE0800" w:rsidRPr="008D1CD0">
          <w:rPr>
            <w:rStyle w:val="Hypertextovodkaz"/>
            <w:noProof/>
          </w:rPr>
          <w:t>Článek 21. Prémie za překročení garantované úspory</w:t>
        </w:r>
        <w:r w:rsidR="00BE0800">
          <w:rPr>
            <w:noProof/>
            <w:webHidden/>
          </w:rPr>
          <w:tab/>
        </w:r>
        <w:r w:rsidR="00BE0800">
          <w:rPr>
            <w:noProof/>
            <w:webHidden/>
          </w:rPr>
          <w:fldChar w:fldCharType="begin"/>
        </w:r>
        <w:r w:rsidR="00BE0800">
          <w:rPr>
            <w:noProof/>
            <w:webHidden/>
          </w:rPr>
          <w:instrText xml:space="preserve"> PAGEREF _Toc107261462 \h </w:instrText>
        </w:r>
        <w:r w:rsidR="00BE0800">
          <w:rPr>
            <w:noProof/>
            <w:webHidden/>
          </w:rPr>
        </w:r>
        <w:r w:rsidR="00BE0800">
          <w:rPr>
            <w:noProof/>
            <w:webHidden/>
          </w:rPr>
          <w:fldChar w:fldCharType="separate"/>
        </w:r>
        <w:r w:rsidR="00E90D85">
          <w:rPr>
            <w:noProof/>
            <w:webHidden/>
          </w:rPr>
          <w:t>26</w:t>
        </w:r>
        <w:r w:rsidR="00BE0800">
          <w:rPr>
            <w:noProof/>
            <w:webHidden/>
          </w:rPr>
          <w:fldChar w:fldCharType="end"/>
        </w:r>
      </w:hyperlink>
    </w:p>
    <w:p w14:paraId="23689A39" w14:textId="13A95C62" w:rsidR="00BE0800" w:rsidRDefault="00386B67">
      <w:pPr>
        <w:pStyle w:val="Obsah1"/>
        <w:rPr>
          <w:rFonts w:asciiTheme="minorHAnsi" w:eastAsiaTheme="minorEastAsia" w:hAnsiTheme="minorHAnsi" w:cstheme="minorBidi"/>
          <w:noProof/>
          <w:sz w:val="24"/>
        </w:rPr>
      </w:pPr>
      <w:hyperlink w:anchor="_Toc107261463" w:history="1">
        <w:r w:rsidR="00BE0800" w:rsidRPr="008D1CD0">
          <w:rPr>
            <w:rStyle w:val="Hypertextovodkaz"/>
            <w:noProof/>
          </w:rPr>
          <w:t>Článek 22. Závěrečné vypořádání</w:t>
        </w:r>
        <w:r w:rsidR="00BE0800">
          <w:rPr>
            <w:noProof/>
            <w:webHidden/>
          </w:rPr>
          <w:tab/>
        </w:r>
        <w:r w:rsidR="00BE0800">
          <w:rPr>
            <w:noProof/>
            <w:webHidden/>
          </w:rPr>
          <w:fldChar w:fldCharType="begin"/>
        </w:r>
        <w:r w:rsidR="00BE0800">
          <w:rPr>
            <w:noProof/>
            <w:webHidden/>
          </w:rPr>
          <w:instrText xml:space="preserve"> PAGEREF _Toc107261463 \h </w:instrText>
        </w:r>
        <w:r w:rsidR="00BE0800">
          <w:rPr>
            <w:noProof/>
            <w:webHidden/>
          </w:rPr>
        </w:r>
        <w:r w:rsidR="00BE0800">
          <w:rPr>
            <w:noProof/>
            <w:webHidden/>
          </w:rPr>
          <w:fldChar w:fldCharType="separate"/>
        </w:r>
        <w:r w:rsidR="00E90D85">
          <w:rPr>
            <w:noProof/>
            <w:webHidden/>
          </w:rPr>
          <w:t>27</w:t>
        </w:r>
        <w:r w:rsidR="00BE0800">
          <w:rPr>
            <w:noProof/>
            <w:webHidden/>
          </w:rPr>
          <w:fldChar w:fldCharType="end"/>
        </w:r>
      </w:hyperlink>
    </w:p>
    <w:p w14:paraId="7EF14B74" w14:textId="6349CC01" w:rsidR="00BE0800" w:rsidRDefault="00386B67">
      <w:pPr>
        <w:pStyle w:val="Obsah1"/>
        <w:rPr>
          <w:rFonts w:asciiTheme="minorHAnsi" w:eastAsiaTheme="minorEastAsia" w:hAnsiTheme="minorHAnsi" w:cstheme="minorBidi"/>
          <w:noProof/>
          <w:sz w:val="24"/>
        </w:rPr>
      </w:pPr>
      <w:hyperlink w:anchor="_Toc107261464" w:history="1">
        <w:r w:rsidR="00BE0800" w:rsidRPr="008D1CD0">
          <w:rPr>
            <w:rStyle w:val="Hypertextovodkaz"/>
            <w:noProof/>
          </w:rPr>
          <w:t>Článek 23. Fakturace</w:t>
        </w:r>
        <w:r w:rsidR="00BE0800">
          <w:rPr>
            <w:noProof/>
            <w:webHidden/>
          </w:rPr>
          <w:tab/>
        </w:r>
        <w:r w:rsidR="00BE0800">
          <w:rPr>
            <w:noProof/>
            <w:webHidden/>
          </w:rPr>
          <w:fldChar w:fldCharType="begin"/>
        </w:r>
        <w:r w:rsidR="00BE0800">
          <w:rPr>
            <w:noProof/>
            <w:webHidden/>
          </w:rPr>
          <w:instrText xml:space="preserve"> PAGEREF _Toc107261464 \h </w:instrText>
        </w:r>
        <w:r w:rsidR="00BE0800">
          <w:rPr>
            <w:noProof/>
            <w:webHidden/>
          </w:rPr>
        </w:r>
        <w:r w:rsidR="00BE0800">
          <w:rPr>
            <w:noProof/>
            <w:webHidden/>
          </w:rPr>
          <w:fldChar w:fldCharType="separate"/>
        </w:r>
        <w:r w:rsidR="00E90D85">
          <w:rPr>
            <w:noProof/>
            <w:webHidden/>
          </w:rPr>
          <w:t>27</w:t>
        </w:r>
        <w:r w:rsidR="00BE0800">
          <w:rPr>
            <w:noProof/>
            <w:webHidden/>
          </w:rPr>
          <w:fldChar w:fldCharType="end"/>
        </w:r>
      </w:hyperlink>
    </w:p>
    <w:p w14:paraId="09E89DAD" w14:textId="2124293E" w:rsidR="00BE0800" w:rsidRDefault="00386B67">
      <w:pPr>
        <w:pStyle w:val="Obsah1"/>
        <w:rPr>
          <w:rFonts w:asciiTheme="minorHAnsi" w:eastAsiaTheme="minorEastAsia" w:hAnsiTheme="minorHAnsi" w:cstheme="minorBidi"/>
          <w:noProof/>
          <w:sz w:val="24"/>
        </w:rPr>
      </w:pPr>
      <w:hyperlink w:anchor="_Toc107261465" w:history="1">
        <w:r w:rsidR="00BE0800" w:rsidRPr="008D1CD0">
          <w:rPr>
            <w:rStyle w:val="Hypertextovodkaz"/>
            <w:noProof/>
          </w:rPr>
          <w:t>Článek 24. Splatnost</w:t>
        </w:r>
        <w:r w:rsidR="00BE0800">
          <w:rPr>
            <w:noProof/>
            <w:webHidden/>
          </w:rPr>
          <w:tab/>
        </w:r>
        <w:r w:rsidR="00BE0800">
          <w:rPr>
            <w:noProof/>
            <w:webHidden/>
          </w:rPr>
          <w:fldChar w:fldCharType="begin"/>
        </w:r>
        <w:r w:rsidR="00BE0800">
          <w:rPr>
            <w:noProof/>
            <w:webHidden/>
          </w:rPr>
          <w:instrText xml:space="preserve"> PAGEREF _Toc107261465 \h </w:instrText>
        </w:r>
        <w:r w:rsidR="00BE0800">
          <w:rPr>
            <w:noProof/>
            <w:webHidden/>
          </w:rPr>
        </w:r>
        <w:r w:rsidR="00BE0800">
          <w:rPr>
            <w:noProof/>
            <w:webHidden/>
          </w:rPr>
          <w:fldChar w:fldCharType="separate"/>
        </w:r>
        <w:r w:rsidR="00E90D85">
          <w:rPr>
            <w:noProof/>
            <w:webHidden/>
          </w:rPr>
          <w:t>28</w:t>
        </w:r>
        <w:r w:rsidR="00BE0800">
          <w:rPr>
            <w:noProof/>
            <w:webHidden/>
          </w:rPr>
          <w:fldChar w:fldCharType="end"/>
        </w:r>
      </w:hyperlink>
    </w:p>
    <w:p w14:paraId="3BF5A521" w14:textId="034EF210" w:rsidR="00BE0800" w:rsidRDefault="00386B67">
      <w:pPr>
        <w:pStyle w:val="Obsah1"/>
        <w:rPr>
          <w:rFonts w:asciiTheme="minorHAnsi" w:eastAsiaTheme="minorEastAsia" w:hAnsiTheme="minorHAnsi" w:cstheme="minorBidi"/>
          <w:noProof/>
          <w:sz w:val="24"/>
        </w:rPr>
      </w:pPr>
      <w:hyperlink w:anchor="_Toc107261466" w:history="1">
        <w:r w:rsidR="00BE0800" w:rsidRPr="008D1CD0">
          <w:rPr>
            <w:rStyle w:val="Hypertextovodkaz"/>
            <w:noProof/>
          </w:rPr>
          <w:t>Článek 25. Předčasné splacení</w:t>
        </w:r>
        <w:r w:rsidR="00BE0800">
          <w:rPr>
            <w:noProof/>
            <w:webHidden/>
          </w:rPr>
          <w:tab/>
        </w:r>
        <w:r w:rsidR="00BE0800">
          <w:rPr>
            <w:noProof/>
            <w:webHidden/>
          </w:rPr>
          <w:fldChar w:fldCharType="begin"/>
        </w:r>
        <w:r w:rsidR="00BE0800">
          <w:rPr>
            <w:noProof/>
            <w:webHidden/>
          </w:rPr>
          <w:instrText xml:space="preserve"> PAGEREF _Toc107261466 \h </w:instrText>
        </w:r>
        <w:r w:rsidR="00BE0800">
          <w:rPr>
            <w:noProof/>
            <w:webHidden/>
          </w:rPr>
        </w:r>
        <w:r w:rsidR="00BE0800">
          <w:rPr>
            <w:noProof/>
            <w:webHidden/>
          </w:rPr>
          <w:fldChar w:fldCharType="separate"/>
        </w:r>
        <w:r w:rsidR="00E90D85">
          <w:rPr>
            <w:noProof/>
            <w:webHidden/>
          </w:rPr>
          <w:t>28</w:t>
        </w:r>
        <w:r w:rsidR="00BE0800">
          <w:rPr>
            <w:noProof/>
            <w:webHidden/>
          </w:rPr>
          <w:fldChar w:fldCharType="end"/>
        </w:r>
      </w:hyperlink>
    </w:p>
    <w:p w14:paraId="59CCAE11" w14:textId="06A90EAE" w:rsidR="00BE0800" w:rsidRDefault="00386B67">
      <w:pPr>
        <w:pStyle w:val="Obsah1"/>
        <w:rPr>
          <w:rFonts w:asciiTheme="minorHAnsi" w:eastAsiaTheme="minorEastAsia" w:hAnsiTheme="minorHAnsi" w:cstheme="minorBidi"/>
          <w:noProof/>
          <w:sz w:val="24"/>
        </w:rPr>
      </w:pPr>
      <w:hyperlink w:anchor="_Toc107261467" w:history="1">
        <w:r w:rsidR="00BE0800" w:rsidRPr="008D1CD0">
          <w:rPr>
            <w:rStyle w:val="Hypertextovodkaz"/>
            <w:noProof/>
          </w:rPr>
          <w:t>Článek 26. Ostatní platební podmínky</w:t>
        </w:r>
        <w:r w:rsidR="00BE0800">
          <w:rPr>
            <w:noProof/>
            <w:webHidden/>
          </w:rPr>
          <w:tab/>
        </w:r>
        <w:r w:rsidR="00BE0800">
          <w:rPr>
            <w:noProof/>
            <w:webHidden/>
          </w:rPr>
          <w:fldChar w:fldCharType="begin"/>
        </w:r>
        <w:r w:rsidR="00BE0800">
          <w:rPr>
            <w:noProof/>
            <w:webHidden/>
          </w:rPr>
          <w:instrText xml:space="preserve"> PAGEREF _Toc107261467 \h </w:instrText>
        </w:r>
        <w:r w:rsidR="00BE0800">
          <w:rPr>
            <w:noProof/>
            <w:webHidden/>
          </w:rPr>
        </w:r>
        <w:r w:rsidR="00BE0800">
          <w:rPr>
            <w:noProof/>
            <w:webHidden/>
          </w:rPr>
          <w:fldChar w:fldCharType="separate"/>
        </w:r>
        <w:r w:rsidR="00E90D85">
          <w:rPr>
            <w:noProof/>
            <w:webHidden/>
          </w:rPr>
          <w:t>28</w:t>
        </w:r>
        <w:r w:rsidR="00BE0800">
          <w:rPr>
            <w:noProof/>
            <w:webHidden/>
          </w:rPr>
          <w:fldChar w:fldCharType="end"/>
        </w:r>
      </w:hyperlink>
    </w:p>
    <w:p w14:paraId="1C3E9C2B" w14:textId="1EA4EBE7" w:rsidR="00BE0800" w:rsidRDefault="00386B67">
      <w:pPr>
        <w:pStyle w:val="Obsah1"/>
        <w:rPr>
          <w:rFonts w:asciiTheme="minorHAnsi" w:eastAsiaTheme="minorEastAsia" w:hAnsiTheme="minorHAnsi" w:cstheme="minorBidi"/>
          <w:noProof/>
          <w:sz w:val="24"/>
        </w:rPr>
      </w:pPr>
      <w:hyperlink w:anchor="_Toc107261468" w:history="1">
        <w:r w:rsidR="00BE0800" w:rsidRPr="008D1CD0">
          <w:rPr>
            <w:rStyle w:val="Hypertextovodkaz"/>
            <w:noProof/>
          </w:rPr>
          <w:t>Článek 27. Vzájemná informační povinnost</w:t>
        </w:r>
        <w:r w:rsidR="00BE0800">
          <w:rPr>
            <w:noProof/>
            <w:webHidden/>
          </w:rPr>
          <w:tab/>
        </w:r>
        <w:r w:rsidR="00BE0800">
          <w:rPr>
            <w:noProof/>
            <w:webHidden/>
          </w:rPr>
          <w:fldChar w:fldCharType="begin"/>
        </w:r>
        <w:r w:rsidR="00BE0800">
          <w:rPr>
            <w:noProof/>
            <w:webHidden/>
          </w:rPr>
          <w:instrText xml:space="preserve"> PAGEREF _Toc107261468 \h </w:instrText>
        </w:r>
        <w:r w:rsidR="00BE0800">
          <w:rPr>
            <w:noProof/>
            <w:webHidden/>
          </w:rPr>
        </w:r>
        <w:r w:rsidR="00BE0800">
          <w:rPr>
            <w:noProof/>
            <w:webHidden/>
          </w:rPr>
          <w:fldChar w:fldCharType="separate"/>
        </w:r>
        <w:r w:rsidR="00E90D85">
          <w:rPr>
            <w:noProof/>
            <w:webHidden/>
          </w:rPr>
          <w:t>29</w:t>
        </w:r>
        <w:r w:rsidR="00BE0800">
          <w:rPr>
            <w:noProof/>
            <w:webHidden/>
          </w:rPr>
          <w:fldChar w:fldCharType="end"/>
        </w:r>
      </w:hyperlink>
    </w:p>
    <w:p w14:paraId="28F9D6DE" w14:textId="37FABA5A" w:rsidR="00BE0800" w:rsidRDefault="00386B67">
      <w:pPr>
        <w:pStyle w:val="Obsah1"/>
        <w:rPr>
          <w:rFonts w:asciiTheme="minorHAnsi" w:eastAsiaTheme="minorEastAsia" w:hAnsiTheme="minorHAnsi" w:cstheme="minorBidi"/>
          <w:noProof/>
          <w:sz w:val="24"/>
        </w:rPr>
      </w:pPr>
      <w:hyperlink w:anchor="_Toc107261469" w:history="1">
        <w:r w:rsidR="00BE0800" w:rsidRPr="008D1CD0">
          <w:rPr>
            <w:rStyle w:val="Hypertextovodkaz"/>
            <w:noProof/>
          </w:rPr>
          <w:t>Článek 28. Ochrana informací a obchodní tajemství</w:t>
        </w:r>
        <w:r w:rsidR="00BE0800">
          <w:rPr>
            <w:noProof/>
            <w:webHidden/>
          </w:rPr>
          <w:tab/>
        </w:r>
        <w:r w:rsidR="00BE0800">
          <w:rPr>
            <w:noProof/>
            <w:webHidden/>
          </w:rPr>
          <w:fldChar w:fldCharType="begin"/>
        </w:r>
        <w:r w:rsidR="00BE0800">
          <w:rPr>
            <w:noProof/>
            <w:webHidden/>
          </w:rPr>
          <w:instrText xml:space="preserve"> PAGEREF _Toc107261469 \h </w:instrText>
        </w:r>
        <w:r w:rsidR="00BE0800">
          <w:rPr>
            <w:noProof/>
            <w:webHidden/>
          </w:rPr>
        </w:r>
        <w:r w:rsidR="00BE0800">
          <w:rPr>
            <w:noProof/>
            <w:webHidden/>
          </w:rPr>
          <w:fldChar w:fldCharType="separate"/>
        </w:r>
        <w:r w:rsidR="00E90D85">
          <w:rPr>
            <w:noProof/>
            <w:webHidden/>
          </w:rPr>
          <w:t>29</w:t>
        </w:r>
        <w:r w:rsidR="00BE0800">
          <w:rPr>
            <w:noProof/>
            <w:webHidden/>
          </w:rPr>
          <w:fldChar w:fldCharType="end"/>
        </w:r>
      </w:hyperlink>
    </w:p>
    <w:p w14:paraId="13B4D3CC" w14:textId="28CBD731" w:rsidR="00BE0800" w:rsidRDefault="00386B67">
      <w:pPr>
        <w:pStyle w:val="Obsah1"/>
        <w:rPr>
          <w:rFonts w:asciiTheme="minorHAnsi" w:eastAsiaTheme="minorEastAsia" w:hAnsiTheme="minorHAnsi" w:cstheme="minorBidi"/>
          <w:noProof/>
          <w:sz w:val="24"/>
        </w:rPr>
      </w:pPr>
      <w:hyperlink w:anchor="_Toc107261470" w:history="1">
        <w:r w:rsidR="00BE0800" w:rsidRPr="008D1CD0">
          <w:rPr>
            <w:rStyle w:val="Hypertextovodkaz"/>
            <w:noProof/>
          </w:rPr>
          <w:t>Článek 29. Komunikace</w:t>
        </w:r>
        <w:r w:rsidR="00BE0800">
          <w:rPr>
            <w:noProof/>
            <w:webHidden/>
          </w:rPr>
          <w:tab/>
        </w:r>
        <w:r w:rsidR="00BE0800">
          <w:rPr>
            <w:noProof/>
            <w:webHidden/>
          </w:rPr>
          <w:fldChar w:fldCharType="begin"/>
        </w:r>
        <w:r w:rsidR="00BE0800">
          <w:rPr>
            <w:noProof/>
            <w:webHidden/>
          </w:rPr>
          <w:instrText xml:space="preserve"> PAGEREF _Toc107261470 \h </w:instrText>
        </w:r>
        <w:r w:rsidR="00BE0800">
          <w:rPr>
            <w:noProof/>
            <w:webHidden/>
          </w:rPr>
        </w:r>
        <w:r w:rsidR="00BE0800">
          <w:rPr>
            <w:noProof/>
            <w:webHidden/>
          </w:rPr>
          <w:fldChar w:fldCharType="separate"/>
        </w:r>
        <w:r w:rsidR="00E90D85">
          <w:rPr>
            <w:noProof/>
            <w:webHidden/>
          </w:rPr>
          <w:t>30</w:t>
        </w:r>
        <w:r w:rsidR="00BE0800">
          <w:rPr>
            <w:noProof/>
            <w:webHidden/>
          </w:rPr>
          <w:fldChar w:fldCharType="end"/>
        </w:r>
      </w:hyperlink>
    </w:p>
    <w:p w14:paraId="1B2E0816" w14:textId="2F0B2F58" w:rsidR="00BE0800" w:rsidRDefault="00386B67">
      <w:pPr>
        <w:pStyle w:val="Obsah1"/>
        <w:rPr>
          <w:rFonts w:asciiTheme="minorHAnsi" w:eastAsiaTheme="minorEastAsia" w:hAnsiTheme="minorHAnsi" w:cstheme="minorBidi"/>
          <w:noProof/>
          <w:sz w:val="24"/>
        </w:rPr>
      </w:pPr>
      <w:hyperlink w:anchor="_Toc107261471" w:history="1">
        <w:r w:rsidR="00BE0800" w:rsidRPr="008D1CD0">
          <w:rPr>
            <w:rStyle w:val="Hypertextovodkaz"/>
            <w:noProof/>
          </w:rPr>
          <w:t>Článek 30. Oprávněné osoby</w:t>
        </w:r>
        <w:r w:rsidR="00BE0800">
          <w:rPr>
            <w:noProof/>
            <w:webHidden/>
          </w:rPr>
          <w:tab/>
        </w:r>
        <w:r w:rsidR="00BE0800">
          <w:rPr>
            <w:noProof/>
            <w:webHidden/>
          </w:rPr>
          <w:fldChar w:fldCharType="begin"/>
        </w:r>
        <w:r w:rsidR="00BE0800">
          <w:rPr>
            <w:noProof/>
            <w:webHidden/>
          </w:rPr>
          <w:instrText xml:space="preserve"> PAGEREF _Toc107261471 \h </w:instrText>
        </w:r>
        <w:r w:rsidR="00BE0800">
          <w:rPr>
            <w:noProof/>
            <w:webHidden/>
          </w:rPr>
        </w:r>
        <w:r w:rsidR="00BE0800">
          <w:rPr>
            <w:noProof/>
            <w:webHidden/>
          </w:rPr>
          <w:fldChar w:fldCharType="separate"/>
        </w:r>
        <w:r w:rsidR="00E90D85">
          <w:rPr>
            <w:noProof/>
            <w:webHidden/>
          </w:rPr>
          <w:t>30</w:t>
        </w:r>
        <w:r w:rsidR="00BE0800">
          <w:rPr>
            <w:noProof/>
            <w:webHidden/>
          </w:rPr>
          <w:fldChar w:fldCharType="end"/>
        </w:r>
      </w:hyperlink>
    </w:p>
    <w:p w14:paraId="4FF8F8B3" w14:textId="5B2413D1" w:rsidR="00BE0800" w:rsidRDefault="00386B67">
      <w:pPr>
        <w:pStyle w:val="Obsah1"/>
        <w:rPr>
          <w:rFonts w:asciiTheme="minorHAnsi" w:eastAsiaTheme="minorEastAsia" w:hAnsiTheme="minorHAnsi" w:cstheme="minorBidi"/>
          <w:noProof/>
          <w:sz w:val="24"/>
        </w:rPr>
      </w:pPr>
      <w:hyperlink w:anchor="_Toc107261472" w:history="1">
        <w:r w:rsidR="00BE0800" w:rsidRPr="008D1CD0">
          <w:rPr>
            <w:rStyle w:val="Hypertextovodkaz"/>
            <w:noProof/>
          </w:rPr>
          <w:t>Článek 31. Právo užití</w:t>
        </w:r>
        <w:r w:rsidR="00BE0800">
          <w:rPr>
            <w:noProof/>
            <w:webHidden/>
          </w:rPr>
          <w:tab/>
        </w:r>
        <w:r w:rsidR="00BE0800">
          <w:rPr>
            <w:noProof/>
            <w:webHidden/>
          </w:rPr>
          <w:fldChar w:fldCharType="begin"/>
        </w:r>
        <w:r w:rsidR="00BE0800">
          <w:rPr>
            <w:noProof/>
            <w:webHidden/>
          </w:rPr>
          <w:instrText xml:space="preserve"> PAGEREF _Toc107261472 \h </w:instrText>
        </w:r>
        <w:r w:rsidR="00BE0800">
          <w:rPr>
            <w:noProof/>
            <w:webHidden/>
          </w:rPr>
        </w:r>
        <w:r w:rsidR="00BE0800">
          <w:rPr>
            <w:noProof/>
            <w:webHidden/>
          </w:rPr>
          <w:fldChar w:fldCharType="separate"/>
        </w:r>
        <w:r w:rsidR="00E90D85">
          <w:rPr>
            <w:noProof/>
            <w:webHidden/>
          </w:rPr>
          <w:t>31</w:t>
        </w:r>
        <w:r w:rsidR="00BE0800">
          <w:rPr>
            <w:noProof/>
            <w:webHidden/>
          </w:rPr>
          <w:fldChar w:fldCharType="end"/>
        </w:r>
      </w:hyperlink>
    </w:p>
    <w:p w14:paraId="1D69DA86" w14:textId="12191265" w:rsidR="00BE0800" w:rsidRDefault="00386B67">
      <w:pPr>
        <w:pStyle w:val="Obsah1"/>
        <w:rPr>
          <w:rFonts w:asciiTheme="minorHAnsi" w:eastAsiaTheme="minorEastAsia" w:hAnsiTheme="minorHAnsi" w:cstheme="minorBidi"/>
          <w:noProof/>
          <w:sz w:val="24"/>
        </w:rPr>
      </w:pPr>
      <w:hyperlink w:anchor="_Toc107261473" w:history="1">
        <w:r w:rsidR="00BE0800" w:rsidRPr="008D1CD0">
          <w:rPr>
            <w:rStyle w:val="Hypertextovodkaz"/>
            <w:noProof/>
          </w:rPr>
          <w:t>Článek 32. Pojištění</w:t>
        </w:r>
        <w:r w:rsidR="00BE0800">
          <w:rPr>
            <w:noProof/>
            <w:webHidden/>
          </w:rPr>
          <w:tab/>
        </w:r>
        <w:r w:rsidR="00BE0800">
          <w:rPr>
            <w:noProof/>
            <w:webHidden/>
          </w:rPr>
          <w:fldChar w:fldCharType="begin"/>
        </w:r>
        <w:r w:rsidR="00BE0800">
          <w:rPr>
            <w:noProof/>
            <w:webHidden/>
          </w:rPr>
          <w:instrText xml:space="preserve"> PAGEREF _Toc107261473 \h </w:instrText>
        </w:r>
        <w:r w:rsidR="00BE0800">
          <w:rPr>
            <w:noProof/>
            <w:webHidden/>
          </w:rPr>
        </w:r>
        <w:r w:rsidR="00BE0800">
          <w:rPr>
            <w:noProof/>
            <w:webHidden/>
          </w:rPr>
          <w:fldChar w:fldCharType="separate"/>
        </w:r>
        <w:r w:rsidR="00E90D85">
          <w:rPr>
            <w:noProof/>
            <w:webHidden/>
          </w:rPr>
          <w:t>31</w:t>
        </w:r>
        <w:r w:rsidR="00BE0800">
          <w:rPr>
            <w:noProof/>
            <w:webHidden/>
          </w:rPr>
          <w:fldChar w:fldCharType="end"/>
        </w:r>
      </w:hyperlink>
    </w:p>
    <w:p w14:paraId="00F104F3" w14:textId="66E35B85" w:rsidR="00BE0800" w:rsidRDefault="00386B67">
      <w:pPr>
        <w:pStyle w:val="Obsah1"/>
        <w:rPr>
          <w:rFonts w:asciiTheme="minorHAnsi" w:eastAsiaTheme="minorEastAsia" w:hAnsiTheme="minorHAnsi" w:cstheme="minorBidi"/>
          <w:noProof/>
          <w:sz w:val="24"/>
        </w:rPr>
      </w:pPr>
      <w:hyperlink w:anchor="_Toc107261474" w:history="1">
        <w:r w:rsidR="00BE0800" w:rsidRPr="008D1CD0">
          <w:rPr>
            <w:rStyle w:val="Hypertextovodkaz"/>
            <w:noProof/>
          </w:rPr>
          <w:t>Článek 33. Postoupení pohledávek</w:t>
        </w:r>
        <w:r w:rsidR="00BE0800">
          <w:rPr>
            <w:noProof/>
            <w:webHidden/>
          </w:rPr>
          <w:tab/>
        </w:r>
        <w:r w:rsidR="00BE0800">
          <w:rPr>
            <w:noProof/>
            <w:webHidden/>
          </w:rPr>
          <w:fldChar w:fldCharType="begin"/>
        </w:r>
        <w:r w:rsidR="00BE0800">
          <w:rPr>
            <w:noProof/>
            <w:webHidden/>
          </w:rPr>
          <w:instrText xml:space="preserve"> PAGEREF _Toc107261474 \h </w:instrText>
        </w:r>
        <w:r w:rsidR="00BE0800">
          <w:rPr>
            <w:noProof/>
            <w:webHidden/>
          </w:rPr>
        </w:r>
        <w:r w:rsidR="00BE0800">
          <w:rPr>
            <w:noProof/>
            <w:webHidden/>
          </w:rPr>
          <w:fldChar w:fldCharType="separate"/>
        </w:r>
        <w:r w:rsidR="00E90D85">
          <w:rPr>
            <w:noProof/>
            <w:webHidden/>
          </w:rPr>
          <w:t>31</w:t>
        </w:r>
        <w:r w:rsidR="00BE0800">
          <w:rPr>
            <w:noProof/>
            <w:webHidden/>
          </w:rPr>
          <w:fldChar w:fldCharType="end"/>
        </w:r>
      </w:hyperlink>
    </w:p>
    <w:p w14:paraId="39578F95" w14:textId="3B3AEB50" w:rsidR="00BE0800" w:rsidRDefault="00386B67">
      <w:pPr>
        <w:pStyle w:val="Obsah1"/>
        <w:rPr>
          <w:rFonts w:asciiTheme="minorHAnsi" w:eastAsiaTheme="minorEastAsia" w:hAnsiTheme="minorHAnsi" w:cstheme="minorBidi"/>
          <w:noProof/>
          <w:sz w:val="24"/>
        </w:rPr>
      </w:pPr>
      <w:hyperlink w:anchor="_Toc107261475" w:history="1">
        <w:r w:rsidR="00BE0800" w:rsidRPr="008D1CD0">
          <w:rPr>
            <w:rStyle w:val="Hypertextovodkaz"/>
            <w:noProof/>
          </w:rPr>
          <w:t>Článek 34. Vyšší moc</w:t>
        </w:r>
        <w:r w:rsidR="00BE0800">
          <w:rPr>
            <w:noProof/>
            <w:webHidden/>
          </w:rPr>
          <w:tab/>
        </w:r>
        <w:r w:rsidR="00BE0800">
          <w:rPr>
            <w:noProof/>
            <w:webHidden/>
          </w:rPr>
          <w:fldChar w:fldCharType="begin"/>
        </w:r>
        <w:r w:rsidR="00BE0800">
          <w:rPr>
            <w:noProof/>
            <w:webHidden/>
          </w:rPr>
          <w:instrText xml:space="preserve"> PAGEREF _Toc107261475 \h </w:instrText>
        </w:r>
        <w:r w:rsidR="00BE0800">
          <w:rPr>
            <w:noProof/>
            <w:webHidden/>
          </w:rPr>
        </w:r>
        <w:r w:rsidR="00BE0800">
          <w:rPr>
            <w:noProof/>
            <w:webHidden/>
          </w:rPr>
          <w:fldChar w:fldCharType="separate"/>
        </w:r>
        <w:r w:rsidR="00E90D85">
          <w:rPr>
            <w:noProof/>
            <w:webHidden/>
          </w:rPr>
          <w:t>32</w:t>
        </w:r>
        <w:r w:rsidR="00BE0800">
          <w:rPr>
            <w:noProof/>
            <w:webHidden/>
          </w:rPr>
          <w:fldChar w:fldCharType="end"/>
        </w:r>
      </w:hyperlink>
    </w:p>
    <w:p w14:paraId="6F2C0E89" w14:textId="5E62286A" w:rsidR="00BE0800" w:rsidRDefault="00386B67">
      <w:pPr>
        <w:pStyle w:val="Obsah1"/>
        <w:rPr>
          <w:rFonts w:asciiTheme="minorHAnsi" w:eastAsiaTheme="minorEastAsia" w:hAnsiTheme="minorHAnsi" w:cstheme="minorBidi"/>
          <w:noProof/>
          <w:sz w:val="24"/>
        </w:rPr>
      </w:pPr>
      <w:hyperlink w:anchor="_Toc107261476" w:history="1">
        <w:r w:rsidR="00BE0800" w:rsidRPr="008D1CD0">
          <w:rPr>
            <w:rStyle w:val="Hypertextovodkaz"/>
            <w:noProof/>
          </w:rPr>
          <w:t>Článek 35. Náhrada škody</w:t>
        </w:r>
        <w:r w:rsidR="00BE0800">
          <w:rPr>
            <w:noProof/>
            <w:webHidden/>
          </w:rPr>
          <w:tab/>
        </w:r>
        <w:r w:rsidR="00BE0800">
          <w:rPr>
            <w:noProof/>
            <w:webHidden/>
          </w:rPr>
          <w:fldChar w:fldCharType="begin"/>
        </w:r>
        <w:r w:rsidR="00BE0800">
          <w:rPr>
            <w:noProof/>
            <w:webHidden/>
          </w:rPr>
          <w:instrText xml:space="preserve"> PAGEREF _Toc107261476 \h </w:instrText>
        </w:r>
        <w:r w:rsidR="00BE0800">
          <w:rPr>
            <w:noProof/>
            <w:webHidden/>
          </w:rPr>
        </w:r>
        <w:r w:rsidR="00BE0800">
          <w:rPr>
            <w:noProof/>
            <w:webHidden/>
          </w:rPr>
          <w:fldChar w:fldCharType="separate"/>
        </w:r>
        <w:r w:rsidR="00E90D85">
          <w:rPr>
            <w:noProof/>
            <w:webHidden/>
          </w:rPr>
          <w:t>32</w:t>
        </w:r>
        <w:r w:rsidR="00BE0800">
          <w:rPr>
            <w:noProof/>
            <w:webHidden/>
          </w:rPr>
          <w:fldChar w:fldCharType="end"/>
        </w:r>
      </w:hyperlink>
    </w:p>
    <w:p w14:paraId="0836870C" w14:textId="76B547DE" w:rsidR="00BE0800" w:rsidRDefault="00386B67">
      <w:pPr>
        <w:pStyle w:val="Obsah1"/>
        <w:rPr>
          <w:rFonts w:asciiTheme="minorHAnsi" w:eastAsiaTheme="minorEastAsia" w:hAnsiTheme="minorHAnsi" w:cstheme="minorBidi"/>
          <w:noProof/>
          <w:sz w:val="24"/>
        </w:rPr>
      </w:pPr>
      <w:hyperlink w:anchor="_Toc107261477" w:history="1">
        <w:r w:rsidR="00BE0800" w:rsidRPr="008D1CD0">
          <w:rPr>
            <w:rStyle w:val="Hypertextovodkaz"/>
            <w:noProof/>
          </w:rPr>
          <w:t>Článek 36. Poddodávky</w:t>
        </w:r>
        <w:r w:rsidR="00BE0800">
          <w:rPr>
            <w:noProof/>
            <w:webHidden/>
          </w:rPr>
          <w:tab/>
        </w:r>
        <w:r w:rsidR="00BE0800">
          <w:rPr>
            <w:noProof/>
            <w:webHidden/>
          </w:rPr>
          <w:fldChar w:fldCharType="begin"/>
        </w:r>
        <w:r w:rsidR="00BE0800">
          <w:rPr>
            <w:noProof/>
            <w:webHidden/>
          </w:rPr>
          <w:instrText xml:space="preserve"> PAGEREF _Toc107261477 \h </w:instrText>
        </w:r>
        <w:r w:rsidR="00BE0800">
          <w:rPr>
            <w:noProof/>
            <w:webHidden/>
          </w:rPr>
        </w:r>
        <w:r w:rsidR="00BE0800">
          <w:rPr>
            <w:noProof/>
            <w:webHidden/>
          </w:rPr>
          <w:fldChar w:fldCharType="separate"/>
        </w:r>
        <w:r w:rsidR="00E90D85">
          <w:rPr>
            <w:noProof/>
            <w:webHidden/>
          </w:rPr>
          <w:t>33</w:t>
        </w:r>
        <w:r w:rsidR="00BE0800">
          <w:rPr>
            <w:noProof/>
            <w:webHidden/>
          </w:rPr>
          <w:fldChar w:fldCharType="end"/>
        </w:r>
      </w:hyperlink>
    </w:p>
    <w:p w14:paraId="2EE792C7" w14:textId="2392F5ED" w:rsidR="00BE0800" w:rsidRDefault="00386B67">
      <w:pPr>
        <w:pStyle w:val="Obsah1"/>
        <w:rPr>
          <w:rFonts w:asciiTheme="minorHAnsi" w:eastAsiaTheme="minorEastAsia" w:hAnsiTheme="minorHAnsi" w:cstheme="minorBidi"/>
          <w:noProof/>
          <w:sz w:val="24"/>
        </w:rPr>
      </w:pPr>
      <w:hyperlink w:anchor="_Toc107261478" w:history="1">
        <w:r w:rsidR="00BE0800" w:rsidRPr="008D1CD0">
          <w:rPr>
            <w:rStyle w:val="Hypertextovodkaz"/>
            <w:noProof/>
          </w:rPr>
          <w:t>Článek 37. Smluvní pokuty</w:t>
        </w:r>
        <w:r w:rsidR="00BE0800">
          <w:rPr>
            <w:noProof/>
            <w:webHidden/>
          </w:rPr>
          <w:tab/>
        </w:r>
        <w:r w:rsidR="00BE0800">
          <w:rPr>
            <w:noProof/>
            <w:webHidden/>
          </w:rPr>
          <w:fldChar w:fldCharType="begin"/>
        </w:r>
        <w:r w:rsidR="00BE0800">
          <w:rPr>
            <w:noProof/>
            <w:webHidden/>
          </w:rPr>
          <w:instrText xml:space="preserve"> PAGEREF _Toc107261478 \h </w:instrText>
        </w:r>
        <w:r w:rsidR="00BE0800">
          <w:rPr>
            <w:noProof/>
            <w:webHidden/>
          </w:rPr>
        </w:r>
        <w:r w:rsidR="00BE0800">
          <w:rPr>
            <w:noProof/>
            <w:webHidden/>
          </w:rPr>
          <w:fldChar w:fldCharType="separate"/>
        </w:r>
        <w:r w:rsidR="00E90D85">
          <w:rPr>
            <w:noProof/>
            <w:webHidden/>
          </w:rPr>
          <w:t>33</w:t>
        </w:r>
        <w:r w:rsidR="00BE0800">
          <w:rPr>
            <w:noProof/>
            <w:webHidden/>
          </w:rPr>
          <w:fldChar w:fldCharType="end"/>
        </w:r>
      </w:hyperlink>
    </w:p>
    <w:p w14:paraId="04F6B7B6" w14:textId="57F15CB0" w:rsidR="00BE0800" w:rsidRDefault="00386B67">
      <w:pPr>
        <w:pStyle w:val="Obsah1"/>
        <w:rPr>
          <w:rFonts w:asciiTheme="minorHAnsi" w:eastAsiaTheme="minorEastAsia" w:hAnsiTheme="minorHAnsi" w:cstheme="minorBidi"/>
          <w:noProof/>
          <w:sz w:val="24"/>
        </w:rPr>
      </w:pPr>
      <w:hyperlink w:anchor="_Toc107261479" w:history="1">
        <w:r w:rsidR="00BE0800" w:rsidRPr="008D1CD0">
          <w:rPr>
            <w:rStyle w:val="Hypertextovodkaz"/>
            <w:noProof/>
          </w:rPr>
          <w:t>Článek 38. Trvání smlouvy</w:t>
        </w:r>
        <w:r w:rsidR="00BE0800">
          <w:rPr>
            <w:noProof/>
            <w:webHidden/>
          </w:rPr>
          <w:tab/>
        </w:r>
        <w:r w:rsidR="00BE0800">
          <w:rPr>
            <w:noProof/>
            <w:webHidden/>
          </w:rPr>
          <w:fldChar w:fldCharType="begin"/>
        </w:r>
        <w:r w:rsidR="00BE0800">
          <w:rPr>
            <w:noProof/>
            <w:webHidden/>
          </w:rPr>
          <w:instrText xml:space="preserve"> PAGEREF _Toc107261479 \h </w:instrText>
        </w:r>
        <w:r w:rsidR="00BE0800">
          <w:rPr>
            <w:noProof/>
            <w:webHidden/>
          </w:rPr>
        </w:r>
        <w:r w:rsidR="00BE0800">
          <w:rPr>
            <w:noProof/>
            <w:webHidden/>
          </w:rPr>
          <w:fldChar w:fldCharType="separate"/>
        </w:r>
        <w:r w:rsidR="00E90D85">
          <w:rPr>
            <w:noProof/>
            <w:webHidden/>
          </w:rPr>
          <w:t>34</w:t>
        </w:r>
        <w:r w:rsidR="00BE0800">
          <w:rPr>
            <w:noProof/>
            <w:webHidden/>
          </w:rPr>
          <w:fldChar w:fldCharType="end"/>
        </w:r>
      </w:hyperlink>
    </w:p>
    <w:p w14:paraId="07F26550" w14:textId="617DB2BD" w:rsidR="00BE0800" w:rsidRDefault="00386B67">
      <w:pPr>
        <w:pStyle w:val="Obsah1"/>
        <w:rPr>
          <w:rFonts w:asciiTheme="minorHAnsi" w:eastAsiaTheme="minorEastAsia" w:hAnsiTheme="minorHAnsi" w:cstheme="minorBidi"/>
          <w:noProof/>
          <w:sz w:val="24"/>
        </w:rPr>
      </w:pPr>
      <w:hyperlink w:anchor="_Toc107261480" w:history="1">
        <w:r w:rsidR="00BE0800" w:rsidRPr="008D1CD0">
          <w:rPr>
            <w:rStyle w:val="Hypertextovodkaz"/>
            <w:noProof/>
          </w:rPr>
          <w:t>Článek 39. Řešení sporů</w:t>
        </w:r>
        <w:r w:rsidR="00BE0800">
          <w:rPr>
            <w:noProof/>
            <w:webHidden/>
          </w:rPr>
          <w:tab/>
        </w:r>
        <w:r w:rsidR="00BE0800">
          <w:rPr>
            <w:noProof/>
            <w:webHidden/>
          </w:rPr>
          <w:fldChar w:fldCharType="begin"/>
        </w:r>
        <w:r w:rsidR="00BE0800">
          <w:rPr>
            <w:noProof/>
            <w:webHidden/>
          </w:rPr>
          <w:instrText xml:space="preserve"> PAGEREF _Toc107261480 \h </w:instrText>
        </w:r>
        <w:r w:rsidR="00BE0800">
          <w:rPr>
            <w:noProof/>
            <w:webHidden/>
          </w:rPr>
        </w:r>
        <w:r w:rsidR="00BE0800">
          <w:rPr>
            <w:noProof/>
            <w:webHidden/>
          </w:rPr>
          <w:fldChar w:fldCharType="separate"/>
        </w:r>
        <w:r w:rsidR="00E90D85">
          <w:rPr>
            <w:noProof/>
            <w:webHidden/>
          </w:rPr>
          <w:t>36</w:t>
        </w:r>
        <w:r w:rsidR="00BE0800">
          <w:rPr>
            <w:noProof/>
            <w:webHidden/>
          </w:rPr>
          <w:fldChar w:fldCharType="end"/>
        </w:r>
      </w:hyperlink>
    </w:p>
    <w:p w14:paraId="79255745" w14:textId="2E3EDE98" w:rsidR="00BE0800" w:rsidRDefault="00386B67">
      <w:pPr>
        <w:pStyle w:val="Obsah1"/>
        <w:rPr>
          <w:rFonts w:asciiTheme="minorHAnsi" w:eastAsiaTheme="minorEastAsia" w:hAnsiTheme="minorHAnsi" w:cstheme="minorBidi"/>
          <w:noProof/>
          <w:sz w:val="24"/>
        </w:rPr>
      </w:pPr>
      <w:hyperlink w:anchor="_Toc107261481" w:history="1">
        <w:r w:rsidR="00BE0800" w:rsidRPr="008D1CD0">
          <w:rPr>
            <w:rStyle w:val="Hypertextovodkaz"/>
            <w:noProof/>
          </w:rPr>
          <w:t>Článek 40. Závěrečná ustanovení</w:t>
        </w:r>
        <w:r w:rsidR="00BE0800">
          <w:rPr>
            <w:noProof/>
            <w:webHidden/>
          </w:rPr>
          <w:tab/>
        </w:r>
        <w:r w:rsidR="00BE0800">
          <w:rPr>
            <w:noProof/>
            <w:webHidden/>
          </w:rPr>
          <w:fldChar w:fldCharType="begin"/>
        </w:r>
        <w:r w:rsidR="00BE0800">
          <w:rPr>
            <w:noProof/>
            <w:webHidden/>
          </w:rPr>
          <w:instrText xml:space="preserve"> PAGEREF _Toc107261481 \h </w:instrText>
        </w:r>
        <w:r w:rsidR="00BE0800">
          <w:rPr>
            <w:noProof/>
            <w:webHidden/>
          </w:rPr>
        </w:r>
        <w:r w:rsidR="00BE0800">
          <w:rPr>
            <w:noProof/>
            <w:webHidden/>
          </w:rPr>
          <w:fldChar w:fldCharType="separate"/>
        </w:r>
        <w:r w:rsidR="00E90D85">
          <w:rPr>
            <w:noProof/>
            <w:webHidden/>
          </w:rPr>
          <w:t>37</w:t>
        </w:r>
        <w:r w:rsidR="00BE0800">
          <w:rPr>
            <w:noProof/>
            <w:webHidden/>
          </w:rPr>
          <w:fldChar w:fldCharType="end"/>
        </w:r>
      </w:hyperlink>
    </w:p>
    <w:p w14:paraId="7F049747" w14:textId="2891EE86" w:rsidR="00E34B9A" w:rsidRPr="00A908D4" w:rsidRDefault="000E161F" w:rsidP="00E34B9A">
      <w:r w:rsidRPr="00A908D4">
        <w:rPr>
          <w:sz w:val="20"/>
        </w:rPr>
        <w:fldChar w:fldCharType="end"/>
      </w:r>
    </w:p>
    <w:p w14:paraId="6E2C6F42" w14:textId="77777777" w:rsidR="00F81353" w:rsidRPr="00A908D4" w:rsidRDefault="00F81353">
      <w:pPr>
        <w:pStyle w:val="Nzev"/>
        <w:keepNext/>
        <w:pageBreakBefore/>
        <w:rPr>
          <w:rFonts w:asciiTheme="minorHAnsi" w:hAnsiTheme="minorHAnsi" w:cstheme="minorHAnsi"/>
        </w:rPr>
      </w:pPr>
      <w:r w:rsidRPr="00A908D4">
        <w:rPr>
          <w:rFonts w:asciiTheme="minorHAnsi" w:hAnsiTheme="minorHAnsi" w:cstheme="minorHAnsi"/>
        </w:rPr>
        <w:lastRenderedPageBreak/>
        <w:t xml:space="preserve">Část první: </w:t>
      </w:r>
      <w:r w:rsidRPr="00A908D4">
        <w:rPr>
          <w:rStyle w:val="StylNzevTunPodtrenChar"/>
          <w:rFonts w:asciiTheme="minorHAnsi" w:hAnsiTheme="minorHAnsi" w:cstheme="minorHAnsi"/>
        </w:rPr>
        <w:t>Obecná ustanovení</w:t>
      </w:r>
      <w:bookmarkEnd w:id="4"/>
    </w:p>
    <w:p w14:paraId="39B5298B" w14:textId="77777777" w:rsidR="00F81353" w:rsidRPr="00A908D4" w:rsidRDefault="00F81353">
      <w:pPr>
        <w:pStyle w:val="Nadpis1"/>
        <w:numPr>
          <w:ilvl w:val="0"/>
          <w:numId w:val="6"/>
        </w:numPr>
        <w:ind w:left="0"/>
      </w:pPr>
      <w:r w:rsidRPr="00A908D4">
        <w:rPr>
          <w:b w:val="0"/>
        </w:rPr>
        <w:br/>
      </w:r>
      <w:bookmarkStart w:id="5" w:name="_Toc326522956"/>
      <w:bookmarkStart w:id="6" w:name="_Ref330840228"/>
      <w:bookmarkStart w:id="7" w:name="_Toc107261442"/>
      <w:r w:rsidRPr="00A908D4">
        <w:t>Úvodní prohlášení</w:t>
      </w:r>
      <w:bookmarkEnd w:id="5"/>
      <w:bookmarkEnd w:id="6"/>
      <w:bookmarkEnd w:id="7"/>
    </w:p>
    <w:p w14:paraId="197D5324" w14:textId="22131457" w:rsidR="005A2902" w:rsidRPr="00A51511" w:rsidRDefault="005A2902" w:rsidP="005A2902">
      <w:pPr>
        <w:pStyle w:val="Nadpis2"/>
        <w:rPr>
          <w:color w:val="000000" w:themeColor="text1"/>
        </w:rPr>
      </w:pPr>
      <w:r>
        <w:t xml:space="preserve">Zákon o hospodaření energií stanoví v ustanovení § 10e povinné náležitosti smlouvy o energetických službách se zaručeným výsledkem. Tato smlouva včetně jejich příloh, které jsou její </w:t>
      </w:r>
      <w:r w:rsidRPr="00A51511">
        <w:rPr>
          <w:color w:val="000000" w:themeColor="text1"/>
        </w:rPr>
        <w:t>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A908D4" w:rsidRDefault="00F81353" w:rsidP="00E92C96">
      <w:pPr>
        <w:pStyle w:val="Nadpis2"/>
      </w:pPr>
      <w:r w:rsidRPr="00A908D4">
        <w:t>ESCO prohlašuje</w:t>
      </w:r>
      <w:r w:rsidR="00F77E3D" w:rsidRPr="00A908D4">
        <w:t xml:space="preserve"> a zavazuje se</w:t>
      </w:r>
      <w:r w:rsidRPr="00A908D4">
        <w:t xml:space="preserve">, že </w:t>
      </w:r>
    </w:p>
    <w:p w14:paraId="42C2A47C" w14:textId="77777777" w:rsidR="00807584" w:rsidRPr="00A908D4" w:rsidRDefault="00F81353">
      <w:pPr>
        <w:pStyle w:val="Nadpis5"/>
        <w:numPr>
          <w:ilvl w:val="0"/>
          <w:numId w:val="9"/>
        </w:numPr>
        <w:ind w:left="964" w:hanging="567"/>
      </w:pPr>
      <w:r w:rsidRPr="00A908D4">
        <w:t>podniká v oblasti energetických služeb a je držitelem v</w:t>
      </w:r>
      <w:r w:rsidR="00C85C44" w:rsidRPr="00A908D4">
        <w:t>šech oprávnění</w:t>
      </w:r>
      <w:r w:rsidRPr="00A908D4">
        <w:t xml:space="preserve"> potřebných pro plnění této smlouvy;</w:t>
      </w:r>
    </w:p>
    <w:p w14:paraId="402D104C" w14:textId="77777777" w:rsidR="00654604" w:rsidRPr="00A908D4" w:rsidRDefault="00F81353">
      <w:pPr>
        <w:pStyle w:val="Nadpis5"/>
        <w:numPr>
          <w:ilvl w:val="0"/>
          <w:numId w:val="9"/>
        </w:numPr>
        <w:ind w:left="964" w:hanging="567"/>
      </w:pPr>
      <w:r w:rsidRPr="00A908D4">
        <w:t>disponuje dostatečnými lidskými a finančními zdroji pro splnění jeho závazků podle této smlouvy</w:t>
      </w:r>
      <w:r w:rsidR="00664B96" w:rsidRPr="00A908D4">
        <w:t>;</w:t>
      </w:r>
    </w:p>
    <w:p w14:paraId="1BD718FD" w14:textId="5960B638" w:rsidR="0097444D" w:rsidRPr="00A908D4" w:rsidRDefault="007A21E6">
      <w:pPr>
        <w:pStyle w:val="Nadpis5"/>
        <w:numPr>
          <w:ilvl w:val="0"/>
          <w:numId w:val="9"/>
        </w:numPr>
        <w:ind w:left="964" w:hanging="567"/>
      </w:pPr>
      <w:r w:rsidRPr="00A908D4">
        <w:t xml:space="preserve">jí </w:t>
      </w:r>
      <w:r w:rsidR="00664B96" w:rsidRPr="00A908D4">
        <w:t>není známo</w:t>
      </w:r>
      <w:r w:rsidR="00A06B04" w:rsidRPr="00A908D4">
        <w:t xml:space="preserve"> nic, co by mohlo ohrozit z její</w:t>
      </w:r>
      <w:r w:rsidR="00664B96" w:rsidRPr="00A908D4">
        <w:t xml:space="preserve"> strany plnění této smlouvy (např. nevyjasněné vlastnické vztahy apod.), zejména ESCO není známo, že by proti ESCO v tomto směru bylo vedeno nebo hrozilo </w:t>
      </w:r>
      <w:r w:rsidR="00654604" w:rsidRPr="00A908D4">
        <w:t>soudní, rozhodčí či jiné řízení;</w:t>
      </w:r>
    </w:p>
    <w:p w14:paraId="25E67289" w14:textId="67E7B5C7" w:rsidR="007409DB" w:rsidRPr="00A908D4" w:rsidRDefault="007409DB">
      <w:pPr>
        <w:pStyle w:val="Nadpis5"/>
        <w:numPr>
          <w:ilvl w:val="0"/>
          <w:numId w:val="9"/>
        </w:numPr>
        <w:ind w:left="964" w:hanging="567"/>
        <w:rPr>
          <w:bCs w:val="0"/>
          <w:iCs w:val="0"/>
          <w:szCs w:val="20"/>
        </w:rPr>
      </w:pPr>
      <w:r w:rsidRPr="00A908D4">
        <w:t xml:space="preserve">uzavření této smlouvy a plnění ESCO </w:t>
      </w:r>
      <w:r w:rsidRPr="00A51511">
        <w:rPr>
          <w:color w:val="000000" w:themeColor="text1"/>
        </w:rPr>
        <w:t>dle této smlouvy je v</w:t>
      </w:r>
      <w:r w:rsidR="007651AA" w:rsidRPr="00A51511">
        <w:rPr>
          <w:color w:val="000000" w:themeColor="text1"/>
        </w:rPr>
        <w:t> </w:t>
      </w:r>
      <w:r w:rsidRPr="00A51511">
        <w:rPr>
          <w:color w:val="000000" w:themeColor="text1"/>
        </w:rPr>
        <w:t>souladu</w:t>
      </w:r>
      <w:r w:rsidR="0097444D" w:rsidRPr="00A51511">
        <w:rPr>
          <w:color w:val="000000" w:themeColor="text1"/>
        </w:rPr>
        <w:t xml:space="preserve"> s podmínkami obsaženými v korporátních dokumentech</w:t>
      </w:r>
      <w:r w:rsidRPr="00A51511">
        <w:rPr>
          <w:color w:val="000000" w:themeColor="text1"/>
        </w:rPr>
        <w:t xml:space="preserve"> ESCO, zejména pak</w:t>
      </w:r>
      <w:r w:rsidR="003139DA" w:rsidRPr="00A51511">
        <w:rPr>
          <w:color w:val="000000" w:themeColor="text1"/>
        </w:rPr>
        <w:t xml:space="preserve"> v souladu se</w:t>
      </w:r>
      <w:r w:rsidRPr="00A51511">
        <w:rPr>
          <w:color w:val="000000" w:themeColor="text1"/>
        </w:rPr>
        <w:t xml:space="preserve"> společenskou smlouvou a/nebo stanovami</w:t>
      </w:r>
      <w:r w:rsidR="00034391" w:rsidRPr="00A51511">
        <w:rPr>
          <w:color w:val="000000" w:themeColor="text1"/>
        </w:rPr>
        <w:t xml:space="preserve"> a/nebo jinými obdobnými dokumenty, pokud existují</w:t>
      </w:r>
      <w:r w:rsidR="00034391" w:rsidRPr="00A908D4">
        <w:t>.</w:t>
      </w:r>
      <w:r w:rsidRPr="00A908D4">
        <w:rPr>
          <w:bCs w:val="0"/>
          <w:iCs w:val="0"/>
          <w:szCs w:val="20"/>
        </w:rPr>
        <w:t xml:space="preserve"> </w:t>
      </w:r>
    </w:p>
    <w:p w14:paraId="14C4B655" w14:textId="77777777" w:rsidR="00F81353" w:rsidRPr="00A908D4" w:rsidRDefault="00F81353" w:rsidP="00E92C96">
      <w:pPr>
        <w:pStyle w:val="Nadpis2"/>
      </w:pPr>
      <w:r w:rsidRPr="00A908D4">
        <w:t>Klient prohlašuje</w:t>
      </w:r>
      <w:r w:rsidR="00F77E3D" w:rsidRPr="00A908D4">
        <w:t xml:space="preserve"> a zavazuje se</w:t>
      </w:r>
      <w:r w:rsidRPr="00A908D4">
        <w:t>, že</w:t>
      </w:r>
    </w:p>
    <w:p w14:paraId="59939612" w14:textId="39B128E5" w:rsidR="00F81353" w:rsidRPr="00A51511" w:rsidRDefault="00F81353">
      <w:pPr>
        <w:pStyle w:val="Nadpis5"/>
        <w:numPr>
          <w:ilvl w:val="0"/>
          <w:numId w:val="10"/>
        </w:numPr>
        <w:ind w:left="964" w:hanging="567"/>
        <w:rPr>
          <w:color w:val="000000" w:themeColor="text1"/>
        </w:rPr>
      </w:pPr>
      <w:r w:rsidRPr="00A908D4">
        <w:t xml:space="preserve">uzavření této smlouvy </w:t>
      </w:r>
      <w:r w:rsidRPr="00A51511">
        <w:rPr>
          <w:color w:val="000000" w:themeColor="text1"/>
        </w:rPr>
        <w:t>je řádně schváleno</w:t>
      </w:r>
      <w:r w:rsidR="004C278C" w:rsidRPr="00A51511">
        <w:rPr>
          <w:color w:val="000000" w:themeColor="text1"/>
        </w:rPr>
        <w:t xml:space="preserve"> příslušnými orgány Klienta</w:t>
      </w:r>
      <w:r w:rsidRPr="00A51511">
        <w:rPr>
          <w:color w:val="000000" w:themeColor="text1"/>
        </w:rPr>
        <w:t xml:space="preserve"> a je v souladu:</w:t>
      </w:r>
    </w:p>
    <w:p w14:paraId="0DF11D6A" w14:textId="77777777" w:rsidR="00F81353" w:rsidRPr="00A51511" w:rsidRDefault="000850C4" w:rsidP="00AA3612">
      <w:pPr>
        <w:pStyle w:val="Bullet2"/>
        <w:ind w:left="1248" w:hanging="284"/>
        <w:rPr>
          <w:color w:val="000000" w:themeColor="text1"/>
        </w:rPr>
      </w:pPr>
      <w:r w:rsidRPr="00A51511">
        <w:rPr>
          <w:color w:val="000000" w:themeColor="text1"/>
        </w:rPr>
        <w:t xml:space="preserve">s </w:t>
      </w:r>
      <w:r w:rsidR="00F81353" w:rsidRPr="00A51511">
        <w:rPr>
          <w:color w:val="000000" w:themeColor="text1"/>
        </w:rPr>
        <w:t>jeho vnitřními organizačními předpisy,</w:t>
      </w:r>
    </w:p>
    <w:p w14:paraId="76021C0F" w14:textId="77777777" w:rsidR="00F81353" w:rsidRPr="00A908D4" w:rsidRDefault="00F81353" w:rsidP="00AA3612">
      <w:pPr>
        <w:pStyle w:val="Bullet2"/>
        <w:ind w:left="1248" w:hanging="284"/>
      </w:pPr>
      <w:r w:rsidRPr="00A908D4">
        <w:t xml:space="preserve">s právními předpisy, kterými je vázán </w:t>
      </w:r>
      <w:r w:rsidR="00426BD2" w:rsidRPr="00A908D4">
        <w:t>a/</w:t>
      </w:r>
      <w:r w:rsidRPr="00A908D4">
        <w:t>nebo které se vztahují k jeho majetku, a</w:t>
      </w:r>
    </w:p>
    <w:p w14:paraId="22661CA7" w14:textId="289CDBCE" w:rsidR="00025D6D" w:rsidRPr="00A908D4" w:rsidRDefault="00F81353" w:rsidP="008F64B7">
      <w:pPr>
        <w:pStyle w:val="Bullet2"/>
        <w:ind w:left="1248" w:hanging="284"/>
      </w:pPr>
      <w:r w:rsidRPr="00A908D4">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A51511" w:rsidRDefault="00025D6D">
      <w:pPr>
        <w:pStyle w:val="Nadpis5"/>
        <w:numPr>
          <w:ilvl w:val="0"/>
          <w:numId w:val="10"/>
        </w:numPr>
        <w:ind w:left="964" w:hanging="567"/>
        <w:rPr>
          <w:color w:val="000000" w:themeColor="text1"/>
        </w:rPr>
      </w:pPr>
      <w:r w:rsidRPr="00A908D4">
        <w:t xml:space="preserve">není mu známo nic, co by mohlo ohrozit z jeho strany plnění této smlouvy (např. nevyjasněné vlastnické vztahy apod.), zejména mu není známo, že by proti němu v tomto </w:t>
      </w:r>
      <w:r w:rsidRPr="00A51511">
        <w:rPr>
          <w:color w:val="000000" w:themeColor="text1"/>
        </w:rPr>
        <w:t>směru bylo vedeno nebo mu hrozilo soudní, rozhodčí či jiné řízení.</w:t>
      </w:r>
    </w:p>
    <w:p w14:paraId="334788E5" w14:textId="39943AC6" w:rsidR="00025D6D" w:rsidRPr="00A51511" w:rsidRDefault="008F64B7">
      <w:pPr>
        <w:pStyle w:val="Nadpis5"/>
        <w:numPr>
          <w:ilvl w:val="0"/>
          <w:numId w:val="10"/>
        </w:numPr>
        <w:ind w:left="964" w:hanging="567"/>
        <w:rPr>
          <w:color w:val="000000" w:themeColor="text1"/>
        </w:rPr>
      </w:pPr>
      <w:r w:rsidRPr="00A51511">
        <w:rPr>
          <w:color w:val="000000" w:themeColor="text1"/>
        </w:rPr>
        <w:t xml:space="preserve">je výlučným vlastníkem areálu a jednotlivých objektů v areálu a jeho energetického hospodářství, anebo v případě, že není výlučným vlastníkem areálu a jednotlivých objektů v areálu, je oprávněný areál a jednotlivé objekty </w:t>
      </w:r>
      <w:r w:rsidR="003B6131" w:rsidRPr="00A51511">
        <w:rPr>
          <w:color w:val="000000" w:themeColor="text1"/>
        </w:rPr>
        <w:t xml:space="preserve">prokazatelně </w:t>
      </w:r>
      <w:r w:rsidRPr="00A51511">
        <w:rPr>
          <w:color w:val="000000" w:themeColor="text1"/>
        </w:rPr>
        <w:t xml:space="preserve">užívat a nakládat s nimi v nezbytném rozsahu pro </w:t>
      </w:r>
      <w:r w:rsidR="0077108E" w:rsidRPr="00A51511">
        <w:rPr>
          <w:color w:val="000000" w:themeColor="text1"/>
        </w:rPr>
        <w:t>na</w:t>
      </w:r>
      <w:r w:rsidRPr="00A51511">
        <w:rPr>
          <w:color w:val="000000" w:themeColor="text1"/>
        </w:rPr>
        <w:t>plnění</w:t>
      </w:r>
      <w:r w:rsidR="0077108E" w:rsidRPr="00A51511">
        <w:rPr>
          <w:color w:val="000000" w:themeColor="text1"/>
        </w:rPr>
        <w:t xml:space="preserve"> projektu za podmínek</w:t>
      </w:r>
      <w:r w:rsidR="003B0D27" w:rsidRPr="00A51511">
        <w:rPr>
          <w:color w:val="000000" w:themeColor="text1"/>
        </w:rPr>
        <w:t xml:space="preserve"> </w:t>
      </w:r>
      <w:r w:rsidRPr="00A51511">
        <w:rPr>
          <w:color w:val="000000" w:themeColor="text1"/>
        </w:rPr>
        <w:t>dle této smlouvy.</w:t>
      </w:r>
    </w:p>
    <w:p w14:paraId="130AEA9C" w14:textId="77777777" w:rsidR="00025D6D" w:rsidRPr="008F64B7" w:rsidRDefault="00025D6D" w:rsidP="00025D6D">
      <w:pPr>
        <w:rPr>
          <w:color w:val="C00000"/>
        </w:rPr>
      </w:pPr>
    </w:p>
    <w:p w14:paraId="25835E7D" w14:textId="77777777" w:rsidR="0078482A" w:rsidRPr="00A908D4" w:rsidRDefault="00F81353" w:rsidP="0078482A">
      <w:pPr>
        <w:pStyle w:val="Nadpis1"/>
        <w:rPr>
          <w:sz w:val="22"/>
          <w:szCs w:val="22"/>
        </w:rPr>
      </w:pPr>
      <w:r w:rsidRPr="00A908D4">
        <w:rPr>
          <w:b w:val="0"/>
        </w:rPr>
        <w:br/>
      </w:r>
      <w:bookmarkStart w:id="8" w:name="_Toc326522957"/>
      <w:bookmarkStart w:id="9" w:name="_Toc107261443"/>
      <w:r w:rsidRPr="00A908D4">
        <w:rPr>
          <w:sz w:val="22"/>
          <w:szCs w:val="22"/>
        </w:rPr>
        <w:t>Definice</w:t>
      </w:r>
      <w:bookmarkEnd w:id="8"/>
      <w:bookmarkEnd w:id="9"/>
    </w:p>
    <w:p w14:paraId="3BCC98EF" w14:textId="0ED6ADE0" w:rsidR="00D71FC9" w:rsidRPr="00A908D4" w:rsidRDefault="0078482A" w:rsidP="00E92C96">
      <w:pPr>
        <w:pStyle w:val="Nadpis2"/>
      </w:pPr>
      <w:r w:rsidRPr="00A908D4">
        <w:t>Níže uvedené termíny této smlouvy mají význam definovaný v tomto odstavci:</w:t>
      </w:r>
    </w:p>
    <w:p w14:paraId="29450BC5" w14:textId="5F06D997" w:rsidR="00F8232E" w:rsidRPr="007228E9" w:rsidRDefault="00921A49">
      <w:pPr>
        <w:pStyle w:val="Nadpis5"/>
        <w:numPr>
          <w:ilvl w:val="0"/>
          <w:numId w:val="34"/>
        </w:numPr>
        <w:ind w:left="993" w:hanging="426"/>
      </w:pPr>
      <w:r w:rsidRPr="00A908D4">
        <w:rPr>
          <w:b/>
        </w:rPr>
        <w:t>„</w:t>
      </w:r>
      <w:r w:rsidR="00B71D1B" w:rsidRPr="00A908D4">
        <w:rPr>
          <w:b/>
        </w:rPr>
        <w:t>areál</w:t>
      </w:r>
      <w:r w:rsidRPr="00A908D4">
        <w:rPr>
          <w:b/>
        </w:rPr>
        <w:t>“</w:t>
      </w:r>
      <w:r w:rsidR="00B71D1B" w:rsidRPr="00A908D4">
        <w:rPr>
          <w:b/>
        </w:rPr>
        <w:t xml:space="preserve"> </w:t>
      </w:r>
      <w:r w:rsidR="00B71D1B" w:rsidRPr="00A908D4">
        <w:t>znamená samostatnou provozní a/nebo správní jednotku Klienta nacházející se v jedné lokalitě, která je tvořena jedním nebo více objekty; specifikace areálů a do nich náležejících objektů je uvedena v příloze č.</w:t>
      </w:r>
      <w:r w:rsidR="004424AA" w:rsidRPr="00A908D4">
        <w:t> </w:t>
      </w:r>
      <w:r w:rsidR="00B71D1B" w:rsidRPr="00A908D4">
        <w:t>1</w:t>
      </w:r>
      <w:r w:rsidR="000125D8" w:rsidRPr="00A908D4">
        <w:t xml:space="preserve"> této smlouvy</w:t>
      </w:r>
      <w:r w:rsidR="00B71D1B" w:rsidRPr="00A908D4">
        <w:t>;</w:t>
      </w:r>
    </w:p>
    <w:p w14:paraId="7E0E9EF2" w14:textId="65C9CED2" w:rsidR="00FA1C4D" w:rsidRPr="000948DE" w:rsidRDefault="00373FA3">
      <w:pPr>
        <w:pStyle w:val="Nadpis5"/>
        <w:numPr>
          <w:ilvl w:val="0"/>
          <w:numId w:val="34"/>
        </w:numPr>
        <w:ind w:left="993" w:hanging="426"/>
        <w:rPr>
          <w:color w:val="000000" w:themeColor="text1"/>
        </w:rPr>
      </w:pPr>
      <w:r w:rsidRPr="00A51511">
        <w:rPr>
          <w:b/>
          <w:bCs w:val="0"/>
          <w:color w:val="000000" w:themeColor="text1"/>
        </w:rPr>
        <w:t xml:space="preserve">„cena za provedení základních opatření“ </w:t>
      </w:r>
      <w:r w:rsidRPr="00A51511">
        <w:rPr>
          <w:color w:val="000000" w:themeColor="text1"/>
        </w:rPr>
        <w:t>má význam uvedený v Článek 17;</w:t>
      </w:r>
    </w:p>
    <w:p w14:paraId="11F49C1C" w14:textId="77777777" w:rsidR="00BD076B" w:rsidRPr="00A908D4" w:rsidRDefault="00BD076B">
      <w:pPr>
        <w:pStyle w:val="Nadpis5"/>
        <w:numPr>
          <w:ilvl w:val="0"/>
          <w:numId w:val="34"/>
        </w:numPr>
        <w:ind w:left="993" w:hanging="426"/>
      </w:pPr>
      <w:r w:rsidRPr="00A908D4">
        <w:rPr>
          <w:b/>
        </w:rPr>
        <w:t>„den“</w:t>
      </w:r>
      <w:r w:rsidRPr="00A908D4">
        <w:t xml:space="preserve"> znamená kalendářní den, pokud není uvedeno jinak</w:t>
      </w:r>
      <w:r w:rsidR="00893208" w:rsidRPr="00A908D4">
        <w:t>;</w:t>
      </w:r>
    </w:p>
    <w:p w14:paraId="70158AC0" w14:textId="0E58B6DE" w:rsidR="00CF5BD2" w:rsidRPr="00A908D4" w:rsidRDefault="00CF5BD2">
      <w:pPr>
        <w:pStyle w:val="Nadpis5"/>
        <w:numPr>
          <w:ilvl w:val="0"/>
          <w:numId w:val="34"/>
        </w:numPr>
        <w:ind w:left="993" w:hanging="426"/>
      </w:pPr>
      <w:r w:rsidRPr="00A908D4">
        <w:rPr>
          <w:b/>
        </w:rPr>
        <w:t>„deník“</w:t>
      </w:r>
      <w:r w:rsidRPr="00A908D4">
        <w:t xml:space="preserve"> má význam uvedený</w:t>
      </w:r>
      <w:r w:rsidR="00B83B6C" w:rsidRPr="00A908D4">
        <w:t xml:space="preserve"> v</w:t>
      </w:r>
      <w:r w:rsidR="00BF28D1" w:rsidRPr="00A908D4">
        <w:t xml:space="preserve"> </w:t>
      </w:r>
      <w:r w:rsidR="008E6B6A" w:rsidRPr="00A908D4">
        <w:fldChar w:fldCharType="begin"/>
      </w:r>
      <w:r w:rsidR="008E6B6A" w:rsidRPr="00A908D4">
        <w:instrText xml:space="preserve"> REF _Ref330840265 \w \h  \* MERGEFORMAT </w:instrText>
      </w:r>
      <w:r w:rsidR="008E6B6A" w:rsidRPr="00A908D4">
        <w:fldChar w:fldCharType="separate"/>
      </w:r>
      <w:r w:rsidR="00E90D85">
        <w:t>Článek 6.3</w:t>
      </w:r>
      <w:r w:rsidR="008E6B6A" w:rsidRPr="00A908D4">
        <w:fldChar w:fldCharType="end"/>
      </w:r>
      <w:r w:rsidR="00893208" w:rsidRPr="00A908D4">
        <w:t xml:space="preserve"> </w:t>
      </w:r>
      <w:r w:rsidR="00BF28D1" w:rsidRPr="00A908D4">
        <w:t xml:space="preserve">písm. </w:t>
      </w:r>
      <w:r w:rsidR="008E6B6A" w:rsidRPr="00A908D4">
        <w:fldChar w:fldCharType="begin"/>
      </w:r>
      <w:r w:rsidR="008E6B6A" w:rsidRPr="00A908D4">
        <w:instrText xml:space="preserve"> REF _Ref152047622 \w \h  \* MERGEFORMAT </w:instrText>
      </w:r>
      <w:r w:rsidR="008E6B6A" w:rsidRPr="00A908D4">
        <w:fldChar w:fldCharType="separate"/>
      </w:r>
      <w:r w:rsidR="00E90D85">
        <w:t>j)</w:t>
      </w:r>
      <w:r w:rsidR="008E6B6A" w:rsidRPr="00A908D4">
        <w:fldChar w:fldCharType="end"/>
      </w:r>
      <w:r w:rsidR="008E1BFE" w:rsidRPr="00A908D4">
        <w:t>;</w:t>
      </w:r>
    </w:p>
    <w:p w14:paraId="16915C54" w14:textId="3361CC85" w:rsidR="00DA18D0" w:rsidRPr="00A51511" w:rsidRDefault="00921A49">
      <w:pPr>
        <w:pStyle w:val="Nadpis5"/>
        <w:numPr>
          <w:ilvl w:val="0"/>
          <w:numId w:val="34"/>
        </w:numPr>
        <w:ind w:left="993" w:hanging="426"/>
        <w:rPr>
          <w:color w:val="000000" w:themeColor="text1"/>
        </w:rPr>
      </w:pPr>
      <w:r w:rsidRPr="00A908D4">
        <w:rPr>
          <w:b/>
        </w:rPr>
        <w:t>„</w:t>
      </w:r>
      <w:r w:rsidR="00B71D1B" w:rsidRPr="00A908D4">
        <w:rPr>
          <w:b/>
        </w:rPr>
        <w:t>doba poskytování garance</w:t>
      </w:r>
      <w:r w:rsidRPr="00A908D4">
        <w:rPr>
          <w:b/>
        </w:rPr>
        <w:t>“</w:t>
      </w:r>
      <w:r w:rsidRPr="00A908D4">
        <w:t xml:space="preserve"> znamená</w:t>
      </w:r>
      <w:r w:rsidR="00B71D1B" w:rsidRPr="00A908D4">
        <w:t xml:space="preserve"> dob</w:t>
      </w:r>
      <w:r w:rsidRPr="00A908D4">
        <w:t>u</w:t>
      </w:r>
      <w:r w:rsidR="00B71D1B" w:rsidRPr="00A908D4">
        <w:t xml:space="preserve"> od </w:t>
      </w:r>
      <w:r w:rsidR="00B90D21" w:rsidRPr="00B90D21">
        <w:rPr>
          <w:i/>
          <w:iCs w:val="0"/>
          <w:highlight w:val="yellow"/>
        </w:rPr>
        <w:t>doplní ESCO</w:t>
      </w:r>
      <w:r w:rsidR="00B71D1B" w:rsidRPr="00A908D4">
        <w:t xml:space="preserve"> do </w:t>
      </w:r>
      <w:r w:rsidR="00B90D21" w:rsidRPr="00B90D21">
        <w:rPr>
          <w:i/>
          <w:iCs w:val="0"/>
          <w:highlight w:val="yellow"/>
        </w:rPr>
        <w:t>doplní ESCO</w:t>
      </w:r>
      <w:r w:rsidR="00B71D1B" w:rsidRPr="00A908D4">
        <w:t xml:space="preserve">, po kterou ESCO </w:t>
      </w:r>
      <w:r w:rsidR="00B71D1B" w:rsidRPr="00A51511">
        <w:rPr>
          <w:color w:val="000000" w:themeColor="text1"/>
        </w:rPr>
        <w:t>poskytuje garance za dosažení úspory;</w:t>
      </w:r>
    </w:p>
    <w:p w14:paraId="61B89DC5" w14:textId="5425CD14" w:rsidR="00DA18D0" w:rsidRPr="00A51511" w:rsidRDefault="00DA18D0">
      <w:pPr>
        <w:pStyle w:val="Nadpis5"/>
        <w:numPr>
          <w:ilvl w:val="0"/>
          <w:numId w:val="34"/>
        </w:numPr>
        <w:ind w:left="993" w:hanging="426"/>
        <w:rPr>
          <w:color w:val="000000" w:themeColor="text1"/>
        </w:rPr>
      </w:pPr>
      <w:r w:rsidRPr="00A51511">
        <w:rPr>
          <w:color w:val="000000" w:themeColor="text1"/>
        </w:rPr>
        <w:t>„</w:t>
      </w:r>
      <w:r w:rsidRPr="00A51511">
        <w:rPr>
          <w:b/>
          <w:bCs w:val="0"/>
          <w:color w:val="000000" w:themeColor="text1"/>
        </w:rPr>
        <w:t xml:space="preserve">dílčí </w:t>
      </w:r>
      <w:proofErr w:type="spellStart"/>
      <w:r w:rsidRPr="00A51511">
        <w:rPr>
          <w:b/>
          <w:bCs w:val="0"/>
          <w:color w:val="000000" w:themeColor="text1"/>
        </w:rPr>
        <w:t>nadúspora</w:t>
      </w:r>
      <w:proofErr w:type="spellEnd"/>
      <w:r w:rsidRPr="00A51511">
        <w:rPr>
          <w:color w:val="000000" w:themeColor="text1"/>
        </w:rPr>
        <w:t xml:space="preserve">“ má význam uvedený v Článek </w:t>
      </w:r>
      <w:r w:rsidR="00FE79FB" w:rsidRPr="00A51511">
        <w:rPr>
          <w:color w:val="000000" w:themeColor="text1"/>
        </w:rPr>
        <w:t>21.1</w:t>
      </w:r>
      <w:r w:rsidRPr="00A51511">
        <w:rPr>
          <w:color w:val="000000" w:themeColor="text1"/>
        </w:rPr>
        <w:t>;</w:t>
      </w:r>
    </w:p>
    <w:p w14:paraId="0AD7686C" w14:textId="653DC710" w:rsidR="00FA287E" w:rsidRPr="00A908D4" w:rsidRDefault="004A7938">
      <w:pPr>
        <w:pStyle w:val="Nadpis5"/>
        <w:numPr>
          <w:ilvl w:val="0"/>
          <w:numId w:val="34"/>
        </w:numPr>
        <w:ind w:left="993" w:hanging="426"/>
      </w:pPr>
      <w:r>
        <w:t>Neuplatní se.</w:t>
      </w:r>
    </w:p>
    <w:p w14:paraId="04CDB0EF" w14:textId="77777777" w:rsidR="00987ED2" w:rsidRPr="00A908D4" w:rsidRDefault="00737E8C">
      <w:pPr>
        <w:pStyle w:val="Nadpis5"/>
        <w:numPr>
          <w:ilvl w:val="0"/>
          <w:numId w:val="34"/>
        </w:numPr>
        <w:ind w:left="993" w:hanging="426"/>
      </w:pPr>
      <w:r w:rsidRPr="00A908D4">
        <w:rPr>
          <w:b/>
        </w:rPr>
        <w:t>„dodatečné opatření“</w:t>
      </w:r>
      <w:r w:rsidRPr="00A908D4">
        <w:t xml:space="preserve"> znamená jakékoliv opatření s výjimkou základních opatření specifikovaných v příloze č. 2 této smlouvy a dělí se na:</w:t>
      </w:r>
    </w:p>
    <w:p w14:paraId="62096F0E" w14:textId="57D36FBB" w:rsidR="00987ED2" w:rsidRPr="00A908D4" w:rsidRDefault="00737E8C" w:rsidP="005F264B">
      <w:pPr>
        <w:pStyle w:val="Bullet2"/>
        <w:tabs>
          <w:tab w:val="clear" w:pos="644"/>
        </w:tabs>
        <w:ind w:left="1248" w:hanging="284"/>
      </w:pPr>
      <w:r w:rsidRPr="00A908D4">
        <w:t>„nápravné dodatečné opatření“ má význam uvedený v </w:t>
      </w:r>
      <w:r w:rsidR="008E6B6A" w:rsidRPr="00A908D4">
        <w:fldChar w:fldCharType="begin"/>
      </w:r>
      <w:r w:rsidR="008E6B6A" w:rsidRPr="00A908D4">
        <w:instrText xml:space="preserve"> REF _Ref330840372 \w \h  \* MERGEFORMAT </w:instrText>
      </w:r>
      <w:r w:rsidR="008E6B6A" w:rsidRPr="00A908D4">
        <w:fldChar w:fldCharType="separate"/>
      </w:r>
      <w:r w:rsidR="00E90D85">
        <w:t>Článek 13.1</w:t>
      </w:r>
      <w:r w:rsidR="008E6B6A" w:rsidRPr="00A908D4">
        <w:fldChar w:fldCharType="end"/>
      </w:r>
      <w:r w:rsidRPr="00A908D4">
        <w:t>;</w:t>
      </w:r>
    </w:p>
    <w:p w14:paraId="1EF648B3" w14:textId="283BCA5E" w:rsidR="00FA287E" w:rsidRDefault="00737E8C" w:rsidP="005F264B">
      <w:pPr>
        <w:pStyle w:val="Bullet2"/>
        <w:tabs>
          <w:tab w:val="clear" w:pos="644"/>
        </w:tabs>
        <w:ind w:left="1248" w:hanging="284"/>
        <w:rPr>
          <w:color w:val="000000" w:themeColor="text1"/>
        </w:rPr>
      </w:pPr>
      <w:r w:rsidRPr="00A908D4">
        <w:t xml:space="preserve">„doporučené dodatečné opatření“ má význam </w:t>
      </w:r>
      <w:r w:rsidRPr="00A51511">
        <w:rPr>
          <w:color w:val="000000" w:themeColor="text1"/>
        </w:rPr>
        <w:t>uvedený v</w:t>
      </w:r>
      <w:r w:rsidR="00691D1B" w:rsidRPr="00A51511">
        <w:rPr>
          <w:color w:val="000000" w:themeColor="text1"/>
        </w:rPr>
        <w:t> Článek 13.4</w:t>
      </w:r>
      <w:r w:rsidRPr="00A51511">
        <w:rPr>
          <w:color w:val="000000" w:themeColor="text1"/>
        </w:rPr>
        <w:t>;</w:t>
      </w:r>
    </w:p>
    <w:p w14:paraId="347747EE" w14:textId="264A8361" w:rsidR="00441121" w:rsidRPr="00C737DD" w:rsidRDefault="00441121" w:rsidP="00C737DD">
      <w:pPr>
        <w:pStyle w:val="Nadpis5"/>
        <w:numPr>
          <w:ilvl w:val="0"/>
          <w:numId w:val="34"/>
        </w:numPr>
        <w:ind w:left="993" w:hanging="426"/>
      </w:pPr>
      <w:r w:rsidRPr="00C737DD">
        <w:t>„dotace“ znamená část zdrojů Klienta na financování plnění dle této smlouvy poskytnuté ze strany Ministerstva životního prostředí, prostřednictvím Státního fondu životního prostředí České republiky z Operačního programu životního prostředí (OPŽP) 2021–2027;</w:t>
      </w:r>
    </w:p>
    <w:p w14:paraId="694FC1FB" w14:textId="030544C9" w:rsidR="00A862CC" w:rsidRDefault="00347F25">
      <w:pPr>
        <w:pStyle w:val="Nadpis5"/>
        <w:numPr>
          <w:ilvl w:val="0"/>
          <w:numId w:val="34"/>
        </w:numPr>
        <w:ind w:left="993" w:hanging="426"/>
      </w:pPr>
      <w:r w:rsidRPr="00A908D4">
        <w:rPr>
          <w:b/>
        </w:rPr>
        <w:t>„</w:t>
      </w:r>
      <w:r w:rsidR="00F81353" w:rsidRPr="00A908D4">
        <w:rPr>
          <w:b/>
        </w:rPr>
        <w:t>energie</w:t>
      </w:r>
      <w:r w:rsidR="00707801" w:rsidRPr="00A908D4">
        <w:rPr>
          <w:b/>
        </w:rPr>
        <w:t>“</w:t>
      </w:r>
      <w:r w:rsidR="00A862CC" w:rsidRPr="00A908D4">
        <w:rPr>
          <w:b/>
        </w:rPr>
        <w:t xml:space="preserve"> </w:t>
      </w:r>
      <w:r w:rsidR="00A862CC" w:rsidRPr="00A908D4">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A908D4">
        <w:t>ořních lodních paliv) a biomasy;</w:t>
      </w:r>
    </w:p>
    <w:p w14:paraId="33D1BAE9" w14:textId="77777777" w:rsidR="00F81353" w:rsidRPr="00A908D4" w:rsidRDefault="00A36F1A">
      <w:pPr>
        <w:pStyle w:val="Nadpis5"/>
        <w:numPr>
          <w:ilvl w:val="0"/>
          <w:numId w:val="34"/>
        </w:numPr>
        <w:ind w:left="993" w:hanging="426"/>
      </w:pPr>
      <w:r w:rsidRPr="00A908D4">
        <w:rPr>
          <w:b/>
        </w:rPr>
        <w:t>„</w:t>
      </w:r>
      <w:r w:rsidR="00F81353" w:rsidRPr="00A908D4">
        <w:rPr>
          <w:b/>
        </w:rPr>
        <w:t>energetické služby</w:t>
      </w:r>
      <w:r w:rsidRPr="00A908D4">
        <w:rPr>
          <w:b/>
        </w:rPr>
        <w:t>“</w:t>
      </w:r>
      <w:r w:rsidR="00F81353" w:rsidRPr="00A908D4">
        <w:t xml:space="preserve"> </w:t>
      </w:r>
      <w:r w:rsidR="00707801" w:rsidRPr="00A908D4">
        <w:t xml:space="preserve">znamenají </w:t>
      </w:r>
      <w:r w:rsidR="00F81353" w:rsidRPr="00A908D4">
        <w:t>v</w:t>
      </w:r>
      <w:r w:rsidR="00707801" w:rsidRPr="00A908D4">
        <w:t>e</w:t>
      </w:r>
      <w:r w:rsidR="00F81353" w:rsidRPr="00A908D4">
        <w:t>š</w:t>
      </w:r>
      <w:r w:rsidR="00707801" w:rsidRPr="00A908D4">
        <w:t xml:space="preserve">keré </w:t>
      </w:r>
      <w:r w:rsidR="00F81353" w:rsidRPr="00A908D4">
        <w:t>činnosti prováděné</w:t>
      </w:r>
      <w:r w:rsidR="00707801" w:rsidRPr="00A908D4">
        <w:t xml:space="preserve"> ze strany</w:t>
      </w:r>
      <w:r w:rsidR="00F81353" w:rsidRPr="00A908D4">
        <w:t xml:space="preserve"> ESCO</w:t>
      </w:r>
      <w:r w:rsidR="00116B87" w:rsidRPr="00A908D4">
        <w:t xml:space="preserve"> pro Klienta podle této smlouvy;</w:t>
      </w:r>
    </w:p>
    <w:p w14:paraId="0FFC58BC" w14:textId="77777777" w:rsidR="00F81353" w:rsidRPr="00A908D4" w:rsidRDefault="00A36F1A">
      <w:pPr>
        <w:pStyle w:val="Nadpis5"/>
        <w:numPr>
          <w:ilvl w:val="0"/>
          <w:numId w:val="34"/>
        </w:numPr>
        <w:ind w:left="993" w:hanging="426"/>
      </w:pPr>
      <w:r w:rsidRPr="00A908D4">
        <w:rPr>
          <w:b/>
        </w:rPr>
        <w:t>„</w:t>
      </w:r>
      <w:r w:rsidR="00F81353" w:rsidRPr="00A908D4">
        <w:rPr>
          <w:b/>
        </w:rPr>
        <w:t>energetický management</w:t>
      </w:r>
      <w:r w:rsidRPr="00A908D4">
        <w:rPr>
          <w:b/>
        </w:rPr>
        <w:t>“</w:t>
      </w:r>
      <w:r w:rsidR="00F81353" w:rsidRPr="00A908D4">
        <w:t xml:space="preserve"> </w:t>
      </w:r>
      <w:r w:rsidR="00E5360F" w:rsidRPr="00A908D4">
        <w:t xml:space="preserve">znamená </w:t>
      </w:r>
      <w:r w:rsidR="00F81353" w:rsidRPr="00A908D4">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A908D4">
        <w:t xml:space="preserve">a provozních </w:t>
      </w:r>
      <w:r w:rsidR="00F81353" w:rsidRPr="00A908D4">
        <w:t>nákladů. Zahrnuje i doporučování dalších možností, ja</w:t>
      </w:r>
      <w:r w:rsidR="00116B87" w:rsidRPr="00A908D4">
        <w:t>k zlepšit hospodaření s</w:t>
      </w:r>
      <w:r w:rsidR="00CD0483" w:rsidRPr="00A908D4">
        <w:t> </w:t>
      </w:r>
      <w:r w:rsidR="00116B87" w:rsidRPr="00A908D4">
        <w:t>energií</w:t>
      </w:r>
      <w:r w:rsidR="00CD0483" w:rsidRPr="00A908D4">
        <w:t xml:space="preserve">. Energetický </w:t>
      </w:r>
      <w:r w:rsidR="00CD0483" w:rsidRPr="00A908D4">
        <w:lastRenderedPageBreak/>
        <w:t>management je nedílnou součástí služeb poskytovaných ESCO v rámci této smlouvy</w:t>
      </w:r>
      <w:r w:rsidR="00755688" w:rsidRPr="00A908D4">
        <w:t xml:space="preserve"> a je popsán v</w:t>
      </w:r>
      <w:r w:rsidR="005F264B" w:rsidRPr="00A908D4">
        <w:t> příloze </w:t>
      </w:r>
      <w:r w:rsidR="00755688" w:rsidRPr="00A908D4">
        <w:t>č.</w:t>
      </w:r>
      <w:r w:rsidR="005F264B" w:rsidRPr="00A908D4">
        <w:t> </w:t>
      </w:r>
      <w:r w:rsidR="00755688" w:rsidRPr="00A908D4">
        <w:t>7</w:t>
      </w:r>
      <w:r w:rsidR="00116B87" w:rsidRPr="00A908D4">
        <w:t>;</w:t>
      </w:r>
    </w:p>
    <w:p w14:paraId="5EE4E0D6" w14:textId="7A8D5D29" w:rsidR="00CD0483" w:rsidRPr="00A908D4" w:rsidRDefault="00432A55">
      <w:pPr>
        <w:pStyle w:val="Nadpis5"/>
        <w:numPr>
          <w:ilvl w:val="0"/>
          <w:numId w:val="34"/>
        </w:numPr>
        <w:ind w:left="993" w:hanging="426"/>
      </w:pPr>
      <w:r w:rsidRPr="00A908D4">
        <w:rPr>
          <w:b/>
        </w:rPr>
        <w:t>„</w:t>
      </w:r>
      <w:r w:rsidR="00F81353" w:rsidRPr="00A908D4">
        <w:rPr>
          <w:b/>
        </w:rPr>
        <w:t>energetický systém</w:t>
      </w:r>
      <w:r w:rsidRPr="00A908D4">
        <w:rPr>
          <w:b/>
        </w:rPr>
        <w:t>“</w:t>
      </w:r>
      <w:r w:rsidR="00F81353" w:rsidRPr="00A908D4">
        <w:t xml:space="preserve"> </w:t>
      </w:r>
      <w:r w:rsidRPr="00A908D4">
        <w:t>znamená soustavu</w:t>
      </w:r>
      <w:r w:rsidR="00F81353" w:rsidRPr="00A908D4">
        <w:t xml:space="preserve"> technických a jiných zařízení sloužící</w:t>
      </w:r>
      <w:r w:rsidRPr="00A908D4">
        <w:t>ch</w:t>
      </w:r>
      <w:r w:rsidR="00F81353" w:rsidRPr="00A908D4">
        <w:t xml:space="preserve"> k v</w:t>
      </w:r>
      <w:r w:rsidR="00052044" w:rsidRPr="00A908D4">
        <w:t>ýrobě, rozvodu a užití energie v objektech</w:t>
      </w:r>
      <w:r w:rsidR="00116B87" w:rsidRPr="00A908D4">
        <w:t xml:space="preserve"> Klienta;</w:t>
      </w:r>
      <w:r w:rsidR="00A8629A">
        <w:t xml:space="preserve"> </w:t>
      </w:r>
    </w:p>
    <w:p w14:paraId="0D9268F5" w14:textId="24FC1889" w:rsidR="00CD0483" w:rsidRPr="00A908D4" w:rsidRDefault="00F23553">
      <w:pPr>
        <w:pStyle w:val="Nadpis5"/>
        <w:numPr>
          <w:ilvl w:val="0"/>
          <w:numId w:val="34"/>
        </w:numPr>
        <w:ind w:left="993" w:hanging="426"/>
        <w:rPr>
          <w:color w:val="000000" w:themeColor="text1"/>
        </w:rPr>
      </w:pPr>
      <w:r w:rsidRPr="00A908D4">
        <w:rPr>
          <w:rFonts w:asciiTheme="minorHAnsi" w:hAnsiTheme="minorHAnsi" w:cstheme="minorHAnsi"/>
          <w:noProof/>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A908D4">
        <w:rPr>
          <w:b/>
        </w:rPr>
        <w:t>„</w:t>
      </w:r>
      <w:r w:rsidR="00CD0483" w:rsidRPr="00A908D4">
        <w:rPr>
          <w:b/>
        </w:rPr>
        <w:t>ESCO</w:t>
      </w:r>
      <w:r w:rsidR="00755688" w:rsidRPr="00A908D4">
        <w:rPr>
          <w:b/>
        </w:rPr>
        <w:t xml:space="preserve"> (</w:t>
      </w:r>
      <w:proofErr w:type="spellStart"/>
      <w:r w:rsidR="005F264B" w:rsidRPr="00A908D4">
        <w:rPr>
          <w:b/>
        </w:rPr>
        <w:t>Energy</w:t>
      </w:r>
      <w:proofErr w:type="spellEnd"/>
      <w:r w:rsidR="005F264B" w:rsidRPr="00A908D4">
        <w:rPr>
          <w:b/>
        </w:rPr>
        <w:t xml:space="preserve"> </w:t>
      </w:r>
      <w:proofErr w:type="spellStart"/>
      <w:r w:rsidR="005F264B" w:rsidRPr="00A908D4">
        <w:rPr>
          <w:b/>
        </w:rPr>
        <w:t>Service</w:t>
      </w:r>
      <w:proofErr w:type="spellEnd"/>
      <w:r w:rsidR="005F264B" w:rsidRPr="00A908D4">
        <w:rPr>
          <w:b/>
        </w:rPr>
        <w:t xml:space="preserve"> </w:t>
      </w:r>
      <w:proofErr w:type="spellStart"/>
      <w:r w:rsidR="005F264B" w:rsidRPr="00A908D4">
        <w:rPr>
          <w:b/>
        </w:rPr>
        <w:t>Company</w:t>
      </w:r>
      <w:proofErr w:type="spellEnd"/>
      <w:r w:rsidR="00755688" w:rsidRPr="00A908D4">
        <w:rPr>
          <w:b/>
        </w:rPr>
        <w:t>)</w:t>
      </w:r>
      <w:r w:rsidR="0050511C" w:rsidRPr="00A908D4">
        <w:rPr>
          <w:b/>
        </w:rPr>
        <w:t>“</w:t>
      </w:r>
      <w:r w:rsidR="00727F2B" w:rsidRPr="00A908D4">
        <w:t xml:space="preserve"> znamená </w:t>
      </w:r>
      <w:r w:rsidR="00737E8C" w:rsidRPr="00A908D4">
        <w:rPr>
          <w:color w:val="000000" w:themeColor="text1"/>
        </w:rPr>
        <w:t xml:space="preserve">poskytovatel </w:t>
      </w:r>
      <w:r w:rsidR="00737E8C" w:rsidRPr="00A51511">
        <w:rPr>
          <w:color w:val="000000" w:themeColor="text1"/>
        </w:rPr>
        <w:t xml:space="preserve">energetických služeb dle § 2 </w:t>
      </w:r>
      <w:r w:rsidR="00ED2DFE" w:rsidRPr="00A51511">
        <w:rPr>
          <w:color w:val="000000" w:themeColor="text1"/>
        </w:rPr>
        <w:t>odst.</w:t>
      </w:r>
      <w:r w:rsidR="00C40C76">
        <w:rPr>
          <w:color w:val="000000" w:themeColor="text1"/>
        </w:rPr>
        <w:t> </w:t>
      </w:r>
      <w:r w:rsidR="00ED2DFE" w:rsidRPr="00A51511">
        <w:rPr>
          <w:color w:val="000000" w:themeColor="text1"/>
        </w:rPr>
        <w:t xml:space="preserve">2 </w:t>
      </w:r>
      <w:r w:rsidR="00737E8C" w:rsidRPr="00A51511">
        <w:rPr>
          <w:color w:val="000000" w:themeColor="text1"/>
        </w:rPr>
        <w:t xml:space="preserve">písm. </w:t>
      </w:r>
      <w:r w:rsidR="00016433" w:rsidRPr="00A51511">
        <w:rPr>
          <w:color w:val="000000" w:themeColor="text1"/>
        </w:rPr>
        <w:t>j</w:t>
      </w:r>
      <w:r w:rsidR="00737E8C" w:rsidRPr="00A51511">
        <w:rPr>
          <w:color w:val="000000" w:themeColor="text1"/>
        </w:rPr>
        <w:t xml:space="preserve"> ve spojení s §</w:t>
      </w:r>
      <w:r w:rsidR="00C40C76">
        <w:rPr>
          <w:color w:val="000000" w:themeColor="text1"/>
        </w:rPr>
        <w:t> </w:t>
      </w:r>
      <w:r w:rsidR="00737E8C" w:rsidRPr="00A51511">
        <w:rPr>
          <w:color w:val="000000" w:themeColor="text1"/>
        </w:rPr>
        <w:t xml:space="preserve">10e zákona o hospodaření energií a </w:t>
      </w:r>
      <w:r w:rsidR="00737E8C" w:rsidRPr="00A908D4">
        <w:rPr>
          <w:color w:val="000000" w:themeColor="text1"/>
        </w:rPr>
        <w:t>subjekt specifikovaný v záhlaví této smlouvy, který poskytuje energetické služby se zaručeným výsledkem dle této smlouvy;</w:t>
      </w:r>
    </w:p>
    <w:p w14:paraId="44D1321B" w14:textId="77777777" w:rsidR="000064FB" w:rsidRPr="00A908D4" w:rsidRDefault="00737E8C">
      <w:pPr>
        <w:pStyle w:val="Nadpis5"/>
        <w:numPr>
          <w:ilvl w:val="0"/>
          <w:numId w:val="34"/>
        </w:numPr>
        <w:ind w:left="993" w:hanging="426"/>
        <w:rPr>
          <w:color w:val="000000" w:themeColor="text1"/>
        </w:rPr>
      </w:pPr>
      <w:r w:rsidRPr="00A908D4">
        <w:rPr>
          <w:b/>
          <w:color w:val="000000" w:themeColor="text1"/>
        </w:rPr>
        <w:t>„garantovaná úspora“</w:t>
      </w:r>
      <w:r w:rsidRPr="00A908D4">
        <w:rPr>
          <w:color w:val="000000" w:themeColor="text1"/>
        </w:rPr>
        <w:t xml:space="preserve"> nebo </w:t>
      </w:r>
      <w:r w:rsidRPr="00A908D4">
        <w:rPr>
          <w:b/>
          <w:color w:val="000000" w:themeColor="text1"/>
        </w:rPr>
        <w:t>„garance“</w:t>
      </w:r>
      <w:r w:rsidRPr="00A908D4">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77777777" w:rsidR="00674ECB" w:rsidRPr="00A908D4" w:rsidRDefault="00737E8C">
      <w:pPr>
        <w:pStyle w:val="Nadpis5"/>
        <w:numPr>
          <w:ilvl w:val="0"/>
          <w:numId w:val="34"/>
        </w:numPr>
        <w:ind w:left="993" w:hanging="426"/>
        <w:rPr>
          <w:color w:val="000000" w:themeColor="text1"/>
        </w:rPr>
      </w:pPr>
      <w:r w:rsidRPr="00A908D4">
        <w:rPr>
          <w:b/>
          <w:color w:val="000000" w:themeColor="text1"/>
        </w:rPr>
        <w:t xml:space="preserve">„harmonogram realizace projektu“ </w:t>
      </w:r>
      <w:r w:rsidRPr="00A908D4">
        <w:rPr>
          <w:color w:val="000000" w:themeColor="text1"/>
        </w:rPr>
        <w:t>znamená harmonogram realizace projektu specifikovaný v příloze č. 4;</w:t>
      </w:r>
    </w:p>
    <w:p w14:paraId="39BEECFF" w14:textId="684EA569" w:rsidR="00D95B84" w:rsidRPr="00A908D4" w:rsidRDefault="00737E8C">
      <w:pPr>
        <w:pStyle w:val="Nadpis5"/>
        <w:numPr>
          <w:ilvl w:val="0"/>
          <w:numId w:val="34"/>
        </w:numPr>
        <w:ind w:left="993" w:hanging="426"/>
      </w:pPr>
      <w:r w:rsidRPr="00A908D4">
        <w:rPr>
          <w:b/>
        </w:rPr>
        <w:t xml:space="preserve">„harmonogram realizace základních opatření“ </w:t>
      </w:r>
      <w:r w:rsidRPr="00A908D4">
        <w:t>má význam uvedený v </w:t>
      </w:r>
      <w:r w:rsidR="008E6B6A" w:rsidRPr="00A908D4">
        <w:fldChar w:fldCharType="begin"/>
      </w:r>
      <w:r w:rsidR="008E6B6A" w:rsidRPr="00A908D4">
        <w:instrText xml:space="preserve"> REF _Ref330840265 \w \h  \* MERGEFORMAT </w:instrText>
      </w:r>
      <w:r w:rsidR="008E6B6A" w:rsidRPr="00A908D4">
        <w:fldChar w:fldCharType="separate"/>
      </w:r>
      <w:r w:rsidR="00E90D85">
        <w:t>Článek 6.3</w:t>
      </w:r>
      <w:r w:rsidR="008E6B6A" w:rsidRPr="00A908D4">
        <w:fldChar w:fldCharType="end"/>
      </w:r>
      <w:r w:rsidRPr="00A908D4">
        <w:t xml:space="preserve"> písm. </w:t>
      </w:r>
      <w:r w:rsidR="008E6B6A" w:rsidRPr="00A908D4">
        <w:fldChar w:fldCharType="begin"/>
      </w:r>
      <w:r w:rsidR="008E6B6A" w:rsidRPr="00A908D4">
        <w:instrText xml:space="preserve"> REF _Ref152047542 \w \h  \* MERGEFORMAT </w:instrText>
      </w:r>
      <w:r w:rsidR="008E6B6A" w:rsidRPr="00A908D4">
        <w:fldChar w:fldCharType="separate"/>
      </w:r>
      <w:r w:rsidR="00E90D85">
        <w:t>b)</w:t>
      </w:r>
      <w:r w:rsidR="008E6B6A" w:rsidRPr="00A908D4">
        <w:fldChar w:fldCharType="end"/>
      </w:r>
      <w:r w:rsidRPr="00A908D4">
        <w:t>;</w:t>
      </w:r>
    </w:p>
    <w:p w14:paraId="6C96BEFC" w14:textId="77777777" w:rsidR="005F264B" w:rsidRPr="00A908D4" w:rsidRDefault="00737E8C">
      <w:pPr>
        <w:pStyle w:val="Nadpis5"/>
        <w:numPr>
          <w:ilvl w:val="0"/>
          <w:numId w:val="34"/>
        </w:numPr>
        <w:ind w:left="993" w:hanging="426"/>
        <w:rPr>
          <w:color w:val="000000" w:themeColor="text1"/>
        </w:rPr>
      </w:pPr>
      <w:r w:rsidRPr="00A908D4">
        <w:rPr>
          <w:b/>
          <w:color w:val="000000" w:themeColor="text1"/>
        </w:rPr>
        <w:t>„investiční opatření“</w:t>
      </w:r>
      <w:r w:rsidRPr="00A908D4">
        <w:rPr>
          <w:color w:val="000000" w:themeColor="text1"/>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A51511" w:rsidRDefault="00737E8C">
      <w:pPr>
        <w:pStyle w:val="Nadpis5"/>
        <w:numPr>
          <w:ilvl w:val="0"/>
          <w:numId w:val="34"/>
        </w:numPr>
        <w:ind w:left="993" w:hanging="426"/>
        <w:rPr>
          <w:rFonts w:cs="Arial"/>
          <w:bCs w:val="0"/>
          <w:color w:val="000000" w:themeColor="text1"/>
          <w:szCs w:val="22"/>
        </w:rPr>
      </w:pPr>
      <w:r w:rsidRPr="00A908D4">
        <w:rPr>
          <w:b/>
          <w:color w:val="000000" w:themeColor="text1"/>
        </w:rPr>
        <w:t xml:space="preserve">„IPMVP“ (International Performance </w:t>
      </w:r>
      <w:proofErr w:type="spellStart"/>
      <w:r w:rsidRPr="00A908D4">
        <w:rPr>
          <w:b/>
          <w:color w:val="000000" w:themeColor="text1"/>
        </w:rPr>
        <w:t>Measurement</w:t>
      </w:r>
      <w:proofErr w:type="spellEnd"/>
      <w:r w:rsidRPr="00A908D4">
        <w:rPr>
          <w:b/>
          <w:color w:val="000000" w:themeColor="text1"/>
        </w:rPr>
        <w:t xml:space="preserve"> and </w:t>
      </w:r>
      <w:proofErr w:type="spellStart"/>
      <w:r w:rsidRPr="00A908D4">
        <w:rPr>
          <w:b/>
          <w:color w:val="000000" w:themeColor="text1"/>
        </w:rPr>
        <w:t>Verification</w:t>
      </w:r>
      <w:proofErr w:type="spellEnd"/>
      <w:r w:rsidRPr="00A908D4">
        <w:rPr>
          <w:b/>
          <w:color w:val="000000" w:themeColor="text1"/>
        </w:rPr>
        <w:t xml:space="preserve"> </w:t>
      </w:r>
      <w:proofErr w:type="spellStart"/>
      <w:r w:rsidRPr="00A908D4">
        <w:rPr>
          <w:b/>
          <w:color w:val="000000" w:themeColor="text1"/>
        </w:rPr>
        <w:t>Protocol</w:t>
      </w:r>
      <w:proofErr w:type="spellEnd"/>
      <w:r w:rsidRPr="00A908D4">
        <w:rPr>
          <w:b/>
          <w:color w:val="000000" w:themeColor="text1"/>
        </w:rPr>
        <w:t>)</w:t>
      </w:r>
      <w:r w:rsidRPr="00A908D4">
        <w:rPr>
          <w:color w:val="000000" w:themeColor="text1"/>
        </w:rPr>
        <w:t xml:space="preserve"> znamená </w:t>
      </w:r>
      <w:r w:rsidRPr="00A51511">
        <w:rPr>
          <w:rFonts w:cs="Arial"/>
          <w:bCs w:val="0"/>
          <w:color w:val="000000" w:themeColor="text1"/>
          <w:szCs w:val="22"/>
        </w:rPr>
        <w:t>Mezinárodní protokol o m</w:t>
      </w:r>
      <w:r w:rsidRPr="00A51511">
        <w:rPr>
          <w:rFonts w:ascii="Arial,Bold" w:hAnsi="Arial,Bold" w:cs="Arial,Bold"/>
          <w:bCs w:val="0"/>
          <w:color w:val="000000" w:themeColor="text1"/>
          <w:szCs w:val="22"/>
        </w:rPr>
        <w:t>ěř</w:t>
      </w:r>
      <w:r w:rsidRPr="00A51511">
        <w:rPr>
          <w:rFonts w:cs="Arial"/>
          <w:bCs w:val="0"/>
          <w:color w:val="000000" w:themeColor="text1"/>
          <w:szCs w:val="22"/>
        </w:rPr>
        <w:t xml:space="preserve">ení a verifikaci, vyhodnocování dosažených úspor; </w:t>
      </w:r>
    </w:p>
    <w:p w14:paraId="0B6C7AA1" w14:textId="4912B633" w:rsidR="001E1625" w:rsidRPr="00A51511" w:rsidRDefault="00737E8C">
      <w:pPr>
        <w:pStyle w:val="Nadpis5"/>
        <w:numPr>
          <w:ilvl w:val="0"/>
          <w:numId w:val="34"/>
        </w:numPr>
        <w:ind w:left="993" w:hanging="426"/>
        <w:rPr>
          <w:color w:val="000000" w:themeColor="text1"/>
        </w:rPr>
      </w:pPr>
      <w:r w:rsidRPr="00A51511">
        <w:rPr>
          <w:b/>
          <w:color w:val="000000" w:themeColor="text1"/>
        </w:rPr>
        <w:t>„Klient“</w:t>
      </w:r>
      <w:r w:rsidRPr="00A51511">
        <w:rPr>
          <w:color w:val="000000" w:themeColor="text1"/>
        </w:rPr>
        <w:t xml:space="preserve"> </w:t>
      </w:r>
      <w:r w:rsidR="001E1625" w:rsidRPr="00A51511">
        <w:rPr>
          <w:color w:val="000000" w:themeColor="text1"/>
        </w:rPr>
        <w:t>znamená příjemce energetických služeb ve smyslu §</w:t>
      </w:r>
      <w:r w:rsidR="00C40C76">
        <w:rPr>
          <w:color w:val="000000" w:themeColor="text1"/>
        </w:rPr>
        <w:t> </w:t>
      </w:r>
      <w:r w:rsidR="001E1625" w:rsidRPr="00A51511">
        <w:rPr>
          <w:color w:val="000000" w:themeColor="text1"/>
        </w:rPr>
        <w:t>10e zákona o hospodaření energií a subjekt, specifikovaný v záhlaví této smlouvy, který je příjemcem energetických služeb se zaručeným výsledkem dle této smlouvy</w:t>
      </w:r>
      <w:r w:rsidR="00840FEA" w:rsidRPr="00A51511">
        <w:rPr>
          <w:color w:val="000000" w:themeColor="text1"/>
        </w:rPr>
        <w:t>;</w:t>
      </w:r>
    </w:p>
    <w:p w14:paraId="33C9E54D" w14:textId="77777777" w:rsidR="009D6418" w:rsidRPr="00A908D4" w:rsidRDefault="009D6418">
      <w:pPr>
        <w:pStyle w:val="Nadpis5"/>
        <w:numPr>
          <w:ilvl w:val="0"/>
          <w:numId w:val="34"/>
        </w:numPr>
        <w:ind w:left="993" w:hanging="426"/>
      </w:pPr>
      <w:r w:rsidRPr="00A908D4">
        <w:t>„</w:t>
      </w:r>
      <w:r w:rsidR="005357E1" w:rsidRPr="00A908D4">
        <w:rPr>
          <w:b/>
        </w:rPr>
        <w:t>občanský zákoník</w:t>
      </w:r>
      <w:r w:rsidRPr="00A908D4">
        <w:t>“ znamená zákona č. 89/2012 Sb., ve znění pozdějších předpisů;</w:t>
      </w:r>
    </w:p>
    <w:p w14:paraId="636E9988" w14:textId="77777777" w:rsidR="0024427C" w:rsidRPr="00A908D4" w:rsidRDefault="0024427C">
      <w:pPr>
        <w:pStyle w:val="Nadpis5"/>
        <w:numPr>
          <w:ilvl w:val="0"/>
          <w:numId w:val="34"/>
        </w:numPr>
        <w:ind w:left="993" w:hanging="426"/>
      </w:pPr>
      <w:r w:rsidRPr="00A908D4">
        <w:rPr>
          <w:b/>
        </w:rPr>
        <w:t xml:space="preserve">„období </w:t>
      </w:r>
      <w:r w:rsidR="00C12D35" w:rsidRPr="00A908D4">
        <w:rPr>
          <w:b/>
        </w:rPr>
        <w:t xml:space="preserve">provádění základních </w:t>
      </w:r>
      <w:r w:rsidR="00116156" w:rsidRPr="00A908D4">
        <w:rPr>
          <w:b/>
        </w:rPr>
        <w:t>opatření</w:t>
      </w:r>
      <w:r w:rsidRPr="00A908D4">
        <w:rPr>
          <w:b/>
        </w:rPr>
        <w:t>“</w:t>
      </w:r>
      <w:r w:rsidRPr="00A908D4">
        <w:t xml:space="preserve"> znamená období ode dne předání </w:t>
      </w:r>
      <w:r w:rsidR="009A26E7" w:rsidRPr="00A908D4">
        <w:t xml:space="preserve">prvního </w:t>
      </w:r>
      <w:r w:rsidRPr="00A908D4">
        <w:t xml:space="preserve">staveniště v prvním objektu Klientem ESCO a </w:t>
      </w:r>
      <w:proofErr w:type="gramStart"/>
      <w:r w:rsidRPr="00A908D4">
        <w:t>končí</w:t>
      </w:r>
      <w:proofErr w:type="gramEnd"/>
      <w:r w:rsidRPr="00A908D4">
        <w:t xml:space="preserve"> předáním posledního z předmětů základních investičních opatření po jejich řádném ukončení ze strany ESCO Klientovi (nestanoví-li smlouva jinak);</w:t>
      </w:r>
    </w:p>
    <w:p w14:paraId="2504D917" w14:textId="45F5242E" w:rsidR="00E02E00" w:rsidRPr="00A908D4" w:rsidRDefault="00E02E00">
      <w:pPr>
        <w:pStyle w:val="Nadpis5"/>
        <w:numPr>
          <w:ilvl w:val="0"/>
          <w:numId w:val="34"/>
        </w:numPr>
        <w:ind w:left="993" w:hanging="426"/>
      </w:pPr>
      <w:r w:rsidRPr="00A908D4">
        <w:rPr>
          <w:b/>
        </w:rPr>
        <w:t xml:space="preserve">„obchodní tajemství ESCO“ </w:t>
      </w:r>
      <w:r w:rsidRPr="00A908D4">
        <w:t>má v</w:t>
      </w:r>
      <w:r w:rsidR="00C67A54" w:rsidRPr="00A908D4">
        <w:t>ýznam uvedený v </w:t>
      </w:r>
      <w:r w:rsidR="008E6B6A" w:rsidRPr="00A908D4">
        <w:fldChar w:fldCharType="begin"/>
      </w:r>
      <w:r w:rsidR="008E6B6A" w:rsidRPr="00A908D4">
        <w:instrText xml:space="preserve"> REF _Ref330840494 \w \h  \* MERGEFORMAT </w:instrText>
      </w:r>
      <w:r w:rsidR="008E6B6A" w:rsidRPr="00A908D4">
        <w:fldChar w:fldCharType="separate"/>
      </w:r>
      <w:r w:rsidR="00E90D85">
        <w:t>Článek 28.3</w:t>
      </w:r>
      <w:r w:rsidR="008E6B6A" w:rsidRPr="00A908D4">
        <w:fldChar w:fldCharType="end"/>
      </w:r>
      <w:r w:rsidR="00C67A54" w:rsidRPr="00A908D4">
        <w:t>;</w:t>
      </w:r>
    </w:p>
    <w:p w14:paraId="4609034C" w14:textId="77777777" w:rsidR="007128AA" w:rsidRPr="00A908D4" w:rsidRDefault="007128AA">
      <w:pPr>
        <w:pStyle w:val="Nadpis5"/>
        <w:numPr>
          <w:ilvl w:val="0"/>
          <w:numId w:val="34"/>
        </w:numPr>
        <w:ind w:left="993" w:hanging="426"/>
      </w:pPr>
      <w:r w:rsidRPr="00A908D4">
        <w:rPr>
          <w:b/>
        </w:rPr>
        <w:t>„objekt“</w:t>
      </w:r>
      <w:r w:rsidRPr="00A908D4">
        <w:t xml:space="preserve"> znamená budovu, část budovy, místnost, anebo jiný prostor, který je jednotlivě specifikován v příloze č.</w:t>
      </w:r>
      <w:r w:rsidR="00132FD0" w:rsidRPr="00A908D4">
        <w:t> </w:t>
      </w:r>
      <w:r w:rsidRPr="00A908D4">
        <w:t>1</w:t>
      </w:r>
      <w:r w:rsidR="00EE28BE" w:rsidRPr="00A908D4">
        <w:t xml:space="preserve"> této smlouvy</w:t>
      </w:r>
      <w:r w:rsidRPr="00A908D4">
        <w:t>;</w:t>
      </w:r>
    </w:p>
    <w:p w14:paraId="62D0606F" w14:textId="4CBBDB94" w:rsidR="00F81353" w:rsidRPr="00A908D4" w:rsidRDefault="00DD0033">
      <w:pPr>
        <w:pStyle w:val="Nadpis5"/>
        <w:numPr>
          <w:ilvl w:val="0"/>
          <w:numId w:val="34"/>
        </w:numPr>
        <w:ind w:left="993" w:hanging="426"/>
      </w:pPr>
      <w:r w:rsidRPr="00A908D4">
        <w:rPr>
          <w:b/>
        </w:rPr>
        <w:t>„</w:t>
      </w:r>
      <w:r w:rsidR="00F81353" w:rsidRPr="00A908D4">
        <w:rPr>
          <w:b/>
        </w:rPr>
        <w:t>opatření</w:t>
      </w:r>
      <w:r w:rsidRPr="00A908D4">
        <w:rPr>
          <w:b/>
        </w:rPr>
        <w:t>“</w:t>
      </w:r>
      <w:r w:rsidR="00F81353" w:rsidRPr="00A908D4">
        <w:t xml:space="preserve"> </w:t>
      </w:r>
      <w:r w:rsidR="00466AED" w:rsidRPr="00A908D4">
        <w:t xml:space="preserve">znamená </w:t>
      </w:r>
      <w:r w:rsidR="003B0494" w:rsidRPr="00A908D4">
        <w:t>takový postup prací nebo změna technologie</w:t>
      </w:r>
      <w:r w:rsidR="00F81353" w:rsidRPr="00A908D4">
        <w:t xml:space="preserve">, které vede jednotlivě </w:t>
      </w:r>
      <w:r w:rsidR="00466AED" w:rsidRPr="00A908D4">
        <w:t>a/</w:t>
      </w:r>
      <w:r w:rsidR="00F81353" w:rsidRPr="00A908D4">
        <w:t>nebo společně s jinými opatřeními ke zvýšení energetické účinnosti a</w:t>
      </w:r>
      <w:r w:rsidR="00466AED" w:rsidRPr="00A908D4">
        <w:t xml:space="preserve"> ke snížení provozních nákladů </w:t>
      </w:r>
      <w:r w:rsidR="000F6EA8" w:rsidRPr="00A908D4">
        <w:t xml:space="preserve">a </w:t>
      </w:r>
      <w:r w:rsidR="00F81353" w:rsidRPr="00A908D4">
        <w:t xml:space="preserve">vede u Klienta </w:t>
      </w:r>
      <w:r w:rsidR="00476FBA" w:rsidRPr="00A908D4">
        <w:t>zejména</w:t>
      </w:r>
      <w:r w:rsidR="00FE5F2B" w:rsidRPr="00A908D4">
        <w:t xml:space="preserve"> k</w:t>
      </w:r>
      <w:r w:rsidR="00476FBA" w:rsidRPr="00A908D4">
        <w:t xml:space="preserve"> </w:t>
      </w:r>
      <w:r w:rsidR="00F81353" w:rsidRPr="00A908D4">
        <w:t xml:space="preserve">těmto </w:t>
      </w:r>
      <w:r w:rsidR="00466AED" w:rsidRPr="00A908D4">
        <w:t xml:space="preserve">následujícím </w:t>
      </w:r>
      <w:r w:rsidR="00F81353" w:rsidRPr="00A908D4">
        <w:t xml:space="preserve">změnám: </w:t>
      </w:r>
    </w:p>
    <w:p w14:paraId="6F107CC1" w14:textId="77777777" w:rsidR="00F81353" w:rsidRPr="00A908D4" w:rsidRDefault="00F81353" w:rsidP="00AA3612">
      <w:pPr>
        <w:pStyle w:val="Bullet2"/>
        <w:ind w:left="1248" w:hanging="284"/>
      </w:pPr>
      <w:r w:rsidRPr="00A908D4">
        <w:t xml:space="preserve">stavebně konstrukčním změnám, </w:t>
      </w:r>
    </w:p>
    <w:p w14:paraId="668EF0AC" w14:textId="77777777" w:rsidR="00F81353" w:rsidRPr="00A908D4" w:rsidRDefault="00F81353" w:rsidP="00AA3612">
      <w:pPr>
        <w:pStyle w:val="Bullet2"/>
        <w:ind w:left="1248" w:hanging="284"/>
      </w:pPr>
      <w:r w:rsidRPr="00A908D4">
        <w:t>změnám technologie,</w:t>
      </w:r>
    </w:p>
    <w:p w14:paraId="14B3DA5E" w14:textId="77777777" w:rsidR="00F81353" w:rsidRPr="00A908D4" w:rsidRDefault="00F81353" w:rsidP="00AA3612">
      <w:pPr>
        <w:pStyle w:val="Bullet2"/>
        <w:ind w:left="1248" w:hanging="284"/>
      </w:pPr>
      <w:r w:rsidRPr="00A908D4">
        <w:lastRenderedPageBreak/>
        <w:t>ekonomickým změnám, nebo</w:t>
      </w:r>
    </w:p>
    <w:p w14:paraId="52CD007E" w14:textId="77777777" w:rsidR="00F81353" w:rsidRPr="00A908D4" w:rsidRDefault="00F81353" w:rsidP="00AA3612">
      <w:pPr>
        <w:pStyle w:val="Bullet2"/>
        <w:ind w:left="1248" w:hanging="284"/>
      </w:pPr>
      <w:r w:rsidRPr="00A908D4">
        <w:t>změnám v lidském chování.</w:t>
      </w:r>
    </w:p>
    <w:p w14:paraId="1D98D265" w14:textId="77777777" w:rsidR="008C2631" w:rsidRPr="00A908D4" w:rsidRDefault="00C971AA" w:rsidP="006E4713">
      <w:pPr>
        <w:ind w:left="964"/>
      </w:pPr>
      <w:r w:rsidRPr="00A908D4">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25BFEF30" w:rsidR="005A7B17" w:rsidRPr="00A908D4" w:rsidRDefault="008C2631">
      <w:pPr>
        <w:pStyle w:val="Nadpis5"/>
        <w:numPr>
          <w:ilvl w:val="0"/>
          <w:numId w:val="34"/>
        </w:numPr>
        <w:ind w:left="993" w:hanging="426"/>
      </w:pPr>
      <w:r w:rsidRPr="00A908D4">
        <w:rPr>
          <w:b/>
        </w:rPr>
        <w:t xml:space="preserve">„oprávněné osoby“ </w:t>
      </w:r>
      <w:r w:rsidRPr="00A908D4">
        <w:t>má v</w:t>
      </w:r>
      <w:r w:rsidR="008E1E07" w:rsidRPr="00A908D4">
        <w:t>ýznam uvedený v </w:t>
      </w:r>
      <w:r w:rsidR="008E6B6A" w:rsidRPr="00A908D4">
        <w:fldChar w:fldCharType="begin"/>
      </w:r>
      <w:r w:rsidR="008E6B6A" w:rsidRPr="00A908D4">
        <w:instrText xml:space="preserve"> REF _Ref330840514 \w \h  \* MERGEFORMAT </w:instrText>
      </w:r>
      <w:r w:rsidR="008E6B6A" w:rsidRPr="00A908D4">
        <w:fldChar w:fldCharType="separate"/>
      </w:r>
      <w:r w:rsidR="00E90D85">
        <w:t>Článek 30.1</w:t>
      </w:r>
      <w:r w:rsidR="008E6B6A" w:rsidRPr="00A908D4">
        <w:fldChar w:fldCharType="end"/>
      </w:r>
      <w:r w:rsidR="008E1E07" w:rsidRPr="00A908D4">
        <w:t>;</w:t>
      </w:r>
    </w:p>
    <w:p w14:paraId="540382E7" w14:textId="10DCB5DA" w:rsidR="00EB7157" w:rsidRPr="00A908D4" w:rsidRDefault="00EB7157">
      <w:pPr>
        <w:pStyle w:val="Nadpis5"/>
        <w:numPr>
          <w:ilvl w:val="0"/>
          <w:numId w:val="34"/>
        </w:numPr>
        <w:ind w:left="993" w:hanging="426"/>
      </w:pPr>
      <w:r w:rsidRPr="00A908D4">
        <w:rPr>
          <w:b/>
        </w:rPr>
        <w:t>„projekt“</w:t>
      </w:r>
      <w:r w:rsidR="009C59EA" w:rsidRPr="00A908D4">
        <w:t xml:space="preserve"> má význam uvedený v</w:t>
      </w:r>
      <w:r w:rsidR="00A64735" w:rsidRPr="00A908D4">
        <w:t> </w:t>
      </w:r>
      <w:r w:rsidR="008E6B6A" w:rsidRPr="00A908D4">
        <w:fldChar w:fldCharType="begin"/>
      </w:r>
      <w:r w:rsidR="008E6B6A" w:rsidRPr="00A908D4">
        <w:instrText xml:space="preserve"> REF _Ref337650906 \w \h  \* MERGEFORMAT </w:instrText>
      </w:r>
      <w:r w:rsidR="008E6B6A" w:rsidRPr="00A908D4">
        <w:fldChar w:fldCharType="separate"/>
      </w:r>
      <w:r w:rsidR="00E90D85">
        <w:t>Článek 3.1</w:t>
      </w:r>
      <w:r w:rsidR="008E6B6A" w:rsidRPr="00A908D4">
        <w:fldChar w:fldCharType="end"/>
      </w:r>
      <w:r w:rsidR="00A64735" w:rsidRPr="00A908D4">
        <w:t>;</w:t>
      </w:r>
    </w:p>
    <w:p w14:paraId="25C1CB4F" w14:textId="77777777" w:rsidR="008C2631" w:rsidRPr="00A908D4" w:rsidRDefault="00946094">
      <w:pPr>
        <w:pStyle w:val="Nadpis5"/>
        <w:numPr>
          <w:ilvl w:val="0"/>
          <w:numId w:val="34"/>
        </w:numPr>
        <w:ind w:left="993" w:hanging="426"/>
        <w:rPr>
          <w:color w:val="000000" w:themeColor="text1"/>
        </w:rPr>
      </w:pPr>
      <w:r w:rsidRPr="00A908D4">
        <w:rPr>
          <w:b/>
          <w:color w:val="000000" w:themeColor="text1"/>
        </w:rPr>
        <w:t>„</w:t>
      </w:r>
      <w:r w:rsidR="00737E8C" w:rsidRPr="00A908D4">
        <w:rPr>
          <w:b/>
          <w:color w:val="000000" w:themeColor="text1"/>
        </w:rPr>
        <w:t>prosté opatření“</w:t>
      </w:r>
      <w:r w:rsidR="00737E8C" w:rsidRPr="00A908D4">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6B672C14" w:rsidR="0044777B" w:rsidRPr="00A908D4" w:rsidRDefault="00946094">
      <w:pPr>
        <w:pStyle w:val="Nadpis5"/>
        <w:numPr>
          <w:ilvl w:val="0"/>
          <w:numId w:val="34"/>
        </w:numPr>
        <w:ind w:left="993" w:hanging="426"/>
        <w:rPr>
          <w:color w:val="000000" w:themeColor="text1"/>
        </w:rPr>
      </w:pPr>
      <w:r w:rsidRPr="00A908D4">
        <w:rPr>
          <w:b/>
          <w:color w:val="000000" w:themeColor="text1"/>
        </w:rPr>
        <w:t>„</w:t>
      </w:r>
      <w:r w:rsidR="0044777B" w:rsidRPr="00A908D4">
        <w:rPr>
          <w:b/>
          <w:color w:val="000000" w:themeColor="text1"/>
        </w:rPr>
        <w:t xml:space="preserve">prostředník“ </w:t>
      </w:r>
      <w:r w:rsidR="0044777B" w:rsidRPr="00A908D4">
        <w:rPr>
          <w:color w:val="000000" w:themeColor="text1"/>
        </w:rPr>
        <w:t xml:space="preserve">má význam </w:t>
      </w:r>
      <w:r w:rsidR="00BF28D1" w:rsidRPr="00A908D4">
        <w:rPr>
          <w:color w:val="000000" w:themeColor="text1"/>
        </w:rPr>
        <w:t xml:space="preserve">uvedený v </w:t>
      </w:r>
      <w:r w:rsidR="008E6B6A" w:rsidRPr="00A908D4">
        <w:fldChar w:fldCharType="begin"/>
      </w:r>
      <w:r w:rsidR="008E6B6A" w:rsidRPr="00A908D4">
        <w:instrText xml:space="preserve"> REF _Ref152651880 \w \h  \* MERGEFORMAT </w:instrText>
      </w:r>
      <w:r w:rsidR="008E6B6A" w:rsidRPr="00A908D4">
        <w:fldChar w:fldCharType="separate"/>
      </w:r>
      <w:r w:rsidR="00E90D85" w:rsidRPr="00C737DD">
        <w:rPr>
          <w:color w:val="000000" w:themeColor="text1"/>
        </w:rPr>
        <w:t>Článek 39.2</w:t>
      </w:r>
      <w:r w:rsidR="008E6B6A" w:rsidRPr="00A908D4">
        <w:fldChar w:fldCharType="end"/>
      </w:r>
      <w:r w:rsidR="006E71A1" w:rsidRPr="00A908D4">
        <w:rPr>
          <w:color w:val="000000" w:themeColor="text1"/>
        </w:rPr>
        <w:t>;</w:t>
      </w:r>
    </w:p>
    <w:p w14:paraId="48AE64E9" w14:textId="77777777" w:rsidR="00F81353" w:rsidRPr="00A908D4" w:rsidRDefault="00F720B5">
      <w:pPr>
        <w:pStyle w:val="Nadpis5"/>
        <w:numPr>
          <w:ilvl w:val="0"/>
          <w:numId w:val="34"/>
        </w:numPr>
        <w:ind w:left="993" w:hanging="426"/>
      </w:pPr>
      <w:r w:rsidRPr="00A908D4">
        <w:rPr>
          <w:b/>
          <w:color w:val="000000" w:themeColor="text1"/>
        </w:rPr>
        <w:t>„</w:t>
      </w:r>
      <w:r w:rsidR="00F81353" w:rsidRPr="00A908D4">
        <w:rPr>
          <w:b/>
          <w:color w:val="000000" w:themeColor="text1"/>
        </w:rPr>
        <w:t>provozní náklady</w:t>
      </w:r>
      <w:r w:rsidRPr="00A908D4">
        <w:rPr>
          <w:b/>
          <w:color w:val="000000" w:themeColor="text1"/>
        </w:rPr>
        <w:t>“</w:t>
      </w:r>
      <w:r w:rsidR="00F81353" w:rsidRPr="00A908D4">
        <w:rPr>
          <w:color w:val="000000" w:themeColor="text1"/>
        </w:rPr>
        <w:t xml:space="preserve"> </w:t>
      </w:r>
      <w:r w:rsidRPr="00A908D4">
        <w:rPr>
          <w:color w:val="000000" w:themeColor="text1"/>
        </w:rPr>
        <w:t xml:space="preserve">znamenají </w:t>
      </w:r>
      <w:r w:rsidR="00F81353" w:rsidRPr="00A908D4">
        <w:rPr>
          <w:color w:val="000000" w:themeColor="text1"/>
        </w:rPr>
        <w:t>náklady Klienta na spotřebu energií a další náklady s tím související</w:t>
      </w:r>
      <w:r w:rsidR="00F81353" w:rsidRPr="00A908D4">
        <w:t xml:space="preserve">. Výčet jednotlivých provozních nákladů je uveden v příloze </w:t>
      </w:r>
      <w:r w:rsidR="00EE78C2" w:rsidRPr="00A908D4">
        <w:t>č.</w:t>
      </w:r>
      <w:r w:rsidR="00161F1D" w:rsidRPr="00A908D4">
        <w:t> 1</w:t>
      </w:r>
      <w:r w:rsidR="0004216E" w:rsidRPr="00A908D4">
        <w:t xml:space="preserve"> </w:t>
      </w:r>
      <w:r w:rsidR="00066DD9" w:rsidRPr="00A908D4">
        <w:t>této smlouvy</w:t>
      </w:r>
      <w:r w:rsidR="00F81353" w:rsidRPr="00A908D4">
        <w:t>.</w:t>
      </w:r>
    </w:p>
    <w:p w14:paraId="65621988" w14:textId="28B5EFF6" w:rsidR="00CF5BD2" w:rsidRPr="00A908D4" w:rsidRDefault="00CF5BD2">
      <w:pPr>
        <w:pStyle w:val="Nadpis5"/>
        <w:numPr>
          <w:ilvl w:val="0"/>
          <w:numId w:val="34"/>
        </w:numPr>
        <w:ind w:left="993" w:hanging="426"/>
      </w:pPr>
      <w:r w:rsidRPr="00A908D4">
        <w:rPr>
          <w:b/>
        </w:rPr>
        <w:t xml:space="preserve">„předání“ </w:t>
      </w:r>
      <w:r w:rsidRPr="00A908D4">
        <w:t xml:space="preserve">má význam </w:t>
      </w:r>
      <w:r w:rsidR="00D65BE4" w:rsidRPr="00A908D4">
        <w:t>uvedený v </w:t>
      </w:r>
      <w:r w:rsidR="008E6B6A" w:rsidRPr="00A908D4">
        <w:fldChar w:fldCharType="begin"/>
      </w:r>
      <w:r w:rsidR="008E6B6A" w:rsidRPr="00A908D4">
        <w:instrText xml:space="preserve"> REF _Ref152047694 \w \h  \* MERGEFORMAT </w:instrText>
      </w:r>
      <w:r w:rsidR="008E6B6A" w:rsidRPr="00A908D4">
        <w:fldChar w:fldCharType="separate"/>
      </w:r>
      <w:r w:rsidR="00E90D85">
        <w:t>Článek 8.1</w:t>
      </w:r>
      <w:r w:rsidR="008E6B6A" w:rsidRPr="00A908D4">
        <w:fldChar w:fldCharType="end"/>
      </w:r>
      <w:r w:rsidR="00D65BE4" w:rsidRPr="00A908D4">
        <w:t>;</w:t>
      </w:r>
    </w:p>
    <w:p w14:paraId="7F7A5CE8" w14:textId="7183BF82" w:rsidR="00F75DF5" w:rsidRPr="00A908D4" w:rsidRDefault="00806551">
      <w:pPr>
        <w:pStyle w:val="Nadpis5"/>
        <w:numPr>
          <w:ilvl w:val="0"/>
          <w:numId w:val="34"/>
        </w:numPr>
        <w:ind w:left="993" w:hanging="426"/>
      </w:pPr>
      <w:r w:rsidRPr="00A908D4">
        <w:rPr>
          <w:b/>
        </w:rPr>
        <w:t>„předběžná zpráva“</w:t>
      </w:r>
      <w:r w:rsidRPr="00A908D4">
        <w:t xml:space="preserve"> má význam uvedený v </w:t>
      </w:r>
      <w:r w:rsidR="008E6B6A" w:rsidRPr="00A908D4">
        <w:fldChar w:fldCharType="begin"/>
      </w:r>
      <w:r w:rsidR="008E6B6A" w:rsidRPr="00A908D4">
        <w:instrText xml:space="preserve"> REF _Ref330840684 \w \h  \* MERGEFORMAT </w:instrText>
      </w:r>
      <w:r w:rsidR="008E6B6A" w:rsidRPr="00A908D4">
        <w:fldChar w:fldCharType="separate"/>
      </w:r>
      <w:r w:rsidR="00E90D85">
        <w:t>Článek 5.3</w:t>
      </w:r>
      <w:r w:rsidR="008E6B6A" w:rsidRPr="00A908D4">
        <w:fldChar w:fldCharType="end"/>
      </w:r>
      <w:r w:rsidRPr="00A908D4">
        <w:t>;</w:t>
      </w:r>
    </w:p>
    <w:p w14:paraId="144B1CB5" w14:textId="61F36F74" w:rsidR="00E451C5" w:rsidRPr="00A908D4" w:rsidRDefault="00F64AA4">
      <w:pPr>
        <w:pStyle w:val="Nadpis5"/>
        <w:numPr>
          <w:ilvl w:val="0"/>
          <w:numId w:val="34"/>
        </w:numPr>
        <w:ind w:left="993" w:hanging="426"/>
      </w:pPr>
      <w:r w:rsidRPr="00A908D4">
        <w:rPr>
          <w:b/>
        </w:rPr>
        <w:t xml:space="preserve">„účelně vynaložené náklady“ </w:t>
      </w:r>
      <w:r w:rsidRPr="00A908D4">
        <w:t>má význam uvedený v </w:t>
      </w:r>
      <w:r w:rsidR="008E6B6A" w:rsidRPr="00A908D4">
        <w:fldChar w:fldCharType="begin"/>
      </w:r>
      <w:r w:rsidR="008E6B6A" w:rsidRPr="00A908D4">
        <w:instrText xml:space="preserve"> REF _Ref330840698 \w \h  \* MERGEFORMAT </w:instrText>
      </w:r>
      <w:r w:rsidR="008E6B6A" w:rsidRPr="00A908D4">
        <w:fldChar w:fldCharType="separate"/>
      </w:r>
      <w:r w:rsidR="00E90D85">
        <w:t>Článek 5.5</w:t>
      </w:r>
      <w:r w:rsidR="008E6B6A" w:rsidRPr="00A908D4">
        <w:fldChar w:fldCharType="end"/>
      </w:r>
      <w:r w:rsidR="00D65BE4" w:rsidRPr="00A908D4">
        <w:t>;</w:t>
      </w:r>
    </w:p>
    <w:p w14:paraId="2098F8F0" w14:textId="77777777" w:rsidR="004E6309" w:rsidRPr="00A908D4" w:rsidRDefault="00705D03">
      <w:pPr>
        <w:pStyle w:val="Nadpis5"/>
        <w:numPr>
          <w:ilvl w:val="0"/>
          <w:numId w:val="34"/>
        </w:numPr>
        <w:ind w:left="993" w:hanging="426"/>
      </w:pPr>
      <w:r w:rsidRPr="00A908D4">
        <w:rPr>
          <w:b/>
        </w:rPr>
        <w:t>„</w:t>
      </w:r>
      <w:r w:rsidR="00196607" w:rsidRPr="00A908D4">
        <w:rPr>
          <w:b/>
        </w:rPr>
        <w:t>úspora energie“</w:t>
      </w:r>
      <w:r w:rsidR="00A9798A" w:rsidRPr="00A908D4">
        <w:rPr>
          <w:b/>
        </w:rPr>
        <w:t xml:space="preserve"> </w:t>
      </w:r>
      <w:r w:rsidR="00A9798A" w:rsidRPr="00A908D4">
        <w:t xml:space="preserve">znamená nerealizovanou spotřebu energie </w:t>
      </w:r>
      <w:r w:rsidR="00F92422" w:rsidRPr="00A908D4">
        <w:t xml:space="preserve">a/nebo normalizovanou úsporu </w:t>
      </w:r>
      <w:r w:rsidR="00A9798A" w:rsidRPr="00A908D4">
        <w:t>v</w:t>
      </w:r>
      <w:r w:rsidR="004E6309" w:rsidRPr="00A908D4">
        <w:t> </w:t>
      </w:r>
      <w:r w:rsidR="00547619" w:rsidRPr="00A908D4">
        <w:t>objektech</w:t>
      </w:r>
      <w:r w:rsidR="004E6309" w:rsidRPr="00A908D4">
        <w:t xml:space="preserve"> Klienta. Stanovení konkrétní výše a způsob</w:t>
      </w:r>
      <w:r w:rsidR="005F4780" w:rsidRPr="00A908D4">
        <w:t>u</w:t>
      </w:r>
      <w:r w:rsidR="004E6309" w:rsidRPr="00A908D4">
        <w:t xml:space="preserve"> úpravy referenčních hodnot spotřeby energie, způsob</w:t>
      </w:r>
      <w:r w:rsidR="00EA7337" w:rsidRPr="00A908D4">
        <w:t>u</w:t>
      </w:r>
      <w:r w:rsidR="004E6309" w:rsidRPr="00A908D4">
        <w:t xml:space="preserve"> měření energie a způsob</w:t>
      </w:r>
      <w:r w:rsidR="00EA7337" w:rsidRPr="00A908D4">
        <w:t>u</w:t>
      </w:r>
      <w:r w:rsidR="004E6309" w:rsidRPr="00A908D4">
        <w:t xml:space="preserve"> výpočtu úspory energie za příslušné zúčtovací období</w:t>
      </w:r>
      <w:r w:rsidR="004B4FB6" w:rsidRPr="00A908D4">
        <w:t xml:space="preserve"> jsou</w:t>
      </w:r>
      <w:r w:rsidR="004E6309" w:rsidRPr="00A908D4">
        <w:t xml:space="preserve"> specifikován</w:t>
      </w:r>
      <w:r w:rsidR="004B4FB6" w:rsidRPr="00A908D4">
        <w:t>y</w:t>
      </w:r>
      <w:r w:rsidR="00F92422" w:rsidRPr="00A908D4">
        <w:t xml:space="preserve"> v příloze </w:t>
      </w:r>
      <w:r w:rsidR="004E6309" w:rsidRPr="00A908D4">
        <w:t xml:space="preserve">č. 6 této smlouvy. </w:t>
      </w:r>
    </w:p>
    <w:p w14:paraId="2792D6F8" w14:textId="77777777" w:rsidR="00EA37E7" w:rsidRPr="00A908D4" w:rsidRDefault="00196607">
      <w:pPr>
        <w:pStyle w:val="Nadpis5"/>
        <w:numPr>
          <w:ilvl w:val="0"/>
          <w:numId w:val="34"/>
        </w:numPr>
        <w:ind w:left="993" w:hanging="426"/>
      </w:pPr>
      <w:r w:rsidRPr="00A908D4">
        <w:rPr>
          <w:b/>
        </w:rPr>
        <w:t>„úspora nákladů“</w:t>
      </w:r>
      <w:r w:rsidRPr="00A908D4">
        <w:t xml:space="preserve"> </w:t>
      </w:r>
      <w:r w:rsidR="00D206B7" w:rsidRPr="00A908D4">
        <w:t xml:space="preserve">znamená úsporu nákladů Klienta </w:t>
      </w:r>
      <w:r w:rsidR="00BD5FB9" w:rsidRPr="00A908D4">
        <w:t xml:space="preserve">vyjádřenou </w:t>
      </w:r>
      <w:r w:rsidR="00D206B7" w:rsidRPr="00A908D4">
        <w:t>v</w:t>
      </w:r>
      <w:r w:rsidR="007035A2" w:rsidRPr="00A908D4">
        <w:t>e finančním ekvivalentu</w:t>
      </w:r>
      <w:r w:rsidR="008E682F" w:rsidRPr="00A908D4">
        <w:t xml:space="preserve"> (penězích).</w:t>
      </w:r>
      <w:r w:rsidR="00F92422" w:rsidRPr="00A908D4">
        <w:t xml:space="preserve"> </w:t>
      </w:r>
      <w:r w:rsidR="004C47D1" w:rsidRPr="00A908D4">
        <w:t>K</w:t>
      </w:r>
      <w:r w:rsidR="00F37442" w:rsidRPr="00A908D4">
        <w:t xml:space="preserve">onkrétní </w:t>
      </w:r>
      <w:r w:rsidR="00CA309F" w:rsidRPr="00A908D4">
        <w:t xml:space="preserve">specifikace </w:t>
      </w:r>
      <w:r w:rsidR="0028138F" w:rsidRPr="00A908D4">
        <w:t>způsobu výpočtu úspory nákladů za příslušné zú</w:t>
      </w:r>
      <w:r w:rsidR="002308CE" w:rsidRPr="00A908D4">
        <w:t>čtovací období</w:t>
      </w:r>
      <w:r w:rsidR="004C47D1" w:rsidRPr="00A908D4">
        <w:t xml:space="preserve"> je specifikovaná v příloze č. 6</w:t>
      </w:r>
      <w:r w:rsidR="00625850" w:rsidRPr="00A908D4">
        <w:t xml:space="preserve"> této smlouvy</w:t>
      </w:r>
      <w:r w:rsidR="002308CE" w:rsidRPr="00A908D4">
        <w:t>.</w:t>
      </w:r>
      <w:r w:rsidR="0028138F" w:rsidRPr="00A908D4">
        <w:t xml:space="preserve"> </w:t>
      </w:r>
    </w:p>
    <w:p w14:paraId="474DC262" w14:textId="77777777" w:rsidR="00F51C91" w:rsidRPr="00A908D4" w:rsidRDefault="00F51C91">
      <w:pPr>
        <w:pStyle w:val="Nadpis5"/>
        <w:numPr>
          <w:ilvl w:val="0"/>
          <w:numId w:val="34"/>
        </w:numPr>
        <w:ind w:left="993" w:hanging="426"/>
      </w:pPr>
      <w:r w:rsidRPr="00A908D4">
        <w:rPr>
          <w:b/>
        </w:rPr>
        <w:t>„zadávací dokumentace“</w:t>
      </w:r>
      <w:r w:rsidR="00FF55AA" w:rsidRPr="00A908D4">
        <w:t xml:space="preserve"> znamená zadávací dokumentaci k veřejné zakázce ohledn</w:t>
      </w:r>
      <w:r w:rsidR="00220DA4" w:rsidRPr="00A908D4">
        <w:t xml:space="preserve">ě </w:t>
      </w:r>
      <w:r w:rsidR="006E4713" w:rsidRPr="00A908D4">
        <w:t>realizace projektu;</w:t>
      </w:r>
    </w:p>
    <w:p w14:paraId="0D26FEB9" w14:textId="77777777" w:rsidR="00FA287E" w:rsidRPr="00A908D4" w:rsidRDefault="00FA287E">
      <w:pPr>
        <w:pStyle w:val="Nadpis5"/>
        <w:numPr>
          <w:ilvl w:val="0"/>
          <w:numId w:val="34"/>
        </w:numPr>
        <w:ind w:left="993" w:hanging="426"/>
      </w:pPr>
      <w:r w:rsidRPr="00A908D4">
        <w:rPr>
          <w:b/>
        </w:rPr>
        <w:t>„základní opatření“</w:t>
      </w:r>
      <w:r w:rsidRPr="00A908D4">
        <w:t xml:space="preserve"> znamenají investiční opatření a/nebo prostá opatření, specifikovaná v</w:t>
      </w:r>
      <w:r w:rsidR="00A27764" w:rsidRPr="00A908D4">
        <w:t> příloze </w:t>
      </w:r>
      <w:r w:rsidRPr="00A908D4">
        <w:t>č.</w:t>
      </w:r>
      <w:r w:rsidR="00B24712" w:rsidRPr="00A908D4">
        <w:t> 2</w:t>
      </w:r>
      <w:r w:rsidR="00286F03" w:rsidRPr="00A908D4">
        <w:t xml:space="preserve"> této smlouvy</w:t>
      </w:r>
      <w:r w:rsidR="00B52DAA" w:rsidRPr="00A908D4">
        <w:t>;</w:t>
      </w:r>
    </w:p>
    <w:p w14:paraId="2C06BFDF" w14:textId="77777777" w:rsidR="007442A7" w:rsidRPr="00A908D4" w:rsidRDefault="00CB1386">
      <w:pPr>
        <w:pStyle w:val="Nadpis5"/>
        <w:numPr>
          <w:ilvl w:val="0"/>
          <w:numId w:val="34"/>
        </w:numPr>
        <w:ind w:left="993" w:hanging="426"/>
      </w:pPr>
      <w:r w:rsidRPr="00A908D4">
        <w:rPr>
          <w:b/>
        </w:rPr>
        <w:t>„</w:t>
      </w:r>
      <w:r w:rsidR="00502E44" w:rsidRPr="00A908D4">
        <w:rPr>
          <w:b/>
        </w:rPr>
        <w:t>zákon o DPH“</w:t>
      </w:r>
      <w:r w:rsidR="00502E44" w:rsidRPr="00A908D4">
        <w:t xml:space="preserve"> znam</w:t>
      </w:r>
      <w:r w:rsidR="008273DE" w:rsidRPr="00A908D4">
        <w:t>e</w:t>
      </w:r>
      <w:r w:rsidR="00502E44" w:rsidRPr="00A908D4">
        <w:t>n</w:t>
      </w:r>
      <w:r w:rsidR="008273DE" w:rsidRPr="00A908D4">
        <w:t>á</w:t>
      </w:r>
      <w:r w:rsidR="00502E44" w:rsidRPr="00A908D4">
        <w:t xml:space="preserve"> zákon</w:t>
      </w:r>
      <w:r w:rsidR="008273DE" w:rsidRPr="00A908D4">
        <w:t xml:space="preserve"> č. 235/2004 Sb., </w:t>
      </w:r>
      <w:r w:rsidR="00502E44" w:rsidRPr="00A908D4">
        <w:t>o dani z přidané hodnoty, v platném znění, nebo jiný právní předpis případně v budoucnu nahrazující tento zákon a stanovující daň z přidané hodnoty</w:t>
      </w:r>
      <w:r w:rsidR="00C077DA" w:rsidRPr="00A908D4">
        <w:t>;</w:t>
      </w:r>
      <w:r w:rsidR="007442A7" w:rsidRPr="00A908D4">
        <w:t xml:space="preserve"> </w:t>
      </w:r>
    </w:p>
    <w:p w14:paraId="19FB9E7D" w14:textId="77777777" w:rsidR="00A74223" w:rsidRPr="00A908D4" w:rsidRDefault="00B36FE1">
      <w:pPr>
        <w:pStyle w:val="Nadpis5"/>
        <w:numPr>
          <w:ilvl w:val="0"/>
          <w:numId w:val="34"/>
        </w:numPr>
        <w:ind w:left="993" w:hanging="426"/>
      </w:pPr>
      <w:r w:rsidRPr="00A908D4">
        <w:rPr>
          <w:b/>
        </w:rPr>
        <w:t>„zákon o hospodaření energií“</w:t>
      </w:r>
      <w:r w:rsidR="00EF6F3D" w:rsidRPr="00A908D4">
        <w:rPr>
          <w:b/>
        </w:rPr>
        <w:t xml:space="preserve"> </w:t>
      </w:r>
      <w:r w:rsidR="00EF6F3D" w:rsidRPr="00A908D4">
        <w:t>znamená zákon č. 406/2000 Sb.,</w:t>
      </w:r>
      <w:r w:rsidR="004B4CAD" w:rsidRPr="00A908D4">
        <w:t xml:space="preserve"> o hospodaření energií</w:t>
      </w:r>
      <w:r w:rsidR="003452DF" w:rsidRPr="00A908D4">
        <w:t xml:space="preserve">, v platném znění, nebo jiný právní předpis případně v budoucnu nahrazující tento zákon a </w:t>
      </w:r>
      <w:r w:rsidR="008B45CC" w:rsidRPr="00A908D4">
        <w:t>upravující poskytování energetických služeb;</w:t>
      </w:r>
    </w:p>
    <w:p w14:paraId="2C9B94B5" w14:textId="1979E374" w:rsidR="00DB1D60" w:rsidRPr="00A908D4" w:rsidRDefault="00B5777B">
      <w:pPr>
        <w:pStyle w:val="Nadpis5"/>
        <w:numPr>
          <w:ilvl w:val="0"/>
          <w:numId w:val="34"/>
        </w:numPr>
        <w:ind w:left="993" w:hanging="426"/>
      </w:pPr>
      <w:r w:rsidRPr="00A908D4">
        <w:rPr>
          <w:b/>
        </w:rPr>
        <w:lastRenderedPageBreak/>
        <w:t xml:space="preserve">„zákon o registru smluv“ </w:t>
      </w:r>
      <w:r w:rsidRPr="00A908D4">
        <w:t>znamená zákon č. 340/2015 Sb., o zvláštních podmínkách účinnosti některých smluv, uveřejňování těchto smluv a o registru smluv (zákon o registru smluv</w:t>
      </w:r>
      <w:r w:rsidR="004B2DB0" w:rsidRPr="00A908D4">
        <w:t>;</w:t>
      </w:r>
    </w:p>
    <w:p w14:paraId="67A4A983" w14:textId="4555E4B5" w:rsidR="008D038B" w:rsidRPr="00A908D4" w:rsidRDefault="005D526E">
      <w:pPr>
        <w:pStyle w:val="Nadpis5"/>
        <w:numPr>
          <w:ilvl w:val="0"/>
          <w:numId w:val="34"/>
        </w:numPr>
        <w:ind w:left="993" w:hanging="426"/>
      </w:pPr>
      <w:r w:rsidRPr="00A908D4">
        <w:rPr>
          <w:b/>
        </w:rPr>
        <w:t xml:space="preserve">„záruční doba“ </w:t>
      </w:r>
      <w:r w:rsidRPr="00A908D4">
        <w:t>má význam uvedený v </w:t>
      </w:r>
      <w:r w:rsidR="008E6B6A" w:rsidRPr="00A908D4">
        <w:fldChar w:fldCharType="begin"/>
      </w:r>
      <w:r w:rsidR="008E6B6A" w:rsidRPr="00A908D4">
        <w:instrText xml:space="preserve"> REF _Ref330840789 \w \h  \* MERGEFORMAT </w:instrText>
      </w:r>
      <w:r w:rsidR="008E6B6A" w:rsidRPr="00A908D4">
        <w:fldChar w:fldCharType="separate"/>
      </w:r>
      <w:r w:rsidR="00E90D85">
        <w:t>Článek 9.1</w:t>
      </w:r>
      <w:r w:rsidR="008E6B6A" w:rsidRPr="00A908D4">
        <w:fldChar w:fldCharType="end"/>
      </w:r>
      <w:r w:rsidR="008D038B" w:rsidRPr="00A908D4">
        <w:t>;</w:t>
      </w:r>
    </w:p>
    <w:p w14:paraId="3307E48D" w14:textId="504227C3" w:rsidR="000E20C3" w:rsidRPr="00A908D4" w:rsidRDefault="000E20C3">
      <w:pPr>
        <w:pStyle w:val="Nadpis5"/>
        <w:numPr>
          <w:ilvl w:val="0"/>
          <w:numId w:val="34"/>
        </w:numPr>
        <w:ind w:left="993" w:hanging="426"/>
      </w:pPr>
      <w:r w:rsidRPr="00A908D4">
        <w:rPr>
          <w:b/>
        </w:rPr>
        <w:t xml:space="preserve">„závěrečné vypořádání“ </w:t>
      </w:r>
      <w:r w:rsidRPr="00A908D4">
        <w:t>má význam uvedený v </w:t>
      </w:r>
      <w:r w:rsidR="008E6B6A" w:rsidRPr="00A908D4">
        <w:fldChar w:fldCharType="begin"/>
      </w:r>
      <w:r w:rsidR="008E6B6A" w:rsidRPr="00A908D4">
        <w:instrText xml:space="preserve"> REF _Ref330840821 \w \h  \* MERGEFORMAT </w:instrText>
      </w:r>
      <w:r w:rsidR="008E6B6A" w:rsidRPr="00A908D4">
        <w:fldChar w:fldCharType="separate"/>
      </w:r>
      <w:r w:rsidR="00E90D85">
        <w:t>Článek 22.1</w:t>
      </w:r>
      <w:r w:rsidR="008E6B6A" w:rsidRPr="00A908D4">
        <w:fldChar w:fldCharType="end"/>
      </w:r>
      <w:r w:rsidRPr="00A908D4">
        <w:t>;</w:t>
      </w:r>
    </w:p>
    <w:p w14:paraId="50D7C685" w14:textId="2E77AF9F" w:rsidR="000E20C3" w:rsidRPr="00A908D4" w:rsidRDefault="000E20C3">
      <w:pPr>
        <w:pStyle w:val="Nadpis5"/>
        <w:numPr>
          <w:ilvl w:val="0"/>
          <w:numId w:val="34"/>
        </w:numPr>
        <w:ind w:left="993" w:hanging="426"/>
      </w:pPr>
      <w:r w:rsidRPr="00A908D4">
        <w:rPr>
          <w:b/>
        </w:rPr>
        <w:t xml:space="preserve">„závěrečná zpráva“ </w:t>
      </w:r>
      <w:r w:rsidRPr="00A908D4">
        <w:t>má význam uvedený v </w:t>
      </w:r>
      <w:r w:rsidR="008E6B6A" w:rsidRPr="00A908D4">
        <w:fldChar w:fldCharType="begin"/>
      </w:r>
      <w:r w:rsidR="008E6B6A" w:rsidRPr="00A908D4">
        <w:instrText xml:space="preserve"> REF _Ref152309206 \w \h  \* MERGEFORMAT </w:instrText>
      </w:r>
      <w:r w:rsidR="008E6B6A" w:rsidRPr="00A908D4">
        <w:fldChar w:fldCharType="separate"/>
      </w:r>
      <w:r w:rsidR="00E90D85">
        <w:t>Článek 16</w:t>
      </w:r>
      <w:r w:rsidR="008E6B6A" w:rsidRPr="00A908D4">
        <w:fldChar w:fldCharType="end"/>
      </w:r>
      <w:r w:rsidRPr="00A908D4">
        <w:t>;</w:t>
      </w:r>
    </w:p>
    <w:p w14:paraId="00E7B93B" w14:textId="3BF4DD0D" w:rsidR="00FC560D" w:rsidRPr="00A908D4" w:rsidRDefault="00EA6B47">
      <w:pPr>
        <w:pStyle w:val="Nadpis5"/>
        <w:numPr>
          <w:ilvl w:val="0"/>
          <w:numId w:val="34"/>
        </w:numPr>
        <w:ind w:left="993" w:hanging="426"/>
        <w:rPr>
          <w:color w:val="000000" w:themeColor="text1"/>
        </w:rPr>
      </w:pPr>
      <w:r w:rsidRPr="00A908D4">
        <w:rPr>
          <w:b/>
        </w:rPr>
        <w:t xml:space="preserve">„změna okolností“ </w:t>
      </w:r>
      <w:r w:rsidRPr="00A908D4">
        <w:rPr>
          <w:color w:val="000000" w:themeColor="text1"/>
        </w:rPr>
        <w:t>má význam uvedený v </w:t>
      </w:r>
      <w:r w:rsidR="008E6B6A" w:rsidRPr="00A908D4">
        <w:fldChar w:fldCharType="begin"/>
      </w:r>
      <w:r w:rsidR="008E6B6A" w:rsidRPr="00A908D4">
        <w:instrText xml:space="preserve"> REF _Ref330840857 \w \h  \* MERGEFORMAT </w:instrText>
      </w:r>
      <w:r w:rsidR="008E6B6A" w:rsidRPr="00A908D4">
        <w:fldChar w:fldCharType="separate"/>
      </w:r>
      <w:r w:rsidR="00E90D85" w:rsidRPr="00C737DD">
        <w:rPr>
          <w:color w:val="000000" w:themeColor="text1"/>
        </w:rPr>
        <w:t>Článek 14.1</w:t>
      </w:r>
      <w:r w:rsidR="008E6B6A" w:rsidRPr="00A908D4">
        <w:fldChar w:fldCharType="end"/>
      </w:r>
      <w:r w:rsidR="00315383" w:rsidRPr="00A908D4">
        <w:rPr>
          <w:color w:val="000000" w:themeColor="text1"/>
        </w:rPr>
        <w:t>;</w:t>
      </w:r>
    </w:p>
    <w:p w14:paraId="54B9C8E6" w14:textId="2B5A8A71" w:rsidR="00B52DAA" w:rsidRPr="00A908D4" w:rsidRDefault="00FC560D">
      <w:pPr>
        <w:pStyle w:val="Nadpis5"/>
        <w:numPr>
          <w:ilvl w:val="0"/>
          <w:numId w:val="34"/>
        </w:numPr>
        <w:ind w:left="993" w:hanging="426"/>
      </w:pPr>
      <w:r w:rsidRPr="00A908D4">
        <w:rPr>
          <w:b/>
        </w:rPr>
        <w:t>„zúčtovací období“</w:t>
      </w:r>
      <w:r w:rsidRPr="00A908D4">
        <w:t xml:space="preserve"> znamenají roční období, na něž je rozdělena doba poskytování garance. První zúčtovací období trvá od </w:t>
      </w:r>
      <w:r w:rsidR="00A51511" w:rsidRPr="00A51511">
        <w:rPr>
          <w:i/>
          <w:iCs w:val="0"/>
          <w:highlight w:val="yellow"/>
        </w:rPr>
        <w:t>doplní ESCO</w:t>
      </w:r>
      <w:r w:rsidRPr="00A908D4">
        <w:t xml:space="preserve"> do </w:t>
      </w:r>
      <w:r w:rsidR="001D69ED" w:rsidRPr="00A51511">
        <w:rPr>
          <w:i/>
          <w:iCs w:val="0"/>
          <w:highlight w:val="yellow"/>
        </w:rPr>
        <w:t>doplní ESCO</w:t>
      </w:r>
      <w:r w:rsidRPr="00A908D4">
        <w:t xml:space="preserve">, další zúčtovací období začíná vždy </w:t>
      </w:r>
      <w:r w:rsidR="001D69ED" w:rsidRPr="00A51511">
        <w:rPr>
          <w:i/>
          <w:iCs w:val="0"/>
          <w:highlight w:val="yellow"/>
        </w:rPr>
        <w:t>doplní ESCO</w:t>
      </w:r>
      <w:r w:rsidRPr="00A908D4">
        <w:t xml:space="preserve"> a </w:t>
      </w:r>
      <w:proofErr w:type="gramStart"/>
      <w:r w:rsidRPr="00A908D4">
        <w:t>končí</w:t>
      </w:r>
      <w:proofErr w:type="gramEnd"/>
      <w:r w:rsidRPr="00A908D4">
        <w:t xml:space="preserve"> </w:t>
      </w:r>
      <w:r w:rsidR="001D69ED" w:rsidRPr="00A51511">
        <w:rPr>
          <w:i/>
          <w:iCs w:val="0"/>
          <w:highlight w:val="yellow"/>
        </w:rPr>
        <w:t>doplní ESCO</w:t>
      </w:r>
      <w:r w:rsidRPr="00A908D4">
        <w:t xml:space="preserve"> příslušného roku a poslední zúčtovací </w:t>
      </w:r>
      <w:r w:rsidR="00315383" w:rsidRPr="00A908D4">
        <w:t xml:space="preserve">období trvá od </w:t>
      </w:r>
      <w:r w:rsidR="001D69ED" w:rsidRPr="00A51511">
        <w:rPr>
          <w:i/>
          <w:iCs w:val="0"/>
          <w:highlight w:val="yellow"/>
        </w:rPr>
        <w:t>doplní ESCO</w:t>
      </w:r>
      <w:r w:rsidR="00315383" w:rsidRPr="00A908D4">
        <w:t xml:space="preserve"> do </w:t>
      </w:r>
      <w:r w:rsidR="001D69ED" w:rsidRPr="00A51511">
        <w:rPr>
          <w:i/>
          <w:iCs w:val="0"/>
          <w:highlight w:val="yellow"/>
        </w:rPr>
        <w:t>doplní ESCO</w:t>
      </w:r>
      <w:r w:rsidR="00315383" w:rsidRPr="00A908D4">
        <w:t>;</w:t>
      </w:r>
    </w:p>
    <w:p w14:paraId="765D0FCC" w14:textId="77777777" w:rsidR="00FC560D" w:rsidRPr="00A908D4" w:rsidRDefault="00FC560D">
      <w:pPr>
        <w:pStyle w:val="Nadpis5"/>
        <w:numPr>
          <w:ilvl w:val="0"/>
          <w:numId w:val="34"/>
        </w:numPr>
        <w:ind w:left="993" w:hanging="426"/>
      </w:pPr>
      <w:r w:rsidRPr="00A908D4">
        <w:rPr>
          <w:b/>
        </w:rPr>
        <w:t>„zvýšení energetické účinnosti“</w:t>
      </w:r>
      <w:r w:rsidRPr="00A908D4">
        <w:t xml:space="preserve"> znamená nárůst energetické účinnosti u objektů Klienta v důsledku provedení opatření ESCO podle této smlouvy;</w:t>
      </w:r>
    </w:p>
    <w:p w14:paraId="6B33EE28" w14:textId="77777777" w:rsidR="00737E8C" w:rsidRPr="00A908D4" w:rsidRDefault="00A004DA">
      <w:pPr>
        <w:pStyle w:val="Nadpis5"/>
        <w:numPr>
          <w:ilvl w:val="0"/>
          <w:numId w:val="34"/>
        </w:numPr>
        <w:ind w:left="993" w:hanging="426"/>
      </w:pPr>
      <w:r w:rsidRPr="00A908D4">
        <w:rPr>
          <w:b/>
        </w:rPr>
        <w:t>„Z</w:t>
      </w:r>
      <w:r w:rsidR="00120646" w:rsidRPr="00A908D4">
        <w:rPr>
          <w:b/>
        </w:rPr>
        <w:t>Z</w:t>
      </w:r>
      <w:r w:rsidRPr="00A908D4">
        <w:rPr>
          <w:b/>
        </w:rPr>
        <w:t>VZ“</w:t>
      </w:r>
      <w:r w:rsidR="00B52DAA" w:rsidRPr="00A908D4">
        <w:t xml:space="preserve"> </w:t>
      </w:r>
      <w:r w:rsidR="00946094" w:rsidRPr="00A908D4">
        <w:t>znamená zákon č. 134/2016 Sb., o zadávání veřejných zakázek, ve znění pozdějších předpisů</w:t>
      </w:r>
      <w:r w:rsidR="0070182F" w:rsidRPr="00A908D4">
        <w:t>.</w:t>
      </w:r>
    </w:p>
    <w:p w14:paraId="424467D9" w14:textId="77777777" w:rsidR="00F81353" w:rsidRPr="00A908D4" w:rsidRDefault="00F81353">
      <w:pPr>
        <w:pStyle w:val="Nadpis1"/>
        <w:rPr>
          <w:szCs w:val="24"/>
        </w:rPr>
      </w:pPr>
      <w:r w:rsidRPr="00A908D4">
        <w:rPr>
          <w:b w:val="0"/>
          <w:sz w:val="22"/>
          <w:szCs w:val="22"/>
        </w:rPr>
        <w:br/>
      </w:r>
      <w:bookmarkStart w:id="10" w:name="_Toc326522958"/>
      <w:bookmarkStart w:id="11" w:name="_Toc107261444"/>
      <w:r w:rsidRPr="00A908D4">
        <w:rPr>
          <w:szCs w:val="24"/>
        </w:rPr>
        <w:t>Účel smlouvy</w:t>
      </w:r>
      <w:bookmarkEnd w:id="10"/>
      <w:bookmarkEnd w:id="11"/>
    </w:p>
    <w:p w14:paraId="5550B849" w14:textId="66895843" w:rsidR="008036CF" w:rsidRPr="003871C5" w:rsidRDefault="009625CE" w:rsidP="00E92C96">
      <w:pPr>
        <w:pStyle w:val="Nadpis2"/>
        <w:rPr>
          <w:i/>
          <w:color w:val="000000" w:themeColor="text1"/>
        </w:rPr>
      </w:pPr>
      <w:bookmarkStart w:id="12" w:name="_Ref337650906"/>
      <w:r w:rsidRPr="00A908D4">
        <w:t xml:space="preserve">Účelem této smlouvy je stanovení základních práv a povinností smluvních stran pro naplnění projektového cíle, kterým je </w:t>
      </w:r>
      <w:r w:rsidR="008F24D2" w:rsidRPr="00A908D4">
        <w:t>dosažení</w:t>
      </w:r>
      <w:r w:rsidR="009E145F" w:rsidRPr="00A908D4">
        <w:t xml:space="preserve"> zvýšení energetické účinnosti a snížení provozních nákladů v objektech Klienta prostřednictvím realizace</w:t>
      </w:r>
      <w:r w:rsidR="00593C79" w:rsidRPr="00A908D4">
        <w:t xml:space="preserve"> e</w:t>
      </w:r>
      <w:r w:rsidR="00EE112A" w:rsidRPr="00A908D4">
        <w:t xml:space="preserve">nergetických </w:t>
      </w:r>
      <w:r w:rsidR="00EE112A" w:rsidRPr="003871C5">
        <w:rPr>
          <w:color w:val="000000" w:themeColor="text1"/>
        </w:rPr>
        <w:t>služeb se zaručeným výsledkem</w:t>
      </w:r>
      <w:r w:rsidR="00C15006" w:rsidRPr="003871C5">
        <w:rPr>
          <w:color w:val="000000" w:themeColor="text1"/>
        </w:rPr>
        <w:t xml:space="preserve"> dle</w:t>
      </w:r>
      <w:r w:rsidR="00717AA7" w:rsidRPr="003871C5">
        <w:rPr>
          <w:color w:val="000000" w:themeColor="text1"/>
        </w:rPr>
        <w:t xml:space="preserve"> </w:t>
      </w:r>
      <w:r w:rsidR="009B59DD" w:rsidRPr="003871C5">
        <w:rPr>
          <w:color w:val="000000" w:themeColor="text1"/>
        </w:rPr>
        <w:br/>
      </w:r>
      <w:r w:rsidR="00717AA7" w:rsidRPr="003871C5">
        <w:rPr>
          <w:color w:val="000000" w:themeColor="text1"/>
        </w:rPr>
        <w:t>§ 10e</w:t>
      </w:r>
      <w:r w:rsidR="009B59DD" w:rsidRPr="003871C5">
        <w:rPr>
          <w:color w:val="000000" w:themeColor="text1"/>
        </w:rPr>
        <w:t xml:space="preserve"> odst. 4</w:t>
      </w:r>
      <w:r w:rsidR="00717AA7" w:rsidRPr="003871C5">
        <w:rPr>
          <w:color w:val="000000" w:themeColor="text1"/>
        </w:rPr>
        <w:t xml:space="preserve"> zákona o hospodaření</w:t>
      </w:r>
      <w:r w:rsidR="00FF0C4C" w:rsidRPr="003871C5">
        <w:rPr>
          <w:color w:val="000000" w:themeColor="text1"/>
        </w:rPr>
        <w:t xml:space="preserve"> energií</w:t>
      </w:r>
      <w:r w:rsidR="00717AA7" w:rsidRPr="003871C5">
        <w:rPr>
          <w:color w:val="000000" w:themeColor="text1"/>
        </w:rPr>
        <w:t xml:space="preserve"> </w:t>
      </w:r>
      <w:r w:rsidR="00435709" w:rsidRPr="003871C5">
        <w:rPr>
          <w:color w:val="000000" w:themeColor="text1"/>
        </w:rPr>
        <w:t>spočívajících</w:t>
      </w:r>
      <w:r w:rsidR="00335A02" w:rsidRPr="003871C5">
        <w:rPr>
          <w:color w:val="000000" w:themeColor="text1"/>
        </w:rPr>
        <w:t>:</w:t>
      </w:r>
      <w:bookmarkEnd w:id="12"/>
    </w:p>
    <w:p w14:paraId="14BABB2A" w14:textId="77777777" w:rsidR="00AC63E7" w:rsidRPr="00A908D4" w:rsidRDefault="0045515F">
      <w:pPr>
        <w:pStyle w:val="Nadpis5"/>
        <w:numPr>
          <w:ilvl w:val="0"/>
          <w:numId w:val="11"/>
        </w:numPr>
        <w:ind w:left="964" w:hanging="567"/>
      </w:pPr>
      <w:r w:rsidRPr="00A908D4">
        <w:t xml:space="preserve">v </w:t>
      </w:r>
      <w:r w:rsidR="009C2B72" w:rsidRPr="00A908D4">
        <w:t>realizaci předběžných činností;</w:t>
      </w:r>
    </w:p>
    <w:p w14:paraId="5AAAEA49" w14:textId="77777777" w:rsidR="00807584" w:rsidRPr="00A908D4" w:rsidRDefault="007943E1">
      <w:pPr>
        <w:pStyle w:val="Nadpis5"/>
        <w:ind w:left="964" w:hanging="567"/>
      </w:pPr>
      <w:r w:rsidRPr="00A908D4">
        <w:t xml:space="preserve">na nich navazující </w:t>
      </w:r>
      <w:r w:rsidR="0045515F" w:rsidRPr="00A908D4">
        <w:t xml:space="preserve">realizaci </w:t>
      </w:r>
      <w:r w:rsidR="00A43768" w:rsidRPr="00A908D4">
        <w:t>základních opatření</w:t>
      </w:r>
      <w:r w:rsidR="00E85B23" w:rsidRPr="00A908D4">
        <w:t>;</w:t>
      </w:r>
    </w:p>
    <w:p w14:paraId="69EADCEA" w14:textId="77777777" w:rsidR="00ED2DFE" w:rsidRPr="00A908D4" w:rsidRDefault="00ED2DFE">
      <w:pPr>
        <w:pStyle w:val="Nadpis5"/>
        <w:ind w:left="964" w:hanging="567"/>
      </w:pPr>
      <w:r w:rsidRPr="00A908D4">
        <w:t xml:space="preserve">poskytování energetického managementu </w:t>
      </w:r>
      <w:r w:rsidR="00123DF7" w:rsidRPr="00A908D4">
        <w:t xml:space="preserve">v </w:t>
      </w:r>
      <w:r w:rsidR="0003692C" w:rsidRPr="00A908D4">
        <w:t xml:space="preserve">objektech </w:t>
      </w:r>
      <w:r w:rsidRPr="00A908D4">
        <w:t>a poskytování dalších souvisejících činností a služeb zahrnujících provedení dodatečných opatření</w:t>
      </w:r>
      <w:r w:rsidR="00CA2030" w:rsidRPr="00A908D4">
        <w:t xml:space="preserve">; </w:t>
      </w:r>
    </w:p>
    <w:p w14:paraId="7229FA83" w14:textId="77777777" w:rsidR="00ED2DFE" w:rsidRPr="00A908D4" w:rsidRDefault="00CA2030">
      <w:pPr>
        <w:pStyle w:val="Nadpis5"/>
        <w:ind w:left="964" w:hanging="567"/>
      </w:pPr>
      <w:r w:rsidRPr="00A908D4">
        <w:t xml:space="preserve">poskytování </w:t>
      </w:r>
      <w:r w:rsidR="008B0748" w:rsidRPr="00A908D4">
        <w:t xml:space="preserve">záruky </w:t>
      </w:r>
      <w:r w:rsidR="00225632" w:rsidRPr="00A908D4">
        <w:t>za dosažení</w:t>
      </w:r>
      <w:r w:rsidR="00A85A05" w:rsidRPr="00A908D4">
        <w:t xml:space="preserve"> </w:t>
      </w:r>
      <w:r w:rsidR="007F015B" w:rsidRPr="00A908D4">
        <w:t xml:space="preserve">smluvně </w:t>
      </w:r>
      <w:r w:rsidR="00BC64C3" w:rsidRPr="00A908D4">
        <w:t xml:space="preserve">garantovaných </w:t>
      </w:r>
      <w:r w:rsidR="005234A7" w:rsidRPr="00A908D4">
        <w:t>úspor</w:t>
      </w:r>
      <w:r w:rsidR="00DC70D3" w:rsidRPr="00A908D4">
        <w:t>;</w:t>
      </w:r>
      <w:r w:rsidR="005234A7" w:rsidRPr="00A908D4">
        <w:t xml:space="preserve"> </w:t>
      </w:r>
      <w:r w:rsidR="00225632" w:rsidRPr="00A908D4">
        <w:t xml:space="preserve"> </w:t>
      </w:r>
    </w:p>
    <w:p w14:paraId="4F7C56F2" w14:textId="069F7FCC" w:rsidR="00205D64" w:rsidRPr="00A908D4" w:rsidRDefault="00593C79" w:rsidP="00E92C96">
      <w:pPr>
        <w:pStyle w:val="Nadpis2"/>
        <w:numPr>
          <w:ilvl w:val="0"/>
          <w:numId w:val="0"/>
        </w:numPr>
        <w:ind w:left="397"/>
      </w:pPr>
      <w:r w:rsidRPr="00A908D4">
        <w:t>a to vše</w:t>
      </w:r>
      <w:r w:rsidR="00556EB0" w:rsidRPr="00A908D4">
        <w:t xml:space="preserve"> </w:t>
      </w:r>
      <w:r w:rsidR="007075B9" w:rsidRPr="00A908D4">
        <w:t>po dobu trv</w:t>
      </w:r>
      <w:r w:rsidR="005F25DE" w:rsidRPr="00A908D4">
        <w:t>á</w:t>
      </w:r>
      <w:r w:rsidR="007075B9" w:rsidRPr="00A908D4">
        <w:t xml:space="preserve">ní smlouvy </w:t>
      </w:r>
      <w:r w:rsidR="00556EB0" w:rsidRPr="00A908D4">
        <w:t>v rozsahu a</w:t>
      </w:r>
      <w:r w:rsidRPr="00A908D4">
        <w:t xml:space="preserve"> za podmínek </w:t>
      </w:r>
      <w:r w:rsidR="00EE112A" w:rsidRPr="00A908D4">
        <w:t xml:space="preserve">specifikovaných v této </w:t>
      </w:r>
      <w:r w:rsidR="00B44065" w:rsidRPr="00A908D4">
        <w:t>smlouvě</w:t>
      </w:r>
      <w:r w:rsidR="00555187" w:rsidRPr="00A908D4">
        <w:t xml:space="preserve"> </w:t>
      </w:r>
      <w:r w:rsidR="00205D64" w:rsidRPr="00A908D4">
        <w:t xml:space="preserve">(dále </w:t>
      </w:r>
      <w:r w:rsidR="00925D17" w:rsidRPr="00A908D4">
        <w:t xml:space="preserve">též </w:t>
      </w:r>
      <w:r w:rsidR="00205D64" w:rsidRPr="00A908D4">
        <w:t xml:space="preserve">souhrnně jako </w:t>
      </w:r>
      <w:r w:rsidR="00205D64" w:rsidRPr="00A908D4">
        <w:rPr>
          <w:b/>
        </w:rPr>
        <w:t>„projekt“</w:t>
      </w:r>
      <w:r w:rsidR="00205D64" w:rsidRPr="00A908D4">
        <w:t>).</w:t>
      </w:r>
    </w:p>
    <w:p w14:paraId="7020565B" w14:textId="77777777" w:rsidR="00F81353" w:rsidRPr="00A908D4" w:rsidRDefault="00F81353">
      <w:pPr>
        <w:pStyle w:val="Nadpis1"/>
        <w:rPr>
          <w:szCs w:val="24"/>
        </w:rPr>
      </w:pPr>
      <w:r w:rsidRPr="00A908D4">
        <w:rPr>
          <w:b w:val="0"/>
        </w:rPr>
        <w:lastRenderedPageBreak/>
        <w:br/>
      </w:r>
      <w:bookmarkStart w:id="13" w:name="_Toc326522959"/>
      <w:bookmarkStart w:id="14" w:name="_Toc107261445"/>
      <w:r w:rsidRPr="00A908D4">
        <w:rPr>
          <w:szCs w:val="24"/>
        </w:rPr>
        <w:t>Předmět smlouvy</w:t>
      </w:r>
      <w:bookmarkEnd w:id="13"/>
      <w:bookmarkEnd w:id="14"/>
    </w:p>
    <w:p w14:paraId="239DD619" w14:textId="77777777" w:rsidR="00737E8C" w:rsidRPr="00A908D4" w:rsidRDefault="003A6BCB" w:rsidP="00E92C96">
      <w:pPr>
        <w:pStyle w:val="Nadpis2"/>
      </w:pPr>
      <w:bookmarkStart w:id="15" w:name="_Předmětem_Smlouvy_je_závazek_Zhotov"/>
      <w:bookmarkEnd w:id="15"/>
      <w:r w:rsidRPr="00A908D4">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792B4C6E" w14:textId="77777777" w:rsidR="00DC70D3" w:rsidRPr="00A908D4" w:rsidRDefault="003A6BCB" w:rsidP="00E92C96">
      <w:pPr>
        <w:pStyle w:val="Nadpis2"/>
      </w:pPr>
      <w:bookmarkStart w:id="16" w:name="_Ref468895661"/>
      <w:r w:rsidRPr="00A908D4">
        <w:t>Realizace projektu bude provedena v následujících etapách:</w:t>
      </w:r>
      <w:bookmarkEnd w:id="16"/>
    </w:p>
    <w:p w14:paraId="0D1FFF84" w14:textId="77777777" w:rsidR="00DC70D3" w:rsidRPr="00A908D4" w:rsidRDefault="003A6BCB">
      <w:pPr>
        <w:pStyle w:val="Nadpis5"/>
        <w:numPr>
          <w:ilvl w:val="0"/>
          <w:numId w:val="12"/>
        </w:numPr>
        <w:ind w:left="964" w:hanging="567"/>
      </w:pPr>
      <w:r w:rsidRPr="00A908D4">
        <w:t>I. etapa: předběžné činnosti (ověření stavu využití energií v objektech) – (</w:t>
      </w:r>
      <w:r w:rsidRPr="00A908D4">
        <w:rPr>
          <w:i/>
        </w:rPr>
        <w:t>viz zejména Část druhá smlouvy)</w:t>
      </w:r>
      <w:r w:rsidRPr="00A908D4">
        <w:t>;</w:t>
      </w:r>
    </w:p>
    <w:p w14:paraId="1F9A1FA1" w14:textId="77777777" w:rsidR="00DC70D3" w:rsidRPr="00A908D4" w:rsidRDefault="003A6BCB">
      <w:pPr>
        <w:pStyle w:val="Nadpis5"/>
        <w:numPr>
          <w:ilvl w:val="0"/>
          <w:numId w:val="12"/>
        </w:numPr>
        <w:ind w:left="964" w:hanging="567"/>
      </w:pPr>
      <w:r w:rsidRPr="00A908D4">
        <w:t>II. etapa: provedení základních opatření (</w:t>
      </w:r>
      <w:r w:rsidRPr="00A908D4">
        <w:rPr>
          <w:i/>
        </w:rPr>
        <w:t>viz zejména Část třetí smlouvy)</w:t>
      </w:r>
      <w:r w:rsidRPr="00A908D4">
        <w:t>;</w:t>
      </w:r>
    </w:p>
    <w:p w14:paraId="76BC3190" w14:textId="77777777" w:rsidR="00DC70D3" w:rsidRPr="00A908D4" w:rsidRDefault="003A6BCB">
      <w:pPr>
        <w:pStyle w:val="Nadpis5"/>
        <w:numPr>
          <w:ilvl w:val="0"/>
          <w:numId w:val="12"/>
        </w:numPr>
        <w:ind w:left="964" w:hanging="567"/>
      </w:pPr>
      <w:r w:rsidRPr="00A908D4">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A908D4">
        <w:t xml:space="preserve">realizace a finančního vypořádání </w:t>
      </w:r>
      <w:r w:rsidRPr="00A908D4">
        <w:t>doporučených dodatečných opatření (</w:t>
      </w:r>
      <w:r w:rsidRPr="00A908D4">
        <w:rPr>
          <w:i/>
        </w:rPr>
        <w:t>viz zejména Část čtvrtá a Část pátá smlouvy)</w:t>
      </w:r>
      <w:r w:rsidRPr="00A908D4">
        <w:t>.</w:t>
      </w:r>
    </w:p>
    <w:p w14:paraId="2CC6457E" w14:textId="4FE9FF32" w:rsidR="00DC70D3" w:rsidRPr="00A908D4" w:rsidRDefault="003A6BCB" w:rsidP="00E92C96">
      <w:pPr>
        <w:pStyle w:val="Nadpis2"/>
      </w:pPr>
      <w:r w:rsidRPr="00A908D4">
        <w:t>Realizace projektu je dokončena okamžikem dokončení všech etap projektu, tj. I. etapy, II. etapy a III. etapy specifikovaných v </w:t>
      </w:r>
      <w:r w:rsidR="000E161F" w:rsidRPr="00A908D4">
        <w:fldChar w:fldCharType="begin"/>
      </w:r>
      <w:r w:rsidR="00467956" w:rsidRPr="00A908D4">
        <w:instrText xml:space="preserve"> REF _Ref468895661 \w \h </w:instrText>
      </w:r>
      <w:r w:rsidR="000E161F" w:rsidRPr="00A908D4">
        <w:fldChar w:fldCharType="separate"/>
      </w:r>
      <w:r w:rsidR="00E90D85">
        <w:t>Článek 4.2</w:t>
      </w:r>
      <w:r w:rsidR="000E161F" w:rsidRPr="00A908D4">
        <w:fldChar w:fldCharType="end"/>
      </w:r>
      <w:r w:rsidRPr="00A908D4">
        <w:t xml:space="preserve"> za podmínek </w:t>
      </w:r>
      <w:r w:rsidR="00F76AC2" w:rsidRPr="00A908D4">
        <w:t>stanovených v této smlouvě.</w:t>
      </w:r>
    </w:p>
    <w:p w14:paraId="4D64C711" w14:textId="77777777" w:rsidR="00F81353" w:rsidRPr="00A908D4" w:rsidRDefault="00F81353" w:rsidP="005B1DCF">
      <w:pPr>
        <w:pStyle w:val="Nzev"/>
        <w:keepNext/>
        <w:pageBreakBefore/>
        <w:rPr>
          <w:rFonts w:asciiTheme="minorHAnsi" w:hAnsiTheme="minorHAnsi" w:cstheme="minorHAnsi"/>
        </w:rPr>
      </w:pPr>
      <w:bookmarkStart w:id="17" w:name="_Toc326522960"/>
      <w:r w:rsidRPr="00A908D4">
        <w:rPr>
          <w:rFonts w:asciiTheme="minorHAnsi" w:hAnsiTheme="minorHAnsi" w:cstheme="minorHAnsi"/>
        </w:rPr>
        <w:lastRenderedPageBreak/>
        <w:t xml:space="preserve">Část druhá: </w:t>
      </w:r>
      <w:r w:rsidRPr="00A908D4">
        <w:rPr>
          <w:rStyle w:val="StylNzevTunPodtrenChar"/>
          <w:rFonts w:asciiTheme="minorHAnsi" w:hAnsiTheme="minorHAnsi" w:cstheme="minorHAnsi"/>
        </w:rPr>
        <w:t>Předběžné činnosti</w:t>
      </w:r>
      <w:bookmarkEnd w:id="17"/>
    </w:p>
    <w:p w14:paraId="2E35BE47" w14:textId="77777777" w:rsidR="00F81353" w:rsidRPr="00A908D4" w:rsidRDefault="00F81353">
      <w:pPr>
        <w:pStyle w:val="Nadpis1"/>
      </w:pPr>
      <w:r w:rsidRPr="00A908D4">
        <w:rPr>
          <w:b w:val="0"/>
        </w:rPr>
        <w:br/>
      </w:r>
      <w:bookmarkStart w:id="18" w:name="_Ref207368830"/>
      <w:bookmarkStart w:id="19" w:name="_Toc326522961"/>
      <w:bookmarkStart w:id="20" w:name="_Toc107261446"/>
      <w:r w:rsidRPr="00A908D4">
        <w:t xml:space="preserve">Ověření stavu </w:t>
      </w:r>
      <w:r w:rsidR="00F91895" w:rsidRPr="00A908D4">
        <w:t xml:space="preserve">a </w:t>
      </w:r>
      <w:r w:rsidRPr="00A908D4">
        <w:t>využití energie v objektech</w:t>
      </w:r>
      <w:bookmarkEnd w:id="18"/>
      <w:bookmarkEnd w:id="19"/>
      <w:bookmarkEnd w:id="20"/>
    </w:p>
    <w:p w14:paraId="5ED1813C" w14:textId="77777777" w:rsidR="00CF4DCA" w:rsidRPr="00A908D4" w:rsidRDefault="0086396B" w:rsidP="00E92C96">
      <w:pPr>
        <w:pStyle w:val="Nadpis2"/>
      </w:pPr>
      <w:r w:rsidRPr="00A908D4">
        <w:t xml:space="preserve">Smluvní strany tímto výslovně potvrzují, že smlouva byla uzavřena </w:t>
      </w:r>
      <w:r w:rsidR="00243FF8" w:rsidRPr="00A908D4">
        <w:t xml:space="preserve">výlučně </w:t>
      </w:r>
      <w:r w:rsidRPr="00A908D4">
        <w:t>na základě informací a podkladů obsažených v zadávací dokumentaci</w:t>
      </w:r>
      <w:r w:rsidR="004856F5" w:rsidRPr="00A908D4">
        <w:t xml:space="preserve"> a informací </w:t>
      </w:r>
      <w:r w:rsidR="00FE2424" w:rsidRPr="00A908D4">
        <w:t xml:space="preserve">obdržených </w:t>
      </w:r>
      <w:r w:rsidR="004856F5" w:rsidRPr="00A908D4">
        <w:t>v</w:t>
      </w:r>
      <w:r w:rsidR="00132FD0" w:rsidRPr="00A908D4">
        <w:t xml:space="preserve"> průběhu </w:t>
      </w:r>
      <w:r w:rsidR="0021343A" w:rsidRPr="00A908D4">
        <w:t>zadávacího</w:t>
      </w:r>
      <w:r w:rsidR="00132FD0" w:rsidRPr="00A908D4">
        <w:t xml:space="preserve"> řízení.</w:t>
      </w:r>
      <w:r w:rsidR="00CF4DCA" w:rsidRPr="00A908D4">
        <w:t xml:space="preserve"> </w:t>
      </w:r>
      <w:r w:rsidR="00B419CE" w:rsidRPr="00A908D4">
        <w:t>P</w:t>
      </w:r>
      <w:r w:rsidR="00CF4DCA" w:rsidRPr="00A908D4">
        <w:t>opis výchozího stavu včetně referenční spotřeby nákladů je specifikován v příloze č. 1 této Smlouvy.</w:t>
      </w:r>
    </w:p>
    <w:p w14:paraId="2657B3AA" w14:textId="6EE09CF4" w:rsidR="003A576D" w:rsidRPr="00B90D21" w:rsidRDefault="003A576D" w:rsidP="00E92C96">
      <w:pPr>
        <w:pStyle w:val="Nadpis2"/>
        <w:rPr>
          <w:color w:val="000000" w:themeColor="text1"/>
        </w:rPr>
      </w:pPr>
      <w:r w:rsidRPr="00A908D4">
        <w:t xml:space="preserve">ESCO se zavazuje před </w:t>
      </w:r>
      <w:r w:rsidRPr="00B90D21">
        <w:rPr>
          <w:color w:val="000000" w:themeColor="text1"/>
        </w:rPr>
        <w:t>zahájením provádění základních opatření podrobně ověřit stav využití energie v</w:t>
      </w:r>
      <w:r w:rsidR="00896636" w:rsidRPr="00B90D21">
        <w:rPr>
          <w:color w:val="000000" w:themeColor="text1"/>
        </w:rPr>
        <w:t> </w:t>
      </w:r>
      <w:r w:rsidRPr="00B90D21">
        <w:rPr>
          <w:color w:val="000000" w:themeColor="text1"/>
        </w:rPr>
        <w:t>objektech</w:t>
      </w:r>
      <w:r w:rsidR="00896636" w:rsidRPr="00B90D21">
        <w:rPr>
          <w:color w:val="000000" w:themeColor="text1"/>
        </w:rPr>
        <w:t xml:space="preserve"> a ostatní poskytnuté informace</w:t>
      </w:r>
      <w:r w:rsidR="009B3AAA" w:rsidRPr="00B90D21">
        <w:rPr>
          <w:color w:val="000000" w:themeColor="text1"/>
        </w:rPr>
        <w:t xml:space="preserve"> a Klient se zavazuje </w:t>
      </w:r>
      <w:r w:rsidR="00277B09" w:rsidRPr="00B90D21">
        <w:rPr>
          <w:color w:val="000000" w:themeColor="text1"/>
        </w:rPr>
        <w:t>poskytnout ESCO při naplňování této povinnosti ESCO nezbytnou součinnost</w:t>
      </w:r>
      <w:r w:rsidR="005D6398" w:rsidRPr="00B90D21">
        <w:rPr>
          <w:color w:val="000000" w:themeColor="text1"/>
        </w:rPr>
        <w:t xml:space="preserve">, zejména pak </w:t>
      </w:r>
      <w:r w:rsidR="00620598" w:rsidRPr="00B90D21">
        <w:rPr>
          <w:color w:val="000000" w:themeColor="text1"/>
        </w:rPr>
        <w:t xml:space="preserve">umožnit </w:t>
      </w:r>
      <w:r w:rsidR="00952C9C" w:rsidRPr="00B90D21">
        <w:rPr>
          <w:color w:val="000000" w:themeColor="text1"/>
        </w:rPr>
        <w:t>přístup</w:t>
      </w:r>
      <w:r w:rsidR="0072135A" w:rsidRPr="00B90D21">
        <w:rPr>
          <w:color w:val="000000" w:themeColor="text1"/>
        </w:rPr>
        <w:t xml:space="preserve"> (</w:t>
      </w:r>
      <w:r w:rsidR="0072135A" w:rsidRPr="00B90D21">
        <w:rPr>
          <w:i/>
          <w:iCs w:val="0"/>
          <w:color w:val="000000" w:themeColor="text1"/>
        </w:rPr>
        <w:t>a to i opakovaně</w:t>
      </w:r>
      <w:r w:rsidR="0072135A" w:rsidRPr="00B90D21">
        <w:rPr>
          <w:color w:val="000000" w:themeColor="text1"/>
        </w:rPr>
        <w:t>)</w:t>
      </w:r>
      <w:r w:rsidR="00952C9C" w:rsidRPr="00B90D21">
        <w:rPr>
          <w:color w:val="000000" w:themeColor="text1"/>
        </w:rPr>
        <w:t xml:space="preserve"> </w:t>
      </w:r>
      <w:r w:rsidR="00DF2F3F" w:rsidRPr="00B90D21">
        <w:rPr>
          <w:color w:val="000000" w:themeColor="text1"/>
        </w:rPr>
        <w:t xml:space="preserve">do </w:t>
      </w:r>
      <w:r w:rsidR="00620598" w:rsidRPr="00B90D21">
        <w:rPr>
          <w:color w:val="000000" w:themeColor="text1"/>
        </w:rPr>
        <w:t xml:space="preserve">objektů </w:t>
      </w:r>
      <w:r w:rsidR="00EE1939" w:rsidRPr="00B90D21">
        <w:rPr>
          <w:color w:val="000000" w:themeColor="text1"/>
        </w:rPr>
        <w:t xml:space="preserve">a umožnit </w:t>
      </w:r>
      <w:r w:rsidR="00F00F98" w:rsidRPr="00B90D21">
        <w:rPr>
          <w:color w:val="000000" w:themeColor="text1"/>
        </w:rPr>
        <w:t>přístup k</w:t>
      </w:r>
      <w:r w:rsidR="007F5429" w:rsidRPr="00B90D21">
        <w:rPr>
          <w:color w:val="000000" w:themeColor="text1"/>
        </w:rPr>
        <w:t xml:space="preserve"> relevantním </w:t>
      </w:r>
      <w:r w:rsidR="00F00F98" w:rsidRPr="00B90D21">
        <w:rPr>
          <w:color w:val="000000" w:themeColor="text1"/>
        </w:rPr>
        <w:t>účetním dokladům</w:t>
      </w:r>
      <w:r w:rsidR="008360CA" w:rsidRPr="00B90D21">
        <w:rPr>
          <w:color w:val="000000" w:themeColor="text1"/>
        </w:rPr>
        <w:t xml:space="preserve"> vztahujícím se </w:t>
      </w:r>
      <w:r w:rsidR="00D26099" w:rsidRPr="00B90D21">
        <w:rPr>
          <w:color w:val="000000" w:themeColor="text1"/>
        </w:rPr>
        <w:t>k platbám za</w:t>
      </w:r>
      <w:r w:rsidR="00EC745C" w:rsidRPr="00B90D21">
        <w:rPr>
          <w:color w:val="000000" w:themeColor="text1"/>
        </w:rPr>
        <w:t xml:space="preserve"> úhradu nákladů</w:t>
      </w:r>
      <w:r w:rsidR="00D26099" w:rsidRPr="00B90D21">
        <w:rPr>
          <w:color w:val="000000" w:themeColor="text1"/>
        </w:rPr>
        <w:t>, které mají být předmětem garantovaných úspor.</w:t>
      </w:r>
    </w:p>
    <w:p w14:paraId="0D944492" w14:textId="62E7EEF1" w:rsidR="003A576D" w:rsidRPr="00A908D4" w:rsidRDefault="003A576D" w:rsidP="00E92C96">
      <w:pPr>
        <w:pStyle w:val="Nadpis2"/>
      </w:pPr>
      <w:bookmarkStart w:id="21" w:name="_Ref330840684"/>
      <w:r w:rsidRPr="00A908D4">
        <w:t xml:space="preserve">ESCO se </w:t>
      </w:r>
      <w:r w:rsidRPr="00B90D21">
        <w:t xml:space="preserve">zavazuje do </w:t>
      </w:r>
      <w:r w:rsidR="00454944">
        <w:t>9</w:t>
      </w:r>
      <w:r w:rsidRPr="00B90D21">
        <w:t>0 dnů od</w:t>
      </w:r>
      <w:r w:rsidRPr="00A908D4">
        <w:t xml:space="preserve"> podpisu této smlouvy předložit Klientovi písemnou zprávu o</w:t>
      </w:r>
      <w:r w:rsidR="00610114">
        <w:t> </w:t>
      </w:r>
      <w:r w:rsidRPr="00A908D4">
        <w:t xml:space="preserve">ověření stavu využití energie v objektech </w:t>
      </w:r>
      <w:r w:rsidR="00896636" w:rsidRPr="00A908D4">
        <w:t xml:space="preserve">a ostatních poskytnutých informacích </w:t>
      </w:r>
      <w:r w:rsidRPr="00A908D4">
        <w:t>(dále jen „</w:t>
      </w:r>
      <w:r w:rsidRPr="00A908D4">
        <w:rPr>
          <w:b/>
        </w:rPr>
        <w:t>předběžná zpráva</w:t>
      </w:r>
      <w:r w:rsidRPr="00A908D4">
        <w:t>“), ve které minimálně uvede:</w:t>
      </w:r>
      <w:bookmarkEnd w:id="21"/>
    </w:p>
    <w:p w14:paraId="0C175747" w14:textId="77777777" w:rsidR="00EB486B" w:rsidRPr="00A908D4" w:rsidRDefault="003A576D">
      <w:pPr>
        <w:pStyle w:val="Nadpis5"/>
        <w:numPr>
          <w:ilvl w:val="0"/>
          <w:numId w:val="13"/>
        </w:numPr>
        <w:ind w:left="964" w:hanging="567"/>
      </w:pPr>
      <w:r w:rsidRPr="00A908D4">
        <w:t xml:space="preserve">zda zjistila jakékoliv odchylky či nesrovnalosti v údajích uvedených zadávací dokumentaci a </w:t>
      </w:r>
      <w:r w:rsidR="00896636" w:rsidRPr="00A908D4">
        <w:t>v průběhu zadávacího řízení</w:t>
      </w:r>
      <w:r w:rsidRPr="00A908D4">
        <w:t>;</w:t>
      </w:r>
    </w:p>
    <w:p w14:paraId="767C0825" w14:textId="3AC86396" w:rsidR="00EB486B" w:rsidRPr="00A908D4" w:rsidRDefault="003A576D">
      <w:pPr>
        <w:pStyle w:val="Nadpis5"/>
        <w:numPr>
          <w:ilvl w:val="0"/>
          <w:numId w:val="13"/>
        </w:numPr>
        <w:ind w:left="964" w:hanging="567"/>
      </w:pPr>
      <w:r w:rsidRPr="00A908D4">
        <w:t xml:space="preserve">pokud ano, zda to má vliv na vymezení základních opatření, cenu, dobu splatnosti, </w:t>
      </w:r>
      <w:r w:rsidR="00FF6F3D">
        <w:t>výši garantované úspory</w:t>
      </w:r>
      <w:r w:rsidRPr="00A908D4">
        <w:t xml:space="preserve"> či d</w:t>
      </w:r>
      <w:r w:rsidR="00A966E5" w:rsidRPr="00A908D4">
        <w:t>alší podstatné smluvní podmínky</w:t>
      </w:r>
      <w:r w:rsidRPr="00A908D4">
        <w:t>.</w:t>
      </w:r>
    </w:p>
    <w:p w14:paraId="0F516CFA" w14:textId="77777777" w:rsidR="003A576D" w:rsidRPr="00EE1A46" w:rsidRDefault="003A576D" w:rsidP="003A576D">
      <w:pPr>
        <w:ind w:left="426"/>
      </w:pPr>
      <w:r w:rsidRPr="00EE1A46">
        <w:t>ESCO je povinna své závěry, zejména pokud shledá, že údaje uvedené v zadávací dokumentaci nejsou správné nebo úplné, řádným způsobem odůvodnit.</w:t>
      </w:r>
    </w:p>
    <w:p w14:paraId="41CE7E46" w14:textId="34A153B9" w:rsidR="00EB486B" w:rsidRPr="00EE1A46" w:rsidRDefault="003A576D" w:rsidP="00E92C96">
      <w:pPr>
        <w:pStyle w:val="Nadpis2"/>
      </w:pPr>
      <w:bookmarkStart w:id="22" w:name="_Ref330839553"/>
      <w:r w:rsidRPr="00EE1A46">
        <w:t xml:space="preserve">Pokud ESCO </w:t>
      </w:r>
      <w:r w:rsidR="004F54C1" w:rsidRPr="00EE1A46">
        <w:t xml:space="preserve">v rámci ověření skutečného stavu </w:t>
      </w:r>
      <w:r w:rsidRPr="00EE1A46">
        <w:t>zjistí odchylky či nesrovnalosti v údajích uvedených v zadávací dokumentaci</w:t>
      </w:r>
      <w:r w:rsidR="00896636" w:rsidRPr="00EE1A46">
        <w:t xml:space="preserve"> a obdržených v průběhu zadávacího řízení</w:t>
      </w:r>
      <w:r w:rsidRPr="00EE1A46">
        <w:t>, které mají takový vliv na vymezení základních opatření, cenu, dobu splatnosti,</w:t>
      </w:r>
      <w:r w:rsidR="00FF6F3D" w:rsidRPr="00EE1A46">
        <w:t xml:space="preserve"> výši garantované úspory</w:t>
      </w:r>
      <w:r w:rsidRPr="00EE1A46">
        <w:t xml:space="preserve"> či další podstatné smluvní podmínky, že Klient nemůže nadále spravedlivě požadovat, aby ESCO nadále garantovala plnění těchto smluvních podmínek, je ESCO oprávněna od smlouvy odstoupit. </w:t>
      </w:r>
      <w:bookmarkStart w:id="23" w:name="_Hlk48911563"/>
      <w:r w:rsidRPr="00EE1A46">
        <w:t>Tím není dotčeno právo ESCO na náhradu škody vůči Klientovi</w:t>
      </w:r>
      <w:bookmarkEnd w:id="23"/>
      <w:r w:rsidRPr="00EE1A46">
        <w:t>.</w:t>
      </w:r>
      <w:bookmarkEnd w:id="22"/>
      <w:r w:rsidR="007B68A9" w:rsidRPr="00EE1A46">
        <w:t xml:space="preserve"> Před odstoupením od smlouvy z důvodu výše uvedených skutečností se však smluvní strany zavazují nejprve jednat a nalézt pro </w:t>
      </w:r>
      <w:r w:rsidR="00EE1A46" w:rsidRPr="00EE1A46">
        <w:t>ně</w:t>
      </w:r>
      <w:r w:rsidR="007B68A9" w:rsidRPr="00EE1A46">
        <w:t xml:space="preserve"> přijatelné východisko</w:t>
      </w:r>
      <w:r w:rsidR="00EE1A46" w:rsidRPr="00EE1A46">
        <w:t>.</w:t>
      </w:r>
    </w:p>
    <w:p w14:paraId="29CF19E6" w14:textId="2B9D6AC9" w:rsidR="003A576D" w:rsidRPr="00A908D4" w:rsidRDefault="00014C5A" w:rsidP="00E92C96">
      <w:pPr>
        <w:pStyle w:val="Nadpis2"/>
      </w:pPr>
      <w:bookmarkStart w:id="24" w:name="_Ref330840698"/>
      <w:r w:rsidRPr="00EE1A46">
        <w:t>V případě postupu dle</w:t>
      </w:r>
      <w:r w:rsidRPr="00A908D4">
        <w:t xml:space="preserve"> </w:t>
      </w:r>
      <w:r w:rsidR="000E161F" w:rsidRPr="00A908D4">
        <w:fldChar w:fldCharType="begin"/>
      </w:r>
      <w:r w:rsidR="00A517D2" w:rsidRPr="00A908D4">
        <w:instrText xml:space="preserve"> REF _Ref330839553 \w \h  \* MERGEFORMAT </w:instrText>
      </w:r>
      <w:r w:rsidR="000E161F" w:rsidRPr="00A908D4">
        <w:fldChar w:fldCharType="separate"/>
      </w:r>
      <w:r w:rsidR="00E90D85">
        <w:t>Článek 5.4</w:t>
      </w:r>
      <w:r w:rsidR="000E161F" w:rsidRPr="00A908D4">
        <w:fldChar w:fldCharType="end"/>
      </w:r>
      <w:r w:rsidR="00E373D9" w:rsidRPr="00A908D4">
        <w:t>,</w:t>
      </w:r>
      <w:r w:rsidR="00034EBA" w:rsidRPr="00A908D4">
        <w:t xml:space="preserve"> </w:t>
      </w:r>
      <w:r w:rsidR="009625CE" w:rsidRPr="00A908D4">
        <w:t xml:space="preserve">má ESCO právo na náhradu účelně vynaložených nákladů spojených s vypracováním předběžné zprávy (dále jen </w:t>
      </w:r>
      <w:r w:rsidR="009625CE" w:rsidRPr="00A908D4">
        <w:rPr>
          <w:i/>
        </w:rPr>
        <w:t>„</w:t>
      </w:r>
      <w:r w:rsidR="009625CE" w:rsidRPr="00A908D4">
        <w:rPr>
          <w:b/>
        </w:rPr>
        <w:t>účelně vynaložené náklady</w:t>
      </w:r>
      <w:r w:rsidR="009625CE" w:rsidRPr="00A908D4">
        <w:rPr>
          <w:i/>
        </w:rPr>
        <w:t>“</w:t>
      </w:r>
      <w:r w:rsidR="009625CE" w:rsidRPr="00A908D4">
        <w:t>). Výši účelně vynaložených nákladů, včetně jejího odůvodnění, je ESCO povinna u Klienta uplatnit nejpozději současně s odstoupením.</w:t>
      </w:r>
      <w:bookmarkEnd w:id="24"/>
    </w:p>
    <w:p w14:paraId="09215790" w14:textId="3AFDFEB0" w:rsidR="007750DD" w:rsidRPr="00A908D4" w:rsidRDefault="00733840" w:rsidP="00E92C96">
      <w:pPr>
        <w:pStyle w:val="Nadpis2"/>
      </w:pPr>
      <w:r w:rsidRPr="00A908D4">
        <w:lastRenderedPageBreak/>
        <w:t>V</w:t>
      </w:r>
      <w:r w:rsidR="00E061DE" w:rsidRPr="00A908D4">
        <w:t> </w:t>
      </w:r>
      <w:r w:rsidRPr="00A908D4">
        <w:t>případ</w:t>
      </w:r>
      <w:r w:rsidR="00E061DE" w:rsidRPr="00A908D4">
        <w:t xml:space="preserve">ech specifikovaných v </w:t>
      </w:r>
      <w:r w:rsidR="000E161F" w:rsidRPr="00A908D4">
        <w:fldChar w:fldCharType="begin"/>
      </w:r>
      <w:r w:rsidR="00737E8C" w:rsidRPr="00A908D4">
        <w:instrText xml:space="preserve"> REF _Ref330839553 \w \h  \* MERGEFORMAT </w:instrText>
      </w:r>
      <w:r w:rsidR="000E161F" w:rsidRPr="00A908D4">
        <w:fldChar w:fldCharType="separate"/>
      </w:r>
      <w:r w:rsidR="00E90D85">
        <w:t>Článek 5.4</w:t>
      </w:r>
      <w:r w:rsidR="000E161F" w:rsidRPr="00A908D4">
        <w:fldChar w:fldCharType="end"/>
      </w:r>
      <w:r w:rsidR="00503B1B" w:rsidRPr="00A908D4">
        <w:t xml:space="preserve"> </w:t>
      </w:r>
      <w:r w:rsidR="00E061DE" w:rsidRPr="00A908D4">
        <w:t>se</w:t>
      </w:r>
      <w:r w:rsidRPr="00A908D4">
        <w:t xml:space="preserve"> </w:t>
      </w:r>
      <w:r w:rsidR="00E061DE" w:rsidRPr="00A908D4">
        <w:t>s</w:t>
      </w:r>
      <w:r w:rsidR="00C767B0" w:rsidRPr="00A908D4">
        <w:t>mluvní strany mohou dohodnout také na změně smluvních podmínek</w:t>
      </w:r>
      <w:r w:rsidR="006E7ED8" w:rsidRPr="00A908D4">
        <w:t>, které</w:t>
      </w:r>
      <w:r w:rsidR="00436034" w:rsidRPr="00A908D4">
        <w:t xml:space="preserve"> by zohledňoval</w:t>
      </w:r>
      <w:r w:rsidR="006E7ED8" w:rsidRPr="00A908D4">
        <w:t>y</w:t>
      </w:r>
      <w:r w:rsidR="00436034" w:rsidRPr="00A908D4">
        <w:t xml:space="preserve"> nově zjištěné skutečnosti</w:t>
      </w:r>
      <w:r w:rsidR="006E7ED8" w:rsidRPr="00A908D4">
        <w:t>, pokud takový postup bude v</w:t>
      </w:r>
      <w:r w:rsidR="00AF3066" w:rsidRPr="00A908D4">
        <w:t xml:space="preserve"> souladu s</w:t>
      </w:r>
      <w:r w:rsidR="005F2F31" w:rsidRPr="00A908D4">
        <w:t>e</w:t>
      </w:r>
      <w:r w:rsidR="00F92422" w:rsidRPr="00A908D4">
        <w:t> Z</w:t>
      </w:r>
      <w:r w:rsidR="008859BF" w:rsidRPr="00A908D4">
        <w:t>Z</w:t>
      </w:r>
      <w:r w:rsidR="00F92422" w:rsidRPr="00A908D4">
        <w:t>VZ.</w:t>
      </w:r>
    </w:p>
    <w:p w14:paraId="5F28DBF8" w14:textId="77777777" w:rsidR="00F81353" w:rsidRPr="00A908D4" w:rsidRDefault="00F81353" w:rsidP="005B1DCF">
      <w:pPr>
        <w:pStyle w:val="Nzev"/>
        <w:keepNext/>
        <w:pageBreakBefore/>
        <w:spacing w:before="480"/>
        <w:rPr>
          <w:rStyle w:val="StylNzevTunPodtrenChar"/>
          <w:rFonts w:asciiTheme="minorHAnsi" w:hAnsiTheme="minorHAnsi" w:cstheme="minorHAnsi"/>
          <w:b w:val="0"/>
        </w:rPr>
      </w:pPr>
      <w:bookmarkStart w:id="25" w:name="_Toc326522963"/>
      <w:r w:rsidRPr="00A908D4">
        <w:rPr>
          <w:rFonts w:asciiTheme="minorHAnsi" w:hAnsiTheme="minorHAnsi" w:cstheme="minorHAnsi"/>
        </w:rPr>
        <w:lastRenderedPageBreak/>
        <w:t xml:space="preserve">Část třetí: </w:t>
      </w:r>
      <w:r w:rsidRPr="00A908D4">
        <w:rPr>
          <w:rStyle w:val="StylNzevTunPodtrenChar"/>
          <w:rFonts w:asciiTheme="minorHAnsi" w:hAnsiTheme="minorHAnsi" w:cstheme="minorHAnsi"/>
        </w:rPr>
        <w:t xml:space="preserve">Období </w:t>
      </w:r>
      <w:r w:rsidR="00783B70" w:rsidRPr="00A908D4">
        <w:rPr>
          <w:rStyle w:val="StylNzevTunPodtrenChar"/>
          <w:rFonts w:asciiTheme="minorHAnsi" w:hAnsiTheme="minorHAnsi" w:cstheme="minorHAnsi"/>
        </w:rPr>
        <w:t>p</w:t>
      </w:r>
      <w:r w:rsidRPr="00A908D4">
        <w:rPr>
          <w:rStyle w:val="StylNzevTunPodtrenChar"/>
          <w:rFonts w:asciiTheme="minorHAnsi" w:hAnsiTheme="minorHAnsi" w:cstheme="minorHAnsi"/>
        </w:rPr>
        <w:t>rovádění základních opatření</w:t>
      </w:r>
      <w:bookmarkEnd w:id="25"/>
    </w:p>
    <w:p w14:paraId="3D8B9CD3" w14:textId="77777777" w:rsidR="00F81353" w:rsidRPr="00A908D4" w:rsidRDefault="00F81353">
      <w:pPr>
        <w:pStyle w:val="Nadpis1"/>
      </w:pPr>
      <w:r w:rsidRPr="00A908D4">
        <w:rPr>
          <w:b w:val="0"/>
        </w:rPr>
        <w:br/>
      </w:r>
      <w:bookmarkStart w:id="26" w:name="_Toc326522964"/>
      <w:bookmarkStart w:id="27" w:name="_Toc107261447"/>
      <w:r w:rsidRPr="00A908D4">
        <w:t>Práva a povinnosti smluvních stran</w:t>
      </w:r>
      <w:bookmarkEnd w:id="26"/>
      <w:bookmarkEnd w:id="27"/>
    </w:p>
    <w:p w14:paraId="300C1B6D" w14:textId="1C181AD7" w:rsidR="00272371" w:rsidRPr="00A908D4" w:rsidRDefault="001F476B" w:rsidP="00E92C96">
      <w:pPr>
        <w:pStyle w:val="Nadpis2"/>
      </w:pPr>
      <w:r w:rsidRPr="00A908D4">
        <w:t>ESCO se za souč</w:t>
      </w:r>
      <w:r w:rsidR="00D30B8D" w:rsidRPr="00A908D4">
        <w:t xml:space="preserve">innosti Klienta zavazuje </w:t>
      </w:r>
      <w:r w:rsidR="00BB6B08" w:rsidRPr="00A908D4">
        <w:t xml:space="preserve">k </w:t>
      </w:r>
      <w:r w:rsidR="00D30B8D" w:rsidRPr="00A908D4">
        <w:t>provedení</w:t>
      </w:r>
      <w:r w:rsidRPr="00A908D4">
        <w:t xml:space="preserve"> základní</w:t>
      </w:r>
      <w:r w:rsidR="00612FA8">
        <w:t>ch</w:t>
      </w:r>
      <w:r w:rsidRPr="00A908D4">
        <w:t xml:space="preserve"> opatření</w:t>
      </w:r>
      <w:r w:rsidR="00D07059" w:rsidRPr="00A908D4">
        <w:t>,</w:t>
      </w:r>
      <w:r w:rsidR="00EE598D" w:rsidRPr="00A908D4">
        <w:t xml:space="preserve"> tj. </w:t>
      </w:r>
      <w:r w:rsidR="004B4B65" w:rsidRPr="00A908D4">
        <w:t>provedení základní</w:t>
      </w:r>
      <w:r w:rsidR="001E29DA">
        <w:t>ch</w:t>
      </w:r>
      <w:r w:rsidR="004B4B65" w:rsidRPr="00A908D4">
        <w:t xml:space="preserve"> investiční</w:t>
      </w:r>
      <w:r w:rsidR="001E29DA">
        <w:t>ch</w:t>
      </w:r>
      <w:r w:rsidR="004B4B65" w:rsidRPr="00A908D4">
        <w:t xml:space="preserve"> opatření a základních prostých opatření,</w:t>
      </w:r>
      <w:r w:rsidR="00C82224" w:rsidRPr="00A908D4">
        <w:t xml:space="preserve"> </w:t>
      </w:r>
      <w:r w:rsidRPr="00A908D4">
        <w:t>a tím snížit způsobem stanoveným touto smlouvou provozní náklady Klienta a zvýšit energetickou účinnost.</w:t>
      </w:r>
    </w:p>
    <w:p w14:paraId="5B84F718" w14:textId="77777777" w:rsidR="00F81353" w:rsidRPr="00A908D4" w:rsidRDefault="00F81353" w:rsidP="00E92C96">
      <w:pPr>
        <w:pStyle w:val="Nadpis2"/>
      </w:pPr>
      <w:r w:rsidRPr="00A908D4">
        <w:t xml:space="preserve">Klient se zavazuje, že po období </w:t>
      </w:r>
      <w:r w:rsidR="003F6148" w:rsidRPr="00A908D4">
        <w:t xml:space="preserve">provádění základních opatření </w:t>
      </w:r>
    </w:p>
    <w:p w14:paraId="17082D09" w14:textId="6C08987A" w:rsidR="00F81353" w:rsidRPr="00A908D4" w:rsidRDefault="00F81353">
      <w:pPr>
        <w:pStyle w:val="Nadpis5"/>
        <w:numPr>
          <w:ilvl w:val="0"/>
          <w:numId w:val="14"/>
        </w:numPr>
        <w:ind w:left="964" w:hanging="567"/>
      </w:pPr>
      <w:r w:rsidRPr="00A908D4">
        <w:t xml:space="preserve">umožní ESCO a jím určeným třetím osobám přístup do areálů a jednotlivých objektů během pracovních dnů v obvyklé pracovní době </w:t>
      </w:r>
      <w:r w:rsidR="00051CB3" w:rsidRPr="00A908D4">
        <w:t xml:space="preserve">a </w:t>
      </w:r>
      <w:r w:rsidR="00051CB3" w:rsidRPr="00EE1A46">
        <w:t>to od</w:t>
      </w:r>
      <w:r w:rsidR="007B68A9" w:rsidRPr="00EE1A46">
        <w:t xml:space="preserve"> 8:00 h. do 17:00 h., nebude</w:t>
      </w:r>
      <w:r w:rsidR="007B68A9">
        <w:t xml:space="preserve">-li pro konkrétní objekt dohodnuto jinak, </w:t>
      </w:r>
      <w:r w:rsidRPr="00A908D4">
        <w:t xml:space="preserve">a v mimopracovní dny </w:t>
      </w:r>
      <w:r w:rsidR="00757622" w:rsidRPr="00A908D4">
        <w:t xml:space="preserve">po dohodě s Klientem </w:t>
      </w:r>
      <w:r w:rsidRPr="00A908D4">
        <w:t>kdykoli, bude-li to nutné;</w:t>
      </w:r>
    </w:p>
    <w:p w14:paraId="2FB47987" w14:textId="514A69DB" w:rsidR="00F81353" w:rsidRPr="00A908D4" w:rsidRDefault="00FF6F3D">
      <w:pPr>
        <w:pStyle w:val="Nadpis5"/>
        <w:numPr>
          <w:ilvl w:val="0"/>
          <w:numId w:val="14"/>
        </w:numPr>
        <w:ind w:left="964" w:hanging="567"/>
      </w:pPr>
      <w:r>
        <w:t xml:space="preserve">bude </w:t>
      </w:r>
      <w:r w:rsidR="00F81353" w:rsidRPr="00A908D4">
        <w:t>snášet omezení nezbytná při provádění opatření dle harmonogramu;</w:t>
      </w:r>
    </w:p>
    <w:p w14:paraId="39A6FFEB" w14:textId="3EECA827" w:rsidR="00F81353" w:rsidRPr="00B90D21" w:rsidRDefault="00FF6F3D">
      <w:pPr>
        <w:pStyle w:val="Nadpis5"/>
        <w:numPr>
          <w:ilvl w:val="0"/>
          <w:numId w:val="14"/>
        </w:numPr>
        <w:ind w:left="964" w:hanging="567"/>
        <w:rPr>
          <w:color w:val="000000" w:themeColor="text1"/>
        </w:rPr>
      </w:pPr>
      <w:r>
        <w:t xml:space="preserve">poskytne ESCO </w:t>
      </w:r>
      <w:r w:rsidR="007750DD" w:rsidRPr="00A908D4">
        <w:t xml:space="preserve">na </w:t>
      </w:r>
      <w:r>
        <w:t xml:space="preserve">své </w:t>
      </w:r>
      <w:r w:rsidR="007750DD" w:rsidRPr="00A908D4">
        <w:t>vlastní náklady</w:t>
      </w:r>
      <w:r w:rsidR="00F81353" w:rsidRPr="00A908D4">
        <w:t xml:space="preserve"> elektřinu, zemní plyn, vodu, případně další média v míře </w:t>
      </w:r>
      <w:r w:rsidR="00F81353" w:rsidRPr="00B90D21">
        <w:rPr>
          <w:color w:val="000000" w:themeColor="text1"/>
        </w:rPr>
        <w:t>nezbytné pro provádění opatření;</w:t>
      </w:r>
    </w:p>
    <w:p w14:paraId="56B4A5F9" w14:textId="21BE711B" w:rsidR="00F81353" w:rsidRPr="00B90D21" w:rsidRDefault="00F81353">
      <w:pPr>
        <w:pStyle w:val="Nadpis5"/>
        <w:numPr>
          <w:ilvl w:val="0"/>
          <w:numId w:val="14"/>
        </w:numPr>
        <w:ind w:left="964" w:hanging="567"/>
        <w:rPr>
          <w:color w:val="000000" w:themeColor="text1"/>
        </w:rPr>
      </w:pPr>
      <w:bookmarkStart w:id="28" w:name="_Hlk48911628"/>
      <w:r w:rsidRPr="00B90D21">
        <w:rPr>
          <w:color w:val="000000" w:themeColor="text1"/>
        </w:rPr>
        <w:t>poskytne ESCO a jí určeným osobám skladovací uzamykatelné prostory pro uskladnění materiálu pro provedení</w:t>
      </w:r>
      <w:r w:rsidR="00F20922" w:rsidRPr="00B90D21">
        <w:rPr>
          <w:color w:val="000000" w:themeColor="text1"/>
        </w:rPr>
        <w:t xml:space="preserve"> základní investičních</w:t>
      </w:r>
      <w:r w:rsidRPr="00B90D21">
        <w:rPr>
          <w:color w:val="000000" w:themeColor="text1"/>
        </w:rPr>
        <w:t xml:space="preserve"> opatření</w:t>
      </w:r>
      <w:r w:rsidR="002917DD" w:rsidRPr="00B90D21">
        <w:rPr>
          <w:color w:val="000000" w:themeColor="text1"/>
        </w:rPr>
        <w:t xml:space="preserve">, včetně kanceláře v jednotlivých </w:t>
      </w:r>
      <w:r w:rsidR="004645D2" w:rsidRPr="00B90D21">
        <w:rPr>
          <w:color w:val="000000" w:themeColor="text1"/>
        </w:rPr>
        <w:t>areálech</w:t>
      </w:r>
      <w:r w:rsidRPr="00B90D21">
        <w:rPr>
          <w:color w:val="000000" w:themeColor="text1"/>
        </w:rPr>
        <w:t>;</w:t>
      </w:r>
      <w:bookmarkEnd w:id="28"/>
    </w:p>
    <w:p w14:paraId="6B5025DC" w14:textId="77777777" w:rsidR="00F81353" w:rsidRPr="00A908D4" w:rsidRDefault="00F81353">
      <w:pPr>
        <w:pStyle w:val="Nadpis5"/>
        <w:numPr>
          <w:ilvl w:val="0"/>
          <w:numId w:val="14"/>
        </w:numPr>
        <w:ind w:left="964" w:hanging="567"/>
      </w:pPr>
      <w:r w:rsidRPr="00A908D4">
        <w:t>poskytne ESCO a jí určeným osobám sociální zázemí pro jejich zaměstnance a spolupracující osoby (WC, sprcha, šatna s uzamykatelnými skříňkami);</w:t>
      </w:r>
    </w:p>
    <w:p w14:paraId="51975832" w14:textId="77777777" w:rsidR="00472316" w:rsidRDefault="00F81353">
      <w:pPr>
        <w:pStyle w:val="Nadpis5"/>
        <w:numPr>
          <w:ilvl w:val="0"/>
          <w:numId w:val="14"/>
        </w:numPr>
        <w:ind w:left="964" w:hanging="567"/>
      </w:pPr>
      <w:r w:rsidRPr="00A908D4">
        <w:t>udělí ESCO příslušné plné moci, vyžaduje-li vyřízení určitých záležitostí v rámci této smlouvy uskutečnění právních úkonů jménem Klienta</w:t>
      </w:r>
      <w:r w:rsidR="00472316">
        <w:t>;</w:t>
      </w:r>
    </w:p>
    <w:p w14:paraId="1B16877B" w14:textId="69DF60AF" w:rsidR="009F55F1" w:rsidRDefault="00472316">
      <w:pPr>
        <w:pStyle w:val="Nadpis5"/>
        <w:numPr>
          <w:ilvl w:val="0"/>
          <w:numId w:val="14"/>
        </w:numPr>
        <w:ind w:left="964" w:hanging="567"/>
      </w:pPr>
      <w:bookmarkStart w:id="29" w:name="_Hlk48911694"/>
      <w:r w:rsidRPr="00472316">
        <w:t>poskytne nezbytnou součinnost nutnou k provedení opatření, zejména poskytování informací o plánovaných činnostech mimo tuto smlouvu prováděných výhradně Klientem v</w:t>
      </w:r>
      <w:r w:rsidR="00133235">
        <w:t> </w:t>
      </w:r>
      <w:r w:rsidRPr="00472316">
        <w:t>areálech, jednotlivých objektech, prostorách a místnostech, ve kterých bude ESCO provádět základní opatření</w:t>
      </w:r>
      <w:r w:rsidR="00F81353" w:rsidRPr="00A908D4">
        <w:t>.</w:t>
      </w:r>
      <w:r w:rsidR="008A2521">
        <w:t xml:space="preserve"> </w:t>
      </w:r>
    </w:p>
    <w:p w14:paraId="7CC9520B" w14:textId="08064AC3" w:rsidR="00F81353" w:rsidRPr="00B90D21" w:rsidRDefault="008A2521" w:rsidP="009F55F1">
      <w:pPr>
        <w:pStyle w:val="Nadpis5"/>
        <w:numPr>
          <w:ilvl w:val="0"/>
          <w:numId w:val="0"/>
        </w:numPr>
        <w:ind w:left="397"/>
        <w:rPr>
          <w:color w:val="000000" w:themeColor="text1"/>
        </w:rPr>
      </w:pPr>
      <w:r w:rsidRPr="00B90D21">
        <w:rPr>
          <w:color w:val="000000" w:themeColor="text1"/>
        </w:rPr>
        <w:t>Požadované informace</w:t>
      </w:r>
      <w:r w:rsidR="009F55F1" w:rsidRPr="00B90D21">
        <w:rPr>
          <w:color w:val="000000" w:themeColor="text1"/>
        </w:rPr>
        <w:t xml:space="preserve"> či podklady</w:t>
      </w:r>
      <w:r w:rsidR="00101B6A" w:rsidRPr="00B90D21">
        <w:rPr>
          <w:color w:val="000000" w:themeColor="text1"/>
        </w:rPr>
        <w:t xml:space="preserve"> dle Článek 6.2</w:t>
      </w:r>
      <w:r w:rsidR="009F55F1" w:rsidRPr="00B90D21">
        <w:rPr>
          <w:color w:val="000000" w:themeColor="text1"/>
        </w:rPr>
        <w:t xml:space="preserve"> se zavazuje</w:t>
      </w:r>
      <w:r w:rsidRPr="00B90D21">
        <w:rPr>
          <w:color w:val="000000" w:themeColor="text1"/>
        </w:rPr>
        <w:t xml:space="preserve"> Klient</w:t>
      </w:r>
      <w:r w:rsidR="00CE6690" w:rsidRPr="00B90D21">
        <w:rPr>
          <w:color w:val="000000" w:themeColor="text1"/>
        </w:rPr>
        <w:t xml:space="preserve"> poskytnout</w:t>
      </w:r>
      <w:r w:rsidRPr="00B90D21">
        <w:rPr>
          <w:color w:val="000000" w:themeColor="text1"/>
        </w:rPr>
        <w:t xml:space="preserve"> </w:t>
      </w:r>
      <w:r w:rsidR="00F725E9" w:rsidRPr="00B90D21">
        <w:rPr>
          <w:color w:val="000000" w:themeColor="text1"/>
        </w:rPr>
        <w:t xml:space="preserve">ESCO </w:t>
      </w:r>
      <w:r w:rsidRPr="00B90D21">
        <w:rPr>
          <w:color w:val="000000" w:themeColor="text1"/>
        </w:rPr>
        <w:t xml:space="preserve">nejpozději do 10 dnů od </w:t>
      </w:r>
      <w:r w:rsidR="009F55F1" w:rsidRPr="00B90D21">
        <w:rPr>
          <w:color w:val="000000" w:themeColor="text1"/>
        </w:rPr>
        <w:t>doručení písemné žádosti ESCO</w:t>
      </w:r>
      <w:r w:rsidR="00AC35E8" w:rsidRPr="00B90D21">
        <w:rPr>
          <w:color w:val="000000" w:themeColor="text1"/>
        </w:rPr>
        <w:t xml:space="preserve"> Klientovi</w:t>
      </w:r>
      <w:r w:rsidR="00F725E9" w:rsidRPr="00B90D21">
        <w:rPr>
          <w:color w:val="000000" w:themeColor="text1"/>
        </w:rPr>
        <w:t>, nebude-li</w:t>
      </w:r>
      <w:r w:rsidR="00AC35E8" w:rsidRPr="00B90D21">
        <w:rPr>
          <w:color w:val="000000" w:themeColor="text1"/>
        </w:rPr>
        <w:t xml:space="preserve"> mezi smluvními stranami ujednáno</w:t>
      </w:r>
      <w:r w:rsidR="00F725E9" w:rsidRPr="00B90D21">
        <w:rPr>
          <w:color w:val="000000" w:themeColor="text1"/>
        </w:rPr>
        <w:t xml:space="preserve"> jinak</w:t>
      </w:r>
      <w:r w:rsidR="00AA622F" w:rsidRPr="00B90D21">
        <w:rPr>
          <w:color w:val="000000" w:themeColor="text1"/>
        </w:rPr>
        <w:t>.</w:t>
      </w:r>
    </w:p>
    <w:p w14:paraId="525D6A34" w14:textId="77777777" w:rsidR="00F81353" w:rsidRPr="00A908D4" w:rsidRDefault="00F81353" w:rsidP="00E92C96">
      <w:pPr>
        <w:pStyle w:val="Nadpis2"/>
      </w:pPr>
      <w:bookmarkStart w:id="30" w:name="_Ref330840265"/>
      <w:bookmarkEnd w:id="29"/>
      <w:r w:rsidRPr="00A908D4">
        <w:t>ESCO se zavazuje:</w:t>
      </w:r>
      <w:bookmarkEnd w:id="30"/>
    </w:p>
    <w:p w14:paraId="64C0309E" w14:textId="207E39A5" w:rsidR="004F54C1" w:rsidRPr="00A908D4" w:rsidRDefault="00F81353">
      <w:pPr>
        <w:pStyle w:val="Nadpis5"/>
        <w:numPr>
          <w:ilvl w:val="0"/>
          <w:numId w:val="15"/>
        </w:numPr>
        <w:ind w:left="964" w:hanging="567"/>
      </w:pPr>
      <w:r w:rsidRPr="00A908D4">
        <w:t>před zahájením</w:t>
      </w:r>
      <w:r w:rsidR="00E82740" w:rsidRPr="00A908D4">
        <w:t xml:space="preserve"> období</w:t>
      </w:r>
      <w:r w:rsidRPr="00A908D4">
        <w:t xml:space="preserve"> </w:t>
      </w:r>
      <w:r w:rsidR="003F6148" w:rsidRPr="00A908D4">
        <w:t xml:space="preserve">provádění základních opatření </w:t>
      </w:r>
      <w:r w:rsidRPr="00A908D4">
        <w:t xml:space="preserve">vypracovat a předložit Klientovi k připomínkám projektovou dokumentaci, je-li pro realizaci základních investičních opatření potřebná anebo nezbytná; </w:t>
      </w:r>
      <w:proofErr w:type="gramStart"/>
      <w:r w:rsidRPr="00A908D4">
        <w:t>nevyjádří</w:t>
      </w:r>
      <w:proofErr w:type="gramEnd"/>
      <w:r w:rsidRPr="00A908D4">
        <w:t xml:space="preserve">-li se Klient do </w:t>
      </w:r>
      <w:r w:rsidR="00CD215C" w:rsidRPr="00A908D4">
        <w:t>21</w:t>
      </w:r>
      <w:r w:rsidRPr="00A908D4">
        <w:t xml:space="preserve"> dnů ode dne předložení projektové dokumentace, považuje se projektová dokumentace za schválenou;</w:t>
      </w:r>
    </w:p>
    <w:p w14:paraId="3C161489" w14:textId="77777777" w:rsidR="00F81353" w:rsidRPr="00A908D4" w:rsidRDefault="00F81353">
      <w:pPr>
        <w:pStyle w:val="Nadpis5"/>
        <w:numPr>
          <w:ilvl w:val="0"/>
          <w:numId w:val="15"/>
        </w:numPr>
        <w:ind w:left="964" w:hanging="567"/>
      </w:pPr>
      <w:bookmarkStart w:id="31" w:name="_Ref152047542"/>
      <w:r w:rsidRPr="00A908D4">
        <w:lastRenderedPageBreak/>
        <w:t xml:space="preserve">před zahájením období </w:t>
      </w:r>
      <w:r w:rsidR="00EE4117" w:rsidRPr="00A908D4">
        <w:t xml:space="preserve">provádění základních opatření </w:t>
      </w:r>
      <w:r w:rsidRPr="00A908D4">
        <w:t>vypracovat a předložit Klientovi k</w:t>
      </w:r>
      <w:r w:rsidR="00566F3E" w:rsidRPr="00A908D4">
        <w:t> </w:t>
      </w:r>
      <w:r w:rsidRPr="00A908D4">
        <w:t>připomínkám</w:t>
      </w:r>
      <w:r w:rsidR="00046F0B" w:rsidRPr="00A908D4">
        <w:t xml:space="preserve"> </w:t>
      </w:r>
      <w:r w:rsidR="00621EC3" w:rsidRPr="00A908D4">
        <w:t xml:space="preserve">upřesněný </w:t>
      </w:r>
      <w:r w:rsidRPr="00A908D4">
        <w:t xml:space="preserve">časový plán provádění základních opatření </w:t>
      </w:r>
      <w:r w:rsidR="000D759F" w:rsidRPr="00A908D4">
        <w:t>(</w:t>
      </w:r>
      <w:r w:rsidRPr="00A908D4">
        <w:t>dále jen „</w:t>
      </w:r>
      <w:r w:rsidRPr="00A908D4">
        <w:rPr>
          <w:b/>
        </w:rPr>
        <w:t>harmonogram</w:t>
      </w:r>
      <w:r w:rsidR="00765A27" w:rsidRPr="00A908D4">
        <w:rPr>
          <w:b/>
        </w:rPr>
        <w:t xml:space="preserve"> </w:t>
      </w:r>
      <w:r w:rsidR="009C109E" w:rsidRPr="00A908D4">
        <w:rPr>
          <w:b/>
        </w:rPr>
        <w:t xml:space="preserve">realizace </w:t>
      </w:r>
      <w:r w:rsidR="00765A27" w:rsidRPr="00A908D4">
        <w:rPr>
          <w:b/>
        </w:rPr>
        <w:t>základních opatření</w:t>
      </w:r>
      <w:r w:rsidRPr="00A908D4">
        <w:t>“)</w:t>
      </w:r>
      <w:r w:rsidR="00A27764" w:rsidRPr="00A908D4">
        <w:t>,</w:t>
      </w:r>
      <w:r w:rsidRPr="00A908D4">
        <w:t xml:space="preserve"> </w:t>
      </w:r>
      <w:r w:rsidR="00621EC3" w:rsidRPr="00A908D4">
        <w:t>který bude</w:t>
      </w:r>
      <w:r w:rsidR="007745EF" w:rsidRPr="00A908D4">
        <w:t xml:space="preserve"> v souladu s</w:t>
      </w:r>
      <w:r w:rsidRPr="00A908D4">
        <w:t xml:space="preserve"> harmonogramem</w:t>
      </w:r>
      <w:r w:rsidR="00765A27" w:rsidRPr="00A908D4">
        <w:t xml:space="preserve"> realizace projektu </w:t>
      </w:r>
      <w:r w:rsidRPr="00A908D4">
        <w:t>uveden</w:t>
      </w:r>
      <w:r w:rsidR="00765A27" w:rsidRPr="00A908D4">
        <w:t xml:space="preserve">ém </w:t>
      </w:r>
      <w:r w:rsidRPr="00A908D4">
        <w:t>v příloze č.</w:t>
      </w:r>
      <w:r w:rsidR="00B24712" w:rsidRPr="00A908D4">
        <w:t> 4</w:t>
      </w:r>
      <w:r w:rsidRPr="00A908D4">
        <w:t xml:space="preserve">, a </w:t>
      </w:r>
      <w:r w:rsidR="00621EC3" w:rsidRPr="00A908D4">
        <w:t>bude</w:t>
      </w:r>
      <w:r w:rsidRPr="00A908D4">
        <w:t xml:space="preserve"> respektov</w:t>
      </w:r>
      <w:r w:rsidR="00621EC3" w:rsidRPr="00A908D4">
        <w:t>at</w:t>
      </w:r>
      <w:r w:rsidRPr="00A908D4">
        <w:t xml:space="preserve"> charakter a využití objektů a</w:t>
      </w:r>
      <w:r w:rsidR="00621EC3" w:rsidRPr="00A908D4">
        <w:t xml:space="preserve"> sestaven tak, aby</w:t>
      </w:r>
      <w:r w:rsidRPr="00A908D4">
        <w:t xml:space="preserve"> případné narušení provozu objektů bylo minimální;</w:t>
      </w:r>
      <w:bookmarkEnd w:id="31"/>
    </w:p>
    <w:p w14:paraId="361E9E44" w14:textId="4F8271BC" w:rsidR="00F81353" w:rsidRPr="00A908D4" w:rsidRDefault="00F81353" w:rsidP="00AA3612">
      <w:pPr>
        <w:pStyle w:val="Bullet2"/>
        <w:ind w:left="1248" w:hanging="284"/>
      </w:pPr>
      <w:r w:rsidRPr="00A908D4">
        <w:t>v harmonogramu</w:t>
      </w:r>
      <w:r w:rsidR="009C109E" w:rsidRPr="00A908D4">
        <w:t xml:space="preserve"> realizace základních opatření</w:t>
      </w:r>
      <w:r w:rsidRPr="00A908D4">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7777777" w:rsidR="00F81353" w:rsidRPr="00A908D4" w:rsidRDefault="00F81353" w:rsidP="00AA3612">
      <w:pPr>
        <w:pStyle w:val="Bullet2"/>
        <w:ind w:left="1248" w:hanging="284"/>
      </w:pPr>
      <w:r w:rsidRPr="00A908D4">
        <w:t>harmonogram</w:t>
      </w:r>
      <w:r w:rsidR="00860E4A" w:rsidRPr="00A908D4">
        <w:t xml:space="preserve"> realizace základních opatření</w:t>
      </w:r>
      <w:r w:rsidRPr="00A908D4">
        <w:t xml:space="preserve"> bude obsahovat i plán kontrolních dnů;</w:t>
      </w:r>
    </w:p>
    <w:p w14:paraId="65AFD628" w14:textId="46DF2667" w:rsidR="001770BF" w:rsidRPr="004B4A43" w:rsidRDefault="00C147B5">
      <w:pPr>
        <w:pStyle w:val="Nadpis5"/>
        <w:numPr>
          <w:ilvl w:val="0"/>
          <w:numId w:val="15"/>
        </w:numPr>
        <w:ind w:left="964" w:hanging="567"/>
        <w:rPr>
          <w:b/>
          <w:bCs w:val="0"/>
          <w:color w:val="000000" w:themeColor="text1"/>
        </w:rPr>
      </w:pPr>
      <w:r w:rsidRPr="00A908D4">
        <w:t xml:space="preserve">za předpokladu poskytnutí </w:t>
      </w:r>
      <w:r w:rsidR="00C002B6" w:rsidRPr="00A908D4">
        <w:t xml:space="preserve">potřebné </w:t>
      </w:r>
      <w:r w:rsidRPr="00A908D4">
        <w:t xml:space="preserve">součinnosti Klienta </w:t>
      </w:r>
      <w:r w:rsidR="00F81353" w:rsidRPr="00A908D4">
        <w:t xml:space="preserve">před zahájením </w:t>
      </w:r>
      <w:r w:rsidR="0028475C" w:rsidRPr="00A908D4">
        <w:t xml:space="preserve">provádění základních </w:t>
      </w:r>
      <w:r w:rsidR="00C15D2A" w:rsidRPr="00A908D4">
        <w:t xml:space="preserve">investičních </w:t>
      </w:r>
      <w:r w:rsidR="0028475C" w:rsidRPr="00A908D4">
        <w:t xml:space="preserve">opatření </w:t>
      </w:r>
      <w:r w:rsidR="00F81353" w:rsidRPr="00A908D4">
        <w:t>zajistit ohledně základních investičních opatření</w:t>
      </w:r>
      <w:r w:rsidR="00621EC3" w:rsidRPr="00A908D4">
        <w:t xml:space="preserve"> </w:t>
      </w:r>
      <w:r w:rsidR="00F81353" w:rsidRPr="00A908D4">
        <w:t xml:space="preserve">vydání stavebního povolení, příp. </w:t>
      </w:r>
      <w:r w:rsidR="00F81353" w:rsidRPr="004B4A43">
        <w:rPr>
          <w:color w:val="000000" w:themeColor="text1"/>
        </w:rPr>
        <w:t xml:space="preserve">jiných povolení či rozhodnutí </w:t>
      </w:r>
      <w:r w:rsidR="007D357B" w:rsidRPr="004B4A43">
        <w:rPr>
          <w:color w:val="000000" w:themeColor="text1"/>
        </w:rPr>
        <w:t xml:space="preserve">orgánů veřejné správy </w:t>
      </w:r>
      <w:r w:rsidR="00F81353" w:rsidRPr="004B4A43">
        <w:rPr>
          <w:color w:val="000000" w:themeColor="text1"/>
        </w:rPr>
        <w:t xml:space="preserve">nezbytných dle </w:t>
      </w:r>
      <w:r w:rsidR="009803E0" w:rsidRPr="004B4A43">
        <w:rPr>
          <w:color w:val="000000" w:themeColor="text1"/>
        </w:rPr>
        <w:t xml:space="preserve">příslušných </w:t>
      </w:r>
      <w:r w:rsidR="00F81353" w:rsidRPr="004B4A43">
        <w:rPr>
          <w:color w:val="000000" w:themeColor="text1"/>
        </w:rPr>
        <w:t>právních předpisů</w:t>
      </w:r>
      <w:r w:rsidR="00340DCC" w:rsidRPr="004B4A43">
        <w:rPr>
          <w:color w:val="000000" w:themeColor="text1"/>
        </w:rPr>
        <w:t xml:space="preserve"> na základě plné moci</w:t>
      </w:r>
      <w:r w:rsidR="009803E0" w:rsidRPr="004B4A43">
        <w:rPr>
          <w:color w:val="000000" w:themeColor="text1"/>
        </w:rPr>
        <w:t xml:space="preserve"> udělené ESCO ze strany Klienta</w:t>
      </w:r>
      <w:r w:rsidR="00612121" w:rsidRPr="004B4A43">
        <w:rPr>
          <w:color w:val="000000" w:themeColor="text1"/>
        </w:rPr>
        <w:t>;</w:t>
      </w:r>
    </w:p>
    <w:p w14:paraId="6285A3C6" w14:textId="77777777" w:rsidR="00F81353" w:rsidRPr="00A908D4" w:rsidRDefault="00F81353">
      <w:pPr>
        <w:pStyle w:val="Nadpis5"/>
        <w:numPr>
          <w:ilvl w:val="0"/>
          <w:numId w:val="15"/>
        </w:numPr>
        <w:ind w:left="964" w:hanging="567"/>
      </w:pPr>
      <w:r w:rsidRPr="00A908D4">
        <w:t>zastupovat Klienta při projednávání projektové dokumentace s dotčenými fyzickými či právnickými osobami, správci sítí a příslušnými orgány;</w:t>
      </w:r>
    </w:p>
    <w:p w14:paraId="3BE8D4E5" w14:textId="77D2FA83" w:rsidR="00F81353" w:rsidRPr="00B90D21" w:rsidRDefault="00F81353">
      <w:pPr>
        <w:pStyle w:val="Nadpis5"/>
        <w:numPr>
          <w:ilvl w:val="0"/>
          <w:numId w:val="15"/>
        </w:numPr>
        <w:ind w:left="964" w:hanging="567"/>
        <w:rPr>
          <w:color w:val="000000" w:themeColor="text1"/>
        </w:rPr>
      </w:pPr>
      <w:r w:rsidRPr="00A908D4">
        <w:t xml:space="preserve">zastupovat Klienta v rámci územního, stavebního a kolaudačního řízení souvisejícího s prováděním </w:t>
      </w:r>
      <w:r w:rsidRPr="00B90D21">
        <w:rPr>
          <w:color w:val="000000" w:themeColor="text1"/>
        </w:rPr>
        <w:t>základních investičních opatření, případně v dalších řízeních před orgány</w:t>
      </w:r>
      <w:r w:rsidR="001F476B" w:rsidRPr="00B90D21">
        <w:rPr>
          <w:color w:val="000000" w:themeColor="text1"/>
        </w:rPr>
        <w:t xml:space="preserve"> veřejné správy</w:t>
      </w:r>
      <w:r w:rsidRPr="00B90D21">
        <w:rPr>
          <w:color w:val="000000" w:themeColor="text1"/>
        </w:rPr>
        <w:t xml:space="preserve"> vztahujícími se k základním investičním opatřením</w:t>
      </w:r>
      <w:r w:rsidR="007750DD" w:rsidRPr="00B90D21">
        <w:rPr>
          <w:color w:val="000000" w:themeColor="text1"/>
        </w:rPr>
        <w:t xml:space="preserve">, k čemuž Klient udělí </w:t>
      </w:r>
      <w:r w:rsidR="00621EC3" w:rsidRPr="00B90D21">
        <w:rPr>
          <w:color w:val="000000" w:themeColor="text1"/>
        </w:rPr>
        <w:t xml:space="preserve">ESCO </w:t>
      </w:r>
      <w:r w:rsidR="007750DD" w:rsidRPr="00B90D21">
        <w:rPr>
          <w:color w:val="000000" w:themeColor="text1"/>
        </w:rPr>
        <w:t>plnou moc</w:t>
      </w:r>
      <w:r w:rsidR="00442990" w:rsidRPr="00B90D21">
        <w:rPr>
          <w:color w:val="000000" w:themeColor="text1"/>
        </w:rPr>
        <w:t>, pokud se Smluvní strany nedohodnou jinak</w:t>
      </w:r>
      <w:r w:rsidRPr="00B90D21">
        <w:rPr>
          <w:color w:val="000000" w:themeColor="text1"/>
        </w:rPr>
        <w:t>;</w:t>
      </w:r>
    </w:p>
    <w:p w14:paraId="6E3C3998" w14:textId="5C943685" w:rsidR="00F81353" w:rsidRPr="00B90D21" w:rsidRDefault="00F81353">
      <w:pPr>
        <w:pStyle w:val="Nadpis5"/>
        <w:numPr>
          <w:ilvl w:val="0"/>
          <w:numId w:val="15"/>
        </w:numPr>
        <w:ind w:left="964" w:hanging="567"/>
        <w:rPr>
          <w:color w:val="000000" w:themeColor="text1"/>
        </w:rPr>
      </w:pPr>
      <w:r w:rsidRPr="00B90D21">
        <w:rPr>
          <w:color w:val="000000" w:themeColor="text1"/>
        </w:rPr>
        <w:t xml:space="preserve">dle schváleného harmonogramu </w:t>
      </w:r>
      <w:r w:rsidR="00187D48" w:rsidRPr="00B90D21">
        <w:rPr>
          <w:color w:val="000000" w:themeColor="text1"/>
        </w:rPr>
        <w:t xml:space="preserve">realizace základních opatření </w:t>
      </w:r>
      <w:r w:rsidRPr="00B90D21">
        <w:rPr>
          <w:color w:val="000000" w:themeColor="text1"/>
        </w:rPr>
        <w:t>organizovat kontrolní dny, zvát na ně oprávněné osoby a vyhotovovat z nich pro své potřeby a potřeby Klienta zápisy</w:t>
      </w:r>
      <w:r w:rsidR="00C451D4" w:rsidRPr="00B90D21">
        <w:rPr>
          <w:color w:val="000000" w:themeColor="text1"/>
        </w:rPr>
        <w:t>, pokud se smluvní strany nedohodnou jinak</w:t>
      </w:r>
      <w:r w:rsidRPr="00B90D21">
        <w:rPr>
          <w:color w:val="000000" w:themeColor="text1"/>
        </w:rPr>
        <w:t>;</w:t>
      </w:r>
    </w:p>
    <w:p w14:paraId="177A6559" w14:textId="77777777" w:rsidR="00F81353" w:rsidRPr="00A908D4" w:rsidRDefault="00F81353">
      <w:pPr>
        <w:pStyle w:val="Nadpis5"/>
        <w:numPr>
          <w:ilvl w:val="0"/>
          <w:numId w:val="15"/>
        </w:numPr>
        <w:ind w:left="964" w:hanging="567"/>
      </w:pPr>
      <w:r w:rsidRPr="00A908D4">
        <w:t>provádět základní investiční opatření v souladu s</w:t>
      </w:r>
      <w:r w:rsidR="00CA5084" w:rsidRPr="00A908D4">
        <w:t> </w:t>
      </w:r>
      <w:r w:rsidR="00CE7633" w:rsidRPr="00A908D4">
        <w:t>obecně</w:t>
      </w:r>
      <w:r w:rsidR="00CA5084" w:rsidRPr="00A908D4">
        <w:t xml:space="preserve"> závaznými</w:t>
      </w:r>
      <w:r w:rsidR="00CE7633" w:rsidRPr="00A908D4">
        <w:t xml:space="preserve"> </w:t>
      </w:r>
      <w:r w:rsidRPr="00A908D4">
        <w:t>právními předpisy, příslušnými českými technickými normami, jakož i vnitřními předpisy Klienta, s nimiž byla před uzavřením této smlouvy seznámena (zejména bezpečnostní předpisy);</w:t>
      </w:r>
    </w:p>
    <w:p w14:paraId="4902459D" w14:textId="77777777" w:rsidR="00D9546E" w:rsidRDefault="00D9546E">
      <w:pPr>
        <w:pStyle w:val="Nadpis5"/>
        <w:numPr>
          <w:ilvl w:val="0"/>
          <w:numId w:val="15"/>
        </w:numPr>
        <w:ind w:left="964" w:hanging="567"/>
      </w:pPr>
      <w:r w:rsidRPr="00A908D4">
        <w:t>provést základní investiční opatření tak, že po jejich dokončení bude energetický systém, jehož se předměty základních investičních opatření stanou součástí, schopen provozu v</w:t>
      </w:r>
      <w:r>
        <w:t> </w:t>
      </w:r>
      <w:r w:rsidRPr="00A908D4">
        <w:t>souladu se standardními provozními podmínkami uvedenými v příloze č. 7.</w:t>
      </w:r>
    </w:p>
    <w:p w14:paraId="4B6B0989" w14:textId="7416A26D" w:rsidR="00660E84" w:rsidRPr="00B90D21" w:rsidRDefault="00660E84">
      <w:pPr>
        <w:pStyle w:val="Nadpis5"/>
        <w:numPr>
          <w:ilvl w:val="0"/>
          <w:numId w:val="15"/>
        </w:numPr>
        <w:ind w:left="964" w:hanging="567"/>
        <w:rPr>
          <w:color w:val="000000" w:themeColor="text1"/>
        </w:rPr>
      </w:pPr>
      <w:r w:rsidRPr="00A908D4">
        <w:t xml:space="preserve">při </w:t>
      </w:r>
      <w:r w:rsidRPr="00B90D21">
        <w:rPr>
          <w:color w:val="000000" w:themeColor="text1"/>
        </w:rPr>
        <w:t>provádění základních investičních opatření použít výhradně výrobky, na které bylo vydáno prohlášení o shodě dle zákona č. 22/1997 Sb., o technických požadavcích na výrobky a o změně a doplnění některých zákonů, v platném znění;</w:t>
      </w:r>
    </w:p>
    <w:p w14:paraId="5A8EED0B" w14:textId="4E449B9E" w:rsidR="00C51441" w:rsidRPr="00C737DD" w:rsidRDefault="00F81353" w:rsidP="00C51441">
      <w:pPr>
        <w:pStyle w:val="Nadpis5"/>
        <w:numPr>
          <w:ilvl w:val="0"/>
          <w:numId w:val="15"/>
        </w:numPr>
        <w:ind w:left="964" w:hanging="567"/>
        <w:rPr>
          <w:rFonts w:asciiTheme="minorHAnsi" w:hAnsiTheme="minorHAnsi" w:cstheme="minorHAnsi"/>
          <w:szCs w:val="22"/>
        </w:rPr>
      </w:pPr>
      <w:bookmarkStart w:id="32" w:name="_Ref152047622"/>
      <w:r w:rsidRPr="00B90D21">
        <w:rPr>
          <w:color w:val="000000" w:themeColor="text1"/>
        </w:rPr>
        <w:t xml:space="preserve">vést ode dne převzetí staveniště </w:t>
      </w:r>
      <w:r w:rsidR="004A213F" w:rsidRPr="00B90D21">
        <w:rPr>
          <w:color w:val="000000" w:themeColor="text1"/>
        </w:rPr>
        <w:t xml:space="preserve">stavební </w:t>
      </w:r>
      <w:r w:rsidRPr="00B90D21">
        <w:rPr>
          <w:color w:val="000000" w:themeColor="text1"/>
        </w:rPr>
        <w:t>deník</w:t>
      </w:r>
      <w:r w:rsidR="00144440" w:rsidRPr="00B90D21">
        <w:rPr>
          <w:color w:val="000000" w:themeColor="text1"/>
        </w:rPr>
        <w:t xml:space="preserve"> </w:t>
      </w:r>
      <w:r w:rsidR="007A58B7" w:rsidRPr="00B90D21">
        <w:rPr>
          <w:color w:val="000000" w:themeColor="text1"/>
        </w:rPr>
        <w:t>v souladu s</w:t>
      </w:r>
      <w:r w:rsidR="00EE004D" w:rsidRPr="00B90D21">
        <w:rPr>
          <w:color w:val="000000" w:themeColor="text1"/>
        </w:rPr>
        <w:t xml:space="preserve"> požadavky</w:t>
      </w:r>
      <w:r w:rsidR="00061ECB" w:rsidRPr="00B90D21">
        <w:rPr>
          <w:color w:val="000000" w:themeColor="text1"/>
        </w:rPr>
        <w:t> obecně závazný</w:t>
      </w:r>
      <w:r w:rsidR="0061568E" w:rsidRPr="00B90D21">
        <w:rPr>
          <w:color w:val="000000" w:themeColor="text1"/>
        </w:rPr>
        <w:t>ch</w:t>
      </w:r>
      <w:r w:rsidR="00061ECB" w:rsidRPr="00B90D21">
        <w:rPr>
          <w:color w:val="000000" w:themeColor="text1"/>
        </w:rPr>
        <w:t xml:space="preserve"> předpis</w:t>
      </w:r>
      <w:r w:rsidR="00A9711A" w:rsidRPr="00B90D21">
        <w:rPr>
          <w:color w:val="000000" w:themeColor="text1"/>
        </w:rPr>
        <w:t>ů</w:t>
      </w:r>
      <w:r w:rsidR="00A522E7" w:rsidRPr="00B90D21">
        <w:rPr>
          <w:color w:val="000000" w:themeColor="text1"/>
        </w:rPr>
        <w:t xml:space="preserve">, zejména </w:t>
      </w:r>
      <w:r w:rsidR="00A9711A" w:rsidRPr="00B90D21">
        <w:rPr>
          <w:color w:val="000000" w:themeColor="text1"/>
        </w:rPr>
        <w:t xml:space="preserve">pak v souladu s ustanovením </w:t>
      </w:r>
      <w:r w:rsidR="00A9711A" w:rsidRPr="00B90D21">
        <w:rPr>
          <w:rFonts w:ascii="Arial" w:hAnsi="Arial" w:cs="Arial"/>
          <w:color w:val="000000" w:themeColor="text1"/>
          <w:sz w:val="20"/>
          <w:szCs w:val="20"/>
          <w:shd w:val="clear" w:color="auto" w:fill="FFFFFF"/>
        </w:rPr>
        <w:t xml:space="preserve">§ 152 odst. 6 </w:t>
      </w:r>
      <w:r w:rsidR="007A58B7" w:rsidRPr="00B90D21">
        <w:rPr>
          <w:color w:val="000000" w:themeColor="text1"/>
        </w:rPr>
        <w:t>zákona č. 183/200</w:t>
      </w:r>
      <w:r w:rsidR="004A213F" w:rsidRPr="00B90D21">
        <w:rPr>
          <w:color w:val="000000" w:themeColor="text1"/>
        </w:rPr>
        <w:t>6 Sb.</w:t>
      </w:r>
      <w:r w:rsidR="00A9711A" w:rsidRPr="00B90D21">
        <w:rPr>
          <w:color w:val="000000" w:themeColor="text1"/>
        </w:rPr>
        <w:t xml:space="preserve">, </w:t>
      </w:r>
      <w:r w:rsidR="0061568E" w:rsidRPr="00B90D21">
        <w:rPr>
          <w:color w:val="000000" w:themeColor="text1"/>
        </w:rPr>
        <w:lastRenderedPageBreak/>
        <w:t xml:space="preserve">stavební zákon, </w:t>
      </w:r>
      <w:r w:rsidR="00A9711A" w:rsidRPr="00B90D21">
        <w:rPr>
          <w:color w:val="000000" w:themeColor="text1"/>
        </w:rPr>
        <w:t>ve znění pozdějších předpisů</w:t>
      </w:r>
      <w:r w:rsidR="00D9546E" w:rsidRPr="00B90D21">
        <w:rPr>
          <w:color w:val="000000" w:themeColor="text1"/>
        </w:rPr>
        <w:t>,</w:t>
      </w:r>
      <w:r w:rsidR="0061568E" w:rsidRPr="00B90D21">
        <w:rPr>
          <w:rStyle w:val="Znakapoznpodarou"/>
          <w:color w:val="000000" w:themeColor="text1"/>
        </w:rPr>
        <w:footnoteReference w:id="1"/>
      </w:r>
      <w:r w:rsidR="00A9711A" w:rsidRPr="00B90D21">
        <w:rPr>
          <w:color w:val="000000" w:themeColor="text1"/>
        </w:rPr>
        <w:t xml:space="preserve"> </w:t>
      </w:r>
      <w:r w:rsidR="007A58B7" w:rsidRPr="00B90D21">
        <w:rPr>
          <w:color w:val="000000" w:themeColor="text1"/>
        </w:rPr>
        <w:t xml:space="preserve"> </w:t>
      </w:r>
      <w:r w:rsidRPr="00B90D21">
        <w:rPr>
          <w:color w:val="000000" w:themeColor="text1"/>
        </w:rPr>
        <w:t>(dále jen „</w:t>
      </w:r>
      <w:r w:rsidRPr="00B90D21">
        <w:rPr>
          <w:b/>
          <w:color w:val="000000" w:themeColor="text1"/>
        </w:rPr>
        <w:t>deník</w:t>
      </w:r>
      <w:r w:rsidRPr="00B90D21">
        <w:rPr>
          <w:color w:val="000000" w:themeColor="text1"/>
        </w:rPr>
        <w:t>“)</w:t>
      </w:r>
      <w:bookmarkEnd w:id="32"/>
      <w:r w:rsidR="004A213F" w:rsidRPr="00B90D21">
        <w:rPr>
          <w:color w:val="000000" w:themeColor="text1"/>
        </w:rPr>
        <w:t>.</w:t>
      </w:r>
      <w:r w:rsidR="002F5501" w:rsidRPr="00B90D21">
        <w:rPr>
          <w:color w:val="000000" w:themeColor="text1"/>
        </w:rPr>
        <w:t xml:space="preserve"> </w:t>
      </w:r>
      <w:r w:rsidRPr="00B90D21">
        <w:rPr>
          <w:color w:val="000000" w:themeColor="text1"/>
        </w:rPr>
        <w:t xml:space="preserve">Zápisem do deníku nelze měnit nebo </w:t>
      </w:r>
      <w:r w:rsidRPr="00C737DD">
        <w:rPr>
          <w:rFonts w:asciiTheme="minorHAnsi" w:hAnsiTheme="minorHAnsi" w:cstheme="minorHAnsi"/>
          <w:color w:val="000000" w:themeColor="text1"/>
        </w:rPr>
        <w:t>doplňovat tuto smlouvu.</w:t>
      </w:r>
      <w:r w:rsidR="00C51441" w:rsidRPr="00C737DD">
        <w:rPr>
          <w:rFonts w:asciiTheme="minorHAnsi" w:hAnsiTheme="minorHAnsi" w:cstheme="minorHAnsi"/>
          <w:szCs w:val="22"/>
        </w:rPr>
        <w:t xml:space="preserve"> Vést deník tak, že:</w:t>
      </w:r>
    </w:p>
    <w:p w14:paraId="38289F48" w14:textId="77777777" w:rsidR="00C51441" w:rsidRPr="00DC4D5E" w:rsidRDefault="00C51441" w:rsidP="00C51441">
      <w:pPr>
        <w:numPr>
          <w:ilvl w:val="0"/>
          <w:numId w:val="4"/>
        </w:numPr>
        <w:tabs>
          <w:tab w:val="clear" w:pos="644"/>
          <w:tab w:val="num" w:pos="2770"/>
        </w:tabs>
        <w:spacing w:before="60" w:after="60" w:line="320" w:lineRule="atLeast"/>
        <w:ind w:left="1248" w:hanging="284"/>
        <w:rPr>
          <w:rFonts w:asciiTheme="minorHAnsi" w:hAnsiTheme="minorHAnsi" w:cstheme="minorHAnsi"/>
          <w:szCs w:val="20"/>
        </w:rPr>
      </w:pPr>
      <w:r w:rsidRPr="00DC4D5E">
        <w:rPr>
          <w:rFonts w:asciiTheme="minorHAnsi" w:hAnsiTheme="minorHAnsi" w:cstheme="minorHAnsi"/>
          <w:szCs w:val="20"/>
        </w:rPr>
        <w:t>deník vede zásadně odpovědný pracovník ESCO (stavbyvedoucí);</w:t>
      </w:r>
    </w:p>
    <w:p w14:paraId="0973504C" w14:textId="77777777" w:rsidR="00C51441" w:rsidRPr="00DC4D5E" w:rsidRDefault="00C51441" w:rsidP="00C51441">
      <w:pPr>
        <w:numPr>
          <w:ilvl w:val="0"/>
          <w:numId w:val="4"/>
        </w:numPr>
        <w:tabs>
          <w:tab w:val="clear" w:pos="644"/>
          <w:tab w:val="num" w:pos="2770"/>
        </w:tabs>
        <w:spacing w:before="60" w:after="60" w:line="320" w:lineRule="atLeast"/>
        <w:ind w:left="1248" w:hanging="284"/>
        <w:rPr>
          <w:rFonts w:asciiTheme="minorHAnsi" w:hAnsiTheme="minorHAnsi" w:cstheme="minorHAnsi"/>
          <w:szCs w:val="20"/>
        </w:rPr>
      </w:pPr>
      <w:r w:rsidRPr="00DC4D5E">
        <w:rPr>
          <w:rFonts w:asciiTheme="minorHAnsi" w:hAnsiTheme="minorHAnsi" w:cstheme="minorHAnsi"/>
          <w:szCs w:val="20"/>
        </w:rPr>
        <w:t>záznamy do deníku mohou provádět oprávněné osoby;</w:t>
      </w:r>
    </w:p>
    <w:p w14:paraId="34FD1514" w14:textId="7F346011" w:rsidR="00C51441" w:rsidRPr="00DC4D5E" w:rsidRDefault="00C51441" w:rsidP="00C51441">
      <w:pPr>
        <w:numPr>
          <w:ilvl w:val="0"/>
          <w:numId w:val="4"/>
        </w:numPr>
        <w:tabs>
          <w:tab w:val="clear" w:pos="644"/>
          <w:tab w:val="num" w:pos="2770"/>
        </w:tabs>
        <w:spacing w:before="60" w:after="60" w:line="320" w:lineRule="atLeast"/>
        <w:ind w:left="1248" w:hanging="284"/>
        <w:rPr>
          <w:rFonts w:asciiTheme="minorHAnsi" w:hAnsiTheme="minorHAnsi" w:cstheme="minorHAnsi"/>
          <w:szCs w:val="20"/>
        </w:rPr>
      </w:pPr>
      <w:r w:rsidRPr="00DC4D5E">
        <w:rPr>
          <w:rFonts w:asciiTheme="minorHAnsi" w:hAnsiTheme="minorHAnsi" w:cstheme="minorHAnsi"/>
          <w:szCs w:val="20"/>
        </w:rPr>
        <w:t xml:space="preserve">deník </w:t>
      </w:r>
      <w:r w:rsidR="00881DC2">
        <w:rPr>
          <w:rFonts w:asciiTheme="minorHAnsi" w:hAnsiTheme="minorHAnsi" w:cstheme="minorHAnsi"/>
          <w:szCs w:val="20"/>
        </w:rPr>
        <w:t xml:space="preserve">bude </w:t>
      </w:r>
      <w:r w:rsidRPr="00DC4D5E">
        <w:rPr>
          <w:rFonts w:asciiTheme="minorHAnsi" w:hAnsiTheme="minorHAnsi" w:cstheme="minorHAnsi"/>
          <w:szCs w:val="20"/>
        </w:rPr>
        <w:t>veden elektronicky v Klientem schváleném nástroji.</w:t>
      </w:r>
    </w:p>
    <w:p w14:paraId="44E6C5EC" w14:textId="6C1E626D" w:rsidR="00F81353" w:rsidRPr="00B90D21" w:rsidRDefault="00F81353" w:rsidP="00C737DD">
      <w:pPr>
        <w:pStyle w:val="Nadpis5"/>
        <w:numPr>
          <w:ilvl w:val="0"/>
          <w:numId w:val="0"/>
        </w:numPr>
        <w:ind w:left="964"/>
        <w:rPr>
          <w:color w:val="000000" w:themeColor="text1"/>
        </w:rPr>
      </w:pPr>
    </w:p>
    <w:p w14:paraId="156478BE" w14:textId="67A6976E" w:rsidR="00F81353" w:rsidRPr="00A908D4" w:rsidRDefault="00F81353">
      <w:pPr>
        <w:pStyle w:val="Nadpis5"/>
        <w:numPr>
          <w:ilvl w:val="0"/>
          <w:numId w:val="15"/>
        </w:numPr>
        <w:ind w:left="964" w:hanging="567"/>
      </w:pPr>
      <w:r w:rsidRPr="00B90D21">
        <w:rPr>
          <w:color w:val="000000" w:themeColor="text1"/>
        </w:rPr>
        <w:t>demontovat a zlikvidovat nahrazovaná technická zařízení, která se stanou nepotřebnými, je-li to technicky možné a ekonomicky přiměřené</w:t>
      </w:r>
      <w:r w:rsidRPr="00A908D4">
        <w:t>. ESCO je povinna Klienta písemně vyzvat k převzetí takových demontovaných zařízení. Nepřevezme-li Klient taková zařízení</w:t>
      </w:r>
      <w:r w:rsidR="007750DD" w:rsidRPr="00A908D4">
        <w:t xml:space="preserve"> </w:t>
      </w:r>
      <w:r w:rsidR="00592D71" w:rsidRPr="00A908D4">
        <w:t xml:space="preserve">do </w:t>
      </w:r>
      <w:r w:rsidR="00D0603C" w:rsidRPr="00A908D4">
        <w:t>30</w:t>
      </w:r>
      <w:r w:rsidR="00592D71" w:rsidRPr="00A908D4">
        <w:t xml:space="preserve"> pracovních dnů ode dne doručení výzvy k jejich p</w:t>
      </w:r>
      <w:r w:rsidR="007750DD" w:rsidRPr="00A908D4">
        <w:t>řevzetí</w:t>
      </w:r>
      <w:r w:rsidRPr="00A908D4">
        <w:t>, je ESCO oprávněna je bez dalšího jako nepotřebné na svůj účet zlikvidovat, včetně prodeje třetí osobě</w:t>
      </w:r>
      <w:r w:rsidR="00236BCB" w:rsidRPr="00A908D4">
        <w:t>,</w:t>
      </w:r>
      <w:r w:rsidR="00592D71" w:rsidRPr="00A908D4">
        <w:t xml:space="preserve"> přičemž ESCO je povinna předat Klientovi doklad o provedené likvidaci</w:t>
      </w:r>
      <w:r w:rsidRPr="00A908D4">
        <w:t>;</w:t>
      </w:r>
    </w:p>
    <w:p w14:paraId="4A78DD4D" w14:textId="77777777" w:rsidR="00F81353" w:rsidRPr="00A908D4" w:rsidRDefault="00F81353">
      <w:pPr>
        <w:pStyle w:val="Nadpis5"/>
        <w:numPr>
          <w:ilvl w:val="0"/>
          <w:numId w:val="15"/>
        </w:numPr>
        <w:ind w:left="964" w:hanging="567"/>
      </w:pPr>
      <w:r w:rsidRPr="00A908D4">
        <w:t>po dokončení každého základního investičního opatření předat Klientovi veškerou dokumentaci potřebnou pro provoz a údržbu předmětu takového opatření;</w:t>
      </w:r>
    </w:p>
    <w:p w14:paraId="19CEA95E" w14:textId="77777777" w:rsidR="00F81353" w:rsidRPr="00A908D4" w:rsidRDefault="00F81353">
      <w:pPr>
        <w:pStyle w:val="Nadpis5"/>
        <w:numPr>
          <w:ilvl w:val="0"/>
          <w:numId w:val="15"/>
        </w:numPr>
        <w:ind w:left="964" w:hanging="567"/>
      </w:pPr>
      <w:r w:rsidRPr="00A908D4">
        <w:t>provést školení zaměstnanců Klienta určených k obsluze nebo údržbě technických zařízení, které jsou předmětem investičních opatření;</w:t>
      </w:r>
    </w:p>
    <w:p w14:paraId="28443F2F" w14:textId="77777777" w:rsidR="00F81353" w:rsidRPr="00A908D4" w:rsidRDefault="00F81353">
      <w:pPr>
        <w:pStyle w:val="Nadpis5"/>
        <w:numPr>
          <w:ilvl w:val="0"/>
          <w:numId w:val="15"/>
        </w:numPr>
        <w:ind w:left="964" w:hanging="567"/>
      </w:pPr>
      <w:r w:rsidRPr="00A908D4">
        <w:t>včas informovat Klienta o jednáních, na kterých je nezbytná jeho účast;</w:t>
      </w:r>
    </w:p>
    <w:p w14:paraId="5D38C537" w14:textId="1FCAA9E3" w:rsidR="00F81353" w:rsidRPr="00A908D4" w:rsidRDefault="00F81353">
      <w:pPr>
        <w:pStyle w:val="Nadpis5"/>
        <w:numPr>
          <w:ilvl w:val="0"/>
          <w:numId w:val="15"/>
        </w:numPr>
        <w:ind w:left="964" w:hanging="567"/>
      </w:pPr>
      <w:r w:rsidRPr="00A908D4">
        <w:t xml:space="preserve">provést komplexní zkoušky </w:t>
      </w:r>
      <w:r w:rsidR="00D76BCC" w:rsidRPr="00A908D4">
        <w:t xml:space="preserve">v </w:t>
      </w:r>
      <w:r w:rsidR="00977549" w:rsidRPr="00A908D4">
        <w:t>souladu s ustanoveními </w:t>
      </w:r>
      <w:r w:rsidR="008E6B6A" w:rsidRPr="00A908D4">
        <w:fldChar w:fldCharType="begin"/>
      </w:r>
      <w:r w:rsidR="008E6B6A" w:rsidRPr="00A908D4">
        <w:instrText xml:space="preserve"> REF _Ref337650388 \r \h  \* MERGEFORMAT </w:instrText>
      </w:r>
      <w:r w:rsidR="008E6B6A" w:rsidRPr="00A908D4">
        <w:fldChar w:fldCharType="separate"/>
      </w:r>
      <w:r w:rsidR="00E90D85">
        <w:t>Článek 7</w:t>
      </w:r>
      <w:r w:rsidR="008E6B6A" w:rsidRPr="00A908D4">
        <w:fldChar w:fldCharType="end"/>
      </w:r>
      <w:r w:rsidRPr="00A908D4">
        <w:t>;</w:t>
      </w:r>
    </w:p>
    <w:p w14:paraId="65F2B255" w14:textId="77777777" w:rsidR="007750DD" w:rsidRPr="00A908D4" w:rsidRDefault="00F81353">
      <w:pPr>
        <w:pStyle w:val="Nadpis5"/>
        <w:numPr>
          <w:ilvl w:val="0"/>
          <w:numId w:val="15"/>
        </w:numPr>
        <w:ind w:left="964" w:hanging="567"/>
      </w:pPr>
      <w:r w:rsidRPr="00A908D4">
        <w:t>dojde-li v důsledku provedení investičních opatření ke změnám v zastavěnosti území, provést geodetické zaměření skutečného stavu stavbou dotčeného území a vyhotovit situační výkres (výškopis + polohopis)</w:t>
      </w:r>
      <w:r w:rsidR="00236BCB" w:rsidRPr="00A908D4">
        <w:t>.</w:t>
      </w:r>
    </w:p>
    <w:p w14:paraId="2AB0618A" w14:textId="5B8597A4" w:rsidR="000D59D4" w:rsidRPr="00A908D4" w:rsidRDefault="00F81353">
      <w:pPr>
        <w:pStyle w:val="Nadpis5"/>
        <w:numPr>
          <w:ilvl w:val="0"/>
          <w:numId w:val="15"/>
        </w:numPr>
        <w:ind w:left="964" w:hanging="567"/>
      </w:pPr>
      <w:r w:rsidRPr="00A908D4">
        <w:t>bez zbytečného odkladu</w:t>
      </w:r>
      <w:r w:rsidR="00977549" w:rsidRPr="00A908D4">
        <w:t>, nejpozději do</w:t>
      </w:r>
      <w:r w:rsidR="00587049" w:rsidRPr="00A908D4">
        <w:t xml:space="preserve"> </w:t>
      </w:r>
      <w:r w:rsidR="00D0603C" w:rsidRPr="00A908D4">
        <w:t>30</w:t>
      </w:r>
      <w:r w:rsidR="00587049" w:rsidRPr="00A908D4">
        <w:t xml:space="preserve"> dnů,</w:t>
      </w:r>
      <w:r w:rsidR="00977549" w:rsidRPr="00A908D4">
        <w:t xml:space="preserve"> </w:t>
      </w:r>
      <w:r w:rsidRPr="00A908D4">
        <w:t>předat Klientovi doklady, které za něho převzala při vyřizování záležitostí dle této smlouvy.</w:t>
      </w:r>
    </w:p>
    <w:p w14:paraId="4B9AABDF" w14:textId="25D69138" w:rsidR="00A6582B" w:rsidRPr="00A908D4" w:rsidRDefault="00A6582B" w:rsidP="00E92C96">
      <w:pPr>
        <w:pStyle w:val="Nadpis2"/>
      </w:pPr>
      <w:r w:rsidRPr="00A908D4">
        <w:t>Klient se zavazuje předat staveniště (areál/y) v termínu sta</w:t>
      </w:r>
      <w:r w:rsidR="00D762CD" w:rsidRPr="00A908D4">
        <w:t>no</w:t>
      </w:r>
      <w:r w:rsidRPr="00A908D4">
        <w:t>ven</w:t>
      </w:r>
      <w:r w:rsidR="000B3036" w:rsidRPr="00A908D4">
        <w:t>ém</w:t>
      </w:r>
      <w:r w:rsidR="00D762CD" w:rsidRPr="00A908D4">
        <w:t xml:space="preserve"> v</w:t>
      </w:r>
      <w:r w:rsidR="0081569D" w:rsidRPr="00A908D4">
        <w:t> </w:t>
      </w:r>
      <w:r w:rsidRPr="00A908D4">
        <w:t>harmonogramu</w:t>
      </w:r>
      <w:r w:rsidR="0081569D" w:rsidRPr="00A908D4">
        <w:t xml:space="preserve"> realizace </w:t>
      </w:r>
      <w:r w:rsidR="007B68A9">
        <w:t>základních opatření</w:t>
      </w:r>
      <w:r w:rsidRPr="00A908D4">
        <w:t>.</w:t>
      </w:r>
    </w:p>
    <w:p w14:paraId="18EA0727" w14:textId="3A7DA1AA" w:rsidR="00E52904" w:rsidRDefault="007E1E0D" w:rsidP="00E52904">
      <w:pPr>
        <w:pStyle w:val="Nadpis2"/>
      </w:pPr>
      <w:r w:rsidRPr="00A908D4">
        <w:t>Smluvní strany se dohodly, že termíny uveden</w:t>
      </w:r>
      <w:r w:rsidR="00B24712" w:rsidRPr="00A908D4">
        <w:t>é v</w:t>
      </w:r>
      <w:r w:rsidR="00930E61" w:rsidRPr="00A908D4">
        <w:t> </w:t>
      </w:r>
      <w:r w:rsidR="00B24712" w:rsidRPr="00A908D4">
        <w:t>harmonogramu</w:t>
      </w:r>
      <w:r w:rsidR="00930E61" w:rsidRPr="00A908D4">
        <w:t xml:space="preserve"> realizace </w:t>
      </w:r>
      <w:r w:rsidR="00C73F19">
        <w:t>základních opatření</w:t>
      </w:r>
      <w:r w:rsidR="00092E44" w:rsidRPr="00A908D4">
        <w:t xml:space="preserve"> </w:t>
      </w:r>
      <w:r w:rsidRPr="00A908D4">
        <w:t xml:space="preserve">se prodlužují o </w:t>
      </w:r>
      <w:r w:rsidR="00521BB8" w:rsidRPr="00A908D4">
        <w:t>dobu</w:t>
      </w:r>
      <w:r w:rsidRPr="00A908D4">
        <w:t xml:space="preserve">, </w:t>
      </w:r>
      <w:r w:rsidR="00521BB8" w:rsidRPr="00A908D4">
        <w:t xml:space="preserve">po kterou je </w:t>
      </w:r>
      <w:r w:rsidRPr="00A908D4">
        <w:t>Klient v prodlení s poskytnutím potřebné součinnosti ESCO</w:t>
      </w:r>
      <w:r w:rsidR="00A6582B" w:rsidRPr="00A908D4">
        <w:t>,</w:t>
      </w:r>
      <w:r w:rsidR="00D0603C" w:rsidRPr="00A908D4">
        <w:t xml:space="preserve"> </w:t>
      </w:r>
      <w:r w:rsidR="006305F0" w:rsidRPr="00A908D4">
        <w:t xml:space="preserve">tj. </w:t>
      </w:r>
      <w:r w:rsidR="00A6582B" w:rsidRPr="00A908D4">
        <w:t>po dobu, kdy Klient nepředá staveniště</w:t>
      </w:r>
      <w:r w:rsidR="00D7216A" w:rsidRPr="00A908D4">
        <w:t xml:space="preserve"> dle harmonogramu </w:t>
      </w:r>
      <w:r w:rsidR="00D5179A" w:rsidRPr="00A908D4">
        <w:t xml:space="preserve">realizace </w:t>
      </w:r>
      <w:r w:rsidR="005F635C">
        <w:t>základních opatření</w:t>
      </w:r>
      <w:r w:rsidR="005256BB" w:rsidRPr="00A908D4">
        <w:t xml:space="preserve"> </w:t>
      </w:r>
      <w:r w:rsidR="00521BB8" w:rsidRPr="00A908D4">
        <w:t xml:space="preserve">a </w:t>
      </w:r>
      <w:r w:rsidR="00A6582B" w:rsidRPr="00A908D4">
        <w:t xml:space="preserve">dále </w:t>
      </w:r>
      <w:r w:rsidR="00521BB8" w:rsidRPr="00A908D4">
        <w:t>po</w:t>
      </w:r>
      <w:r w:rsidR="00A6582B" w:rsidRPr="00A908D4">
        <w:t xml:space="preserve"> dob</w:t>
      </w:r>
      <w:r w:rsidR="00236BCB" w:rsidRPr="00A908D4">
        <w:t>u</w:t>
      </w:r>
      <w:r w:rsidR="00A6582B" w:rsidRPr="00A908D4">
        <w:t>, po</w:t>
      </w:r>
      <w:r w:rsidR="00521BB8" w:rsidRPr="00A908D4">
        <w:t xml:space="preserve"> kterou </w:t>
      </w:r>
      <w:r w:rsidRPr="00A908D4">
        <w:t xml:space="preserve">ESCO </w:t>
      </w:r>
      <w:r w:rsidR="00521BB8" w:rsidRPr="00A908D4">
        <w:t xml:space="preserve">nemohla </w:t>
      </w:r>
      <w:r w:rsidRPr="00A908D4">
        <w:t>plnit sv</w:t>
      </w:r>
      <w:r w:rsidR="00521BB8" w:rsidRPr="00A908D4">
        <w:t>é závazky</w:t>
      </w:r>
      <w:r w:rsidRPr="00A908D4">
        <w:t xml:space="preserve"> provést opatření z důvodů nenacházející</w:t>
      </w:r>
      <w:r w:rsidR="009842C9" w:rsidRPr="00A908D4">
        <w:t>ch</w:t>
      </w:r>
      <w:r w:rsidRPr="00A908D4">
        <w:t xml:space="preserve"> se na její straně či na straně třetích osob, s jejichž pomocí tento závazek plní</w:t>
      </w:r>
      <w:r w:rsidR="009842C9" w:rsidRPr="00A908D4">
        <w:t xml:space="preserve"> a</w:t>
      </w:r>
      <w:r w:rsidRPr="00A908D4">
        <w:t xml:space="preserve"> o této skutečností je ESCO neprodleně prokazatelným způsobem Klienta s uvedením důvodu informova</w:t>
      </w:r>
      <w:r w:rsidR="009842C9" w:rsidRPr="00A908D4">
        <w:t>la</w:t>
      </w:r>
      <w:r w:rsidR="007745EF" w:rsidRPr="00A908D4">
        <w:t>.</w:t>
      </w:r>
      <w:bookmarkStart w:id="33" w:name="_Hlk48294718"/>
    </w:p>
    <w:p w14:paraId="2FEF54B9" w14:textId="244B3FF9" w:rsidR="0026741C" w:rsidRPr="00BE3648" w:rsidRDefault="003E5BC8" w:rsidP="00B90D21">
      <w:pPr>
        <w:pStyle w:val="Nadpis2"/>
        <w:rPr>
          <w:color w:val="000000" w:themeColor="text1"/>
        </w:rPr>
      </w:pPr>
      <w:r w:rsidRPr="00BE3648">
        <w:rPr>
          <w:color w:val="000000" w:themeColor="text1"/>
        </w:rPr>
        <w:lastRenderedPageBreak/>
        <w:t xml:space="preserve">Závazné detailní </w:t>
      </w:r>
      <w:r w:rsidR="0026741C" w:rsidRPr="00BE3648">
        <w:rPr>
          <w:color w:val="000000" w:themeColor="text1"/>
        </w:rPr>
        <w:t>Podmínky pro provádění základních opatření</w:t>
      </w:r>
      <w:r w:rsidRPr="00BE3648">
        <w:rPr>
          <w:color w:val="000000" w:themeColor="text1"/>
        </w:rPr>
        <w:t xml:space="preserve"> </w:t>
      </w:r>
      <w:proofErr w:type="gramStart"/>
      <w:r w:rsidRPr="00BE3648">
        <w:rPr>
          <w:color w:val="000000" w:themeColor="text1"/>
        </w:rPr>
        <w:t>tvoří</w:t>
      </w:r>
      <w:proofErr w:type="gramEnd"/>
      <w:r w:rsidRPr="00BE3648">
        <w:rPr>
          <w:color w:val="000000" w:themeColor="text1"/>
        </w:rPr>
        <w:t xml:space="preserve"> přílohu č.</w:t>
      </w:r>
      <w:r w:rsidR="00B90D21" w:rsidRPr="00BE3648">
        <w:rPr>
          <w:color w:val="000000" w:themeColor="text1"/>
        </w:rPr>
        <w:t xml:space="preserve"> </w:t>
      </w:r>
      <w:r w:rsidRPr="00BE3648">
        <w:rPr>
          <w:color w:val="000000" w:themeColor="text1"/>
        </w:rPr>
        <w:t xml:space="preserve">10 smlouvy. Smluvní strany potvrzují, že se </w:t>
      </w:r>
      <w:r w:rsidR="00D72BE1" w:rsidRPr="00BE3648">
        <w:rPr>
          <w:color w:val="000000" w:themeColor="text1"/>
        </w:rPr>
        <w:t>s Podmínkami pro provádění základních opatření</w:t>
      </w:r>
      <w:r w:rsidR="00AC74AA" w:rsidRPr="00BE3648">
        <w:rPr>
          <w:color w:val="000000" w:themeColor="text1"/>
        </w:rPr>
        <w:t xml:space="preserve"> tvořícími přílohu č.</w:t>
      </w:r>
      <w:r w:rsidR="00BE3648" w:rsidRPr="00BE3648">
        <w:rPr>
          <w:color w:val="000000" w:themeColor="text1"/>
        </w:rPr>
        <w:t xml:space="preserve"> </w:t>
      </w:r>
      <w:r w:rsidR="00AC74AA" w:rsidRPr="00BE3648">
        <w:rPr>
          <w:color w:val="000000" w:themeColor="text1"/>
        </w:rPr>
        <w:t>10</w:t>
      </w:r>
      <w:r w:rsidR="00D72BE1" w:rsidRPr="00BE3648">
        <w:rPr>
          <w:color w:val="000000" w:themeColor="text1"/>
        </w:rPr>
        <w:t xml:space="preserve"> a</w:t>
      </w:r>
      <w:r w:rsidR="00AC74AA" w:rsidRPr="00BE3648">
        <w:rPr>
          <w:color w:val="000000" w:themeColor="text1"/>
        </w:rPr>
        <w:t xml:space="preserve"> </w:t>
      </w:r>
      <w:r w:rsidR="00D72BE1" w:rsidRPr="00BE3648">
        <w:rPr>
          <w:color w:val="000000" w:themeColor="text1"/>
        </w:rPr>
        <w:t>jejich obsahem seznámily, s jejich zněním souhlasí a zavazují</w:t>
      </w:r>
      <w:r w:rsidR="001A579A" w:rsidRPr="00BE3648">
        <w:rPr>
          <w:color w:val="000000" w:themeColor="text1"/>
        </w:rPr>
        <w:t xml:space="preserve"> se</w:t>
      </w:r>
      <w:r w:rsidR="00D72BE1" w:rsidRPr="00BE3648">
        <w:rPr>
          <w:color w:val="000000" w:themeColor="text1"/>
        </w:rPr>
        <w:t xml:space="preserve"> je dodržovat.</w:t>
      </w:r>
    </w:p>
    <w:bookmarkEnd w:id="33"/>
    <w:p w14:paraId="6E73A889" w14:textId="77777777" w:rsidR="00F81353" w:rsidRPr="00A908D4" w:rsidRDefault="00F81353">
      <w:pPr>
        <w:pStyle w:val="Nadpis1"/>
      </w:pPr>
      <w:r w:rsidRPr="00A908D4">
        <w:rPr>
          <w:b w:val="0"/>
        </w:rPr>
        <w:br/>
      </w:r>
      <w:bookmarkStart w:id="34" w:name="_Toc326522965"/>
      <w:bookmarkStart w:id="35" w:name="_Ref337650388"/>
      <w:bookmarkStart w:id="36" w:name="_Toc107261448"/>
      <w:r w:rsidRPr="00A908D4">
        <w:t>Komplexní zkoušky</w:t>
      </w:r>
      <w:bookmarkEnd w:id="34"/>
      <w:bookmarkEnd w:id="35"/>
      <w:bookmarkEnd w:id="36"/>
    </w:p>
    <w:p w14:paraId="66157871" w14:textId="7AFCE675" w:rsidR="00F81353" w:rsidRPr="00A908D4" w:rsidRDefault="00F81353" w:rsidP="00E92C96">
      <w:pPr>
        <w:pStyle w:val="Nadpis2"/>
      </w:pPr>
      <w:bookmarkStart w:id="37" w:name="_Ref153726427"/>
      <w:r w:rsidRPr="00A908D4">
        <w:t>Smluvní strany se dohodly, že před předáním bude provedením komplexních zkoušek prokázáno, že základní investiční opatření byla provedena ze strany ESCO řádně.</w:t>
      </w:r>
      <w:bookmarkEnd w:id="37"/>
    </w:p>
    <w:p w14:paraId="60BA7DCF" w14:textId="4D113AF9" w:rsidR="00F81353" w:rsidRPr="00A611F7" w:rsidRDefault="008F60A9" w:rsidP="00E92C96">
      <w:pPr>
        <w:pStyle w:val="Nadpis2"/>
        <w:rPr>
          <w:color w:val="000000" w:themeColor="text1"/>
        </w:rPr>
      </w:pPr>
      <w:r>
        <w:t xml:space="preserve">Provedení komplexních zkoušek zajišťuje ESCO. </w:t>
      </w:r>
      <w:r w:rsidR="00F560FC" w:rsidRPr="00A908D4">
        <w:t xml:space="preserve">Případné požadavky na prováděné </w:t>
      </w:r>
      <w:r w:rsidR="00AD19F4" w:rsidRPr="00A908D4">
        <w:t xml:space="preserve">komplexní </w:t>
      </w:r>
      <w:r w:rsidR="00F81353" w:rsidRPr="00A908D4">
        <w:t xml:space="preserve">zkoušky </w:t>
      </w:r>
      <w:r w:rsidR="00F81353" w:rsidRPr="00A611F7">
        <w:rPr>
          <w:color w:val="000000" w:themeColor="text1"/>
        </w:rPr>
        <w:t>jsou uvedeny v příloze č. </w:t>
      </w:r>
      <w:r w:rsidR="00B24712" w:rsidRPr="00A611F7">
        <w:rPr>
          <w:color w:val="000000" w:themeColor="text1"/>
        </w:rPr>
        <w:t>2</w:t>
      </w:r>
      <w:r w:rsidR="00F81353" w:rsidRPr="00A611F7">
        <w:rPr>
          <w:color w:val="000000" w:themeColor="text1"/>
        </w:rPr>
        <w:t>. Podmínky jejich úspěšnosti jsou s</w:t>
      </w:r>
      <w:r w:rsidR="00E74374" w:rsidRPr="00A611F7">
        <w:rPr>
          <w:color w:val="000000" w:themeColor="text1"/>
        </w:rPr>
        <w:t>tanoveny příslušnými obecně závaznými právními p</w:t>
      </w:r>
      <w:r w:rsidR="009B5ECC" w:rsidRPr="00A611F7">
        <w:rPr>
          <w:color w:val="000000" w:themeColor="text1"/>
        </w:rPr>
        <w:t xml:space="preserve">ředpisy, českými technickými </w:t>
      </w:r>
      <w:r w:rsidR="00F81353" w:rsidRPr="00A611F7">
        <w:rPr>
          <w:color w:val="000000" w:themeColor="text1"/>
        </w:rPr>
        <w:t>normami</w:t>
      </w:r>
      <w:r w:rsidR="001D063F" w:rsidRPr="00A611F7">
        <w:rPr>
          <w:color w:val="000000" w:themeColor="text1"/>
        </w:rPr>
        <w:t>.</w:t>
      </w:r>
    </w:p>
    <w:p w14:paraId="6D796A94" w14:textId="41C77A14" w:rsidR="00F81353" w:rsidRPr="00A611F7" w:rsidRDefault="00F81353" w:rsidP="00F3678D">
      <w:pPr>
        <w:pStyle w:val="Nadpis2"/>
        <w:rPr>
          <w:color w:val="000000" w:themeColor="text1"/>
        </w:rPr>
      </w:pPr>
      <w:r w:rsidRPr="00A611F7">
        <w:rPr>
          <w:color w:val="000000" w:themeColor="text1"/>
        </w:rPr>
        <w:t>Smluvní strany si dohodly, že energie, média a pracovníky pro provádění komplexních zkoušek</w:t>
      </w:r>
      <w:r w:rsidR="0004005E" w:rsidRPr="00A611F7">
        <w:rPr>
          <w:color w:val="000000" w:themeColor="text1"/>
        </w:rPr>
        <w:t xml:space="preserve"> včetně příslušných pracovníků obsluhy a údržby ke sledování průběhu komplexních zkoušek zajistí a poskytne Klient</w:t>
      </w:r>
      <w:r w:rsidR="00F3678D" w:rsidRPr="00A611F7">
        <w:rPr>
          <w:color w:val="000000" w:themeColor="text1"/>
        </w:rPr>
        <w:t>.</w:t>
      </w:r>
    </w:p>
    <w:p w14:paraId="65FA9DAF" w14:textId="3E7A7590" w:rsidR="00F81353" w:rsidRPr="00A908D4" w:rsidRDefault="00F81353" w:rsidP="00E92C96">
      <w:pPr>
        <w:pStyle w:val="Nadpis2"/>
      </w:pPr>
      <w:r w:rsidRPr="00A611F7">
        <w:rPr>
          <w:color w:val="000000" w:themeColor="text1"/>
        </w:rPr>
        <w:t xml:space="preserve">Nejméně 14 pracovních dnů předem </w:t>
      </w:r>
      <w:r w:rsidRPr="00A908D4">
        <w:t xml:space="preserve">ESCO oznámí </w:t>
      </w:r>
      <w:r w:rsidR="00B60B39" w:rsidRPr="00A908D4">
        <w:t xml:space="preserve">zápisem do deníku a písemně oprávněným osobám </w:t>
      </w:r>
      <w:r w:rsidRPr="00A908D4">
        <w:t>Klient</w:t>
      </w:r>
      <w:r w:rsidR="00B60B39" w:rsidRPr="00A908D4">
        <w:t>a</w:t>
      </w:r>
      <w:r w:rsidRPr="00A908D4">
        <w:t xml:space="preserve"> zahájení komplexních zkoušek s uvedením požadavků na součinnost ze strany Klienta.</w:t>
      </w:r>
    </w:p>
    <w:p w14:paraId="5A802E65" w14:textId="77777777" w:rsidR="00F81353" w:rsidRPr="00A908D4" w:rsidRDefault="00F81353" w:rsidP="00E92C96">
      <w:pPr>
        <w:pStyle w:val="Nadpis2"/>
      </w:pPr>
      <w:r w:rsidRPr="00A908D4">
        <w:t>Ke dni zahájení komplexních zkoušek se ESCO zavazuje předat Klientovi doklady vztahující se k provozu předmětů základních investičních opatření, zejména:</w:t>
      </w:r>
    </w:p>
    <w:p w14:paraId="0280C125" w14:textId="77777777" w:rsidR="00EB486B" w:rsidRPr="00A908D4" w:rsidRDefault="00F81353">
      <w:pPr>
        <w:pStyle w:val="Bullet2"/>
        <w:ind w:left="1248" w:hanging="284"/>
      </w:pPr>
      <w:r w:rsidRPr="00A908D4">
        <w:t>doklady o výsledcích předepsaných zkoušek a o způsobilosti zařízení k plynulému a bezpečnému provozu,</w:t>
      </w:r>
    </w:p>
    <w:p w14:paraId="207E63DD" w14:textId="77777777" w:rsidR="00EB486B" w:rsidRPr="00A908D4" w:rsidRDefault="00F81353">
      <w:pPr>
        <w:pStyle w:val="Bullet2"/>
        <w:ind w:left="1248" w:hanging="284"/>
      </w:pPr>
      <w:r w:rsidRPr="00A908D4">
        <w:t>re</w:t>
      </w:r>
      <w:r w:rsidR="00AE330C" w:rsidRPr="00A908D4">
        <w:t>vizní zprávy vybraných zařízení.</w:t>
      </w:r>
    </w:p>
    <w:p w14:paraId="2BC9CA57" w14:textId="49177B84" w:rsidR="00F81353" w:rsidRPr="00A908D4" w:rsidRDefault="00F81353" w:rsidP="00B60B39">
      <w:pPr>
        <w:ind w:left="426"/>
      </w:pPr>
      <w:r w:rsidRPr="00A908D4">
        <w:t xml:space="preserve">ESCO se zavazuje nejméně </w:t>
      </w:r>
      <w:r w:rsidR="00D403C4" w:rsidRPr="00A908D4">
        <w:t>14</w:t>
      </w:r>
      <w:r w:rsidRPr="00A908D4">
        <w:t xml:space="preserve"> pracovních dnů před zahájením komplexních zkoušek zaslat Klientovi úplný seznam dokladů podle tohoto odstavce.</w:t>
      </w:r>
    </w:p>
    <w:p w14:paraId="776426CC" w14:textId="162B9BBE" w:rsidR="00D762CD" w:rsidRPr="00A908D4" w:rsidRDefault="00D762CD" w:rsidP="00E92C96">
      <w:pPr>
        <w:pStyle w:val="Nadpis2"/>
      </w:pPr>
      <w:bookmarkStart w:id="38" w:name="_Ref151618225"/>
      <w:r w:rsidRPr="00A908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A908D4">
        <w:t xml:space="preserve">Tato skutečnost se uvede v zápise podle </w:t>
      </w:r>
      <w:r w:rsidR="008E6B6A" w:rsidRPr="00A908D4">
        <w:fldChar w:fldCharType="begin"/>
      </w:r>
      <w:r w:rsidR="008E6B6A" w:rsidRPr="00A908D4">
        <w:instrText xml:space="preserve"> REF _Ref151618083 \w \h  \* MERGEFORMAT </w:instrText>
      </w:r>
      <w:r w:rsidR="008E6B6A" w:rsidRPr="00A908D4">
        <w:fldChar w:fldCharType="separate"/>
      </w:r>
      <w:r w:rsidR="00E90D85">
        <w:t>Článek 7.7</w:t>
      </w:r>
      <w:r w:rsidR="008E6B6A" w:rsidRPr="00A908D4">
        <w:fldChar w:fldCharType="end"/>
      </w:r>
      <w:r w:rsidR="00F81353" w:rsidRPr="00A908D4">
        <w:t>, včetně uvedení předpokládaného termínu provedení topné zkoušky.</w:t>
      </w:r>
      <w:bookmarkEnd w:id="38"/>
    </w:p>
    <w:p w14:paraId="58314CFB" w14:textId="77777777" w:rsidR="00F81353" w:rsidRPr="00A908D4" w:rsidRDefault="00F81353" w:rsidP="00E92C96">
      <w:pPr>
        <w:pStyle w:val="Nadpis2"/>
      </w:pPr>
      <w:bookmarkStart w:id="39" w:name="_Ref151618083"/>
      <w:r w:rsidRPr="00A908D4">
        <w:t>Nastane-li během komplexn</w:t>
      </w:r>
      <w:r w:rsidR="00FB251E" w:rsidRPr="00A908D4">
        <w:t>ích zkoušek přerušení z důvodu nikoliv na straně ESCO</w:t>
      </w:r>
      <w:r w:rsidRPr="00A908D4">
        <w:t xml:space="preserve">, započítává se doba takového přerušení do celkové doby komplexních zkoušek. O průběhu komplexních zkoušek a jejich výsledku bude sepsán zápis, podepsaný </w:t>
      </w:r>
      <w:r w:rsidR="00B60B39" w:rsidRPr="003E3C17">
        <w:t>oprávněnými zástupci obou smluvních stran</w:t>
      </w:r>
      <w:r w:rsidR="00D4532D" w:rsidRPr="003E3C17">
        <w:t xml:space="preserve">, přičemž každá ze smluvních stran </w:t>
      </w:r>
      <w:proofErr w:type="gramStart"/>
      <w:r w:rsidR="00D4532D" w:rsidRPr="003E3C17">
        <w:t>obdrží</w:t>
      </w:r>
      <w:proofErr w:type="gramEnd"/>
      <w:r w:rsidR="00D4532D" w:rsidRPr="003E3C17">
        <w:t xml:space="preserve"> po jednom vyhotovení</w:t>
      </w:r>
      <w:r w:rsidRPr="00A908D4">
        <w:t>.</w:t>
      </w:r>
      <w:bookmarkEnd w:id="39"/>
    </w:p>
    <w:p w14:paraId="7663102C" w14:textId="77777777" w:rsidR="00F81353" w:rsidRPr="00A908D4" w:rsidRDefault="00F81353">
      <w:pPr>
        <w:pStyle w:val="Nadpis1"/>
      </w:pPr>
      <w:r w:rsidRPr="00A908D4">
        <w:rPr>
          <w:b w:val="0"/>
        </w:rPr>
        <w:lastRenderedPageBreak/>
        <w:br/>
      </w:r>
      <w:bookmarkStart w:id="40" w:name="_Toc326522966"/>
      <w:bookmarkStart w:id="41" w:name="_Toc107261449"/>
      <w:r w:rsidRPr="00A908D4">
        <w:t>Předání</w:t>
      </w:r>
      <w:bookmarkEnd w:id="40"/>
      <w:bookmarkEnd w:id="41"/>
    </w:p>
    <w:p w14:paraId="517063C4" w14:textId="3D1F1CC6" w:rsidR="00F81353" w:rsidRPr="00A611F7" w:rsidRDefault="00F81353" w:rsidP="00E92C96">
      <w:pPr>
        <w:pStyle w:val="Nadpis2"/>
        <w:rPr>
          <w:color w:val="000000" w:themeColor="text1"/>
        </w:rPr>
      </w:pPr>
      <w:bookmarkStart w:id="42" w:name="_Ref152047694"/>
      <w:r w:rsidRPr="00A908D4">
        <w:t xml:space="preserve">ESCO splní svoji povinnost provést </w:t>
      </w:r>
      <w:r w:rsidR="00EE78C2" w:rsidRPr="00A908D4">
        <w:t xml:space="preserve">základní </w:t>
      </w:r>
      <w:r w:rsidR="00EE78C2" w:rsidRPr="00A611F7">
        <w:rPr>
          <w:color w:val="000000" w:themeColor="text1"/>
        </w:rPr>
        <w:t>investiční opatření</w:t>
      </w:r>
      <w:r w:rsidR="00F80CB0" w:rsidRPr="00A611F7">
        <w:rPr>
          <w:color w:val="000000" w:themeColor="text1"/>
        </w:rPr>
        <w:t xml:space="preserve"> </w:t>
      </w:r>
      <w:r w:rsidRPr="00A611F7">
        <w:rPr>
          <w:color w:val="000000" w:themeColor="text1"/>
        </w:rPr>
        <w:t>jejich řádným ukončením a předáním Klientovi (výše a dále jen „</w:t>
      </w:r>
      <w:r w:rsidRPr="00A611F7">
        <w:rPr>
          <w:b/>
          <w:color w:val="000000" w:themeColor="text1"/>
        </w:rPr>
        <w:t>předání</w:t>
      </w:r>
      <w:r w:rsidRPr="00A611F7">
        <w:rPr>
          <w:color w:val="000000" w:themeColor="text1"/>
        </w:rPr>
        <w:t>“).</w:t>
      </w:r>
      <w:bookmarkEnd w:id="42"/>
      <w:r w:rsidR="00663FB3" w:rsidRPr="00A611F7">
        <w:rPr>
          <w:color w:val="000000" w:themeColor="text1"/>
        </w:rPr>
        <w:t xml:space="preserve"> </w:t>
      </w:r>
      <w:r w:rsidR="00441121">
        <w:rPr>
          <w:color w:val="000000" w:themeColor="text1"/>
        </w:rPr>
        <w:t>Jestliže se smluvní strany dohodnou, p</w:t>
      </w:r>
      <w:r w:rsidR="00663FB3" w:rsidRPr="00A611F7">
        <w:rPr>
          <w:color w:val="000000" w:themeColor="text1"/>
        </w:rPr>
        <w:t xml:space="preserve">ředání </w:t>
      </w:r>
      <w:r w:rsidR="00095DF0" w:rsidRPr="00A611F7">
        <w:rPr>
          <w:color w:val="000000" w:themeColor="text1"/>
        </w:rPr>
        <w:t xml:space="preserve">jednotlivých základních investičních opatření </w:t>
      </w:r>
      <w:r w:rsidR="00663FB3" w:rsidRPr="00A611F7">
        <w:rPr>
          <w:color w:val="000000" w:themeColor="text1"/>
        </w:rPr>
        <w:t>m</w:t>
      </w:r>
      <w:r w:rsidR="00136A8B" w:rsidRPr="00A611F7">
        <w:rPr>
          <w:color w:val="000000" w:themeColor="text1"/>
        </w:rPr>
        <w:t>ůže</w:t>
      </w:r>
      <w:r w:rsidR="00663FB3" w:rsidRPr="00A611F7">
        <w:rPr>
          <w:color w:val="000000" w:themeColor="text1"/>
        </w:rPr>
        <w:t xml:space="preserve"> probíhat i po jednotlivých objektech a jednotlivých opatřeních</w:t>
      </w:r>
      <w:r w:rsidR="003E3C17" w:rsidRPr="00A611F7">
        <w:rPr>
          <w:color w:val="000000" w:themeColor="text1"/>
        </w:rPr>
        <w:t xml:space="preserve"> podpisem protokolu</w:t>
      </w:r>
      <w:r w:rsidR="00840FEA" w:rsidRPr="00A611F7">
        <w:rPr>
          <w:color w:val="000000" w:themeColor="text1"/>
        </w:rPr>
        <w:t xml:space="preserve"> oběma smluvními stranami</w:t>
      </w:r>
      <w:r w:rsidR="00663FB3" w:rsidRPr="00A611F7">
        <w:rPr>
          <w:color w:val="000000" w:themeColor="text1"/>
        </w:rPr>
        <w:t>.</w:t>
      </w:r>
    </w:p>
    <w:p w14:paraId="5FB032BD" w14:textId="6F2922C3" w:rsidR="00F81353" w:rsidRPr="00A908D4" w:rsidRDefault="00F81353" w:rsidP="00E92C96">
      <w:pPr>
        <w:pStyle w:val="Nadpis2"/>
      </w:pPr>
      <w:bookmarkStart w:id="43" w:name="_Ref152047751"/>
      <w:r w:rsidRPr="00A908D4">
        <w:t>ESCO se zavazuje nejméně 7</w:t>
      </w:r>
      <w:r w:rsidR="00347B15" w:rsidRPr="00A908D4">
        <w:t xml:space="preserve"> </w:t>
      </w:r>
      <w:r w:rsidR="00A065B3" w:rsidRPr="00A908D4">
        <w:t>pracovních</w:t>
      </w:r>
      <w:r w:rsidRPr="00A908D4">
        <w:t xml:space="preserve"> dní přede dnem předání písemně o</w:t>
      </w:r>
      <w:r w:rsidR="00F14CFD" w:rsidRPr="00A908D4">
        <w:t>známit Klientovi termín předání a předložit</w:t>
      </w:r>
      <w:r w:rsidRPr="00A908D4">
        <w:t xml:space="preserve"> návrh protokolu</w:t>
      </w:r>
      <w:r w:rsidR="0067385A" w:rsidRPr="00A908D4">
        <w:t xml:space="preserve"> </w:t>
      </w:r>
      <w:r w:rsidRPr="00A908D4">
        <w:t>o předání a převzetí</w:t>
      </w:r>
      <w:r w:rsidR="00C61295" w:rsidRPr="00A908D4">
        <w:t xml:space="preserve"> základních </w:t>
      </w:r>
      <w:r w:rsidR="004337D2" w:rsidRPr="00A908D4">
        <w:t xml:space="preserve">investičních </w:t>
      </w:r>
      <w:r w:rsidR="00C61295" w:rsidRPr="00A908D4">
        <w:t>opatření</w:t>
      </w:r>
      <w:r w:rsidRPr="00A908D4">
        <w:t>.</w:t>
      </w:r>
      <w:bookmarkEnd w:id="43"/>
    </w:p>
    <w:p w14:paraId="05976304" w14:textId="77777777" w:rsidR="00F81353" w:rsidRPr="00A908D4" w:rsidRDefault="00F81353" w:rsidP="00E92C96">
      <w:pPr>
        <w:pStyle w:val="Nadpis2"/>
      </w:pPr>
      <w:r w:rsidRPr="00A908D4">
        <w:t xml:space="preserve">Klient se zavazuje převzít </w:t>
      </w:r>
      <w:r w:rsidR="00DF5ECB" w:rsidRPr="00A908D4">
        <w:t>provedené základní investiční</w:t>
      </w:r>
      <w:r w:rsidRPr="00A908D4">
        <w:t xml:space="preserve"> opatření, jestliže </w:t>
      </w:r>
    </w:p>
    <w:p w14:paraId="1BBE4894" w14:textId="77777777" w:rsidR="00F81353" w:rsidRPr="00A611F7" w:rsidRDefault="00F81353">
      <w:pPr>
        <w:pStyle w:val="Nadpis5"/>
        <w:numPr>
          <w:ilvl w:val="0"/>
          <w:numId w:val="16"/>
        </w:numPr>
        <w:ind w:left="964" w:hanging="567"/>
        <w:rPr>
          <w:color w:val="000000" w:themeColor="text1"/>
        </w:rPr>
      </w:pPr>
      <w:r w:rsidRPr="00A611F7">
        <w:rPr>
          <w:color w:val="000000" w:themeColor="text1"/>
        </w:rPr>
        <w:t>komplexní zkoušky byly úspěšné, není-li ve smlouvě stanoveno jinak;</w:t>
      </w:r>
    </w:p>
    <w:p w14:paraId="6DF30B1D" w14:textId="3E91CD2E" w:rsidR="00101729" w:rsidRPr="00A611F7" w:rsidRDefault="00286906">
      <w:pPr>
        <w:pStyle w:val="Nadpis5"/>
        <w:numPr>
          <w:ilvl w:val="0"/>
          <w:numId w:val="16"/>
        </w:numPr>
        <w:ind w:left="964" w:hanging="567"/>
        <w:rPr>
          <w:color w:val="000000" w:themeColor="text1"/>
        </w:rPr>
      </w:pPr>
      <w:r w:rsidRPr="00A611F7">
        <w:rPr>
          <w:color w:val="000000" w:themeColor="text1"/>
        </w:rPr>
        <w:t>základní investiční opatření</w:t>
      </w:r>
      <w:r w:rsidR="00F81353" w:rsidRPr="00A611F7">
        <w:rPr>
          <w:color w:val="000000" w:themeColor="text1"/>
        </w:rPr>
        <w:t xml:space="preserve"> nevykazují vady nebo nedodělky, které brání jejich</w:t>
      </w:r>
      <w:r w:rsidR="00AD19F4" w:rsidRPr="00A611F7">
        <w:rPr>
          <w:color w:val="000000" w:themeColor="text1"/>
        </w:rPr>
        <w:t xml:space="preserve"> řádnému</w:t>
      </w:r>
      <w:r w:rsidR="00F81353" w:rsidRPr="00A611F7">
        <w:rPr>
          <w:color w:val="000000" w:themeColor="text1"/>
        </w:rPr>
        <w:t xml:space="preserve"> užívání, bezpečnému provozu či které ztěžují jejich provoz</w:t>
      </w:r>
      <w:r w:rsidR="00D0603C" w:rsidRPr="00A611F7">
        <w:rPr>
          <w:color w:val="000000" w:themeColor="text1"/>
        </w:rPr>
        <w:t>.</w:t>
      </w:r>
    </w:p>
    <w:p w14:paraId="1FFE3DF7" w14:textId="182783FC" w:rsidR="00F81353" w:rsidRPr="00A908D4" w:rsidRDefault="00F81353" w:rsidP="00E92C96">
      <w:pPr>
        <w:pStyle w:val="Nadpis2"/>
      </w:pPr>
      <w:r w:rsidRPr="00A611F7">
        <w:rPr>
          <w:color w:val="000000" w:themeColor="text1"/>
        </w:rPr>
        <w:t xml:space="preserve">Předání nebrání, není-li možné provést topnou zkoušku </w:t>
      </w:r>
      <w:r w:rsidRPr="00A908D4">
        <w:t>v rámci komplexních zkoušek. Neprovedení topné zkoušky se v takovém případě považuje za nedodělek</w:t>
      </w:r>
      <w:r w:rsidR="00AD19F4" w:rsidRPr="00A908D4">
        <w:t xml:space="preserve"> nebránící řádnému užívání</w:t>
      </w:r>
      <w:r w:rsidRPr="00A908D4">
        <w:t>.</w:t>
      </w:r>
    </w:p>
    <w:p w14:paraId="779BEBE4" w14:textId="4D4B535A" w:rsidR="00F6463C" w:rsidRPr="00E55147" w:rsidRDefault="00F81353" w:rsidP="00E92C96">
      <w:pPr>
        <w:pStyle w:val="Nadpis2"/>
        <w:rPr>
          <w:rFonts w:asciiTheme="minorHAnsi" w:hAnsiTheme="minorHAnsi" w:cstheme="minorHAnsi"/>
        </w:rPr>
      </w:pPr>
      <w:r w:rsidRPr="00E55147">
        <w:rPr>
          <w:rFonts w:asciiTheme="minorHAnsi" w:hAnsiTheme="minorHAnsi" w:cstheme="minorHAnsi"/>
        </w:rPr>
        <w:t xml:space="preserve">O předání </w:t>
      </w:r>
      <w:r w:rsidR="009F3EBC" w:rsidRPr="00E55147">
        <w:rPr>
          <w:rFonts w:asciiTheme="minorHAnsi" w:hAnsiTheme="minorHAnsi" w:cstheme="minorHAnsi"/>
        </w:rPr>
        <w:t xml:space="preserve">základních investičních opatření </w:t>
      </w:r>
      <w:r w:rsidRPr="00E55147">
        <w:rPr>
          <w:rFonts w:asciiTheme="minorHAnsi" w:hAnsiTheme="minorHAnsi" w:cstheme="minorHAnsi"/>
        </w:rPr>
        <w:t>se zavazují smluvní strany sepsat protokol, ve kterém zejména uvedou soupis případných vad a nedodělků, včetně stanovení termínů, v nichž je ESCO povinna takové vady a nedodělky odstranit</w:t>
      </w:r>
      <w:r w:rsidR="009D7B0F">
        <w:rPr>
          <w:rFonts w:asciiTheme="minorHAnsi" w:hAnsiTheme="minorHAnsi" w:cstheme="minorHAnsi"/>
        </w:rPr>
        <w:t>.</w:t>
      </w:r>
      <w:r w:rsidRPr="00E55147">
        <w:rPr>
          <w:rFonts w:asciiTheme="minorHAnsi" w:hAnsiTheme="minorHAnsi" w:cstheme="minorHAnsi"/>
        </w:rPr>
        <w:t xml:space="preserve"> </w:t>
      </w:r>
      <w:r w:rsidR="00F6463C" w:rsidRPr="00E55147">
        <w:rPr>
          <w:rFonts w:asciiTheme="minorHAnsi" w:hAnsiTheme="minorHAnsi" w:cstheme="minorHAnsi"/>
        </w:rPr>
        <w:t xml:space="preserve">Protokol bude vyhotoven ve dvou stejnopisech a </w:t>
      </w:r>
      <w:r w:rsidR="00F6463C" w:rsidRPr="00E55147">
        <w:rPr>
          <w:rFonts w:asciiTheme="minorHAnsi" w:hAnsiTheme="minorHAnsi" w:cstheme="minorHAnsi"/>
          <w:szCs w:val="22"/>
        </w:rPr>
        <w:t>podepsán oprávněnými zástupci obou smluvních stran</w:t>
      </w:r>
      <w:r w:rsidR="00F6463C" w:rsidRPr="00E55147">
        <w:rPr>
          <w:rFonts w:asciiTheme="minorHAnsi" w:hAnsiTheme="minorHAnsi" w:cstheme="minorHAnsi"/>
        </w:rPr>
        <w:t xml:space="preserve">, každá ze smluvních stran </w:t>
      </w:r>
      <w:proofErr w:type="gramStart"/>
      <w:r w:rsidR="00F6463C" w:rsidRPr="00E55147">
        <w:rPr>
          <w:rFonts w:asciiTheme="minorHAnsi" w:hAnsiTheme="minorHAnsi" w:cstheme="minorHAnsi"/>
        </w:rPr>
        <w:t>obdrží</w:t>
      </w:r>
      <w:proofErr w:type="gramEnd"/>
      <w:r w:rsidR="00F6463C" w:rsidRPr="00E55147">
        <w:rPr>
          <w:rFonts w:asciiTheme="minorHAnsi" w:hAnsiTheme="minorHAnsi" w:cstheme="minorHAnsi"/>
        </w:rPr>
        <w:t xml:space="preserve"> po jednom jeho vyhotovení</w:t>
      </w:r>
      <w:r w:rsidR="009F3EBC" w:rsidRPr="00E55147">
        <w:rPr>
          <w:rFonts w:asciiTheme="minorHAnsi" w:hAnsiTheme="minorHAnsi" w:cstheme="minorHAnsi"/>
        </w:rPr>
        <w:t>.</w:t>
      </w:r>
    </w:p>
    <w:p w14:paraId="33B58EC1" w14:textId="30C7FE60" w:rsidR="00F81353" w:rsidRPr="00A908D4" w:rsidRDefault="00F81353" w:rsidP="00E92C96">
      <w:pPr>
        <w:pStyle w:val="Nadpis2"/>
      </w:pPr>
      <w:r w:rsidRPr="00A908D4">
        <w:t xml:space="preserve">Nepřevezme-li Klient </w:t>
      </w:r>
      <w:r w:rsidR="001E3782" w:rsidRPr="00A908D4">
        <w:t>základní investiční</w:t>
      </w:r>
      <w:r w:rsidRPr="00A908D4">
        <w:t xml:space="preserve"> </w:t>
      </w:r>
      <w:r w:rsidR="00C81735" w:rsidRPr="00A908D4">
        <w:t>opatření, ač je k tomu povinen:</w:t>
      </w:r>
    </w:p>
    <w:p w14:paraId="57323E94" w14:textId="2668FF80" w:rsidR="00F81353" w:rsidRPr="00A908D4" w:rsidRDefault="00F81353">
      <w:pPr>
        <w:pStyle w:val="Nadpis5"/>
        <w:numPr>
          <w:ilvl w:val="0"/>
          <w:numId w:val="17"/>
        </w:numPr>
        <w:ind w:left="964" w:hanging="567"/>
      </w:pPr>
      <w:proofErr w:type="gramStart"/>
      <w:r w:rsidRPr="00A908D4">
        <w:t>končí</w:t>
      </w:r>
      <w:proofErr w:type="gramEnd"/>
      <w:r w:rsidRPr="00A908D4">
        <w:t xml:space="preserve"> doba </w:t>
      </w:r>
      <w:r w:rsidR="002F7583" w:rsidRPr="00A908D4">
        <w:t>pro provedení základních opatření</w:t>
      </w:r>
      <w:r w:rsidR="00367525" w:rsidRPr="00A908D4">
        <w:t xml:space="preserve"> a</w:t>
      </w:r>
    </w:p>
    <w:p w14:paraId="3D97A402" w14:textId="097EE143" w:rsidR="00F81353" w:rsidRPr="00A908D4" w:rsidRDefault="00F81353">
      <w:pPr>
        <w:pStyle w:val="Nadpis5"/>
        <w:numPr>
          <w:ilvl w:val="0"/>
          <w:numId w:val="17"/>
        </w:numPr>
        <w:ind w:left="964" w:hanging="567"/>
      </w:pPr>
      <w:r w:rsidRPr="00A908D4">
        <w:t>začíná plynout doba splatnosti</w:t>
      </w:r>
      <w:r w:rsidR="00367525" w:rsidRPr="00A908D4">
        <w:t xml:space="preserve"> a</w:t>
      </w:r>
      <w:r w:rsidRPr="00A908D4">
        <w:t>;</w:t>
      </w:r>
    </w:p>
    <w:p w14:paraId="7D7BBE4F" w14:textId="0635E2EB" w:rsidR="00F81353" w:rsidRPr="00A908D4" w:rsidRDefault="00D4532D">
      <w:pPr>
        <w:pStyle w:val="Nadpis5"/>
        <w:numPr>
          <w:ilvl w:val="0"/>
          <w:numId w:val="17"/>
        </w:numPr>
        <w:ind w:left="964" w:hanging="567"/>
      </w:pPr>
      <w:r w:rsidRPr="00A908D4">
        <w:t xml:space="preserve">začíná plynout záruční </w:t>
      </w:r>
      <w:r w:rsidR="00442990" w:rsidRPr="00DF27F7">
        <w:t>doba</w:t>
      </w:r>
      <w:r w:rsidR="00367525" w:rsidRPr="00DF27F7">
        <w:t xml:space="preserve"> </w:t>
      </w:r>
      <w:r w:rsidR="00367525" w:rsidRPr="00A908D4">
        <w:t>a</w:t>
      </w:r>
    </w:p>
    <w:p w14:paraId="0F40D7E2" w14:textId="664B305C" w:rsidR="00F81353" w:rsidRPr="00A908D4" w:rsidRDefault="00D21FE5">
      <w:pPr>
        <w:pStyle w:val="Nadpis5"/>
        <w:numPr>
          <w:ilvl w:val="0"/>
          <w:numId w:val="17"/>
        </w:numPr>
        <w:ind w:left="964" w:hanging="567"/>
      </w:pPr>
      <w:r w:rsidRPr="00A908D4">
        <w:t>ESCO je oprávněn</w:t>
      </w:r>
      <w:r w:rsidR="00C33A43" w:rsidRPr="00A908D4">
        <w:t>a</w:t>
      </w:r>
      <w:r w:rsidR="00F81353" w:rsidRPr="00A908D4">
        <w:t xml:space="preserve"> vystavit fakturu na zaplacení ceny za provedení základních</w:t>
      </w:r>
      <w:r w:rsidRPr="00A908D4">
        <w:t xml:space="preserve"> </w:t>
      </w:r>
      <w:r w:rsidR="00F81353" w:rsidRPr="00A908D4">
        <w:t>opatření;</w:t>
      </w:r>
      <w:r w:rsidR="00367525" w:rsidRPr="00A908D4">
        <w:t xml:space="preserve"> a</w:t>
      </w:r>
    </w:p>
    <w:p w14:paraId="45A6C441" w14:textId="4DAFB8FE" w:rsidR="00F81353" w:rsidRPr="00A908D4" w:rsidRDefault="00F6463C">
      <w:pPr>
        <w:pStyle w:val="Nadpis5"/>
        <w:numPr>
          <w:ilvl w:val="0"/>
          <w:numId w:val="17"/>
        </w:numPr>
        <w:ind w:left="964" w:hanging="567"/>
      </w:pPr>
      <w:r w:rsidRPr="00A908D4">
        <w:t>přechází na Klienta</w:t>
      </w:r>
      <w:r w:rsidR="00F81353" w:rsidRPr="00A908D4">
        <w:t xml:space="preserve"> nebezpečí škody na základních investičních opatření</w:t>
      </w:r>
      <w:r w:rsidR="00D21FE5" w:rsidRPr="00A908D4">
        <w:t>ch</w:t>
      </w:r>
      <w:r w:rsidR="00F81353" w:rsidRPr="00A908D4">
        <w:t>.</w:t>
      </w:r>
    </w:p>
    <w:p w14:paraId="29C3D292" w14:textId="77777777" w:rsidR="00C902D4" w:rsidRPr="00A908D4" w:rsidRDefault="00404E2D" w:rsidP="00E92C96">
      <w:pPr>
        <w:pStyle w:val="Nadpis2"/>
      </w:pPr>
      <w:r w:rsidRPr="00A908D4">
        <w:t>Zjistí-li K</w:t>
      </w:r>
      <w:r w:rsidR="00F81353" w:rsidRPr="00A908D4">
        <w:t>lient při předání a následně v dalším období záruky za jakost</w:t>
      </w:r>
      <w:r w:rsidRPr="00A908D4">
        <w:t xml:space="preserve"> vady a nedodělky, je povinen tuto skutečnost bez zbytečného odkladu oznámit ESCO</w:t>
      </w:r>
      <w:r w:rsidR="00C902D4" w:rsidRPr="00A908D4">
        <w:t>.</w:t>
      </w:r>
    </w:p>
    <w:p w14:paraId="58720686" w14:textId="692A215D" w:rsidR="00F81353" w:rsidRPr="00A908D4" w:rsidRDefault="00F81353" w:rsidP="00E92C96">
      <w:pPr>
        <w:pStyle w:val="Nadpis2"/>
      </w:pPr>
      <w:r w:rsidRPr="00A908D4">
        <w:t>Jestliže ESCO</w:t>
      </w:r>
      <w:r w:rsidR="00584D2C" w:rsidRPr="00A908D4">
        <w:t xml:space="preserve"> neodstraní vady a nedodělky v</w:t>
      </w:r>
      <w:r w:rsidR="009D7B0F">
        <w:t xml:space="preserve">e stanoveném termínu </w:t>
      </w:r>
      <w:r w:rsidR="00632876">
        <w:t xml:space="preserve">uvedeném v protokolu </w:t>
      </w:r>
      <w:r w:rsidR="009D7B0F">
        <w:t>dle Článek 8.5</w:t>
      </w:r>
      <w:r w:rsidRPr="00A908D4">
        <w:t xml:space="preserve">, </w:t>
      </w:r>
      <w:r w:rsidR="005434E1" w:rsidRPr="00A908D4">
        <w:t>a</w:t>
      </w:r>
      <w:r w:rsidR="008471F6">
        <w:t xml:space="preserve"> následně</w:t>
      </w:r>
      <w:r w:rsidR="005434E1" w:rsidRPr="00A908D4">
        <w:t xml:space="preserve"> </w:t>
      </w:r>
      <w:r w:rsidRPr="00A908D4">
        <w:t>ani v dodatečně poskytnuté přiměř</w:t>
      </w:r>
      <w:r w:rsidR="00097BFB" w:rsidRPr="00A908D4">
        <w:t>ené lhůtě, je Klient oprávněn vady</w:t>
      </w:r>
      <w:r w:rsidRPr="00A908D4">
        <w:t xml:space="preserve"> nechat odstranit na účet ESCO. V takovém případě je ESCO povinna zaplatit Klientovi veškeré náklady jím vynaložené v souvislosti s odstraněním vad a nedodělků.</w:t>
      </w:r>
    </w:p>
    <w:p w14:paraId="29713A91" w14:textId="4817D679" w:rsidR="00F81353" w:rsidRPr="00A908D4" w:rsidRDefault="00F81353" w:rsidP="00E92C96">
      <w:pPr>
        <w:pStyle w:val="Nadpis2"/>
      </w:pPr>
      <w:r w:rsidRPr="00A908D4">
        <w:lastRenderedPageBreak/>
        <w:t>Po odstranění jednotlivých vad a nedodělků bude mezi smluvními stranami sepsán protokol o</w:t>
      </w:r>
      <w:r w:rsidR="00610114">
        <w:t> </w:t>
      </w:r>
      <w:r w:rsidRPr="00A908D4">
        <w:t>odstranění vad a nedodělků, na který se vztahují výše uvedená pravidla týkající se protokolu obdobně (povinnost ESCO oznámit jejich odstranění, počet vyhotovení).</w:t>
      </w:r>
    </w:p>
    <w:p w14:paraId="77E09820" w14:textId="21A86117" w:rsidR="00101729" w:rsidRDefault="00AB19EF" w:rsidP="00316D23">
      <w:pPr>
        <w:pStyle w:val="Nadpis2"/>
      </w:pPr>
      <w:r w:rsidRPr="00A908D4">
        <w:t>Vlastnické právo</w:t>
      </w:r>
      <w:r w:rsidR="00B14EF3">
        <w:t xml:space="preserve"> </w:t>
      </w:r>
      <w:r w:rsidRPr="00A908D4">
        <w:t xml:space="preserve">k základním </w:t>
      </w:r>
      <w:r w:rsidR="00456E56" w:rsidRPr="00A908D4">
        <w:t xml:space="preserve">investičním </w:t>
      </w:r>
      <w:r w:rsidRPr="00A611F7">
        <w:rPr>
          <w:color w:val="000000" w:themeColor="text1"/>
        </w:rPr>
        <w:t>opatřením</w:t>
      </w:r>
      <w:r w:rsidR="00C95FAE" w:rsidRPr="00A611F7">
        <w:rPr>
          <w:color w:val="000000" w:themeColor="text1"/>
        </w:rPr>
        <w:t xml:space="preserve"> a </w:t>
      </w:r>
      <w:r w:rsidR="0045261C" w:rsidRPr="00A611F7">
        <w:rPr>
          <w:color w:val="000000" w:themeColor="text1"/>
        </w:rPr>
        <w:t>nebezpečí škody k základním investičním opatřením</w:t>
      </w:r>
      <w:r w:rsidR="00316D23" w:rsidRPr="00A611F7">
        <w:rPr>
          <w:color w:val="000000" w:themeColor="text1"/>
        </w:rPr>
        <w:t xml:space="preserve"> </w:t>
      </w:r>
      <w:r w:rsidRPr="00A611F7">
        <w:rPr>
          <w:color w:val="000000" w:themeColor="text1"/>
        </w:rPr>
        <w:t xml:space="preserve">přechází na Klienta okamžikem jejich </w:t>
      </w:r>
      <w:r w:rsidRPr="00A908D4">
        <w:t>předání na základě protokolu podepsaného oběma smluvními stranami.</w:t>
      </w:r>
    </w:p>
    <w:p w14:paraId="7E390074" w14:textId="77777777" w:rsidR="00F81353" w:rsidRPr="00A908D4" w:rsidRDefault="00F81353">
      <w:pPr>
        <w:pStyle w:val="Nadpis1"/>
      </w:pPr>
      <w:r w:rsidRPr="00A908D4">
        <w:rPr>
          <w:b w:val="0"/>
        </w:rPr>
        <w:br/>
      </w:r>
      <w:bookmarkStart w:id="44" w:name="_Toc326522967"/>
      <w:bookmarkStart w:id="45" w:name="_Toc107261450"/>
      <w:r w:rsidRPr="00A908D4">
        <w:t>Záruka za jakost</w:t>
      </w:r>
      <w:bookmarkEnd w:id="44"/>
      <w:bookmarkEnd w:id="45"/>
    </w:p>
    <w:p w14:paraId="6BD353A8" w14:textId="77777777" w:rsidR="00B1033B" w:rsidRPr="00A908D4" w:rsidRDefault="00B1033B" w:rsidP="00E92C96">
      <w:pPr>
        <w:pStyle w:val="Nadpis2"/>
      </w:pPr>
      <w:bookmarkStart w:id="46" w:name="_Ref330840789"/>
      <w:bookmarkStart w:id="47" w:name="_Ref152047817"/>
      <w:r w:rsidRPr="00A908D4">
        <w:t xml:space="preserve">Na základní investiční opatření, která Klient převezme a bude provozovat a udržovat za podmínek dle této smlouvy, poskytne ESCO záruku za jakost, a to v rozsahu: </w:t>
      </w:r>
    </w:p>
    <w:p w14:paraId="4042A1DB" w14:textId="4A0FE63B" w:rsidR="00D940D9" w:rsidRPr="00384D40" w:rsidRDefault="00A611F7">
      <w:pPr>
        <w:pStyle w:val="Nadpis5"/>
        <w:numPr>
          <w:ilvl w:val="0"/>
          <w:numId w:val="18"/>
        </w:numPr>
        <w:ind w:left="964" w:hanging="567"/>
      </w:pPr>
      <w:r w:rsidRPr="00A611F7">
        <w:rPr>
          <w:i/>
          <w:iCs w:val="0"/>
          <w:highlight w:val="yellow"/>
        </w:rPr>
        <w:t>doplní ESCO</w:t>
      </w:r>
      <w:r w:rsidR="003C58EC" w:rsidRPr="003C58EC">
        <w:rPr>
          <w:i/>
          <w:iCs w:val="0"/>
          <w:highlight w:val="yellow"/>
        </w:rPr>
        <w:t xml:space="preserve"> (nejméně 24)</w:t>
      </w:r>
      <w:r w:rsidR="00B1033B" w:rsidRPr="00A908D4">
        <w:t xml:space="preserve"> </w:t>
      </w:r>
      <w:r w:rsidR="00B1033B" w:rsidRPr="00A611F7">
        <w:rPr>
          <w:color w:val="000000" w:themeColor="text1"/>
        </w:rPr>
        <w:t>měsíců u</w:t>
      </w:r>
      <w:r w:rsidR="00D04A39" w:rsidRPr="00A611F7">
        <w:rPr>
          <w:color w:val="000000" w:themeColor="text1"/>
        </w:rPr>
        <w:t xml:space="preserve"> technologického</w:t>
      </w:r>
      <w:r w:rsidR="00B1033B" w:rsidRPr="00A611F7">
        <w:rPr>
          <w:color w:val="000000" w:themeColor="text1"/>
        </w:rPr>
        <w:t xml:space="preserve"> </w:t>
      </w:r>
      <w:r w:rsidR="00B1033B" w:rsidRPr="00A908D4">
        <w:t>zařízení,</w:t>
      </w:r>
      <w:r w:rsidR="00367B74">
        <w:t xml:space="preserve"> </w:t>
      </w:r>
    </w:p>
    <w:p w14:paraId="38298958" w14:textId="5FFAD7AD" w:rsidR="00B1033B" w:rsidRPr="00A908D4" w:rsidRDefault="00A611F7">
      <w:pPr>
        <w:pStyle w:val="Nadpis5"/>
        <w:numPr>
          <w:ilvl w:val="0"/>
          <w:numId w:val="18"/>
        </w:numPr>
        <w:ind w:left="964" w:hanging="567"/>
      </w:pPr>
      <w:r>
        <w:rPr>
          <w:i/>
          <w:iCs w:val="0"/>
        </w:rPr>
        <w:t>60</w:t>
      </w:r>
      <w:r w:rsidR="00B1033B" w:rsidRPr="00A908D4">
        <w:t xml:space="preserve"> měsíců na montážní práce,</w:t>
      </w:r>
    </w:p>
    <w:p w14:paraId="2256C576" w14:textId="358C7453" w:rsidR="009477FE" w:rsidRDefault="00A611F7">
      <w:pPr>
        <w:pStyle w:val="Nadpis5"/>
        <w:numPr>
          <w:ilvl w:val="0"/>
          <w:numId w:val="18"/>
        </w:numPr>
        <w:ind w:left="964" w:hanging="567"/>
      </w:pPr>
      <w:r>
        <w:rPr>
          <w:i/>
          <w:iCs w:val="0"/>
        </w:rPr>
        <w:t>60</w:t>
      </w:r>
      <w:r w:rsidR="00B1033B" w:rsidRPr="00A908D4">
        <w:t xml:space="preserve"> měsíců na stavební práce,</w:t>
      </w:r>
    </w:p>
    <w:p w14:paraId="49E6D650" w14:textId="4DA31DE0" w:rsidR="00B1033B" w:rsidRPr="00A908D4" w:rsidRDefault="00B1033B" w:rsidP="00B1033B">
      <w:pPr>
        <w:ind w:left="426"/>
      </w:pPr>
      <w:r w:rsidRPr="00A908D4">
        <w:t>(dále jen „</w:t>
      </w:r>
      <w:r w:rsidRPr="00A908D4">
        <w:rPr>
          <w:b/>
        </w:rPr>
        <w:t>záruční doba</w:t>
      </w:r>
      <w:r w:rsidRPr="00A908D4">
        <w:t>“).</w:t>
      </w:r>
    </w:p>
    <w:p w14:paraId="37B88E62" w14:textId="066380A4" w:rsidR="00B1033B" w:rsidRPr="00A908D4" w:rsidRDefault="00B1033B" w:rsidP="00E92C96">
      <w:pPr>
        <w:pStyle w:val="Nadpis2"/>
      </w:pPr>
      <w:r w:rsidRPr="00A908D4">
        <w:t xml:space="preserve">Záruční doba počíná běžet </w:t>
      </w:r>
      <w:r w:rsidRPr="00A611F7">
        <w:rPr>
          <w:color w:val="000000" w:themeColor="text1"/>
        </w:rPr>
        <w:t>předáním</w:t>
      </w:r>
      <w:r w:rsidR="00EE57D6" w:rsidRPr="00A611F7">
        <w:rPr>
          <w:color w:val="000000" w:themeColor="text1"/>
        </w:rPr>
        <w:t xml:space="preserve"> příslušných</w:t>
      </w:r>
      <w:r w:rsidRPr="00A611F7">
        <w:rPr>
          <w:color w:val="000000" w:themeColor="text1"/>
        </w:rPr>
        <w:t xml:space="preserve"> </w:t>
      </w:r>
      <w:r w:rsidRPr="00A908D4">
        <w:t xml:space="preserve">základních investičních opatření, nestanoví-li smlouva jinak. </w:t>
      </w:r>
    </w:p>
    <w:p w14:paraId="3E3B1ED7" w14:textId="3A18B6E7" w:rsidR="00B1033B" w:rsidRDefault="00B1033B" w:rsidP="00E92C96">
      <w:pPr>
        <w:pStyle w:val="Nadpis2"/>
      </w:pPr>
      <w:r w:rsidRPr="00A908D4">
        <w:t>V případě, že se kdykoliv v průběhu záruční doby objeví nějaká vada, za kterou odpovídá ESCO, prodlužuje se záruční doba příslušného základního investičního opatření a/nebo jeho části o</w:t>
      </w:r>
      <w:r w:rsidR="00610114">
        <w:t> </w:t>
      </w:r>
      <w:r w:rsidRPr="00A908D4">
        <w:t>dobu řádně uplatněné reklamace a dobu, po kterou nemohlo být příslušné základní investiční opatření a/nebo jeho část užíváno.</w:t>
      </w:r>
    </w:p>
    <w:p w14:paraId="6D0CAAE5" w14:textId="4E854560" w:rsidR="009C3DDB" w:rsidRPr="00784008" w:rsidRDefault="00B1033B" w:rsidP="00784008">
      <w:pPr>
        <w:pStyle w:val="Nadpis2"/>
        <w:rPr>
          <w:color w:val="000000" w:themeColor="text1"/>
        </w:rPr>
      </w:pPr>
      <w:r w:rsidRPr="00A908D4">
        <w:t xml:space="preserve">V případě, že ESCO vymění konkrétní základní investiční opatření a/nebo jeho část, na něž se vztahuje samostatná záruční doba, </w:t>
      </w:r>
      <w:proofErr w:type="gramStart"/>
      <w:r w:rsidRPr="00A908D4">
        <w:t>běží</w:t>
      </w:r>
      <w:proofErr w:type="gramEnd"/>
      <w:r w:rsidRPr="00A908D4">
        <w:t xml:space="preserve"> u vyměněného základního investičního opatření a/nebo jeho části nová </w:t>
      </w:r>
      <w:r w:rsidRPr="00784008">
        <w:rPr>
          <w:color w:val="000000" w:themeColor="text1"/>
        </w:rPr>
        <w:t>záruční doba ve stejném rozsahu a délce jako u původního základního investičního opatření či jeho části</w:t>
      </w:r>
      <w:r w:rsidR="0079227E" w:rsidRPr="00784008">
        <w:rPr>
          <w:color w:val="000000" w:themeColor="text1"/>
        </w:rPr>
        <w:t>,</w:t>
      </w:r>
      <w:r w:rsidR="007B636A" w:rsidRPr="00784008">
        <w:rPr>
          <w:color w:val="000000" w:themeColor="text1"/>
        </w:rPr>
        <w:t xml:space="preserve"> </w:t>
      </w:r>
      <w:r w:rsidR="0079227E" w:rsidRPr="00784008">
        <w:rPr>
          <w:color w:val="000000" w:themeColor="text1"/>
        </w:rPr>
        <w:t>nejdéle však po dobu trvání garance</w:t>
      </w:r>
      <w:r w:rsidR="006C258C" w:rsidRPr="00784008">
        <w:rPr>
          <w:b/>
          <w:bCs w:val="0"/>
          <w:color w:val="000000" w:themeColor="text1"/>
        </w:rPr>
        <w:t>.</w:t>
      </w:r>
    </w:p>
    <w:p w14:paraId="10925A79" w14:textId="3755AE4E" w:rsidR="00B1033B" w:rsidRPr="00A908D4" w:rsidRDefault="00B1033B" w:rsidP="00090B4D">
      <w:pPr>
        <w:pStyle w:val="Nadpis2"/>
      </w:pPr>
      <w:r w:rsidRPr="00A908D4">
        <w:t xml:space="preserve">Odpovědnost ESCO za vady základních investičních opatření, na něž se vztahuje záruka, nevzniká, </w:t>
      </w:r>
    </w:p>
    <w:p w14:paraId="59A59F42" w14:textId="4739A23F" w:rsidR="00B1033B" w:rsidRPr="00A908D4" w:rsidRDefault="00B1033B">
      <w:pPr>
        <w:pStyle w:val="Nadpis5"/>
        <w:numPr>
          <w:ilvl w:val="0"/>
          <w:numId w:val="19"/>
        </w:numPr>
        <w:ind w:left="964" w:hanging="567"/>
      </w:pPr>
      <w:r w:rsidRPr="00A908D4">
        <w:t>jestliže tyto vady byly způsobeny po přechodu nebezpečí škody</w:t>
      </w:r>
      <w:r w:rsidR="00247E22">
        <w:t xml:space="preserve"> na Klienta</w:t>
      </w:r>
      <w:r w:rsidRPr="00A908D4">
        <w:t xml:space="preserve"> vnějšími událostmi a nezpůsobila je ESCO, nebo</w:t>
      </w:r>
    </w:p>
    <w:p w14:paraId="41DB95DF" w14:textId="389DF1DC" w:rsidR="00B1033B" w:rsidRPr="00A908D4" w:rsidRDefault="00B1033B">
      <w:pPr>
        <w:pStyle w:val="Nadpis5"/>
        <w:numPr>
          <w:ilvl w:val="0"/>
          <w:numId w:val="19"/>
        </w:numPr>
        <w:ind w:left="964" w:hanging="567"/>
      </w:pPr>
      <w:r w:rsidRPr="00A908D4">
        <w:t>jestliže Klient porušil povinnosti stanovené mu touto smlouvou ve vztahu k</w:t>
      </w:r>
      <w:r w:rsidR="001625CD">
        <w:t> </w:t>
      </w:r>
      <w:r w:rsidRPr="00A908D4">
        <w:t>základnímu investičnímu opatření, jehož se záruka za jakost týká, nebo</w:t>
      </w:r>
    </w:p>
    <w:p w14:paraId="20115F42" w14:textId="4BF95E28" w:rsidR="00B1033B" w:rsidRPr="00A908D4" w:rsidRDefault="00B1033B">
      <w:pPr>
        <w:pStyle w:val="Nadpis5"/>
        <w:numPr>
          <w:ilvl w:val="0"/>
          <w:numId w:val="19"/>
        </w:numPr>
        <w:ind w:left="964" w:hanging="567"/>
      </w:pPr>
      <w:r w:rsidRPr="00A908D4">
        <w:t>jestliže vada byla způsobena nedodržením pokynu ze strany ESCO nebo neodborným zásahem třetí osobou nebo Klient</w:t>
      </w:r>
      <w:r w:rsidR="00247E22">
        <w:t>em</w:t>
      </w:r>
      <w:r w:rsidRPr="00A908D4">
        <w:t>.</w:t>
      </w:r>
    </w:p>
    <w:p w14:paraId="5580393F" w14:textId="77777777" w:rsidR="00B1033B" w:rsidRPr="00A908D4" w:rsidRDefault="00B1033B" w:rsidP="00E92C96">
      <w:pPr>
        <w:pStyle w:val="Nadpis2"/>
      </w:pPr>
      <w:r w:rsidRPr="00A908D4">
        <w:lastRenderedPageBreak/>
        <w:t>Vady, na něž se vztahuje záruka, je Klient povinen ESCO oznámit bez zbytečného odkladu poté, co je zjistí, formou písemné reklamace, v níž je povinen danou vadu přesně popsat, např. uvedením způsobu, jak se projevuje.</w:t>
      </w:r>
    </w:p>
    <w:p w14:paraId="332110A9" w14:textId="0ABC2190" w:rsidR="00B1033B" w:rsidRPr="00A908D4" w:rsidRDefault="00B1033B" w:rsidP="00E92C96">
      <w:pPr>
        <w:pStyle w:val="Nadpis2"/>
      </w:pPr>
      <w:bookmarkStart w:id="48" w:name="_Ref473102800"/>
      <w:bookmarkStart w:id="49" w:name="_Hlk139987999"/>
      <w:r w:rsidRPr="00A908D4">
        <w:t>V případě existence reklamované vady základních investičních opatření (ať již uznané nebo neuznané reklamované vady) bránící provozu objektu, nebo areálu,</w:t>
      </w:r>
      <w:r w:rsidR="00F76AC2" w:rsidRPr="00A908D4">
        <w:t xml:space="preserve"> je ESCO povinna </w:t>
      </w:r>
      <w:bookmarkEnd w:id="48"/>
      <w:r w:rsidR="00386B67">
        <w:t>postupovat dle Článek 9.12.</w:t>
      </w:r>
    </w:p>
    <w:bookmarkEnd w:id="49"/>
    <w:p w14:paraId="1688F704" w14:textId="7B552A18" w:rsidR="00B1033B" w:rsidRPr="00A908D4" w:rsidRDefault="00B1033B" w:rsidP="00E92C96">
      <w:pPr>
        <w:pStyle w:val="Nadpis2"/>
      </w:pPr>
      <w:r w:rsidRPr="00A908D4">
        <w:t xml:space="preserve">ESCO se zavazuje Klientovi sdělit písemným oznámením nejpozději do 30 dnů od obdržení písemné reklamace, zda reklamaci uznává či nikoliv. V případě, že se ESCO ve lhůtě stanovené v předchozí větě tohoto odstavce písemně </w:t>
      </w:r>
      <w:proofErr w:type="gramStart"/>
      <w:r w:rsidRPr="00A908D4">
        <w:t>nevyjádří</w:t>
      </w:r>
      <w:proofErr w:type="gramEnd"/>
      <w:r w:rsidRPr="00A908D4">
        <w:t xml:space="preserve">, má se za to, že reklamovanou vadu ESCO uznala. V případě, že Klient nesouhlasí s posouzením reklamace ze strany ESCO, je oprávněn </w:t>
      </w:r>
      <w:r w:rsidR="0059111D" w:rsidRPr="00A908D4">
        <w:t xml:space="preserve">písemným </w:t>
      </w:r>
      <w:r w:rsidRPr="00A908D4">
        <w:t xml:space="preserve">oznámením adresovaným </w:t>
      </w:r>
      <w:r w:rsidR="00707C96">
        <w:t>ESCO</w:t>
      </w:r>
      <w:r w:rsidR="00707C96" w:rsidRPr="00A908D4">
        <w:t xml:space="preserve"> </w:t>
      </w:r>
      <w:r w:rsidRPr="00A908D4">
        <w:t xml:space="preserve">nejpozději do 30 dnů ode dne doručení oznámení o neuznání reklamované vady ze strany ESCO iniciovat mechanismus řešení sporů dle </w:t>
      </w:r>
      <w:r w:rsidR="000E161F" w:rsidRPr="00A908D4">
        <w:fldChar w:fldCharType="begin"/>
      </w:r>
      <w:r w:rsidR="00467956" w:rsidRPr="00A908D4">
        <w:instrText xml:space="preserve"> REF _Ref468895774 \w \h </w:instrText>
      </w:r>
      <w:r w:rsidR="000E161F" w:rsidRPr="00A908D4">
        <w:fldChar w:fldCharType="separate"/>
      </w:r>
      <w:r w:rsidR="00E90D85">
        <w:t>Článek 39.2</w:t>
      </w:r>
      <w:r w:rsidR="000E161F" w:rsidRPr="00A908D4">
        <w:fldChar w:fldCharType="end"/>
      </w:r>
      <w:r w:rsidR="00467956" w:rsidRPr="00A908D4">
        <w:t xml:space="preserve"> </w:t>
      </w:r>
      <w:r w:rsidRPr="00A908D4">
        <w:t xml:space="preserve">až </w:t>
      </w:r>
      <w:r w:rsidR="000E161F" w:rsidRPr="00A908D4">
        <w:fldChar w:fldCharType="begin"/>
      </w:r>
      <w:r w:rsidR="00467956" w:rsidRPr="00A908D4">
        <w:instrText xml:space="preserve"> REF _Ref468895815 \w \h </w:instrText>
      </w:r>
      <w:r w:rsidR="000E161F" w:rsidRPr="00A908D4">
        <w:fldChar w:fldCharType="separate"/>
      </w:r>
      <w:r w:rsidR="00E90D85">
        <w:t>Článek 39.4</w:t>
      </w:r>
      <w:r w:rsidR="000E161F" w:rsidRPr="00A908D4">
        <w:fldChar w:fldCharType="end"/>
      </w:r>
      <w:r w:rsidRPr="00A908D4">
        <w:t xml:space="preserve">, jehož předmětem bude posouzení důvodnosti reklamované vady dle podmínek stanovených ve Smlouvě. V případě, že nedojde ze strany Klienta k zahájení řešení sporu dle </w:t>
      </w:r>
      <w:r w:rsidR="000E161F" w:rsidRPr="00A908D4">
        <w:fldChar w:fldCharType="begin"/>
      </w:r>
      <w:r w:rsidR="00467956" w:rsidRPr="00A908D4">
        <w:instrText xml:space="preserve"> REF _Ref468895774 \w \h </w:instrText>
      </w:r>
      <w:r w:rsidR="000E161F" w:rsidRPr="00A908D4">
        <w:fldChar w:fldCharType="separate"/>
      </w:r>
      <w:r w:rsidR="00E90D85">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E90D85">
        <w:t>Článek 39.4</w:t>
      </w:r>
      <w:r w:rsidR="000E161F" w:rsidRPr="00A908D4">
        <w:fldChar w:fldCharType="end"/>
      </w:r>
      <w:r w:rsidRPr="00A908D4">
        <w:t xml:space="preserve"> ve lhůtě stanovené v předchozí větě tohoto odstavce písemným oznámením ESCO, má se za to, že Klient stanovisko ESCO o posouzen</w:t>
      </w:r>
      <w:r w:rsidR="00F76AC2" w:rsidRPr="00A908D4">
        <w:t>í reklamovaných vad uznal.</w:t>
      </w:r>
    </w:p>
    <w:p w14:paraId="1F792334" w14:textId="7521B22E" w:rsidR="00B1033B" w:rsidRPr="00A908D4" w:rsidRDefault="00B1033B" w:rsidP="00E92C96">
      <w:pPr>
        <w:pStyle w:val="Nadpis2"/>
      </w:pPr>
      <w:r w:rsidRPr="00A908D4">
        <w:t xml:space="preserve">ESCO se zavazuje vady, na něž se vztahuje záruka a jejichž existenci uznal a/nebo tak bylo stanoveno postupem dle </w:t>
      </w:r>
      <w:r w:rsidR="000E161F" w:rsidRPr="00A908D4">
        <w:fldChar w:fldCharType="begin"/>
      </w:r>
      <w:r w:rsidR="00467956" w:rsidRPr="00A908D4">
        <w:instrText xml:space="preserve"> REF _Ref468895774 \w \h </w:instrText>
      </w:r>
      <w:r w:rsidR="000E161F" w:rsidRPr="00A908D4">
        <w:fldChar w:fldCharType="separate"/>
      </w:r>
      <w:r w:rsidR="00E90D85">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E90D85">
        <w:t>Článek 39.4</w:t>
      </w:r>
      <w:r w:rsidR="000E161F" w:rsidRPr="00A908D4">
        <w:fldChar w:fldCharType="end"/>
      </w:r>
      <w:r w:rsidRPr="00A908D4">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t> </w:t>
      </w:r>
      <w:r w:rsidRPr="00A908D4">
        <w:t>rozsahu vadné části; v případě, že oprava, ani nové plnění není možné, tak slevu z ceny.</w:t>
      </w:r>
    </w:p>
    <w:p w14:paraId="05485810" w14:textId="1CF4CE66" w:rsidR="00B1033B" w:rsidRDefault="00B1033B" w:rsidP="00E92C96">
      <w:pPr>
        <w:pStyle w:val="Nadpis2"/>
      </w:pPr>
      <w:r w:rsidRPr="00A908D4">
        <w:t>ESCO se zavazuje odstranit neuznané reklamované vady investičních základních opatření, tj. reklamované vady, kter</w:t>
      </w:r>
      <w:r w:rsidR="00707C96">
        <w:t>é</w:t>
      </w:r>
      <w:r w:rsidRPr="00A908D4">
        <w:t xml:space="preserve"> ESCO neuznala a/nebo tak bylo stanoveno postupem dle </w:t>
      </w:r>
      <w:r w:rsidR="000E161F" w:rsidRPr="00A908D4">
        <w:fldChar w:fldCharType="begin"/>
      </w:r>
      <w:r w:rsidR="00467956" w:rsidRPr="00A908D4">
        <w:instrText xml:space="preserve"> REF _Ref468895774 \w \h </w:instrText>
      </w:r>
      <w:r w:rsidR="000E161F" w:rsidRPr="00A908D4">
        <w:fldChar w:fldCharType="separate"/>
      </w:r>
      <w:r w:rsidR="00E90D85">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E90D85">
        <w:t>Článek 39.4</w:t>
      </w:r>
      <w:r w:rsidR="000E161F" w:rsidRPr="00A908D4">
        <w:fldChar w:fldCharType="end"/>
      </w:r>
      <w:r w:rsidRPr="00A908D4">
        <w:t>, a na náklady Klienta. Klient je povinen v takové</w:t>
      </w:r>
      <w:r w:rsidR="00707C96">
        <w:t>m</w:t>
      </w:r>
      <w:r w:rsidRPr="00A908D4">
        <w:t xml:space="preserve"> případě uhradit ESCO účelně vynaložené náklady nejpozději do 30 dnů ode dne provedeného vyúčtování.</w:t>
      </w:r>
    </w:p>
    <w:p w14:paraId="799CAED1" w14:textId="77777777" w:rsidR="00C51441" w:rsidRPr="00C737DD" w:rsidRDefault="00C51441" w:rsidP="00C51441">
      <w:pPr>
        <w:pStyle w:val="Nadpis2"/>
        <w:rPr>
          <w:rFonts w:asciiTheme="minorHAnsi" w:hAnsiTheme="minorHAnsi" w:cstheme="minorHAnsi"/>
          <w:szCs w:val="22"/>
        </w:rPr>
      </w:pPr>
      <w:r w:rsidRPr="00C737DD">
        <w:rPr>
          <w:rFonts w:asciiTheme="minorHAnsi" w:hAnsiTheme="minorHAnsi" w:cstheme="minorHAnsi"/>
          <w:szCs w:val="22"/>
        </w:rPr>
        <w:t>Dle stupně závažnosti jsou vady rozděleny do tří kategorií:</w:t>
      </w:r>
    </w:p>
    <w:p w14:paraId="0AEB8E6D" w14:textId="77777777" w:rsidR="00C51441" w:rsidRPr="00C737DD" w:rsidRDefault="00C51441" w:rsidP="00C51441">
      <w:pPr>
        <w:numPr>
          <w:ilvl w:val="0"/>
          <w:numId w:val="37"/>
        </w:numPr>
        <w:outlineLvl w:val="4"/>
        <w:rPr>
          <w:rFonts w:asciiTheme="minorHAnsi" w:hAnsiTheme="minorHAnsi" w:cstheme="minorHAnsi"/>
          <w:bCs/>
          <w:iCs/>
          <w:szCs w:val="26"/>
        </w:rPr>
      </w:pPr>
      <w:r w:rsidRPr="00C737DD">
        <w:rPr>
          <w:rFonts w:asciiTheme="minorHAnsi" w:hAnsiTheme="minorHAnsi" w:cstheme="minorHAnsi"/>
          <w:bCs/>
          <w:iCs/>
          <w:szCs w:val="26"/>
        </w:rPr>
        <w:t>Vady kategorie A – vady značného rozsahu, které znemožňují užívání základního opatření v jeho základních funkcích,</w:t>
      </w:r>
    </w:p>
    <w:p w14:paraId="09C3A0E0" w14:textId="77777777" w:rsidR="00C51441" w:rsidRPr="00C737DD" w:rsidRDefault="00C51441" w:rsidP="00C51441">
      <w:pPr>
        <w:numPr>
          <w:ilvl w:val="0"/>
          <w:numId w:val="37"/>
        </w:numPr>
        <w:outlineLvl w:val="4"/>
        <w:rPr>
          <w:rFonts w:asciiTheme="minorHAnsi" w:hAnsiTheme="minorHAnsi" w:cstheme="minorHAnsi"/>
          <w:bCs/>
          <w:iCs/>
          <w:szCs w:val="26"/>
        </w:rPr>
      </w:pPr>
      <w:r w:rsidRPr="00C737DD">
        <w:rPr>
          <w:rFonts w:asciiTheme="minorHAnsi" w:hAnsiTheme="minorHAnsi" w:cstheme="minorHAnsi"/>
          <w:bCs/>
          <w:iCs/>
          <w:szCs w:val="26"/>
        </w:rPr>
        <w:t>Vady kategorie B – vady středního rozsahu, které omezují běžné užívání základního opatření,</w:t>
      </w:r>
    </w:p>
    <w:p w14:paraId="30FF6A79" w14:textId="77777777" w:rsidR="00C51441" w:rsidRPr="00C737DD" w:rsidRDefault="00C51441" w:rsidP="00C51441">
      <w:pPr>
        <w:numPr>
          <w:ilvl w:val="0"/>
          <w:numId w:val="37"/>
        </w:numPr>
        <w:outlineLvl w:val="4"/>
        <w:rPr>
          <w:rFonts w:asciiTheme="minorHAnsi" w:hAnsiTheme="minorHAnsi" w:cstheme="minorHAnsi"/>
          <w:bCs/>
          <w:iCs/>
          <w:szCs w:val="26"/>
        </w:rPr>
      </w:pPr>
      <w:r w:rsidRPr="00C737DD">
        <w:rPr>
          <w:rFonts w:asciiTheme="minorHAnsi" w:hAnsiTheme="minorHAnsi" w:cstheme="minorHAnsi"/>
          <w:bCs/>
          <w:iCs/>
          <w:szCs w:val="26"/>
        </w:rPr>
        <w:t>Vady kategorie C – vady malého rozsahu nebo též drobné vady, které nebrání užívání základního opatření</w:t>
      </w:r>
    </w:p>
    <w:p w14:paraId="51A4672B" w14:textId="77777777" w:rsidR="00C51441" w:rsidRPr="00C737DD" w:rsidRDefault="00C51441" w:rsidP="00C51441">
      <w:pPr>
        <w:pStyle w:val="Nadpis2"/>
        <w:rPr>
          <w:rFonts w:asciiTheme="minorHAnsi" w:hAnsiTheme="minorHAnsi" w:cstheme="minorHAnsi"/>
          <w:szCs w:val="22"/>
        </w:rPr>
      </w:pPr>
      <w:r w:rsidRPr="00C737DD">
        <w:rPr>
          <w:rFonts w:asciiTheme="minorHAnsi" w:hAnsiTheme="minorHAnsi" w:cstheme="minorHAnsi"/>
          <w:szCs w:val="22"/>
        </w:rPr>
        <w:t>ESCO se v případě uplatnění vady základních opatření v záruční době Klientem zavazuje:</w:t>
      </w:r>
    </w:p>
    <w:p w14:paraId="2B16B3D7" w14:textId="48004BC5" w:rsidR="00C51441" w:rsidRPr="00C737DD" w:rsidRDefault="00C51441" w:rsidP="00C51441">
      <w:pPr>
        <w:pStyle w:val="Nadpis5"/>
        <w:numPr>
          <w:ilvl w:val="0"/>
          <w:numId w:val="38"/>
        </w:numPr>
        <w:rPr>
          <w:rFonts w:asciiTheme="minorHAnsi" w:hAnsiTheme="minorHAnsi" w:cstheme="minorHAnsi"/>
        </w:rPr>
      </w:pPr>
      <w:r w:rsidRPr="00C737DD">
        <w:rPr>
          <w:rFonts w:asciiTheme="minorHAnsi" w:hAnsiTheme="minorHAnsi" w:cstheme="minorHAnsi"/>
        </w:rPr>
        <w:t>Potvrdit Klientovi bezodkladně telefonicky či prostřednictvím emailu kontaktní osobě Klienta ve věcech technických a smluvních přijetí uplatnění vady základního opatření s uvedením termínu uskutečnění prověrky vady</w:t>
      </w:r>
      <w:r w:rsidR="003239AA">
        <w:rPr>
          <w:rFonts w:asciiTheme="minorHAnsi" w:hAnsiTheme="minorHAnsi" w:cstheme="minorHAnsi"/>
        </w:rPr>
        <w:t>.</w:t>
      </w:r>
    </w:p>
    <w:p w14:paraId="20FE0311" w14:textId="77777777" w:rsidR="00C51441" w:rsidRPr="00C737DD" w:rsidRDefault="00C51441" w:rsidP="00C51441">
      <w:pPr>
        <w:pStyle w:val="Nadpis5"/>
        <w:numPr>
          <w:ilvl w:val="0"/>
          <w:numId w:val="38"/>
        </w:numPr>
        <w:rPr>
          <w:rFonts w:asciiTheme="minorHAnsi" w:hAnsiTheme="minorHAnsi" w:cstheme="minorHAnsi"/>
        </w:rPr>
      </w:pPr>
      <w:r w:rsidRPr="00C737DD">
        <w:rPr>
          <w:rFonts w:asciiTheme="minorHAnsi" w:hAnsiTheme="minorHAnsi" w:cstheme="minorHAnsi"/>
        </w:rPr>
        <w:lastRenderedPageBreak/>
        <w:t>Uskutečnit prověrku k zjištění důvodnosti a charakteru vady a zahájit odstraňování vady:</w:t>
      </w:r>
    </w:p>
    <w:p w14:paraId="4BC87359" w14:textId="70BB1198" w:rsidR="00C51441" w:rsidRPr="00C737DD" w:rsidRDefault="00C51441" w:rsidP="0075501D">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 případě vady kategorie A bezodkladně, nejpozději </w:t>
      </w:r>
      <w:r w:rsidR="0047084F">
        <w:rPr>
          <w:rFonts w:asciiTheme="minorHAnsi" w:hAnsiTheme="minorHAnsi" w:cstheme="minorHAnsi"/>
        </w:rPr>
        <w:t xml:space="preserve">však </w:t>
      </w:r>
      <w:r w:rsidRPr="00C737DD">
        <w:rPr>
          <w:rFonts w:asciiTheme="minorHAnsi" w:hAnsiTheme="minorHAnsi" w:cstheme="minorHAnsi"/>
        </w:rPr>
        <w:t xml:space="preserve">ve lhůtě </w:t>
      </w:r>
      <w:r w:rsidR="0047084F">
        <w:rPr>
          <w:rFonts w:asciiTheme="minorHAnsi" w:hAnsiTheme="minorHAnsi" w:cstheme="minorHAnsi"/>
        </w:rPr>
        <w:t>1</w:t>
      </w:r>
      <w:r w:rsidRPr="00C737DD">
        <w:rPr>
          <w:rFonts w:asciiTheme="minorHAnsi" w:hAnsiTheme="minorHAnsi" w:cstheme="minorHAnsi"/>
        </w:rPr>
        <w:t>2 hodin od uplatnění vady,</w:t>
      </w:r>
    </w:p>
    <w:p w14:paraId="63FE04CE" w14:textId="69C94B85" w:rsidR="00C51441" w:rsidRPr="00C737DD" w:rsidRDefault="00C51441" w:rsidP="0075501D">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 případě vady kategorie B nejpozději ve lhůtě </w:t>
      </w:r>
      <w:r w:rsidR="0047084F">
        <w:rPr>
          <w:rFonts w:asciiTheme="minorHAnsi" w:hAnsiTheme="minorHAnsi" w:cstheme="minorHAnsi"/>
        </w:rPr>
        <w:t>72</w:t>
      </w:r>
      <w:r w:rsidRPr="00C737DD">
        <w:rPr>
          <w:rFonts w:asciiTheme="minorHAnsi" w:hAnsiTheme="minorHAnsi" w:cstheme="minorHAnsi"/>
        </w:rPr>
        <w:t xml:space="preserve"> hodin od uplatnění vady</w:t>
      </w:r>
      <w:r w:rsidR="0047084F">
        <w:rPr>
          <w:rFonts w:asciiTheme="minorHAnsi" w:hAnsiTheme="minorHAnsi" w:cstheme="minorHAnsi"/>
        </w:rPr>
        <w:t>, nedohodnou-li se smluvní strany jinak</w:t>
      </w:r>
      <w:r w:rsidRPr="00C737DD">
        <w:rPr>
          <w:rFonts w:asciiTheme="minorHAnsi" w:hAnsiTheme="minorHAnsi" w:cstheme="minorHAnsi"/>
        </w:rPr>
        <w:t>,</w:t>
      </w:r>
    </w:p>
    <w:p w14:paraId="230B4D1F" w14:textId="03B910E4" w:rsidR="00C51441" w:rsidRPr="00C737DD" w:rsidRDefault="00C51441" w:rsidP="0075501D">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 případě vady kategorie C nejpozději ve lhůtě do </w:t>
      </w:r>
      <w:r w:rsidR="00872A19">
        <w:rPr>
          <w:rFonts w:asciiTheme="minorHAnsi" w:hAnsiTheme="minorHAnsi" w:cstheme="minorHAnsi"/>
        </w:rPr>
        <w:t xml:space="preserve">7 pracovních dní </w:t>
      </w:r>
      <w:r w:rsidRPr="00C737DD">
        <w:rPr>
          <w:rFonts w:asciiTheme="minorHAnsi" w:hAnsiTheme="minorHAnsi" w:cstheme="minorHAnsi"/>
        </w:rPr>
        <w:t>od uplatnění vady</w:t>
      </w:r>
      <w:r w:rsidR="00872A19">
        <w:rPr>
          <w:rFonts w:asciiTheme="minorHAnsi" w:hAnsiTheme="minorHAnsi" w:cstheme="minorHAnsi"/>
        </w:rPr>
        <w:t>, nedohodnou-li se smluvní strany jinak</w:t>
      </w:r>
      <w:r w:rsidR="003239AA">
        <w:rPr>
          <w:rFonts w:asciiTheme="minorHAnsi" w:hAnsiTheme="minorHAnsi" w:cstheme="minorHAnsi"/>
        </w:rPr>
        <w:t>.</w:t>
      </w:r>
    </w:p>
    <w:p w14:paraId="54C2745D" w14:textId="77777777" w:rsidR="00C51441" w:rsidRPr="00C737DD" w:rsidRDefault="00C51441" w:rsidP="00C51441">
      <w:pPr>
        <w:pStyle w:val="Nadpis5"/>
        <w:numPr>
          <w:ilvl w:val="0"/>
          <w:numId w:val="38"/>
        </w:numPr>
        <w:rPr>
          <w:rFonts w:asciiTheme="minorHAnsi" w:hAnsiTheme="minorHAnsi" w:cstheme="minorHAnsi"/>
        </w:rPr>
      </w:pPr>
      <w:r w:rsidRPr="00C737DD">
        <w:rPr>
          <w:rFonts w:asciiTheme="minorHAnsi" w:hAnsiTheme="minorHAnsi" w:cstheme="minorHAnsi"/>
        </w:rPr>
        <w:t>Odstranit, případně zajistit náhradní a dočasné řešení pro změnu klasifikace vady o úroveň vyšší (z A na B, z B na C):</w:t>
      </w:r>
    </w:p>
    <w:p w14:paraId="42F6EAC7" w14:textId="52749F5D" w:rsidR="00C51441" w:rsidRPr="00C737DD" w:rsidRDefault="00C51441" w:rsidP="00C51441">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Vadu pro kategorii A bezodkladně </w:t>
      </w:r>
      <w:r w:rsidR="00151086" w:rsidRPr="00151086">
        <w:rPr>
          <w:rFonts w:asciiTheme="minorHAnsi" w:hAnsiTheme="minorHAnsi" w:cstheme="minorHAnsi"/>
        </w:rPr>
        <w:t>v co nejkratší možné době, nejpozději do 48 hodin od nástupu k odstranění vady, nedohodnou-li se smluvní strany jinak</w:t>
      </w:r>
      <w:r w:rsidRPr="00C737DD">
        <w:rPr>
          <w:rFonts w:asciiTheme="minorHAnsi" w:hAnsiTheme="minorHAnsi" w:cstheme="minorHAnsi"/>
        </w:rPr>
        <w:t>;</w:t>
      </w:r>
    </w:p>
    <w:p w14:paraId="1599A9B7" w14:textId="39E7D646" w:rsidR="00C51441" w:rsidRPr="00C737DD" w:rsidRDefault="00C51441" w:rsidP="00C51441">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Vadu kategorie B nejpozději </w:t>
      </w:r>
      <w:r w:rsidR="00151086" w:rsidRPr="00151086">
        <w:rPr>
          <w:rFonts w:asciiTheme="minorHAnsi" w:hAnsiTheme="minorHAnsi" w:cstheme="minorHAnsi"/>
        </w:rPr>
        <w:t>do 72 hodin od nástupu k odstranění vady, nedohodnou-li se smluvní strany jinak</w:t>
      </w:r>
      <w:r w:rsidRPr="00C737DD">
        <w:rPr>
          <w:rFonts w:asciiTheme="minorHAnsi" w:hAnsiTheme="minorHAnsi" w:cstheme="minorHAnsi"/>
        </w:rPr>
        <w:t>;</w:t>
      </w:r>
    </w:p>
    <w:p w14:paraId="431087A7" w14:textId="38E45157" w:rsidR="00C51441" w:rsidRPr="00C737DD" w:rsidRDefault="00C51441" w:rsidP="00C51441">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 xml:space="preserve">Vadu kategorie C nejpozději </w:t>
      </w:r>
      <w:r w:rsidR="00151086">
        <w:rPr>
          <w:rFonts w:asciiTheme="minorHAnsi" w:hAnsiTheme="minorHAnsi" w:cstheme="minorHAnsi"/>
        </w:rPr>
        <w:t>d</w:t>
      </w:r>
      <w:r w:rsidR="00151086" w:rsidRPr="00151086">
        <w:rPr>
          <w:rFonts w:asciiTheme="minorHAnsi" w:hAnsiTheme="minorHAnsi" w:cstheme="minorHAnsi"/>
        </w:rPr>
        <w:t>o 5 pracovních dnů od nástupu k odstranění vady, nedohodnou-li se smluvní strany jinak</w:t>
      </w:r>
      <w:r w:rsidRPr="00C737DD">
        <w:rPr>
          <w:rFonts w:asciiTheme="minorHAnsi" w:hAnsiTheme="minorHAnsi" w:cstheme="minorHAnsi"/>
        </w:rPr>
        <w:t>,</w:t>
      </w:r>
    </w:p>
    <w:p w14:paraId="6C30F805" w14:textId="77777777" w:rsidR="00C51441" w:rsidRPr="00C737DD" w:rsidRDefault="00C51441" w:rsidP="00C51441">
      <w:pPr>
        <w:pStyle w:val="Nadpis5"/>
        <w:numPr>
          <w:ilvl w:val="0"/>
          <w:numId w:val="40"/>
        </w:numPr>
        <w:tabs>
          <w:tab w:val="num" w:pos="360"/>
        </w:tabs>
        <w:ind w:left="1778"/>
        <w:rPr>
          <w:rFonts w:asciiTheme="minorHAnsi" w:hAnsiTheme="minorHAnsi" w:cstheme="minorHAnsi"/>
        </w:rPr>
      </w:pPr>
      <w:r w:rsidRPr="00C737DD">
        <w:rPr>
          <w:rFonts w:asciiTheme="minorHAnsi" w:hAnsiTheme="minorHAnsi" w:cstheme="minorHAnsi"/>
        </w:rPr>
        <w:t>nedohodnou-li se smluvní strany jinak.</w:t>
      </w:r>
    </w:p>
    <w:bookmarkEnd w:id="46"/>
    <w:bookmarkEnd w:id="47"/>
    <w:p w14:paraId="43670CF1" w14:textId="77777777" w:rsidR="009B0FAA" w:rsidRPr="00A908D4" w:rsidRDefault="00F81353" w:rsidP="00670CFE">
      <w:pPr>
        <w:pStyle w:val="Nadpis1"/>
      </w:pPr>
      <w:r w:rsidRPr="00A908D4">
        <w:rPr>
          <w:b w:val="0"/>
        </w:rPr>
        <w:br/>
      </w:r>
      <w:bookmarkStart w:id="50" w:name="_Toc326522968"/>
      <w:bookmarkStart w:id="51" w:name="_Toc107261451"/>
      <w:r w:rsidRPr="00A908D4">
        <w:t>Základní prostá opatření</w:t>
      </w:r>
      <w:bookmarkEnd w:id="50"/>
      <w:bookmarkEnd w:id="51"/>
    </w:p>
    <w:p w14:paraId="63685D0E" w14:textId="17622560" w:rsidR="00EB6DE1" w:rsidRPr="00A908D4" w:rsidRDefault="00EB6DE1" w:rsidP="00E92C96">
      <w:pPr>
        <w:pStyle w:val="Nadpis2"/>
      </w:pPr>
      <w:r w:rsidRPr="00A908D4">
        <w:t>ESCO</w:t>
      </w:r>
      <w:r w:rsidR="00636049" w:rsidRPr="00A908D4">
        <w:t xml:space="preserve"> se zavazuje blíže</w:t>
      </w:r>
      <w:r w:rsidR="00D76829" w:rsidRPr="00A908D4">
        <w:t xml:space="preserve"> specifikovat</w:t>
      </w:r>
      <w:r w:rsidRPr="00A908D4">
        <w:t xml:space="preserve"> </w:t>
      </w:r>
      <w:r w:rsidR="00D76829" w:rsidRPr="00A908D4">
        <w:t xml:space="preserve">základní prostá opatření </w:t>
      </w:r>
      <w:r w:rsidR="00101729" w:rsidRPr="00A908D4">
        <w:t xml:space="preserve">v Příloze č. 2 </w:t>
      </w:r>
      <w:r w:rsidR="00D76829" w:rsidRPr="00A908D4">
        <w:t>a předat</w:t>
      </w:r>
      <w:r w:rsidRPr="00A908D4">
        <w:t xml:space="preserve"> písemný návod Klientovi, jakým způsobem mají být taková opatření provedena v termínu stanoveném v harmonogramu. Není-li takový termín stanoven, </w:t>
      </w:r>
      <w:r w:rsidR="00FA724B" w:rsidRPr="00A908D4">
        <w:t>ESCO je povinn</w:t>
      </w:r>
      <w:r w:rsidR="00C33A43" w:rsidRPr="00A908D4">
        <w:t>a</w:t>
      </w:r>
      <w:r w:rsidR="00FA724B" w:rsidRPr="00A908D4">
        <w:t xml:space="preserve"> </w:t>
      </w:r>
      <w:r w:rsidR="00D753EE" w:rsidRPr="00A908D4">
        <w:t>předat</w:t>
      </w:r>
      <w:r w:rsidRPr="00A908D4">
        <w:t xml:space="preserve"> písemný návod v dostatečném předstihu před skončením období </w:t>
      </w:r>
      <w:r w:rsidR="0015244F">
        <w:t>provádění</w:t>
      </w:r>
      <w:r w:rsidR="0015244F" w:rsidRPr="00A908D4">
        <w:t xml:space="preserve"> </w:t>
      </w:r>
      <w:r w:rsidR="00AF2EFA" w:rsidRPr="00A908D4">
        <w:t xml:space="preserve">základních opatření </w:t>
      </w:r>
      <w:r w:rsidRPr="00A908D4">
        <w:t xml:space="preserve">tak, aby Klient mohl dané prosté opatření do skončení období </w:t>
      </w:r>
      <w:r w:rsidR="00C73E7D" w:rsidRPr="00A908D4">
        <w:t xml:space="preserve">provádění </w:t>
      </w:r>
      <w:r w:rsidR="00F65DF0" w:rsidRPr="00A908D4">
        <w:t xml:space="preserve">základních opatření </w:t>
      </w:r>
      <w:r w:rsidRPr="00A908D4">
        <w:t>provést.</w:t>
      </w:r>
    </w:p>
    <w:p w14:paraId="35C6C451" w14:textId="03E1A0D4" w:rsidR="00F81353" w:rsidRPr="00A908D4" w:rsidRDefault="00F81353" w:rsidP="00E92C96">
      <w:pPr>
        <w:pStyle w:val="Nadpis2"/>
      </w:pPr>
      <w:r w:rsidRPr="00A908D4">
        <w:t xml:space="preserve">Vlastní provedení </w:t>
      </w:r>
      <w:r w:rsidR="00B60857" w:rsidRPr="00A908D4">
        <w:t xml:space="preserve">základních </w:t>
      </w:r>
      <w:r w:rsidRPr="00A908D4">
        <w:t>pr</w:t>
      </w:r>
      <w:r w:rsidR="00D33219" w:rsidRPr="00A908D4">
        <w:t>ostých opatření je na Klientovi.</w:t>
      </w:r>
      <w:r w:rsidRPr="00A908D4">
        <w:t xml:space="preserve"> Klient se zavazuje základní prostá opatření provést do skončení období</w:t>
      </w:r>
      <w:r w:rsidR="00C73E7D" w:rsidRPr="00A908D4">
        <w:t xml:space="preserve"> provádění základních opatření</w:t>
      </w:r>
      <w:r w:rsidR="005E3523" w:rsidRPr="00A908D4">
        <w:t>. O </w:t>
      </w:r>
      <w:r w:rsidR="00D33219" w:rsidRPr="00A908D4">
        <w:t>provedení základních prostých opatřeních</w:t>
      </w:r>
      <w:r w:rsidR="00E137C3" w:rsidRPr="00A908D4">
        <w:t xml:space="preserve"> je Klient </w:t>
      </w:r>
      <w:r w:rsidRPr="00A908D4">
        <w:t>povinen ESCO informovat.</w:t>
      </w:r>
    </w:p>
    <w:p w14:paraId="25663649" w14:textId="77777777" w:rsidR="00F81353" w:rsidRPr="00A908D4" w:rsidRDefault="00C33A43" w:rsidP="00E92C96">
      <w:pPr>
        <w:pStyle w:val="Nadpis2"/>
      </w:pPr>
      <w:r w:rsidRPr="00A908D4">
        <w:t>ESCO je povinna</w:t>
      </w:r>
      <w:r w:rsidR="004D47A9" w:rsidRPr="00A908D4">
        <w:t xml:space="preserve"> </w:t>
      </w:r>
      <w:r w:rsidR="00F81353" w:rsidRPr="00A908D4">
        <w:t>při provedení</w:t>
      </w:r>
      <w:r w:rsidR="004D47A9" w:rsidRPr="00A908D4">
        <w:t xml:space="preserve"> základních prostých opatření </w:t>
      </w:r>
      <w:r w:rsidR="00F81353" w:rsidRPr="00A908D4">
        <w:t>poskytnout Klientovi potřebnou součinnost, zejména odborné poradenství.</w:t>
      </w:r>
    </w:p>
    <w:p w14:paraId="5D3D66B5" w14:textId="1E4220B6" w:rsidR="00F81353" w:rsidRPr="00A908D4" w:rsidRDefault="00461C1A" w:rsidP="00E92C96">
      <w:pPr>
        <w:pStyle w:val="Nadpis2"/>
      </w:pPr>
      <w:r w:rsidRPr="00A908D4">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A908D4">
        <w:t>6</w:t>
      </w:r>
      <w:r w:rsidR="00F81353" w:rsidRPr="00A908D4">
        <w:t>.</w:t>
      </w:r>
    </w:p>
    <w:p w14:paraId="179A25F1" w14:textId="77777777" w:rsidR="00E903B0" w:rsidRPr="00A908D4" w:rsidRDefault="00F81353" w:rsidP="00E903B0">
      <w:pPr>
        <w:pStyle w:val="Nzev"/>
        <w:keepNext/>
        <w:pageBreakBefore/>
        <w:spacing w:before="0" w:after="0" w:line="240" w:lineRule="auto"/>
        <w:rPr>
          <w:rStyle w:val="StylNzevTunPodtrenChar"/>
          <w:rFonts w:asciiTheme="minorHAnsi" w:hAnsiTheme="minorHAnsi" w:cstheme="minorHAnsi"/>
          <w:b w:val="0"/>
        </w:rPr>
      </w:pPr>
      <w:bookmarkStart w:id="52" w:name="_Toc326522969"/>
      <w:r w:rsidRPr="00A908D4">
        <w:rPr>
          <w:rFonts w:asciiTheme="minorHAnsi" w:hAnsiTheme="minorHAnsi" w:cstheme="minorHAnsi"/>
        </w:rPr>
        <w:lastRenderedPageBreak/>
        <w:t xml:space="preserve">Část čtvrtá: </w:t>
      </w:r>
      <w:r w:rsidR="00067534" w:rsidRPr="00A908D4">
        <w:rPr>
          <w:rStyle w:val="StylNzevTunPodtrenChar"/>
          <w:rFonts w:asciiTheme="minorHAnsi" w:hAnsiTheme="minorHAnsi" w:cstheme="minorHAnsi"/>
        </w:rPr>
        <w:t>Plnění poskytovaná po dobu trvání</w:t>
      </w:r>
      <w:r w:rsidR="00B47C41" w:rsidRPr="00A908D4">
        <w:rPr>
          <w:rStyle w:val="StylNzevTunPodtrenChar"/>
          <w:rFonts w:asciiTheme="minorHAnsi" w:hAnsiTheme="minorHAnsi" w:cstheme="minorHAnsi"/>
        </w:rPr>
        <w:t xml:space="preserve"> </w:t>
      </w:r>
      <w:r w:rsidRPr="00A908D4">
        <w:rPr>
          <w:rStyle w:val="StylNzevTunPodtrenChar"/>
          <w:rFonts w:asciiTheme="minorHAnsi" w:hAnsiTheme="minorHAnsi" w:cstheme="minorHAnsi"/>
        </w:rPr>
        <w:t>garance</w:t>
      </w:r>
      <w:bookmarkStart w:id="53" w:name="_Ref152647926"/>
      <w:bookmarkEnd w:id="52"/>
    </w:p>
    <w:p w14:paraId="0FAE4F84" w14:textId="77777777" w:rsidR="00057EDC" w:rsidRPr="00A908D4" w:rsidRDefault="00E903B0" w:rsidP="00E903B0">
      <w:pPr>
        <w:pStyle w:val="Nadpis1"/>
      </w:pPr>
      <w:r w:rsidRPr="00A908D4">
        <w:br/>
      </w:r>
      <w:bookmarkStart w:id="54" w:name="_Toc107261452"/>
      <w:r w:rsidR="00057EDC" w:rsidRPr="00A908D4">
        <w:t>Energetický management a související služby</w:t>
      </w:r>
      <w:bookmarkEnd w:id="54"/>
      <w:r w:rsidR="00057EDC" w:rsidRPr="00A908D4">
        <w:t xml:space="preserve"> </w:t>
      </w:r>
    </w:p>
    <w:p w14:paraId="2D2D40F0" w14:textId="77777777" w:rsidR="00057EDC" w:rsidRPr="00A908D4" w:rsidRDefault="00057EDC" w:rsidP="00E92C96">
      <w:pPr>
        <w:pStyle w:val="Nadpis2"/>
      </w:pPr>
      <w:bookmarkStart w:id="55" w:name="_Ref330840887"/>
      <w:r w:rsidRPr="00A908D4">
        <w:t>Klient se zavazuje, že po dobu poskytování garance:</w:t>
      </w:r>
      <w:bookmarkEnd w:id="55"/>
    </w:p>
    <w:p w14:paraId="3C2103B1" w14:textId="77777777" w:rsidR="00057EDC" w:rsidRPr="00A908D4" w:rsidRDefault="00057EDC">
      <w:pPr>
        <w:pStyle w:val="Nadpis5"/>
        <w:numPr>
          <w:ilvl w:val="0"/>
          <w:numId w:val="20"/>
        </w:numPr>
        <w:ind w:left="964" w:hanging="567"/>
      </w:pPr>
      <w:bookmarkStart w:id="56" w:name="_Ref330840903"/>
      <w:r w:rsidRPr="00A908D4">
        <w:t>bude provádět obsluhu energetického systému, včetně předmětů opatření svým jménem a na svůj účet;</w:t>
      </w:r>
      <w:bookmarkEnd w:id="56"/>
    </w:p>
    <w:p w14:paraId="5997623C" w14:textId="77777777" w:rsidR="00057EDC" w:rsidRPr="00A908D4" w:rsidRDefault="00057EDC">
      <w:pPr>
        <w:pStyle w:val="Nadpis5"/>
        <w:numPr>
          <w:ilvl w:val="0"/>
          <w:numId w:val="20"/>
        </w:numPr>
        <w:ind w:left="964" w:hanging="567"/>
      </w:pPr>
      <w:r w:rsidRPr="00A908D4">
        <w:t>bude dodržovat pokyny ESCO týkající se provozu areálů a v nich umístěných objektů, pokud nebudou v rozporu s účelem této smlouvy;</w:t>
      </w:r>
    </w:p>
    <w:p w14:paraId="1FA075D6" w14:textId="77777777" w:rsidR="00057EDC" w:rsidRPr="00A908D4" w:rsidRDefault="00057EDC">
      <w:pPr>
        <w:pStyle w:val="Nadpis5"/>
        <w:numPr>
          <w:ilvl w:val="0"/>
          <w:numId w:val="20"/>
        </w:numPr>
        <w:ind w:left="964" w:hanging="567"/>
      </w:pPr>
      <w:r w:rsidRPr="00A908D4">
        <w:t>bude udržovat energetický systém, včetně předmětů opatření, svým jménem a na svůj účet funkčním a v souladu se standardními provozními podmí</w:t>
      </w:r>
      <w:r w:rsidR="00B24712" w:rsidRPr="00A908D4">
        <w:t>nkami popsanými v příloze č. 7</w:t>
      </w:r>
      <w:r w:rsidRPr="00A908D4">
        <w:t>;</w:t>
      </w:r>
    </w:p>
    <w:p w14:paraId="69D544A4" w14:textId="77777777" w:rsidR="00057EDC" w:rsidRPr="00A908D4" w:rsidRDefault="00057EDC">
      <w:pPr>
        <w:pStyle w:val="Nadpis5"/>
        <w:numPr>
          <w:ilvl w:val="0"/>
          <w:numId w:val="20"/>
        </w:numPr>
        <w:ind w:left="964" w:hanging="567"/>
      </w:pPr>
      <w:r w:rsidRPr="00A908D4">
        <w:t>bude chránit obvyklým způsobem energetický systém, včetně technických zařízení, před poškozením, ztrátou, odcizením nebo zneužitím třetí osobou;</w:t>
      </w:r>
    </w:p>
    <w:p w14:paraId="35B746BB" w14:textId="77777777" w:rsidR="00057EDC" w:rsidRPr="00A908D4" w:rsidRDefault="00057EDC">
      <w:pPr>
        <w:pStyle w:val="Nadpis5"/>
        <w:numPr>
          <w:ilvl w:val="0"/>
          <w:numId w:val="20"/>
        </w:numPr>
        <w:ind w:left="964" w:hanging="567"/>
      </w:pPr>
      <w:r w:rsidRPr="00A908D4">
        <w:t>nebude předměty opatření jakkoli upravovat či do nich zasahovat bez souhlasu ESCO a zabrání tomu, aby tak činila nebo mohla činit třetí osoba;</w:t>
      </w:r>
    </w:p>
    <w:p w14:paraId="53215723" w14:textId="77777777" w:rsidR="00057EDC" w:rsidRPr="00A908D4" w:rsidRDefault="00057EDC">
      <w:pPr>
        <w:pStyle w:val="Nadpis5"/>
        <w:numPr>
          <w:ilvl w:val="0"/>
          <w:numId w:val="20"/>
        </w:numPr>
        <w:ind w:left="964" w:hanging="567"/>
      </w:pPr>
      <w:bookmarkStart w:id="57" w:name="_Hlk118209380"/>
      <w:r w:rsidRPr="00A908D4">
        <w:t>bude bez zbytečného odkladu předávat ESCO účetní a jiné doklady potřebné pro činnost ESCO v této fázi</w:t>
      </w:r>
      <w:bookmarkEnd w:id="57"/>
      <w:r w:rsidRPr="00A908D4">
        <w:t>;</w:t>
      </w:r>
    </w:p>
    <w:p w14:paraId="4118C670" w14:textId="77777777" w:rsidR="00057EDC" w:rsidRPr="00A908D4" w:rsidRDefault="00057EDC">
      <w:pPr>
        <w:pStyle w:val="Nadpis5"/>
        <w:numPr>
          <w:ilvl w:val="0"/>
          <w:numId w:val="20"/>
        </w:numPr>
        <w:ind w:left="964" w:hanging="567"/>
      </w:pPr>
      <w:bookmarkStart w:id="58" w:name="_Ref330840916"/>
      <w:r w:rsidRPr="00A908D4">
        <w:t>bude plnit ostatní povinnosti stanovené v příloze č. </w:t>
      </w:r>
      <w:r w:rsidR="00B24712" w:rsidRPr="00A908D4">
        <w:t>7</w:t>
      </w:r>
      <w:r w:rsidRPr="00A908D4">
        <w:t>.</w:t>
      </w:r>
      <w:bookmarkEnd w:id="58"/>
    </w:p>
    <w:p w14:paraId="6E817FAA" w14:textId="22D6388F" w:rsidR="00057EDC" w:rsidRPr="00A908D4" w:rsidRDefault="00057EDC" w:rsidP="00E92C96">
      <w:pPr>
        <w:pStyle w:val="Nadpis2"/>
      </w:pPr>
      <w:bookmarkStart w:id="59" w:name="_Ref153727453"/>
      <w:bookmarkStart w:id="60" w:name="_Ref152601175"/>
      <w:r w:rsidRPr="00A908D4">
        <w:t>Klient se zavazuje dodržovat povinnosti uvedené v </w:t>
      </w:r>
      <w:r w:rsidR="008E6B6A" w:rsidRPr="00A908D4">
        <w:fldChar w:fldCharType="begin"/>
      </w:r>
      <w:r w:rsidR="008E6B6A" w:rsidRPr="00A908D4">
        <w:instrText xml:space="preserve"> REF _Ref330840887 \w \h  \* MERGEFORMAT </w:instrText>
      </w:r>
      <w:r w:rsidR="008E6B6A" w:rsidRPr="00A908D4">
        <w:fldChar w:fldCharType="separate"/>
      </w:r>
      <w:r w:rsidR="00E90D85">
        <w:t>Článek 11.1</w:t>
      </w:r>
      <w:r w:rsidR="008E6B6A" w:rsidRPr="00A908D4">
        <w:fldChar w:fldCharType="end"/>
      </w:r>
      <w:r w:rsidRPr="00A908D4">
        <w:t xml:space="preserve"> písm. </w:t>
      </w:r>
      <w:r w:rsidR="008E6B6A" w:rsidRPr="00A908D4">
        <w:fldChar w:fldCharType="begin"/>
      </w:r>
      <w:r w:rsidR="008E6B6A" w:rsidRPr="00A908D4">
        <w:instrText xml:space="preserve"> REF _Ref330840903 \w \h  \* MERGEFORMAT </w:instrText>
      </w:r>
      <w:r w:rsidR="008E6B6A" w:rsidRPr="00A908D4">
        <w:fldChar w:fldCharType="separate"/>
      </w:r>
      <w:r w:rsidR="00E90D85">
        <w:t>a)</w:t>
      </w:r>
      <w:r w:rsidR="008E6B6A" w:rsidRPr="00A908D4">
        <w:fldChar w:fldCharType="end"/>
      </w:r>
      <w:r w:rsidRPr="00A908D4">
        <w:t xml:space="preserve"> až </w:t>
      </w:r>
      <w:r w:rsidR="008E6B6A" w:rsidRPr="00A908D4">
        <w:fldChar w:fldCharType="begin"/>
      </w:r>
      <w:r w:rsidR="008E6B6A" w:rsidRPr="00A908D4">
        <w:instrText xml:space="preserve"> REF _Ref330840916 \w \h  \* MERGEFORMAT </w:instrText>
      </w:r>
      <w:r w:rsidR="008E6B6A" w:rsidRPr="00A908D4">
        <w:fldChar w:fldCharType="separate"/>
      </w:r>
      <w:r w:rsidR="00E90D85">
        <w:t>g)</w:t>
      </w:r>
      <w:r w:rsidR="008E6B6A" w:rsidRPr="00A908D4">
        <w:fldChar w:fldCharType="end"/>
      </w:r>
      <w:r w:rsidRPr="00A908D4">
        <w:t xml:space="preserve"> i po záruční dobu.</w:t>
      </w:r>
      <w:bookmarkEnd w:id="59"/>
    </w:p>
    <w:p w14:paraId="790B99CF" w14:textId="14524075" w:rsidR="00057EDC" w:rsidRPr="00A908D4" w:rsidRDefault="00057EDC" w:rsidP="00E92C96">
      <w:pPr>
        <w:pStyle w:val="Nadpis2"/>
      </w:pPr>
      <w:r w:rsidRPr="00A908D4">
        <w:t xml:space="preserve">ESCO se zavazuje do </w:t>
      </w:r>
      <w:r w:rsidR="00D0603C" w:rsidRPr="00A908D4">
        <w:t>60</w:t>
      </w:r>
      <w:r w:rsidRPr="00A908D4">
        <w:t xml:space="preserve"> dnů od předání zpracovat a předat Klientovi souhrnnou zprávu, </w:t>
      </w:r>
      <w:bookmarkEnd w:id="60"/>
      <w:r w:rsidRPr="00A908D4">
        <w:t xml:space="preserve">jež musí minimálně obsahovat soupis opatření provedených v období </w:t>
      </w:r>
      <w:r w:rsidR="00384BEA" w:rsidRPr="00A908D4">
        <w:t xml:space="preserve">provádění </w:t>
      </w:r>
      <w:r w:rsidR="00607B86" w:rsidRPr="00A908D4">
        <w:t>základních opatření</w:t>
      </w:r>
      <w:r w:rsidRPr="00A908D4">
        <w:t>.</w:t>
      </w:r>
    </w:p>
    <w:p w14:paraId="4D18A08C" w14:textId="77777777" w:rsidR="00057EDC" w:rsidRPr="00A908D4" w:rsidRDefault="00057EDC" w:rsidP="00E92C96">
      <w:pPr>
        <w:pStyle w:val="Nadpis2"/>
      </w:pPr>
      <w:r w:rsidRPr="00A908D4">
        <w:t>ESCO se zavazuje po dobu poskytování garance pro Klienta provádět energetický management, tj. zejména:</w:t>
      </w:r>
    </w:p>
    <w:p w14:paraId="44D3E88F" w14:textId="77777777" w:rsidR="00057EDC" w:rsidRPr="00A908D4" w:rsidRDefault="00057EDC">
      <w:pPr>
        <w:pStyle w:val="Nadpis5"/>
        <w:numPr>
          <w:ilvl w:val="0"/>
          <w:numId w:val="21"/>
        </w:numPr>
        <w:ind w:left="964" w:hanging="567"/>
      </w:pPr>
      <w:r w:rsidRPr="00A908D4">
        <w:t>sledovat hospodaření s energií v jednotlivých areálech a objektech v rozsahu a způsobem uvedeném v příloze č. </w:t>
      </w:r>
      <w:r w:rsidR="00B24712" w:rsidRPr="00A908D4">
        <w:t>7</w:t>
      </w:r>
      <w:r w:rsidRPr="00A908D4">
        <w:t>;</w:t>
      </w:r>
    </w:p>
    <w:p w14:paraId="108D9DA7" w14:textId="77777777" w:rsidR="00057EDC" w:rsidRPr="00A908D4" w:rsidRDefault="00057EDC">
      <w:pPr>
        <w:pStyle w:val="Nadpis5"/>
        <w:numPr>
          <w:ilvl w:val="0"/>
          <w:numId w:val="21"/>
        </w:numPr>
        <w:ind w:left="964" w:hanging="567"/>
      </w:pPr>
      <w:r w:rsidRPr="00A908D4">
        <w:t>vyhodnocovat hospodaření s energií v jednotlivých areálech a objektech v rozsahu a </w:t>
      </w:r>
      <w:r w:rsidR="00B24712" w:rsidRPr="00A908D4">
        <w:t>způsobem uvedeném v příloze č. </w:t>
      </w:r>
      <w:r w:rsidR="0071045B" w:rsidRPr="00A908D4">
        <w:t>6</w:t>
      </w:r>
      <w:r w:rsidRPr="00A908D4">
        <w:t>;</w:t>
      </w:r>
    </w:p>
    <w:p w14:paraId="23E5D222" w14:textId="77777777" w:rsidR="00057EDC" w:rsidRPr="00A908D4" w:rsidRDefault="00057EDC">
      <w:pPr>
        <w:pStyle w:val="Nadpis5"/>
        <w:numPr>
          <w:ilvl w:val="0"/>
          <w:numId w:val="21"/>
        </w:numPr>
        <w:ind w:left="964" w:hanging="567"/>
      </w:pPr>
      <w:r w:rsidRPr="00A908D4">
        <w:t>počítat měsíčně, čtvrtletně a ročně úspory nákladů</w:t>
      </w:r>
      <w:r w:rsidR="0071045B" w:rsidRPr="00A908D4">
        <w:t xml:space="preserve"> v souladu s</w:t>
      </w:r>
      <w:r w:rsidR="00A27764" w:rsidRPr="00A908D4">
        <w:t> </w:t>
      </w:r>
      <w:r w:rsidR="0071045B" w:rsidRPr="00A908D4">
        <w:t>přílohou</w:t>
      </w:r>
      <w:r w:rsidR="00A27764" w:rsidRPr="00A908D4">
        <w:t> </w:t>
      </w:r>
      <w:r w:rsidR="0071045B" w:rsidRPr="00A908D4">
        <w:t>č.</w:t>
      </w:r>
      <w:r w:rsidR="00A27764" w:rsidRPr="00A908D4">
        <w:t> </w:t>
      </w:r>
      <w:r w:rsidR="0071045B" w:rsidRPr="00A908D4">
        <w:t>6</w:t>
      </w:r>
      <w:r w:rsidRPr="00A908D4">
        <w:t>;</w:t>
      </w:r>
    </w:p>
    <w:p w14:paraId="42BB1A40" w14:textId="77777777" w:rsidR="00057EDC" w:rsidRPr="00A908D4" w:rsidRDefault="00057EDC">
      <w:pPr>
        <w:pStyle w:val="Nadpis5"/>
        <w:numPr>
          <w:ilvl w:val="0"/>
          <w:numId w:val="21"/>
        </w:numPr>
        <w:ind w:left="964" w:hanging="567"/>
      </w:pPr>
      <w:r w:rsidRPr="00A908D4">
        <w:t>doporučovat další možnosti a opatření, jak zlepšit hospodaření s energií, zejména prostřednictvím prostých opatření;</w:t>
      </w:r>
    </w:p>
    <w:p w14:paraId="1EEAD00F" w14:textId="77777777" w:rsidR="00057EDC" w:rsidRPr="00A908D4" w:rsidRDefault="00057EDC">
      <w:pPr>
        <w:pStyle w:val="Nadpis5"/>
        <w:numPr>
          <w:ilvl w:val="0"/>
          <w:numId w:val="21"/>
        </w:numPr>
        <w:ind w:left="964" w:hanging="567"/>
      </w:pPr>
      <w:r w:rsidRPr="00A908D4">
        <w:t xml:space="preserve">pořádat roční porady </w:t>
      </w:r>
      <w:r w:rsidR="0071045B" w:rsidRPr="00A908D4">
        <w:t xml:space="preserve">za účasti </w:t>
      </w:r>
      <w:r w:rsidR="00A27764" w:rsidRPr="00A908D4">
        <w:t xml:space="preserve">Klienta </w:t>
      </w:r>
      <w:r w:rsidR="0071045B" w:rsidRPr="00A908D4">
        <w:t xml:space="preserve">a jím pověřených osob </w:t>
      </w:r>
      <w:r w:rsidRPr="00A908D4">
        <w:t>dle této smlouvy;</w:t>
      </w:r>
      <w:bookmarkStart w:id="61" w:name="_Ref152048657"/>
    </w:p>
    <w:p w14:paraId="313C9BE1" w14:textId="57F8374C" w:rsidR="00057EDC" w:rsidRPr="00A908D4" w:rsidRDefault="00057EDC">
      <w:pPr>
        <w:pStyle w:val="Nadpis5"/>
        <w:numPr>
          <w:ilvl w:val="0"/>
          <w:numId w:val="21"/>
        </w:numPr>
        <w:ind w:left="964" w:hanging="567"/>
      </w:pPr>
      <w:r w:rsidRPr="00A908D4">
        <w:t xml:space="preserve">zpracovat písemně do </w:t>
      </w:r>
      <w:r w:rsidR="00D0603C" w:rsidRPr="00A908D4">
        <w:t>60</w:t>
      </w:r>
      <w:r w:rsidRPr="00A908D4">
        <w:t xml:space="preserve"> dnů po ukončení zúčtovacího období průběžnou zprávu za uplynulé zúčtovací období, jež musí minimálně obsahovat:</w:t>
      </w:r>
      <w:bookmarkEnd w:id="61"/>
    </w:p>
    <w:p w14:paraId="7D34C4B3" w14:textId="77777777" w:rsidR="00057EDC" w:rsidRPr="00A908D4" w:rsidRDefault="00057EDC" w:rsidP="00057EDC">
      <w:pPr>
        <w:pStyle w:val="Bullet2"/>
        <w:ind w:left="1248" w:hanging="284"/>
      </w:pPr>
      <w:r w:rsidRPr="00A908D4">
        <w:lastRenderedPageBreak/>
        <w:t>popis provozu energetického systému během zúčtovacího období; včetně popisu odchylek od standardního provozu energetického systému během zúčtovacího období;</w:t>
      </w:r>
    </w:p>
    <w:p w14:paraId="6C6B0F8B" w14:textId="77777777" w:rsidR="00057EDC" w:rsidRPr="00A908D4" w:rsidRDefault="00057EDC" w:rsidP="00057EDC">
      <w:pPr>
        <w:pStyle w:val="Bullet2"/>
        <w:ind w:left="1248" w:hanging="284"/>
      </w:pPr>
      <w:r w:rsidRPr="00A908D4">
        <w:t>specifikaci provedených dodatečných opatření;</w:t>
      </w:r>
    </w:p>
    <w:p w14:paraId="624045E6" w14:textId="77777777" w:rsidR="00057EDC" w:rsidRPr="00A908D4" w:rsidRDefault="00057EDC" w:rsidP="00057EDC">
      <w:pPr>
        <w:pStyle w:val="Bullet2"/>
        <w:ind w:left="1248" w:hanging="284"/>
      </w:pPr>
      <w:r w:rsidRPr="00A908D4">
        <w:t>výši dosažených úspor nákladů;</w:t>
      </w:r>
    </w:p>
    <w:p w14:paraId="56C672E0" w14:textId="77777777" w:rsidR="00057EDC" w:rsidRPr="00A908D4" w:rsidRDefault="00057EDC" w:rsidP="00057EDC">
      <w:pPr>
        <w:pStyle w:val="Bullet2"/>
        <w:ind w:left="1248" w:hanging="284"/>
      </w:pPr>
      <w:r w:rsidRPr="00A908D4">
        <w:t>výši dosažených úspor energií;</w:t>
      </w:r>
    </w:p>
    <w:p w14:paraId="1631F1EA" w14:textId="77777777" w:rsidR="00057EDC" w:rsidRPr="00A908D4" w:rsidRDefault="00057EDC" w:rsidP="00057EDC">
      <w:pPr>
        <w:pStyle w:val="Bullet2"/>
        <w:ind w:left="1248" w:hanging="284"/>
      </w:pPr>
      <w:r w:rsidRPr="00A908D4">
        <w:t>výši garantované úspory;</w:t>
      </w:r>
    </w:p>
    <w:p w14:paraId="151A5F20" w14:textId="77777777" w:rsidR="00057EDC" w:rsidRPr="00A908D4" w:rsidRDefault="00057EDC" w:rsidP="00057EDC">
      <w:pPr>
        <w:pStyle w:val="Bullet2"/>
        <w:ind w:left="1248" w:hanging="284"/>
      </w:pPr>
      <w:r w:rsidRPr="00A908D4">
        <w:t>závěr, zda garantované úspory bylo dosaženo či ne, příp. zda Klientovi vzniklo právo na sankci nebo ESCO vzniklo právo na prémii.</w:t>
      </w:r>
    </w:p>
    <w:p w14:paraId="2FBFFC2F" w14:textId="55A1C657" w:rsidR="00057EDC" w:rsidRPr="00A908D4" w:rsidRDefault="00057EDC">
      <w:pPr>
        <w:pStyle w:val="Nadpis5"/>
        <w:numPr>
          <w:ilvl w:val="0"/>
          <w:numId w:val="21"/>
        </w:numPr>
        <w:ind w:left="964" w:hanging="567"/>
      </w:pPr>
      <w:r w:rsidRPr="00A908D4">
        <w:t xml:space="preserve">zpracovat závěrečnou zprávu podle ustanovení </w:t>
      </w:r>
      <w:r w:rsidR="008E6B6A" w:rsidRPr="00A908D4">
        <w:fldChar w:fldCharType="begin"/>
      </w:r>
      <w:r w:rsidR="008E6B6A" w:rsidRPr="00A908D4">
        <w:instrText xml:space="preserve"> REF _Ref152309206 \w \h  \* MERGEFORMAT </w:instrText>
      </w:r>
      <w:r w:rsidR="008E6B6A" w:rsidRPr="00A908D4">
        <w:fldChar w:fldCharType="separate"/>
      </w:r>
      <w:r w:rsidR="00E90D85">
        <w:t>Článek 16</w:t>
      </w:r>
      <w:r w:rsidR="008E6B6A" w:rsidRPr="00A908D4">
        <w:fldChar w:fldCharType="end"/>
      </w:r>
      <w:r w:rsidRPr="00A908D4">
        <w:t>;</w:t>
      </w:r>
    </w:p>
    <w:p w14:paraId="733A5B55" w14:textId="77777777" w:rsidR="00057EDC" w:rsidRPr="00A908D4" w:rsidRDefault="00057EDC">
      <w:pPr>
        <w:pStyle w:val="Nadpis5"/>
        <w:numPr>
          <w:ilvl w:val="0"/>
          <w:numId w:val="21"/>
        </w:numPr>
        <w:ind w:left="964" w:hanging="567"/>
      </w:pPr>
      <w:r w:rsidRPr="00A908D4">
        <w:t>provádět další činnosti v r</w:t>
      </w:r>
      <w:r w:rsidR="00B24712" w:rsidRPr="00A908D4">
        <w:t>ozsahu stanoveném v příloze č. 7</w:t>
      </w:r>
      <w:r w:rsidRPr="00A908D4">
        <w:t>.</w:t>
      </w:r>
    </w:p>
    <w:p w14:paraId="20CEB7EE" w14:textId="3B63160F" w:rsidR="00057EDC" w:rsidRDefault="00133235" w:rsidP="00E92C96">
      <w:pPr>
        <w:pStyle w:val="Nadpis2"/>
      </w:pPr>
      <w:r w:rsidRPr="00A83704">
        <w:t>Smluvní stran</w:t>
      </w:r>
      <w:r w:rsidR="00A83704" w:rsidRPr="00A83704">
        <w:t>y</w:t>
      </w:r>
      <w:r w:rsidRPr="00A83704">
        <w:t xml:space="preserve"> sjednávají, že </w:t>
      </w:r>
      <w:r w:rsidR="00837537" w:rsidRPr="00A83704">
        <w:t>informace</w:t>
      </w:r>
      <w:r w:rsidR="00A83704">
        <w:t xml:space="preserve"> a údaje</w:t>
      </w:r>
      <w:r w:rsidR="00837537" w:rsidRPr="00A83704">
        <w:t>, které ESC</w:t>
      </w:r>
      <w:r w:rsidR="00A83704" w:rsidRPr="00A83704">
        <w:t>O</w:t>
      </w:r>
      <w:r w:rsidR="00837537" w:rsidRPr="00A83704">
        <w:t xml:space="preserve"> </w:t>
      </w:r>
      <w:r w:rsidR="00A83704">
        <w:t>získá</w:t>
      </w:r>
      <w:r w:rsidR="00837537" w:rsidRPr="00A83704">
        <w:t xml:space="preserve"> z </w:t>
      </w:r>
      <w:r w:rsidRPr="00A83704">
        <w:t>účetní</w:t>
      </w:r>
      <w:r w:rsidR="00837537" w:rsidRPr="00A83704">
        <w:t>ch</w:t>
      </w:r>
      <w:r w:rsidRPr="00A83704">
        <w:t xml:space="preserve"> a jin</w:t>
      </w:r>
      <w:r w:rsidR="00837537" w:rsidRPr="00A83704">
        <w:t>ých</w:t>
      </w:r>
      <w:r w:rsidRPr="00A83704">
        <w:t xml:space="preserve"> doklad</w:t>
      </w:r>
      <w:r w:rsidR="00837537" w:rsidRPr="00A83704">
        <w:t>ů</w:t>
      </w:r>
      <w:r w:rsidRPr="00A83704">
        <w:t xml:space="preserve">, které </w:t>
      </w:r>
      <w:proofErr w:type="gramStart"/>
      <w:r w:rsidR="00837537" w:rsidRPr="00A83704">
        <w:t>obdrží</w:t>
      </w:r>
      <w:proofErr w:type="gramEnd"/>
      <w:r w:rsidR="00837537" w:rsidRPr="00A83704">
        <w:t xml:space="preserve"> od </w:t>
      </w:r>
      <w:r w:rsidRPr="00A83704">
        <w:t>Klient</w:t>
      </w:r>
      <w:r w:rsidR="00837537" w:rsidRPr="00A83704">
        <w:t>a</w:t>
      </w:r>
      <w:r w:rsidRPr="00A83704">
        <w:t>,</w:t>
      </w:r>
      <w:r w:rsidR="00A83704">
        <w:t xml:space="preserve"> nebo z měřičů spotřeby</w:t>
      </w:r>
      <w:r w:rsidR="00F951F2">
        <w:t xml:space="preserve"> energie a vody</w:t>
      </w:r>
      <w:r w:rsidR="00A83704">
        <w:t>,</w:t>
      </w:r>
      <w:r w:rsidRPr="00A83704">
        <w:t xml:space="preserve"> </w:t>
      </w:r>
      <w:r w:rsidR="00837537" w:rsidRPr="00A83704">
        <w:t>jsou důvěrnými informacemi (dále jen „</w:t>
      </w:r>
      <w:r w:rsidR="00837537" w:rsidRPr="00A83704">
        <w:rPr>
          <w:b/>
          <w:bCs w:val="0"/>
        </w:rPr>
        <w:t>Důvěrné informace</w:t>
      </w:r>
      <w:r w:rsidR="00837537" w:rsidRPr="00A83704">
        <w:t>“).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BD20E15" w14:textId="522FA04C" w:rsidR="00A669C2" w:rsidRPr="00A83704" w:rsidRDefault="00A669C2" w:rsidP="00E92C96">
      <w:pPr>
        <w:pStyle w:val="Nadpis2"/>
      </w:pPr>
      <w:r>
        <w:t>ESCO se zavazuje, že v</w:t>
      </w:r>
      <w:r w:rsidRPr="00A669C2">
        <w:t xml:space="preserve">eškerá data a informace z měřidel a čidel nainstalovaných </w:t>
      </w:r>
      <w:r>
        <w:t>ESCO</w:t>
      </w:r>
      <w:r w:rsidRPr="00A669C2">
        <w:t xml:space="preserve"> </w:t>
      </w:r>
      <w:r>
        <w:t>v rámci zajištění energetického managementu budou</w:t>
      </w:r>
      <w:r w:rsidRPr="00A669C2">
        <w:t xml:space="preserve"> </w:t>
      </w:r>
      <w:r w:rsidR="0067727F">
        <w:t>v běžně dostupném formátu</w:t>
      </w:r>
      <w:r w:rsidRPr="00A669C2">
        <w:t xml:space="preserve"> </w:t>
      </w:r>
      <w:r w:rsidR="0067727F">
        <w:t>(např. .</w:t>
      </w:r>
      <w:proofErr w:type="spellStart"/>
      <w:r w:rsidR="0067727F">
        <w:t>csv</w:t>
      </w:r>
      <w:proofErr w:type="spellEnd"/>
      <w:r w:rsidR="0067727F">
        <w:t>, .</w:t>
      </w:r>
      <w:proofErr w:type="spellStart"/>
      <w:r w:rsidR="0067727F">
        <w:t>xml</w:t>
      </w:r>
      <w:proofErr w:type="spellEnd"/>
      <w:r w:rsidR="00C906EF">
        <w:t xml:space="preserve"> aj.) </w:t>
      </w:r>
      <w:r w:rsidRPr="00A669C2">
        <w:t xml:space="preserve">a </w:t>
      </w:r>
      <w:proofErr w:type="gramStart"/>
      <w:r w:rsidRPr="00A669C2">
        <w:t>on line</w:t>
      </w:r>
      <w:proofErr w:type="gramEnd"/>
      <w:r w:rsidRPr="00A669C2">
        <w:t xml:space="preserve"> přístupna </w:t>
      </w:r>
      <w:r>
        <w:t>Klientovi</w:t>
      </w:r>
      <w:r w:rsidRPr="00A669C2">
        <w:t xml:space="preserve"> pro případné další využití</w:t>
      </w:r>
      <w:r>
        <w:t xml:space="preserve"> </w:t>
      </w:r>
      <w:r w:rsidRPr="00A669C2">
        <w:t>v informačních a manažerských systémech</w:t>
      </w:r>
      <w:r>
        <w:t xml:space="preserve"> Klienta.</w:t>
      </w:r>
    </w:p>
    <w:p w14:paraId="3572D63D" w14:textId="77777777" w:rsidR="00400988" w:rsidRPr="00A908D4" w:rsidRDefault="00400988" w:rsidP="00400988">
      <w:pPr>
        <w:pStyle w:val="Nadpis1"/>
      </w:pPr>
      <w:r w:rsidRPr="00A908D4">
        <w:rPr>
          <w:b w:val="0"/>
        </w:rPr>
        <w:br/>
      </w:r>
      <w:bookmarkStart w:id="62" w:name="_Ref324607429"/>
      <w:bookmarkStart w:id="63" w:name="_Toc326522972"/>
      <w:bookmarkStart w:id="64" w:name="_Toc107261453"/>
      <w:r w:rsidRPr="00A908D4">
        <w:t>Záruka za dosažení garantované úspory</w:t>
      </w:r>
      <w:bookmarkEnd w:id="53"/>
      <w:bookmarkEnd w:id="62"/>
      <w:bookmarkEnd w:id="63"/>
      <w:bookmarkEnd w:id="64"/>
    </w:p>
    <w:p w14:paraId="1191C585" w14:textId="327F7683" w:rsidR="00891276" w:rsidRPr="00A908D4" w:rsidRDefault="00400988" w:rsidP="00E92C96">
      <w:pPr>
        <w:pStyle w:val="Nadpis2"/>
      </w:pPr>
      <w:bookmarkStart w:id="65" w:name="_Ref152048140"/>
      <w:r w:rsidRPr="00A908D4">
        <w:t>ESCO tímto na sebe přejímá závazek, že</w:t>
      </w:r>
      <w:r w:rsidR="007053AC" w:rsidRPr="00A908D4">
        <w:t xml:space="preserve"> v důsledku provedených opatření budou</w:t>
      </w:r>
      <w:r w:rsidRPr="00A908D4">
        <w:t xml:space="preserve"> po dobu poskytování garance v jednotlivých</w:t>
      </w:r>
      <w:r w:rsidR="00A17FDE" w:rsidRPr="00A908D4">
        <w:t xml:space="preserve"> zúčtovacích obdobích</w:t>
      </w:r>
      <w:r w:rsidR="007053AC" w:rsidRPr="00A908D4">
        <w:t> dosaženy</w:t>
      </w:r>
      <w:r w:rsidRPr="00A908D4">
        <w:t xml:space="preserve"> garantované úspory </w:t>
      </w:r>
      <w:r w:rsidR="00A17FDE" w:rsidRPr="00A908D4">
        <w:t xml:space="preserve">specifikované </w:t>
      </w:r>
      <w:r w:rsidRPr="00A908D4">
        <w:t>v příloze č.</w:t>
      </w:r>
      <w:r w:rsidR="008602A2" w:rsidRPr="00A908D4">
        <w:t> </w:t>
      </w:r>
      <w:r w:rsidR="00B24712" w:rsidRPr="00A908D4">
        <w:t>5</w:t>
      </w:r>
      <w:r w:rsidRPr="00A908D4">
        <w:t>.</w:t>
      </w:r>
      <w:bookmarkEnd w:id="65"/>
    </w:p>
    <w:p w14:paraId="31FBB0FD" w14:textId="31866749" w:rsidR="00BB5BF3" w:rsidRPr="00A908D4" w:rsidRDefault="00400988" w:rsidP="00E92C96">
      <w:pPr>
        <w:pStyle w:val="Nadpis2"/>
      </w:pPr>
      <w:r w:rsidRPr="00A908D4">
        <w:t>Smluvní strany se dohodly, že není-li v zúčtovacím období garantované úspory dosaženo z důvodů na straně ESCO, vzniká Klientovi právo na sankci ESCO stanovenou v souladu s</w:t>
      </w:r>
      <w:r w:rsidR="005B4E65" w:rsidRPr="00A908D4">
        <w:t> </w:t>
      </w:r>
      <w:r w:rsidR="000E161F" w:rsidRPr="00A908D4">
        <w:fldChar w:fldCharType="begin"/>
      </w:r>
      <w:r w:rsidR="008973B0" w:rsidRPr="00A908D4">
        <w:instrText xml:space="preserve"> REF _Ref207460075 \w \h  \* MERGEFORMAT </w:instrText>
      </w:r>
      <w:r w:rsidR="000E161F" w:rsidRPr="00A908D4">
        <w:fldChar w:fldCharType="separate"/>
      </w:r>
      <w:r w:rsidR="00E90D85">
        <w:t>Článek 20</w:t>
      </w:r>
      <w:r w:rsidR="000E161F" w:rsidRPr="00A908D4">
        <w:fldChar w:fldCharType="end"/>
      </w:r>
      <w:r w:rsidR="005B4E65" w:rsidRPr="00A908D4">
        <w:t>.</w:t>
      </w:r>
    </w:p>
    <w:p w14:paraId="00AF62A5" w14:textId="77777777" w:rsidR="00F81353" w:rsidRPr="00A908D4" w:rsidRDefault="00737E8C">
      <w:pPr>
        <w:pStyle w:val="Nadpis1"/>
      </w:pPr>
      <w:r w:rsidRPr="00A908D4">
        <w:rPr>
          <w:b w:val="0"/>
        </w:rPr>
        <w:lastRenderedPageBreak/>
        <w:br/>
      </w:r>
      <w:bookmarkStart w:id="66" w:name="_Toc326522973"/>
      <w:bookmarkStart w:id="67" w:name="_Toc107261454"/>
      <w:r w:rsidRPr="00A908D4">
        <w:t>Dodatečná opatření</w:t>
      </w:r>
      <w:bookmarkEnd w:id="66"/>
      <w:bookmarkEnd w:id="67"/>
    </w:p>
    <w:p w14:paraId="636800BF" w14:textId="77777777" w:rsidR="006A1569" w:rsidRPr="00A908D4" w:rsidRDefault="00737E8C" w:rsidP="00E92C96">
      <w:pPr>
        <w:pStyle w:val="Nadpis2"/>
      </w:pPr>
      <w:bookmarkStart w:id="68" w:name="_Ref296346567"/>
      <w:bookmarkStart w:id="69" w:name="_Ref330840372"/>
      <w:r w:rsidRPr="00A908D4">
        <w:t>V případě, že ESCO nedosáhne v příslušném zúčtovacím období garantované úspory, je oprávněna předložit Klientovi návrh na provedení dodatečných opatření, která provede ESCO na své náklady (dále jen „</w:t>
      </w:r>
      <w:r w:rsidRPr="00A908D4">
        <w:rPr>
          <w:b/>
        </w:rPr>
        <w:t>nápravná</w:t>
      </w:r>
      <w:r w:rsidRPr="00A908D4">
        <w:t xml:space="preserve"> </w:t>
      </w:r>
      <w:r w:rsidRPr="00A908D4">
        <w:rPr>
          <w:b/>
        </w:rPr>
        <w:t>dodatečná opatření</w:t>
      </w:r>
      <w:r w:rsidRPr="00A908D4">
        <w:t>“</w:t>
      </w:r>
      <w:bookmarkEnd w:id="68"/>
      <w:r w:rsidRPr="00A908D4">
        <w:t>).</w:t>
      </w:r>
      <w:bookmarkEnd w:id="69"/>
    </w:p>
    <w:p w14:paraId="27F1910E" w14:textId="77777777" w:rsidR="006A1569" w:rsidRPr="00A908D4" w:rsidRDefault="00737E8C" w:rsidP="00E92C96">
      <w:pPr>
        <w:pStyle w:val="Nadpis2"/>
      </w:pPr>
      <w:r w:rsidRPr="00A908D4">
        <w:t>Návrh nápravných dodatečných opatření bude minimálně obsahovat:</w:t>
      </w:r>
    </w:p>
    <w:p w14:paraId="79569A14" w14:textId="77777777" w:rsidR="006A1569" w:rsidRPr="00A908D4" w:rsidRDefault="00737E8C">
      <w:pPr>
        <w:pStyle w:val="Nadpis5"/>
        <w:numPr>
          <w:ilvl w:val="0"/>
          <w:numId w:val="22"/>
        </w:numPr>
        <w:ind w:left="964" w:hanging="567"/>
      </w:pPr>
      <w:r w:rsidRPr="00A908D4">
        <w:t>popis stavu využívání energie v objektech, jichž se mají týkat dodatečná opatření, a jeho hodnocení;</w:t>
      </w:r>
    </w:p>
    <w:p w14:paraId="0A61E2DC" w14:textId="77777777" w:rsidR="006A1569" w:rsidRPr="00A908D4" w:rsidRDefault="00737E8C">
      <w:pPr>
        <w:pStyle w:val="Nadpis5"/>
        <w:numPr>
          <w:ilvl w:val="0"/>
          <w:numId w:val="22"/>
        </w:numPr>
        <w:ind w:left="964" w:hanging="567"/>
      </w:pPr>
      <w:r w:rsidRPr="00A908D4">
        <w:t>popis navrhovaných dodatečných opatření, včetně zdůvodnění;</w:t>
      </w:r>
    </w:p>
    <w:p w14:paraId="6848D37B" w14:textId="77777777" w:rsidR="00DA065B" w:rsidRPr="00A908D4" w:rsidRDefault="00737E8C">
      <w:pPr>
        <w:pStyle w:val="Nadpis5"/>
        <w:numPr>
          <w:ilvl w:val="0"/>
          <w:numId w:val="22"/>
        </w:numPr>
        <w:ind w:left="964" w:hanging="567"/>
      </w:pPr>
      <w:r w:rsidRPr="00A908D4">
        <w:t>cena jednotlivých dodatečných opatření;</w:t>
      </w:r>
    </w:p>
    <w:p w14:paraId="4CE6136A" w14:textId="77777777" w:rsidR="006A1569" w:rsidRPr="00A908D4" w:rsidRDefault="00737E8C">
      <w:pPr>
        <w:pStyle w:val="Nadpis5"/>
        <w:numPr>
          <w:ilvl w:val="0"/>
          <w:numId w:val="22"/>
        </w:numPr>
        <w:ind w:left="964" w:hanging="567"/>
      </w:pPr>
      <w:r w:rsidRPr="00A908D4">
        <w:t>způsob realizace navrhovaných dodatečných opatření, včetně harmonogramu realizace;</w:t>
      </w:r>
    </w:p>
    <w:p w14:paraId="31839B68" w14:textId="77777777" w:rsidR="006A1569" w:rsidRPr="00A908D4" w:rsidRDefault="00737E8C">
      <w:pPr>
        <w:pStyle w:val="Nadpis5"/>
        <w:numPr>
          <w:ilvl w:val="0"/>
          <w:numId w:val="22"/>
        </w:numPr>
        <w:ind w:left="964" w:hanging="567"/>
      </w:pPr>
      <w:r w:rsidRPr="00A908D4">
        <w:t>vyčíslení a rozbor úspory nákladů a úspory energií dosažitelných provedením dodatečných opatření, včetně odůvodnění.</w:t>
      </w:r>
    </w:p>
    <w:p w14:paraId="20EDACB7" w14:textId="316440D6" w:rsidR="00737E8C" w:rsidRPr="00A908D4" w:rsidRDefault="00737E8C" w:rsidP="00E92C96">
      <w:pPr>
        <w:pStyle w:val="Nadpis2"/>
      </w:pPr>
      <w:bookmarkStart w:id="70" w:name="_Ref330840390"/>
      <w:r w:rsidRPr="00A908D4">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A908D4">
        <w:t xml:space="preserve"> </w:t>
      </w:r>
      <w:r w:rsidR="00704490" w:rsidRPr="00A908D4">
        <w:t xml:space="preserve">poskytnout </w:t>
      </w:r>
      <w:r w:rsidR="009513DC" w:rsidRPr="00A908D4">
        <w:t xml:space="preserve">potřebnou </w:t>
      </w:r>
      <w:r w:rsidR="006F70CE" w:rsidRPr="00A908D4">
        <w:t>součinnost.</w:t>
      </w:r>
      <w:r w:rsidR="003A6BCB" w:rsidRPr="00A908D4">
        <w:t xml:space="preserve"> </w:t>
      </w:r>
    </w:p>
    <w:p w14:paraId="5907AA57" w14:textId="712925EE" w:rsidR="006A1569" w:rsidRPr="00A908D4" w:rsidRDefault="003A6BCB" w:rsidP="00E92C96">
      <w:pPr>
        <w:pStyle w:val="Nadpis2"/>
      </w:pPr>
      <w:r w:rsidRPr="00A908D4">
        <w:t>Základním cílem projektu je dosažení zvýšení energetické účinnosti na objektech</w:t>
      </w:r>
      <w:r w:rsidR="00737E8C" w:rsidRPr="00A908D4">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A908D4">
        <w:rPr>
          <w:b/>
        </w:rPr>
        <w:t>doporučená</w:t>
      </w:r>
      <w:r w:rsidR="00737E8C" w:rsidRPr="00A908D4">
        <w:t xml:space="preserve"> </w:t>
      </w:r>
      <w:r w:rsidR="00737E8C" w:rsidRPr="00A908D4">
        <w:rPr>
          <w:b/>
        </w:rPr>
        <w:t>dodatečná opatření</w:t>
      </w:r>
      <w:r w:rsidR="00737E8C" w:rsidRPr="00A908D4">
        <w:t>“). Je na uvážení Klienta, zda možnosti realizace doporučení dodatečných opatření využije či nikoliv.</w:t>
      </w:r>
      <w:bookmarkEnd w:id="70"/>
    </w:p>
    <w:p w14:paraId="161EBED9" w14:textId="77777777" w:rsidR="006A1569" w:rsidRPr="00A908D4" w:rsidRDefault="00737E8C" w:rsidP="00E92C96">
      <w:pPr>
        <w:pStyle w:val="Nadpis2"/>
      </w:pPr>
      <w:r w:rsidRPr="00A908D4">
        <w:t>Návrh doporučených dodatečných opatření bude minimálně obsahovat:</w:t>
      </w:r>
    </w:p>
    <w:p w14:paraId="348C4C3F" w14:textId="77777777" w:rsidR="006A1569" w:rsidRPr="00A908D4" w:rsidRDefault="00737E8C">
      <w:pPr>
        <w:pStyle w:val="Nadpis5"/>
        <w:numPr>
          <w:ilvl w:val="0"/>
          <w:numId w:val="23"/>
        </w:numPr>
        <w:ind w:left="964" w:hanging="567"/>
      </w:pPr>
      <w:r w:rsidRPr="00A908D4">
        <w:t>popis stavu využívání energie v objektech, jichž se mají týkat dodatečná opatření, a jeho hodnocení;</w:t>
      </w:r>
    </w:p>
    <w:p w14:paraId="0555D652" w14:textId="77777777" w:rsidR="006A1569" w:rsidRPr="00A908D4" w:rsidRDefault="00737E8C">
      <w:pPr>
        <w:pStyle w:val="Nadpis5"/>
        <w:numPr>
          <w:ilvl w:val="0"/>
          <w:numId w:val="23"/>
        </w:numPr>
        <w:ind w:left="964" w:hanging="567"/>
      </w:pPr>
      <w:r w:rsidRPr="00A908D4">
        <w:t>popis navrhovaných dodatečných opatření, včetně zdůvodnění;</w:t>
      </w:r>
    </w:p>
    <w:p w14:paraId="490BBB90" w14:textId="77777777" w:rsidR="006A1569" w:rsidRPr="00A908D4" w:rsidRDefault="00737E8C">
      <w:pPr>
        <w:pStyle w:val="Nadpis5"/>
        <w:numPr>
          <w:ilvl w:val="0"/>
          <w:numId w:val="23"/>
        </w:numPr>
        <w:ind w:left="964" w:hanging="567"/>
      </w:pPr>
      <w:r w:rsidRPr="00A908D4">
        <w:t>cena jednotlivých dodatečných opatření, včetně její kalkulace;</w:t>
      </w:r>
    </w:p>
    <w:p w14:paraId="622770DB" w14:textId="77777777" w:rsidR="006A1569" w:rsidRPr="00A908D4" w:rsidRDefault="00737E8C">
      <w:pPr>
        <w:pStyle w:val="Nadpis5"/>
        <w:numPr>
          <w:ilvl w:val="0"/>
          <w:numId w:val="23"/>
        </w:numPr>
        <w:ind w:left="964" w:hanging="567"/>
      </w:pPr>
      <w:r w:rsidRPr="00A908D4">
        <w:t>způsob realizace navrhovaných dodatečných opatření;</w:t>
      </w:r>
    </w:p>
    <w:p w14:paraId="1E2170D4" w14:textId="77777777" w:rsidR="006A1569" w:rsidRPr="00A908D4" w:rsidRDefault="00737E8C">
      <w:pPr>
        <w:pStyle w:val="Nadpis5"/>
        <w:numPr>
          <w:ilvl w:val="0"/>
          <w:numId w:val="23"/>
        </w:numPr>
        <w:ind w:left="964" w:hanging="567"/>
      </w:pPr>
      <w:r w:rsidRPr="00A908D4">
        <w:t>vyčíslení a rozbor úspory nákladů a úspory energií dosažitelných provedením dodatečných opatření, včetně odůvodnění;</w:t>
      </w:r>
    </w:p>
    <w:p w14:paraId="03F244BE" w14:textId="4C5CCBF9" w:rsidR="0064271E" w:rsidRPr="009E65C6" w:rsidRDefault="0064271E">
      <w:pPr>
        <w:pStyle w:val="Nadpis5"/>
        <w:numPr>
          <w:ilvl w:val="0"/>
          <w:numId w:val="23"/>
        </w:numPr>
        <w:ind w:left="964" w:hanging="567"/>
        <w:rPr>
          <w:color w:val="000000" w:themeColor="text1"/>
        </w:rPr>
      </w:pPr>
      <w:r w:rsidRPr="009E65C6">
        <w:rPr>
          <w:color w:val="000000" w:themeColor="text1"/>
        </w:rPr>
        <w:t>návrh dodatku ke smlouvě</w:t>
      </w:r>
      <w:r w:rsidR="004001BA" w:rsidRPr="009E65C6">
        <w:rPr>
          <w:color w:val="000000" w:themeColor="text1"/>
        </w:rPr>
        <w:t>.</w:t>
      </w:r>
    </w:p>
    <w:p w14:paraId="0043EAB2" w14:textId="2D15DD23" w:rsidR="006A1569" w:rsidRPr="00A908D4" w:rsidRDefault="00737E8C" w:rsidP="00E92C96">
      <w:pPr>
        <w:pStyle w:val="Nadpis2"/>
      </w:pPr>
      <w:r w:rsidRPr="00A908D4">
        <w:lastRenderedPageBreak/>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784008">
        <w:t>.</w:t>
      </w:r>
    </w:p>
    <w:p w14:paraId="488F4E95" w14:textId="5EF25E4C" w:rsidR="00FB40ED" w:rsidRPr="00A908D4" w:rsidRDefault="00737E8C" w:rsidP="00E92C96">
      <w:pPr>
        <w:pStyle w:val="Nadpis2"/>
      </w:pPr>
      <w:r w:rsidRPr="00A908D4">
        <w:t>Pro vyloučení jakýchkoliv pochybností smluvní strany potvrzují, že budou postupovat při realizaci nápravných dodatečných opatření a/nebo doporučených dodatečných opatření v souladu se ZZVZ.</w:t>
      </w:r>
    </w:p>
    <w:p w14:paraId="7EAC688C" w14:textId="77777777" w:rsidR="00F81353" w:rsidRPr="00A908D4" w:rsidRDefault="007623CD">
      <w:pPr>
        <w:pStyle w:val="Nadpis1"/>
      </w:pPr>
      <w:r w:rsidRPr="00A908D4">
        <w:rPr>
          <w:b w:val="0"/>
        </w:rPr>
        <w:br/>
      </w:r>
      <w:bookmarkStart w:id="71" w:name="_Ref152602485"/>
      <w:bookmarkStart w:id="72" w:name="_Toc326522974"/>
      <w:bookmarkStart w:id="73" w:name="_Toc107261455"/>
      <w:r w:rsidR="00F81353" w:rsidRPr="00A908D4">
        <w:t>Změna okolností</w:t>
      </w:r>
      <w:bookmarkEnd w:id="71"/>
      <w:bookmarkEnd w:id="72"/>
      <w:bookmarkEnd w:id="73"/>
    </w:p>
    <w:p w14:paraId="3733C1CA" w14:textId="09C1427E" w:rsidR="00F81353" w:rsidRPr="00A908D4" w:rsidRDefault="00737E8C" w:rsidP="00E92C96">
      <w:pPr>
        <w:pStyle w:val="Nadpis2"/>
      </w:pPr>
      <w:bookmarkStart w:id="74" w:name="_Ref330840857"/>
      <w:bookmarkStart w:id="75" w:name="_Toc314028663"/>
      <w:r w:rsidRPr="00A908D4">
        <w:t>Dojde-li během doby poskytování garance nikoli z důvodů na straně ESCO k některému z níže uvedených případů (nebyla-li ESCO před uzavřením smlouvy o nich ze strany Klienta písemně informována, že nastanou):</w:t>
      </w:r>
      <w:bookmarkEnd w:id="74"/>
      <w:bookmarkEnd w:id="75"/>
    </w:p>
    <w:p w14:paraId="579E30D5" w14:textId="77777777" w:rsidR="00F81353" w:rsidRPr="00A908D4" w:rsidRDefault="00737E8C">
      <w:pPr>
        <w:pStyle w:val="Nadpis5"/>
        <w:numPr>
          <w:ilvl w:val="0"/>
          <w:numId w:val="24"/>
        </w:numPr>
        <w:ind w:left="964" w:hanging="567"/>
      </w:pPr>
      <w:bookmarkStart w:id="76" w:name="_Toc341155317"/>
      <w:bookmarkStart w:id="77" w:name="_Toc326749477"/>
      <w:bookmarkStart w:id="78" w:name="_Toc319928874"/>
      <w:bookmarkStart w:id="79" w:name="_Toc317395012"/>
      <w:r w:rsidRPr="00A908D4">
        <w:t xml:space="preserve">uzavření </w:t>
      </w:r>
      <w:bookmarkEnd w:id="76"/>
      <w:bookmarkEnd w:id="77"/>
      <w:bookmarkEnd w:id="78"/>
      <w:bookmarkEnd w:id="79"/>
      <w:r w:rsidRPr="00A908D4">
        <w:t>objektu nebo areálu či jeho části;</w:t>
      </w:r>
    </w:p>
    <w:p w14:paraId="6AC43C09" w14:textId="77777777" w:rsidR="00F81353" w:rsidRPr="00A908D4" w:rsidRDefault="00737E8C">
      <w:pPr>
        <w:pStyle w:val="Nadpis5"/>
        <w:numPr>
          <w:ilvl w:val="0"/>
          <w:numId w:val="24"/>
        </w:numPr>
        <w:ind w:left="964" w:hanging="567"/>
      </w:pPr>
      <w:r w:rsidRPr="00A908D4">
        <w:t>ukončení provozování předmětu opatření nebo jeho části;</w:t>
      </w:r>
    </w:p>
    <w:p w14:paraId="05400B40" w14:textId="77777777" w:rsidR="00F81353" w:rsidRPr="00A908D4" w:rsidRDefault="00737E8C">
      <w:pPr>
        <w:pStyle w:val="Nadpis5"/>
        <w:numPr>
          <w:ilvl w:val="0"/>
          <w:numId w:val="24"/>
        </w:numPr>
        <w:ind w:left="964" w:hanging="567"/>
      </w:pPr>
      <w:r w:rsidRPr="00A908D4">
        <w:t>ztrátě, poškození nebo zničení předmětu opatření;</w:t>
      </w:r>
    </w:p>
    <w:p w14:paraId="04FC51F9" w14:textId="77777777" w:rsidR="00F81353" w:rsidRPr="00A908D4" w:rsidRDefault="00737E8C">
      <w:pPr>
        <w:pStyle w:val="Nadpis5"/>
        <w:numPr>
          <w:ilvl w:val="0"/>
          <w:numId w:val="24"/>
        </w:numPr>
        <w:ind w:left="964" w:hanging="567"/>
      </w:pPr>
      <w:bookmarkStart w:id="80" w:name="_Ref380398476"/>
      <w:r w:rsidRPr="00A908D4">
        <w:t>instalaci nebo odstranění zařízení, spotřebičů nebo dalších přístrojů v objektech způsobujících zvýšení nebo snížení spotřeby energie;</w:t>
      </w:r>
      <w:bookmarkEnd w:id="80"/>
    </w:p>
    <w:p w14:paraId="5EE16804" w14:textId="77777777" w:rsidR="00F81353" w:rsidRPr="00A908D4" w:rsidRDefault="00737E8C">
      <w:pPr>
        <w:pStyle w:val="Nadpis5"/>
        <w:numPr>
          <w:ilvl w:val="0"/>
          <w:numId w:val="24"/>
        </w:numPr>
        <w:ind w:left="964" w:hanging="567"/>
      </w:pPr>
      <w:bookmarkStart w:id="81" w:name="_Ref380398194"/>
      <w:r w:rsidRPr="00A908D4">
        <w:t>změně způsobu užívání objektů nebo areálu či jejich částí, včetně změn tepelného komfortu nebo časového využití;</w:t>
      </w:r>
      <w:bookmarkEnd w:id="81"/>
    </w:p>
    <w:p w14:paraId="086041E4" w14:textId="77777777" w:rsidR="00D76BCC" w:rsidRPr="00A908D4" w:rsidRDefault="00737E8C">
      <w:pPr>
        <w:pStyle w:val="Nadpis5"/>
        <w:numPr>
          <w:ilvl w:val="0"/>
          <w:numId w:val="24"/>
        </w:numPr>
        <w:ind w:left="964" w:hanging="567"/>
      </w:pPr>
      <w:r w:rsidRPr="00A908D4">
        <w:t>změně právních předpisů, hygienických předpisů nebo technických norem s vlivem na provoz objektů;</w:t>
      </w:r>
    </w:p>
    <w:p w14:paraId="6FCC7289" w14:textId="77777777" w:rsidR="00AC63E7" w:rsidRPr="00A908D4" w:rsidRDefault="00737E8C">
      <w:pPr>
        <w:pStyle w:val="Nadpis5"/>
        <w:numPr>
          <w:ilvl w:val="0"/>
          <w:numId w:val="24"/>
        </w:numPr>
        <w:ind w:left="964" w:hanging="567"/>
      </w:pPr>
      <w:bookmarkStart w:id="82" w:name="_Ref380398485"/>
      <w:r w:rsidRPr="00A908D4">
        <w:t>provedení investičního(ch) opatření (např. zateplení objektu apod.) Klientem a/nebo třetí osobou, majících vliv na spotřebu energie.</w:t>
      </w:r>
      <w:bookmarkEnd w:id="82"/>
    </w:p>
    <w:p w14:paraId="1152E024" w14:textId="77777777" w:rsidR="00F81353" w:rsidRPr="00A908D4" w:rsidRDefault="00737E8C" w:rsidP="00AA4A53">
      <w:pPr>
        <w:ind w:left="426"/>
      </w:pPr>
      <w:r w:rsidRPr="00A908D4">
        <w:t>(dále jen „</w:t>
      </w:r>
      <w:r w:rsidRPr="00A908D4">
        <w:rPr>
          <w:b/>
        </w:rPr>
        <w:t>změna okolností</w:t>
      </w:r>
      <w:r w:rsidRPr="00A908D4">
        <w:t>“)</w:t>
      </w:r>
    </w:p>
    <w:p w14:paraId="336D8DFC" w14:textId="77777777" w:rsidR="00F81353" w:rsidRPr="00A908D4" w:rsidRDefault="00737E8C" w:rsidP="00E92C96">
      <w:pPr>
        <w:pStyle w:val="Nadpis2"/>
        <w:numPr>
          <w:ilvl w:val="0"/>
          <w:numId w:val="0"/>
        </w:numPr>
        <w:ind w:left="426"/>
      </w:pPr>
      <w:r w:rsidRPr="00A908D4">
        <w:t>je každá ze smluvních stran povinna, zjistí-li že nastala změna okolností, na to druhou smluvní stranu písemně upozornit.</w:t>
      </w:r>
    </w:p>
    <w:p w14:paraId="0CECCC46" w14:textId="51D9D319" w:rsidR="00F81353" w:rsidRPr="00A908D4" w:rsidRDefault="00737E8C" w:rsidP="00E92C96">
      <w:pPr>
        <w:pStyle w:val="Nadpis2"/>
      </w:pPr>
      <w:r w:rsidRPr="00A908D4">
        <w:t xml:space="preserve">O dočasnou změnu okolností se jedná v případě, že tato změna trvá méně než </w:t>
      </w:r>
      <w:r w:rsidR="00DC0389">
        <w:t>12</w:t>
      </w:r>
      <w:r w:rsidRPr="00A908D4">
        <w:t xml:space="preserve"> měsíců.</w:t>
      </w:r>
      <w:r w:rsidR="00DC0389">
        <w:t xml:space="preserve"> </w:t>
      </w:r>
      <w:r w:rsidRPr="00A908D4">
        <w:t>V ostatních případech se jedná o změnu trvalou.</w:t>
      </w:r>
    </w:p>
    <w:p w14:paraId="73655718" w14:textId="6C9566E6" w:rsidR="00F81353" w:rsidRPr="00A908D4" w:rsidRDefault="00737E8C" w:rsidP="00E92C96">
      <w:pPr>
        <w:pStyle w:val="Nadpis2"/>
      </w:pPr>
      <w:bookmarkStart w:id="83" w:name="_Ref377984231"/>
      <w:bookmarkStart w:id="84" w:name="_Ref380398230"/>
      <w:r w:rsidRPr="00A908D4">
        <w:t xml:space="preserve">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w:t>
      </w:r>
      <w:r w:rsidRPr="00DC0389">
        <w:rPr>
          <w:color w:val="000000" w:themeColor="text1"/>
        </w:rPr>
        <w:t>k dispozici, rovná se výše úspory nákladů předpokládané výši úspory nákladů uvedené v příloze č. 6 smlouvy.</w:t>
      </w:r>
      <w:bookmarkEnd w:id="83"/>
      <w:r w:rsidRPr="00DC0389">
        <w:rPr>
          <w:color w:val="000000" w:themeColor="text1"/>
        </w:rPr>
        <w:t xml:space="preserve"> Tyto skutečnosti </w:t>
      </w:r>
      <w:r w:rsidRPr="00A908D4">
        <w:lastRenderedPageBreak/>
        <w:t xml:space="preserve">budou zohledněny v průběžné zprávě projednané a schválené oběma smluvními stranami postupem dle </w:t>
      </w:r>
      <w:r w:rsidR="000E161F" w:rsidRPr="00A908D4">
        <w:fldChar w:fldCharType="begin"/>
      </w:r>
      <w:r w:rsidRPr="00A908D4">
        <w:instrText xml:space="preserve"> REF _Ref380398172 \w \h  \* MERGEFORMAT </w:instrText>
      </w:r>
      <w:r w:rsidR="000E161F" w:rsidRPr="00A908D4">
        <w:fldChar w:fldCharType="separate"/>
      </w:r>
      <w:r w:rsidR="00E90D85">
        <w:t>Článek 15</w:t>
      </w:r>
      <w:r w:rsidR="000E161F" w:rsidRPr="00A908D4">
        <w:fldChar w:fldCharType="end"/>
      </w:r>
      <w:r w:rsidRPr="00A908D4">
        <w:t xml:space="preserve"> smlouvy.</w:t>
      </w:r>
      <w:bookmarkEnd w:id="84"/>
    </w:p>
    <w:p w14:paraId="11CB205E" w14:textId="55BEBFE4" w:rsidR="00F81353" w:rsidRPr="00A908D4" w:rsidRDefault="00737E8C" w:rsidP="00E92C96">
      <w:pPr>
        <w:pStyle w:val="Nadpis2"/>
      </w:pPr>
      <w:r w:rsidRPr="00A908D4">
        <w:t xml:space="preserve">Jedná-li se o trvalou změnu okolností dle </w:t>
      </w:r>
      <w:r w:rsidR="008E6B6A" w:rsidRPr="00A908D4">
        <w:fldChar w:fldCharType="begin"/>
      </w:r>
      <w:r w:rsidR="008E6B6A" w:rsidRPr="00A908D4">
        <w:instrText xml:space="preserve"> REF _Ref330840857 \w \h  \* MERGEFORMAT </w:instrText>
      </w:r>
      <w:r w:rsidR="008E6B6A" w:rsidRPr="00A908D4">
        <w:fldChar w:fldCharType="separate"/>
      </w:r>
      <w:r w:rsidR="00E90D85">
        <w:t>Článek 14.1</w:t>
      </w:r>
      <w:r w:rsidR="008E6B6A" w:rsidRPr="00A908D4">
        <w:fldChar w:fldCharType="end"/>
      </w:r>
      <w:r w:rsidRPr="00A908D4">
        <w:t xml:space="preserve"> písm. </w:t>
      </w:r>
      <w:r w:rsidR="008E6B6A" w:rsidRPr="00A908D4">
        <w:fldChar w:fldCharType="begin"/>
      </w:r>
      <w:r w:rsidR="008E6B6A" w:rsidRPr="00A908D4">
        <w:instrText xml:space="preserve"> REF _Ref380398476 \w \h  \* MERGEFORMAT </w:instrText>
      </w:r>
      <w:r w:rsidR="008E6B6A" w:rsidRPr="00A908D4">
        <w:fldChar w:fldCharType="separate"/>
      </w:r>
      <w:r w:rsidR="00E90D85">
        <w:t>d)</w:t>
      </w:r>
      <w:r w:rsidR="008E6B6A" w:rsidRPr="00A908D4">
        <w:fldChar w:fldCharType="end"/>
      </w:r>
      <w:r w:rsidRPr="00A908D4">
        <w:t xml:space="preserve">, </w:t>
      </w:r>
      <w:r w:rsidR="008E6B6A" w:rsidRPr="00A908D4">
        <w:fldChar w:fldCharType="begin"/>
      </w:r>
      <w:r w:rsidR="008E6B6A" w:rsidRPr="00A908D4">
        <w:instrText xml:space="preserve"> REF _Ref380398194 \w \h  \* MERGEFORMAT </w:instrText>
      </w:r>
      <w:r w:rsidR="008E6B6A" w:rsidRPr="00A908D4">
        <w:fldChar w:fldCharType="separate"/>
      </w:r>
      <w:r w:rsidR="00E90D85">
        <w:t>e)</w:t>
      </w:r>
      <w:r w:rsidR="008E6B6A" w:rsidRPr="00A908D4">
        <w:fldChar w:fldCharType="end"/>
      </w:r>
      <w:r w:rsidRPr="00A908D4">
        <w:t xml:space="preserve"> a </w:t>
      </w:r>
      <w:r w:rsidR="008E6B6A" w:rsidRPr="00A908D4">
        <w:fldChar w:fldCharType="begin"/>
      </w:r>
      <w:r w:rsidR="008E6B6A" w:rsidRPr="00A908D4">
        <w:instrText xml:space="preserve"> REF _Ref380398485 \w \h  \* MERGEFORMAT </w:instrText>
      </w:r>
      <w:r w:rsidR="008E6B6A" w:rsidRPr="00A908D4">
        <w:fldChar w:fldCharType="separate"/>
      </w:r>
      <w:r w:rsidR="00E90D85">
        <w:t>g)</w:t>
      </w:r>
      <w:r w:rsidR="008E6B6A" w:rsidRPr="00A908D4">
        <w:fldChar w:fldCharType="end"/>
      </w:r>
      <w:r w:rsidRPr="00A908D4">
        <w:t xml:space="preserve"> smlouvy bude postupováno </w:t>
      </w:r>
      <w:r w:rsidR="004B5372" w:rsidRPr="00A908D4">
        <w:t>obdobně, jako</w:t>
      </w:r>
      <w:r w:rsidRPr="00A908D4">
        <w:t xml:space="preserve"> v případě dočasné změny okolností viz. </w:t>
      </w:r>
      <w:r w:rsidR="008E6B6A" w:rsidRPr="00A908D4">
        <w:fldChar w:fldCharType="begin"/>
      </w:r>
      <w:r w:rsidR="008E6B6A" w:rsidRPr="00A908D4">
        <w:instrText xml:space="preserve"> REF _Ref380398230 \w \h  \* MERGEFORMAT </w:instrText>
      </w:r>
      <w:r w:rsidR="008E6B6A" w:rsidRPr="00A908D4">
        <w:fldChar w:fldCharType="separate"/>
      </w:r>
      <w:r w:rsidR="00E90D85">
        <w:t>Článek 14.3</w:t>
      </w:r>
      <w:r w:rsidR="008E6B6A" w:rsidRPr="00A908D4">
        <w:fldChar w:fldCharType="end"/>
      </w:r>
      <w:r w:rsidRPr="00A908D4">
        <w:t xml:space="preserve"> smlouvy. Tyto skutečnosti budou zohledněny v průběžné zprávě projednané a schválené oběma smluvními stranami postupem dle </w:t>
      </w:r>
      <w:r w:rsidR="000E161F" w:rsidRPr="00A908D4">
        <w:fldChar w:fldCharType="begin"/>
      </w:r>
      <w:r w:rsidRPr="00A908D4">
        <w:instrText xml:space="preserve"> REF _Ref380398243 \w \h  \* MERGEFORMAT </w:instrText>
      </w:r>
      <w:r w:rsidR="000E161F" w:rsidRPr="00A908D4">
        <w:fldChar w:fldCharType="separate"/>
      </w:r>
      <w:r w:rsidR="00E90D85">
        <w:t>Článek 15</w:t>
      </w:r>
      <w:r w:rsidR="000E161F" w:rsidRPr="00A908D4">
        <w:fldChar w:fldCharType="end"/>
      </w:r>
      <w:r w:rsidRPr="00A908D4">
        <w:t xml:space="preserve"> smlouvy. Jedná-li se o jakoukoliv jinou trvalou změnu okolností, smluvní strany </w:t>
      </w:r>
      <w:r w:rsidR="00C24F83">
        <w:t xml:space="preserve">se </w:t>
      </w:r>
      <w:r w:rsidRPr="00A908D4">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w:t>
      </w:r>
      <w:r w:rsidR="00A669C2">
        <w:t> Článek 39</w:t>
      </w:r>
      <w:r w:rsidRPr="00A908D4">
        <w:t xml:space="preserve"> a to v souladu s obecně závaznými předpisy, včetně ZZVZ.</w:t>
      </w:r>
    </w:p>
    <w:p w14:paraId="38A57850" w14:textId="59C3481E" w:rsidR="00FA556F" w:rsidRPr="00A908D4" w:rsidRDefault="00737E8C" w:rsidP="00E92C96">
      <w:pPr>
        <w:pStyle w:val="Nadpis2"/>
      </w:pPr>
      <w:r w:rsidRPr="00A908D4">
        <w:t>Pro vyloučení jakýchkoliv pochybností smluvní strany potvrzují, že budou postupovat v souladu se ZZVZ.</w:t>
      </w:r>
    </w:p>
    <w:p w14:paraId="3F055773" w14:textId="77777777" w:rsidR="007623CD" w:rsidRPr="00A908D4" w:rsidRDefault="007623CD" w:rsidP="007623CD">
      <w:pPr>
        <w:pStyle w:val="Nadpis1"/>
      </w:pPr>
      <w:r w:rsidRPr="00A908D4">
        <w:rPr>
          <w:b w:val="0"/>
        </w:rPr>
        <w:br/>
      </w:r>
      <w:bookmarkStart w:id="85" w:name="_Toc326522975"/>
      <w:bookmarkStart w:id="86" w:name="_Ref380398172"/>
      <w:bookmarkStart w:id="87" w:name="_Ref380398243"/>
      <w:bookmarkStart w:id="88" w:name="_Toc107261456"/>
      <w:r w:rsidRPr="00A908D4">
        <w:t>Roční porady</w:t>
      </w:r>
      <w:bookmarkEnd w:id="85"/>
      <w:r w:rsidR="00434BFC" w:rsidRPr="00A908D4">
        <w:t>/zprávy</w:t>
      </w:r>
      <w:bookmarkEnd w:id="86"/>
      <w:bookmarkEnd w:id="87"/>
      <w:bookmarkEnd w:id="88"/>
    </w:p>
    <w:p w14:paraId="4AF8AE12" w14:textId="36D51B0E" w:rsidR="007623CD" w:rsidRPr="00A908D4" w:rsidRDefault="007623CD" w:rsidP="00E92C96">
      <w:pPr>
        <w:pStyle w:val="Nadpis2"/>
      </w:pPr>
      <w:bookmarkStart w:id="89" w:name="_Ref331687032"/>
      <w:r w:rsidRPr="00A908D4">
        <w:t xml:space="preserve">Roční porady ESCO s Klientem o průběhu III. </w:t>
      </w:r>
      <w:r w:rsidR="00366D2A">
        <w:t>e</w:t>
      </w:r>
      <w:r w:rsidR="0052447B">
        <w:t xml:space="preserve">tapy </w:t>
      </w:r>
      <w:r w:rsidRPr="00A908D4">
        <w:t xml:space="preserve">se budou konat vždy po </w:t>
      </w:r>
      <w:r w:rsidR="00246965" w:rsidRPr="00A908D4">
        <w:t xml:space="preserve">předložení </w:t>
      </w:r>
      <w:r w:rsidR="00F64B31" w:rsidRPr="00A908D4">
        <w:t>návrhu</w:t>
      </w:r>
      <w:r w:rsidRPr="00A908D4">
        <w:t xml:space="preserve"> průběžné zprávy</w:t>
      </w:r>
      <w:r w:rsidR="00F64B31" w:rsidRPr="00A908D4">
        <w:t xml:space="preserve"> připravené ze strany ESCO</w:t>
      </w:r>
      <w:r w:rsidRPr="00A908D4">
        <w:t xml:space="preserve"> hodnotící uplynulé zúčtovací období v sídle Klienta, nedohodnou-li se v konkrétním případě smluvní strany jinak. Na programu roční porady bude vždy</w:t>
      </w:r>
      <w:r w:rsidR="005C741B" w:rsidRPr="00A908D4">
        <w:t xml:space="preserve"> nejméně:</w:t>
      </w:r>
      <w:bookmarkEnd w:id="89"/>
    </w:p>
    <w:p w14:paraId="413AB378" w14:textId="77777777" w:rsidR="007623CD" w:rsidRPr="00A908D4" w:rsidRDefault="007623CD">
      <w:pPr>
        <w:pStyle w:val="Nadpis5"/>
        <w:numPr>
          <w:ilvl w:val="0"/>
          <w:numId w:val="25"/>
        </w:numPr>
        <w:ind w:left="964" w:hanging="567"/>
      </w:pPr>
      <w:r w:rsidRPr="00A908D4">
        <w:t>záležitosti provozního charakteru;</w:t>
      </w:r>
    </w:p>
    <w:p w14:paraId="0403CEA6" w14:textId="77777777" w:rsidR="007623CD" w:rsidRPr="00A908D4" w:rsidRDefault="007623CD">
      <w:pPr>
        <w:pStyle w:val="Nadpis5"/>
        <w:numPr>
          <w:ilvl w:val="0"/>
          <w:numId w:val="25"/>
        </w:numPr>
        <w:ind w:left="964" w:hanging="567"/>
      </w:pPr>
      <w:r w:rsidRPr="00A908D4">
        <w:t>vyhodnocení energetického managementu za uplynulé zúčtovací období;</w:t>
      </w:r>
    </w:p>
    <w:p w14:paraId="211B77CB" w14:textId="77777777" w:rsidR="007623CD" w:rsidRPr="00A908D4" w:rsidRDefault="007623CD">
      <w:pPr>
        <w:pStyle w:val="Nadpis5"/>
        <w:numPr>
          <w:ilvl w:val="0"/>
          <w:numId w:val="25"/>
        </w:numPr>
        <w:ind w:left="964" w:hanging="567"/>
      </w:pPr>
      <w:r w:rsidRPr="00A908D4">
        <w:t>vyhodnocení součinnosti Klienta za uplynulé zúčtovací období;</w:t>
      </w:r>
    </w:p>
    <w:p w14:paraId="35CF7725" w14:textId="77777777" w:rsidR="007623CD" w:rsidRPr="00A908D4" w:rsidRDefault="007623CD">
      <w:pPr>
        <w:pStyle w:val="Nadpis5"/>
        <w:numPr>
          <w:ilvl w:val="0"/>
          <w:numId w:val="25"/>
        </w:numPr>
        <w:ind w:left="964" w:hanging="567"/>
      </w:pPr>
      <w:r w:rsidRPr="00A908D4">
        <w:t>informace o provedení dodatečných opatření;</w:t>
      </w:r>
    </w:p>
    <w:p w14:paraId="731A9C75" w14:textId="77777777" w:rsidR="007623CD" w:rsidRPr="00A908D4" w:rsidRDefault="007623CD">
      <w:pPr>
        <w:pStyle w:val="Nadpis5"/>
        <w:numPr>
          <w:ilvl w:val="0"/>
          <w:numId w:val="25"/>
        </w:numPr>
        <w:ind w:left="964" w:hanging="567"/>
      </w:pPr>
      <w:r w:rsidRPr="00A908D4">
        <w:t>informace o úspoře energií a úspoře nákla</w:t>
      </w:r>
      <w:r w:rsidR="0092453C" w:rsidRPr="00A908D4">
        <w:t>dů za uplynulé zúčtovací období</w:t>
      </w:r>
      <w:r w:rsidR="00070015" w:rsidRPr="00A908D4">
        <w:t xml:space="preserve"> včetně jejího zdůvodnění</w:t>
      </w:r>
      <w:r w:rsidR="0092453C" w:rsidRPr="00A908D4">
        <w:t>;</w:t>
      </w:r>
    </w:p>
    <w:p w14:paraId="5EF1226C" w14:textId="77777777" w:rsidR="0092453C" w:rsidRPr="00A908D4" w:rsidRDefault="00DA5ADE">
      <w:pPr>
        <w:pStyle w:val="Nadpis5"/>
        <w:numPr>
          <w:ilvl w:val="0"/>
          <w:numId w:val="25"/>
        </w:numPr>
        <w:ind w:left="964" w:hanging="567"/>
      </w:pPr>
      <w:r w:rsidRPr="00A908D4">
        <w:t xml:space="preserve">projednání a </w:t>
      </w:r>
      <w:r w:rsidR="0092453C" w:rsidRPr="00A908D4">
        <w:t>schválení průběžné zprávy.</w:t>
      </w:r>
    </w:p>
    <w:p w14:paraId="63C2750E" w14:textId="3891EE07" w:rsidR="00705D03" w:rsidRPr="00A908D4" w:rsidRDefault="00F156E9" w:rsidP="00E92C96">
      <w:pPr>
        <w:pStyle w:val="Nadpis2"/>
      </w:pPr>
      <w:bookmarkStart w:id="90" w:name="_Ref331687093"/>
      <w:r w:rsidRPr="00A908D4">
        <w:t>Výsledkem roční porady je podpis protokolu</w:t>
      </w:r>
      <w:r w:rsidR="00A9354D" w:rsidRPr="00A908D4">
        <w:t xml:space="preserve"> za příslušné zúčtovací období</w:t>
      </w:r>
      <w:r w:rsidRPr="00A908D4">
        <w:t xml:space="preserve">, který připraví </w:t>
      </w:r>
      <w:r w:rsidR="007623CD" w:rsidRPr="00A908D4">
        <w:t xml:space="preserve">ESCO </w:t>
      </w:r>
      <w:r w:rsidRPr="00A908D4">
        <w:t>v souladu s </w:t>
      </w:r>
      <w:r w:rsidR="00D647F8" w:rsidRPr="00A908D4">
        <w:t xml:space="preserve">přílohou </w:t>
      </w:r>
      <w:r w:rsidR="00454D0A" w:rsidRPr="00A908D4">
        <w:t>č</w:t>
      </w:r>
      <w:r w:rsidR="00B24712" w:rsidRPr="00A908D4">
        <w:t xml:space="preserve">. 6 </w:t>
      </w:r>
      <w:r w:rsidR="007623CD" w:rsidRPr="00A908D4">
        <w:t xml:space="preserve">do </w:t>
      </w:r>
      <w:r w:rsidR="005B36A9" w:rsidRPr="00A908D4">
        <w:t>10</w:t>
      </w:r>
      <w:r w:rsidR="007623CD" w:rsidRPr="00A908D4">
        <w:t xml:space="preserve"> dnů od jejího konání.</w:t>
      </w:r>
      <w:r w:rsidR="000F7756" w:rsidRPr="00A908D4">
        <w:t xml:space="preserve"> Povinnou náležitostí</w:t>
      </w:r>
      <w:r w:rsidR="00CC32DE" w:rsidRPr="00A908D4">
        <w:t xml:space="preserve"> </w:t>
      </w:r>
      <w:r w:rsidRPr="00A908D4">
        <w:t>protokolu</w:t>
      </w:r>
      <w:r w:rsidR="00A9354D" w:rsidRPr="00A908D4">
        <w:t xml:space="preserve"> je</w:t>
      </w:r>
      <w:r w:rsidR="006A13CE" w:rsidRPr="00A908D4">
        <w:t xml:space="preserve"> </w:t>
      </w:r>
      <w:r w:rsidR="00070015" w:rsidRPr="00A908D4">
        <w:t xml:space="preserve">schválená </w:t>
      </w:r>
      <w:r w:rsidR="00F62C02" w:rsidRPr="00A908D4">
        <w:t xml:space="preserve">průběžná zpráva s </w:t>
      </w:r>
      <w:r w:rsidR="00A9354D" w:rsidRPr="00A908D4">
        <w:t>vyhodnocení</w:t>
      </w:r>
      <w:r w:rsidR="00F311F7" w:rsidRPr="00A908D4">
        <w:t>m</w:t>
      </w:r>
      <w:r w:rsidR="00A9354D" w:rsidRPr="00A908D4">
        <w:t xml:space="preserve"> dosažených úspor za příslušné zúčtovací období</w:t>
      </w:r>
      <w:r w:rsidR="006A13CE" w:rsidRPr="00A908D4">
        <w:t>, zahr</w:t>
      </w:r>
      <w:r w:rsidR="00A9354D" w:rsidRPr="00A908D4">
        <w:t>nující případně připomínky k ní</w:t>
      </w:r>
      <w:r w:rsidR="00AA1D84" w:rsidRPr="00A908D4">
        <w:t>.</w:t>
      </w:r>
      <w:r w:rsidR="005B36A9" w:rsidRPr="00A908D4">
        <w:t xml:space="preserve"> </w:t>
      </w:r>
      <w:r w:rsidR="00E97526" w:rsidRPr="00A908D4">
        <w:t xml:space="preserve">Nedílnou součástí </w:t>
      </w:r>
      <w:r w:rsidR="00A9354D" w:rsidRPr="00A908D4">
        <w:t>protokolu</w:t>
      </w:r>
      <w:r w:rsidR="005B36A9" w:rsidRPr="00A908D4">
        <w:t xml:space="preserve"> jsou </w:t>
      </w:r>
      <w:r w:rsidR="007623CD" w:rsidRPr="00A908D4">
        <w:t>veškeré podkladové materiály.</w:t>
      </w:r>
      <w:r w:rsidR="00A2523A" w:rsidRPr="00A908D4">
        <w:t xml:space="preserve"> </w:t>
      </w:r>
      <w:r w:rsidR="00705D03" w:rsidRPr="00A908D4">
        <w:t xml:space="preserve">ESCO se zavazuje provádět </w:t>
      </w:r>
      <w:r w:rsidR="00A2523A" w:rsidRPr="00A908D4">
        <w:rPr>
          <w:szCs w:val="22"/>
        </w:rPr>
        <w:t>m</w:t>
      </w:r>
      <w:r w:rsidR="00A2523A" w:rsidRPr="00A908D4">
        <w:rPr>
          <w:rFonts w:ascii="Arial,Bold" w:hAnsi="Arial,Bold" w:cs="Arial,Bold"/>
          <w:szCs w:val="22"/>
        </w:rPr>
        <w:t>ěř</w:t>
      </w:r>
      <w:r w:rsidR="00A2523A" w:rsidRPr="00A908D4">
        <w:rPr>
          <w:szCs w:val="22"/>
        </w:rPr>
        <w:t>ení a verifikaci, vyhodnocování dosažených úspor</w:t>
      </w:r>
      <w:r w:rsidR="00705D03" w:rsidRPr="00A908D4">
        <w:rPr>
          <w:szCs w:val="22"/>
        </w:rPr>
        <w:t xml:space="preserve"> v souladu se standardem</w:t>
      </w:r>
      <w:r w:rsidR="005C4996" w:rsidRPr="00A908D4">
        <w:rPr>
          <w:szCs w:val="22"/>
        </w:rPr>
        <w:t xml:space="preserve"> </w:t>
      </w:r>
      <w:r w:rsidR="005C4996" w:rsidRPr="00A908D4">
        <w:t>IPMVP</w:t>
      </w:r>
      <w:r w:rsidR="0023376C" w:rsidRPr="00A908D4">
        <w:rPr>
          <w:szCs w:val="22"/>
        </w:rPr>
        <w:t xml:space="preserve">. </w:t>
      </w:r>
      <w:r w:rsidR="00A9354D" w:rsidRPr="00A908D4">
        <w:t xml:space="preserve">Protokol </w:t>
      </w:r>
      <w:r w:rsidR="007623CD" w:rsidRPr="00A908D4">
        <w:t>podepisují obě smluvní strany, příp. na základě žádosti některé ze smluvních stran i další přítomné osoby.</w:t>
      </w:r>
      <w:bookmarkEnd w:id="90"/>
    </w:p>
    <w:p w14:paraId="36118289" w14:textId="77777777" w:rsidR="00F81353" w:rsidRPr="00A908D4" w:rsidRDefault="00F81353">
      <w:pPr>
        <w:pStyle w:val="Nadpis1"/>
      </w:pPr>
      <w:r w:rsidRPr="00A908D4">
        <w:lastRenderedPageBreak/>
        <w:br/>
      </w:r>
      <w:bookmarkStart w:id="91" w:name="_Ref152309206"/>
      <w:bookmarkStart w:id="92" w:name="_Toc326522976"/>
      <w:bookmarkStart w:id="93" w:name="_Toc107261457"/>
      <w:r w:rsidRPr="00A908D4">
        <w:t>Závěrečná zpráva</w:t>
      </w:r>
      <w:bookmarkEnd w:id="91"/>
      <w:bookmarkEnd w:id="92"/>
      <w:bookmarkEnd w:id="93"/>
    </w:p>
    <w:p w14:paraId="58C9A38D" w14:textId="7CA035A9" w:rsidR="00F81353" w:rsidRPr="00A908D4" w:rsidRDefault="00F81353" w:rsidP="00E92C96">
      <w:pPr>
        <w:pStyle w:val="Nadpis2"/>
      </w:pPr>
      <w:bookmarkStart w:id="94" w:name="_Ref152602683"/>
      <w:bookmarkStart w:id="95" w:name="_Ref152603095"/>
      <w:r w:rsidRPr="00A908D4">
        <w:t xml:space="preserve">ESCO se zavazuje </w:t>
      </w:r>
      <w:r w:rsidR="00D0603C" w:rsidRPr="00A908D4">
        <w:t>60</w:t>
      </w:r>
      <w:r w:rsidR="00461C1A" w:rsidRPr="00A908D4">
        <w:t xml:space="preserve"> dnů</w:t>
      </w:r>
      <w:r w:rsidRPr="00A908D4">
        <w:t xml:space="preserve"> před skončením doby poskytování garance ověřit funkčnost všech investičních opatření.</w:t>
      </w:r>
      <w:bookmarkEnd w:id="94"/>
    </w:p>
    <w:p w14:paraId="4A9433A3" w14:textId="54804100" w:rsidR="00613873" w:rsidRPr="00A908D4" w:rsidRDefault="00F81353" w:rsidP="00E92C96">
      <w:pPr>
        <w:pStyle w:val="Nadpis2"/>
      </w:pPr>
      <w:r w:rsidRPr="00A908D4">
        <w:t xml:space="preserve">Ve lhůtě </w:t>
      </w:r>
      <w:r w:rsidR="00911EA0" w:rsidRPr="00A908D4">
        <w:t>30</w:t>
      </w:r>
      <w:r w:rsidRPr="00A908D4">
        <w:t xml:space="preserve"> dnů po skončení doby poskytování garance se zavazuje ESCO zpracovat a Klientovi předat závěrečnou zprávu</w:t>
      </w:r>
      <w:r w:rsidR="004A776E" w:rsidRPr="00A908D4">
        <w:t xml:space="preserve"> (dále jen „</w:t>
      </w:r>
      <w:r w:rsidR="004A776E" w:rsidRPr="00A908D4">
        <w:rPr>
          <w:b/>
        </w:rPr>
        <w:t>závěrečná zpráva</w:t>
      </w:r>
      <w:r w:rsidR="004A776E" w:rsidRPr="00A908D4">
        <w:t>“)</w:t>
      </w:r>
      <w:r w:rsidRPr="00A908D4">
        <w:t>, jež musí minimálně obsahovat:</w:t>
      </w:r>
      <w:bookmarkStart w:id="96" w:name="_Ref153729098"/>
      <w:bookmarkEnd w:id="95"/>
    </w:p>
    <w:p w14:paraId="328DBEC5" w14:textId="60C42286" w:rsidR="00272371" w:rsidRPr="00A908D4" w:rsidRDefault="00F81353">
      <w:pPr>
        <w:pStyle w:val="Nadpis5"/>
        <w:numPr>
          <w:ilvl w:val="0"/>
          <w:numId w:val="26"/>
        </w:numPr>
        <w:ind w:left="964" w:hanging="567"/>
      </w:pPr>
      <w:bookmarkStart w:id="97" w:name="_Ref153729096"/>
      <w:r w:rsidRPr="00A908D4">
        <w:t xml:space="preserve">výsledky ověření podle </w:t>
      </w:r>
      <w:r w:rsidR="008E6B6A" w:rsidRPr="00A908D4">
        <w:fldChar w:fldCharType="begin"/>
      </w:r>
      <w:r w:rsidR="008E6B6A" w:rsidRPr="00A908D4">
        <w:instrText xml:space="preserve"> REF _Ref152602683 \w \h  \* MERGEFORMAT </w:instrText>
      </w:r>
      <w:r w:rsidR="008E6B6A" w:rsidRPr="00A908D4">
        <w:fldChar w:fldCharType="separate"/>
      </w:r>
      <w:r w:rsidR="00E90D85">
        <w:t>Článek 16.1</w:t>
      </w:r>
      <w:r w:rsidR="008E6B6A" w:rsidRPr="00A908D4">
        <w:fldChar w:fldCharType="end"/>
      </w:r>
      <w:r w:rsidRPr="00A908D4">
        <w:t>;</w:t>
      </w:r>
      <w:bookmarkEnd w:id="97"/>
    </w:p>
    <w:p w14:paraId="02DC5B25" w14:textId="77777777" w:rsidR="00613873" w:rsidRPr="00A908D4" w:rsidRDefault="00613873">
      <w:pPr>
        <w:pStyle w:val="Nadpis5"/>
        <w:numPr>
          <w:ilvl w:val="0"/>
          <w:numId w:val="26"/>
        </w:numPr>
        <w:ind w:left="964" w:hanging="567"/>
      </w:pPr>
      <w:bookmarkStart w:id="98" w:name="_Ref230681810"/>
      <w:r w:rsidRPr="00A908D4">
        <w:t>doporučení ohledně provozování energetického systému po skončení doby poskytování garance;</w:t>
      </w:r>
      <w:bookmarkEnd w:id="98"/>
    </w:p>
    <w:bookmarkEnd w:id="96"/>
    <w:p w14:paraId="5AA14A2B" w14:textId="77777777" w:rsidR="00F81353" w:rsidRPr="00A908D4" w:rsidRDefault="00461C1A">
      <w:pPr>
        <w:pStyle w:val="Nadpis5"/>
        <w:numPr>
          <w:ilvl w:val="0"/>
          <w:numId w:val="26"/>
        </w:numPr>
        <w:ind w:left="964" w:hanging="567"/>
      </w:pPr>
      <w:r w:rsidRPr="00A908D4">
        <w:t>celkovou výši úspor nákladů dosažených za dobu poskytování garance;</w:t>
      </w:r>
    </w:p>
    <w:p w14:paraId="78A74882" w14:textId="77777777" w:rsidR="00F81353" w:rsidRPr="00DC0389" w:rsidRDefault="00F81353">
      <w:pPr>
        <w:pStyle w:val="Nadpis5"/>
        <w:numPr>
          <w:ilvl w:val="0"/>
          <w:numId w:val="26"/>
        </w:numPr>
        <w:ind w:left="964" w:hanging="567"/>
        <w:rPr>
          <w:color w:val="000000" w:themeColor="text1"/>
        </w:rPr>
      </w:pPr>
      <w:r w:rsidRPr="00DC0389">
        <w:rPr>
          <w:color w:val="000000" w:themeColor="text1"/>
        </w:rPr>
        <w:t>celkovou výši garantovaných úspor za dobu poskytování garance;</w:t>
      </w:r>
    </w:p>
    <w:p w14:paraId="4495A1DB" w14:textId="6AF408BE" w:rsidR="00613873" w:rsidRPr="00DC0389" w:rsidRDefault="00613873">
      <w:pPr>
        <w:pStyle w:val="Nadpis5"/>
        <w:numPr>
          <w:ilvl w:val="0"/>
          <w:numId w:val="26"/>
        </w:numPr>
        <w:ind w:left="964" w:hanging="567"/>
        <w:rPr>
          <w:color w:val="000000" w:themeColor="text1"/>
        </w:rPr>
      </w:pPr>
      <w:r w:rsidRPr="00DC0389">
        <w:rPr>
          <w:color w:val="000000" w:themeColor="text1"/>
        </w:rPr>
        <w:t>celkovou výši sankce, na kterou vznikl Klientovi nárok za dobu poskytování garance</w:t>
      </w:r>
      <w:r w:rsidR="00974F58" w:rsidRPr="00DC0389">
        <w:rPr>
          <w:color w:val="000000" w:themeColor="text1"/>
        </w:rPr>
        <w:t>;</w:t>
      </w:r>
    </w:p>
    <w:p w14:paraId="3B6F2780" w14:textId="77777777" w:rsidR="00291420" w:rsidRPr="00DC0389" w:rsidRDefault="00F81353">
      <w:pPr>
        <w:pStyle w:val="Nadpis5"/>
        <w:numPr>
          <w:ilvl w:val="0"/>
          <w:numId w:val="26"/>
        </w:numPr>
        <w:ind w:left="964" w:hanging="567"/>
        <w:rPr>
          <w:color w:val="000000" w:themeColor="text1"/>
        </w:rPr>
      </w:pPr>
      <w:r w:rsidRPr="00DC0389">
        <w:rPr>
          <w:color w:val="000000" w:themeColor="text1"/>
        </w:rPr>
        <w:t>celkovou výši prémie požadované ESCO za dobu poskytování garanc</w:t>
      </w:r>
      <w:r w:rsidR="00291420" w:rsidRPr="00DC0389">
        <w:rPr>
          <w:color w:val="000000" w:themeColor="text1"/>
        </w:rPr>
        <w:t>e</w:t>
      </w:r>
      <w:r w:rsidR="008602A2" w:rsidRPr="00DC0389">
        <w:rPr>
          <w:color w:val="000000" w:themeColor="text1"/>
        </w:rPr>
        <w:t>;</w:t>
      </w:r>
    </w:p>
    <w:p w14:paraId="324B2448" w14:textId="77777777" w:rsidR="00291420" w:rsidRPr="00A908D4" w:rsidRDefault="00291420">
      <w:pPr>
        <w:pStyle w:val="Nadpis5"/>
        <w:numPr>
          <w:ilvl w:val="0"/>
          <w:numId w:val="26"/>
        </w:numPr>
        <w:ind w:left="964" w:hanging="567"/>
      </w:pPr>
      <w:r w:rsidRPr="00A908D4">
        <w:t>údaj o tom, z</w:t>
      </w:r>
      <w:r w:rsidR="00AC731C" w:rsidRPr="00A908D4">
        <w:t>da byla splněna celková garance.</w:t>
      </w:r>
    </w:p>
    <w:p w14:paraId="07BB9C47" w14:textId="77777777" w:rsidR="00F81353" w:rsidRPr="00A908D4" w:rsidRDefault="00F81353" w:rsidP="005237CA">
      <w:pPr>
        <w:pStyle w:val="Nzev"/>
        <w:keepNext/>
        <w:pageBreakBefore/>
        <w:spacing w:before="480"/>
        <w:rPr>
          <w:rStyle w:val="StylNzevTunPodtrenChar"/>
          <w:rFonts w:asciiTheme="minorHAnsi" w:hAnsiTheme="minorHAnsi" w:cstheme="minorHAnsi"/>
          <w:b w:val="0"/>
        </w:rPr>
      </w:pPr>
      <w:bookmarkStart w:id="99" w:name="_Toc326522977"/>
      <w:r w:rsidRPr="00A908D4">
        <w:rPr>
          <w:rFonts w:asciiTheme="minorHAnsi" w:hAnsiTheme="minorHAnsi" w:cstheme="minorHAnsi"/>
        </w:rPr>
        <w:lastRenderedPageBreak/>
        <w:t xml:space="preserve">Část pátá: </w:t>
      </w:r>
      <w:r w:rsidRPr="00A908D4">
        <w:rPr>
          <w:rStyle w:val="StylNzevTunPodtrenChar"/>
          <w:rFonts w:asciiTheme="minorHAnsi" w:hAnsiTheme="minorHAnsi" w:cstheme="minorHAnsi"/>
        </w:rPr>
        <w:t>Společná ustanovení</w:t>
      </w:r>
      <w:bookmarkEnd w:id="99"/>
    </w:p>
    <w:p w14:paraId="4366F329" w14:textId="77777777" w:rsidR="00F81353" w:rsidRPr="00A908D4" w:rsidRDefault="00F81353">
      <w:pPr>
        <w:pStyle w:val="Nzev"/>
        <w:keepNext/>
        <w:rPr>
          <w:rFonts w:asciiTheme="minorHAnsi" w:hAnsiTheme="minorHAnsi" w:cstheme="minorHAnsi"/>
          <w:b/>
          <w:sz w:val="28"/>
          <w:szCs w:val="28"/>
        </w:rPr>
      </w:pPr>
      <w:bookmarkStart w:id="100" w:name="_Toc326522978"/>
      <w:r w:rsidRPr="00A908D4">
        <w:rPr>
          <w:rFonts w:asciiTheme="minorHAnsi" w:hAnsiTheme="minorHAnsi" w:cstheme="minorHAnsi"/>
          <w:b/>
          <w:sz w:val="28"/>
          <w:szCs w:val="28"/>
        </w:rPr>
        <w:t>Oddíl I: Cena a platební podmínky</w:t>
      </w:r>
      <w:bookmarkEnd w:id="100"/>
    </w:p>
    <w:p w14:paraId="5F8B3B8B" w14:textId="77777777" w:rsidR="00F81353" w:rsidRPr="00A908D4" w:rsidRDefault="00F81353">
      <w:pPr>
        <w:pStyle w:val="Nadpis1"/>
      </w:pPr>
      <w:r w:rsidRPr="00A908D4">
        <w:rPr>
          <w:b w:val="0"/>
        </w:rPr>
        <w:br/>
      </w:r>
      <w:bookmarkStart w:id="101" w:name="_Ref75165804"/>
      <w:bookmarkStart w:id="102" w:name="_Toc326522979"/>
      <w:bookmarkStart w:id="103" w:name="_Toc107261458"/>
      <w:bookmarkStart w:id="104" w:name="_Ref118196037"/>
      <w:r w:rsidRPr="00A908D4">
        <w:t>Cena</w:t>
      </w:r>
      <w:bookmarkEnd w:id="101"/>
      <w:r w:rsidRPr="00A908D4">
        <w:t xml:space="preserve"> za provedení opatření</w:t>
      </w:r>
      <w:bookmarkEnd w:id="102"/>
      <w:bookmarkEnd w:id="103"/>
      <w:bookmarkEnd w:id="104"/>
    </w:p>
    <w:p w14:paraId="55111A6E" w14:textId="35D3E8AA" w:rsidR="00E11324" w:rsidRPr="00E11324" w:rsidRDefault="00106A72" w:rsidP="00E11324">
      <w:pPr>
        <w:pStyle w:val="Nadpis2"/>
      </w:pPr>
      <w:r w:rsidRPr="00A908D4">
        <w:t xml:space="preserve">Smluvní strany se dohodly, že cena za provedení základních opatření činí </w:t>
      </w:r>
      <w:r w:rsidR="00DC0389" w:rsidRPr="00DC0389">
        <w:rPr>
          <w:i/>
          <w:iCs w:val="0"/>
          <w:highlight w:val="yellow"/>
        </w:rPr>
        <w:t>doplní ESCO</w:t>
      </w:r>
      <w:r w:rsidRPr="00A908D4">
        <w:t xml:space="preserve"> Kč (slovy </w:t>
      </w:r>
      <w:r w:rsidR="00DC0389" w:rsidRPr="00DC0389">
        <w:rPr>
          <w:i/>
          <w:iCs w:val="0"/>
          <w:highlight w:val="yellow"/>
        </w:rPr>
        <w:t>doplní ESCO</w:t>
      </w:r>
      <w:r w:rsidRPr="00A908D4">
        <w:t xml:space="preserve"> korun českých)</w:t>
      </w:r>
      <w:r w:rsidR="00A669C2">
        <w:t xml:space="preserve"> bez DPH </w:t>
      </w:r>
      <w:proofErr w:type="gramStart"/>
      <w:r w:rsidR="00A669C2">
        <w:t xml:space="preserve">a </w:t>
      </w:r>
      <w:r w:rsidRPr="00A908D4">
        <w:t xml:space="preserve"> </w:t>
      </w:r>
      <w:r w:rsidR="00A669C2" w:rsidRPr="00C737DD">
        <w:rPr>
          <w:highlight w:val="yellow"/>
        </w:rPr>
        <w:t>doplní</w:t>
      </w:r>
      <w:proofErr w:type="gramEnd"/>
      <w:r w:rsidR="00A669C2" w:rsidRPr="00C737DD">
        <w:rPr>
          <w:highlight w:val="yellow"/>
        </w:rPr>
        <w:t xml:space="preserve"> ESCO</w:t>
      </w:r>
      <w:r w:rsidR="00A669C2" w:rsidRPr="00A669C2">
        <w:t xml:space="preserve"> Kč </w:t>
      </w:r>
      <w:r w:rsidR="00A669C2">
        <w:t>s DPH.</w:t>
      </w:r>
    </w:p>
    <w:p w14:paraId="08412606" w14:textId="68AE5A37" w:rsidR="001043F0" w:rsidRPr="00DC0389" w:rsidRDefault="001043F0" w:rsidP="00E11324">
      <w:pPr>
        <w:pStyle w:val="Nadpis2"/>
        <w:numPr>
          <w:ilvl w:val="0"/>
          <w:numId w:val="0"/>
        </w:numPr>
        <w:ind w:left="397"/>
        <w:rPr>
          <w:color w:val="000000" w:themeColor="text1"/>
        </w:rPr>
      </w:pPr>
      <w:r w:rsidRPr="00DC0389">
        <w:rPr>
          <w:color w:val="000000" w:themeColor="text1"/>
        </w:rPr>
        <w:t xml:space="preserve">ESCO je povinna při fakturaci ceny za provedení </w:t>
      </w:r>
      <w:r w:rsidR="00173AA0" w:rsidRPr="00DC0389">
        <w:rPr>
          <w:color w:val="000000" w:themeColor="text1"/>
        </w:rPr>
        <w:t xml:space="preserve">základních </w:t>
      </w:r>
      <w:r w:rsidRPr="00DC0389">
        <w:rPr>
          <w:color w:val="000000" w:themeColor="text1"/>
        </w:rPr>
        <w:t xml:space="preserve">opatření uplatnit režim daně z přidané hodnoty v souladu se zákonem </w:t>
      </w:r>
      <w:r w:rsidR="00173AA0" w:rsidRPr="00DC0389">
        <w:rPr>
          <w:color w:val="000000" w:themeColor="text1"/>
        </w:rPr>
        <w:t>o DPH</w:t>
      </w:r>
      <w:r w:rsidRPr="00DC0389">
        <w:rPr>
          <w:color w:val="000000" w:themeColor="text1"/>
        </w:rPr>
        <w:t>.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p>
    <w:p w14:paraId="4A85D85A" w14:textId="03C7DD3B" w:rsidR="00F81353" w:rsidRPr="00A908D4" w:rsidRDefault="00F81353" w:rsidP="00E92C96">
      <w:pPr>
        <w:pStyle w:val="Nadpis2"/>
      </w:pPr>
      <w:r w:rsidRPr="00A908D4">
        <w:t>Cena za provedení základních opatření je uvedena v příloze č.</w:t>
      </w:r>
      <w:r w:rsidR="005237CA" w:rsidRPr="00A908D4">
        <w:t> </w:t>
      </w:r>
      <w:r w:rsidR="00B24712" w:rsidRPr="00A908D4">
        <w:t>3</w:t>
      </w:r>
      <w:r w:rsidR="00481369" w:rsidRPr="00A908D4">
        <w:t xml:space="preserve">. Jedná se o cenu konečnou. Cena </w:t>
      </w:r>
      <w:r w:rsidRPr="00A908D4">
        <w:t xml:space="preserve">za provedení základních opatření </w:t>
      </w:r>
      <w:r w:rsidR="00481369" w:rsidRPr="00A908D4">
        <w:t xml:space="preserve">je uvedena </w:t>
      </w:r>
      <w:r w:rsidRPr="00A908D4">
        <w:t>v členění po jednotlivých objektech</w:t>
      </w:r>
      <w:r w:rsidR="005237CA" w:rsidRPr="00A908D4">
        <w:t xml:space="preserve"> a </w:t>
      </w:r>
      <w:r w:rsidR="00AE330C" w:rsidRPr="00A908D4">
        <w:t>opatřeních</w:t>
      </w:r>
      <w:r w:rsidRPr="00A908D4">
        <w:t>.</w:t>
      </w:r>
    </w:p>
    <w:p w14:paraId="2C24BBDA" w14:textId="14FCAE38" w:rsidR="004355FD" w:rsidRPr="00684C76" w:rsidRDefault="004355FD" w:rsidP="004355FD">
      <w:pPr>
        <w:pStyle w:val="Nadpis2"/>
        <w:numPr>
          <w:ilvl w:val="0"/>
          <w:numId w:val="0"/>
        </w:numPr>
        <w:ind w:left="397"/>
        <w:rPr>
          <w:color w:val="000000" w:themeColor="text1"/>
        </w:rPr>
      </w:pPr>
      <w:r w:rsidRPr="00684C76">
        <w:rPr>
          <w:color w:val="000000" w:themeColor="text1"/>
        </w:rPr>
        <w:t>V ceně nejsou zahrnuty náklady ESCO, které jí vzniknou v souvislosti s</w:t>
      </w:r>
      <w:r w:rsidR="00684C76">
        <w:rPr>
          <w:color w:val="000000" w:themeColor="text1"/>
        </w:rPr>
        <w:t xml:space="preserve"> případným </w:t>
      </w:r>
      <w:r w:rsidRPr="00684C76">
        <w:rPr>
          <w:color w:val="000000" w:themeColor="text1"/>
        </w:rPr>
        <w:t>provedením archeologického</w:t>
      </w:r>
      <w:r w:rsidR="00684C76" w:rsidRPr="00684C76">
        <w:rPr>
          <w:color w:val="000000" w:themeColor="text1"/>
        </w:rPr>
        <w:t>,</w:t>
      </w:r>
      <w:r w:rsidRPr="00684C76">
        <w:rPr>
          <w:color w:val="000000" w:themeColor="text1"/>
        </w:rPr>
        <w:t xml:space="preserve"> geologického </w:t>
      </w:r>
      <w:r w:rsidR="00684C76" w:rsidRPr="00684C76">
        <w:rPr>
          <w:color w:val="000000" w:themeColor="text1"/>
        </w:rPr>
        <w:t>nebo</w:t>
      </w:r>
      <w:r w:rsidRPr="00684C76">
        <w:rPr>
          <w:color w:val="000000" w:themeColor="text1"/>
        </w:rPr>
        <w:t xml:space="preserve"> </w:t>
      </w:r>
      <w:r w:rsidR="00684C76" w:rsidRPr="00684C76">
        <w:rPr>
          <w:color w:val="000000" w:themeColor="text1"/>
        </w:rPr>
        <w:t xml:space="preserve">stavebně technického průzkumu </w:t>
      </w:r>
      <w:r w:rsidRPr="00684C76">
        <w:rPr>
          <w:color w:val="000000" w:themeColor="text1"/>
        </w:rPr>
        <w:t>(příp. s likvidací azbestu, pokud bude jeho přítomnost zjištěna v I. etapě nebo II. etapě trvání smlouvy)</w:t>
      </w:r>
      <w:r w:rsidR="00871F8D" w:rsidRPr="00684C76">
        <w:rPr>
          <w:color w:val="000000" w:themeColor="text1"/>
        </w:rPr>
        <w:t>.</w:t>
      </w:r>
      <w:r w:rsidRPr="00684C76">
        <w:rPr>
          <w:color w:val="000000" w:themeColor="text1"/>
        </w:rPr>
        <w:t xml:space="preserve"> Na potřebu provést archeologický a geologický průzkum je ESCO povinna Klienta předem upozornit.</w:t>
      </w:r>
    </w:p>
    <w:p w14:paraId="53424ADA" w14:textId="701CDD5A" w:rsidR="00086891" w:rsidRDefault="00966302" w:rsidP="00911E69">
      <w:pPr>
        <w:pStyle w:val="Nadpis2"/>
      </w:pPr>
      <w:r w:rsidRPr="00A908D4">
        <w:t>Objeví-li se při provádění základních opatření potřeba provést činnosti nezahrnuté ve specifikaci základních opatření uvedených v příloze č. </w:t>
      </w:r>
      <w:r w:rsidR="00B24712" w:rsidRPr="00A908D4">
        <w:t>2</w:t>
      </w:r>
      <w:r w:rsidRPr="00A908D4">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3E5104A0" w14:textId="3E93F379" w:rsidR="00D0648B" w:rsidRDefault="005F635C" w:rsidP="00D0648B">
      <w:pPr>
        <w:pStyle w:val="Nadpis2"/>
        <w:rPr>
          <w:color w:val="000000" w:themeColor="text1"/>
        </w:rPr>
      </w:pPr>
      <w:bookmarkStart w:id="105" w:name="_Ref118195979"/>
      <w:proofErr w:type="gramStart"/>
      <w:r w:rsidRPr="000204FE">
        <w:rPr>
          <w:color w:val="000000" w:themeColor="text1"/>
        </w:rPr>
        <w:t>Překročí</w:t>
      </w:r>
      <w:proofErr w:type="gramEnd"/>
      <w:r w:rsidRPr="000204FE">
        <w:rPr>
          <w:color w:val="000000" w:themeColor="text1"/>
        </w:rPr>
        <w:t xml:space="preserve">-li dle Českého statistického úřadu meziroční míra inflace </w:t>
      </w:r>
      <w:r>
        <w:rPr>
          <w:color w:val="000000" w:themeColor="text1"/>
        </w:rPr>
        <w:t>5</w:t>
      </w:r>
      <w:r w:rsidRPr="000204FE">
        <w:rPr>
          <w:color w:val="000000" w:themeColor="text1"/>
        </w:rPr>
        <w:t xml:space="preserve"> %, je ESCO oprávněn</w:t>
      </w:r>
      <w:r w:rsidR="005302E7">
        <w:rPr>
          <w:color w:val="000000" w:themeColor="text1"/>
        </w:rPr>
        <w:t>a</w:t>
      </w:r>
      <w:r w:rsidRPr="000204FE">
        <w:rPr>
          <w:color w:val="000000" w:themeColor="text1"/>
        </w:rPr>
        <w:t xml:space="preserve"> navýšit cenu za provedení základních opatření automaticky o míru inflace stanovenou </w:t>
      </w:r>
      <w:r w:rsidRPr="000204FE">
        <w:rPr>
          <w:color w:val="000000" w:themeColor="text1"/>
        </w:rPr>
        <w:br/>
        <w:t>dle výpočtového vzorce specifikovaného v příloze č. 11 smlouvy. ESCO je povinna předložit samostatné vyúčtování změny ceny za provedení základních opatření jako přílohu faktury, a to v členění na jednotlivá opatření, pro která je zvýšení ceny prováděno</w:t>
      </w:r>
      <w:bookmarkEnd w:id="105"/>
      <w:r w:rsidR="005302E7">
        <w:rPr>
          <w:color w:val="000000" w:themeColor="text1"/>
        </w:rPr>
        <w:t>. Navýšení ceny stanovené dle tohoto článku je Klient povinen akceptovat maximálně do výše 20 % z ceny základních opatření. V případě, že navýšení ceny přesáhne tuto hodnotu, je jakákoliv ze smluvních stran oprávněna odstoupit od smlouvy.</w:t>
      </w:r>
    </w:p>
    <w:p w14:paraId="46DF1209" w14:textId="74A288FC" w:rsidR="0092281C" w:rsidRPr="00D0648B" w:rsidRDefault="00D0648B" w:rsidP="00B37C0C">
      <w:pPr>
        <w:pStyle w:val="Nadpis2"/>
        <w:rPr>
          <w:color w:val="000000" w:themeColor="text1"/>
        </w:rPr>
      </w:pPr>
      <w:r w:rsidRPr="00D0648B">
        <w:rPr>
          <w:color w:val="000000" w:themeColor="text1"/>
        </w:rPr>
        <w:t xml:space="preserve">Využije-li ESCO práva na navýšení ceny základních opatření dle </w:t>
      </w:r>
      <w:r w:rsidR="001514F9">
        <w:rPr>
          <w:color w:val="000000" w:themeColor="text1"/>
        </w:rPr>
        <w:fldChar w:fldCharType="begin"/>
      </w:r>
      <w:r w:rsidR="001514F9">
        <w:rPr>
          <w:color w:val="000000" w:themeColor="text1"/>
        </w:rPr>
        <w:instrText xml:space="preserve"> REF _Ref118195979 \w \h </w:instrText>
      </w:r>
      <w:r w:rsidR="001514F9">
        <w:rPr>
          <w:color w:val="000000" w:themeColor="text1"/>
        </w:rPr>
      </w:r>
      <w:r w:rsidR="001514F9">
        <w:rPr>
          <w:color w:val="000000" w:themeColor="text1"/>
        </w:rPr>
        <w:fldChar w:fldCharType="separate"/>
      </w:r>
      <w:r w:rsidR="00E90D85">
        <w:rPr>
          <w:color w:val="000000" w:themeColor="text1"/>
        </w:rPr>
        <w:t>Článek 17.4</w:t>
      </w:r>
      <w:r w:rsidR="001514F9">
        <w:rPr>
          <w:color w:val="000000" w:themeColor="text1"/>
        </w:rPr>
        <w:fldChar w:fldCharType="end"/>
      </w:r>
      <w:r w:rsidR="001514F9">
        <w:rPr>
          <w:color w:val="000000" w:themeColor="text1"/>
        </w:rPr>
        <w:t xml:space="preserve">, </w:t>
      </w:r>
      <w:r w:rsidRPr="00D0648B">
        <w:rPr>
          <w:color w:val="000000" w:themeColor="text1"/>
        </w:rPr>
        <w:t xml:space="preserve">je </w:t>
      </w:r>
      <w:r>
        <w:rPr>
          <w:color w:val="000000" w:themeColor="text1"/>
        </w:rPr>
        <w:t xml:space="preserve">o této skutečnosti </w:t>
      </w:r>
      <w:r w:rsidRPr="00D0648B">
        <w:rPr>
          <w:color w:val="000000" w:themeColor="text1"/>
        </w:rPr>
        <w:t xml:space="preserve">povinno </w:t>
      </w:r>
      <w:r w:rsidR="00197A4A" w:rsidRPr="00B37C0C">
        <w:rPr>
          <w:color w:val="000000" w:themeColor="text1"/>
        </w:rPr>
        <w:t xml:space="preserve">Klienta </w:t>
      </w:r>
      <w:r w:rsidRPr="00D565DF">
        <w:rPr>
          <w:color w:val="000000" w:themeColor="text1"/>
        </w:rPr>
        <w:t>písemně informovat</w:t>
      </w:r>
      <w:r w:rsidRPr="00D0648B">
        <w:rPr>
          <w:color w:val="000000" w:themeColor="text1"/>
        </w:rPr>
        <w:t xml:space="preserve"> </w:t>
      </w:r>
      <w:r w:rsidRPr="00B37C0C">
        <w:rPr>
          <w:color w:val="000000" w:themeColor="text1"/>
        </w:rPr>
        <w:t>alespoň</w:t>
      </w:r>
      <w:r w:rsidR="00197A4A" w:rsidRPr="00B37C0C">
        <w:rPr>
          <w:color w:val="000000" w:themeColor="text1"/>
        </w:rPr>
        <w:t xml:space="preserve"> </w:t>
      </w:r>
      <w:r w:rsidR="00A714C6">
        <w:rPr>
          <w:color w:val="000000" w:themeColor="text1"/>
        </w:rPr>
        <w:t xml:space="preserve">bez zbytečného odkladu za účelem projednání a odsouhlasení s Klientem navýšení ceny za provedení základních opatření, a to ještě před případným nákupem materiálu a provedením základních opatření. Vyúčtování Klientem </w:t>
      </w:r>
      <w:r w:rsidR="00A714C6">
        <w:rPr>
          <w:color w:val="000000" w:themeColor="text1"/>
        </w:rPr>
        <w:lastRenderedPageBreak/>
        <w:t xml:space="preserve">odsouhlasené změny ceny za provedení základních opatření je ESCO povinno předložit Klientovi nejméně </w:t>
      </w:r>
      <w:r w:rsidR="00197A4A" w:rsidRPr="00B37C0C">
        <w:rPr>
          <w:color w:val="000000" w:themeColor="text1"/>
        </w:rPr>
        <w:t xml:space="preserve">2 měsíce před </w:t>
      </w:r>
      <w:r w:rsidR="00A714C6">
        <w:rPr>
          <w:color w:val="000000" w:themeColor="text1"/>
        </w:rPr>
        <w:t>dokončením a předáním základních opatření</w:t>
      </w:r>
      <w:r w:rsidRPr="00B37C0C">
        <w:rPr>
          <w:color w:val="000000" w:themeColor="text1"/>
        </w:rPr>
        <w:t>.</w:t>
      </w:r>
    </w:p>
    <w:p w14:paraId="323C72AB" w14:textId="77777777" w:rsidR="00F81353" w:rsidRPr="00A908D4" w:rsidRDefault="00F81353" w:rsidP="003157F2">
      <w:pPr>
        <w:pStyle w:val="Nadpis1"/>
        <w:pageBreakBefore/>
      </w:pPr>
      <w:r w:rsidRPr="00A908D4">
        <w:lastRenderedPageBreak/>
        <w:br/>
      </w:r>
      <w:bookmarkStart w:id="106" w:name="_Toc107261459"/>
      <w:r w:rsidR="00502E44" w:rsidRPr="00A908D4">
        <w:t>Finanční náklady</w:t>
      </w:r>
      <w:bookmarkEnd w:id="106"/>
    </w:p>
    <w:p w14:paraId="2B6005FD" w14:textId="60B7FC28" w:rsidR="00593B3B" w:rsidRPr="00A908D4" w:rsidRDefault="001C66CC" w:rsidP="004A7938">
      <w:pPr>
        <w:pStyle w:val="Nadpis2"/>
        <w:numPr>
          <w:ilvl w:val="0"/>
          <w:numId w:val="0"/>
        </w:numPr>
        <w:ind w:left="142"/>
      </w:pPr>
      <w:r>
        <w:t>Neuplatní se.</w:t>
      </w:r>
    </w:p>
    <w:p w14:paraId="4B2EE3A7" w14:textId="77777777" w:rsidR="00F81353" w:rsidRPr="00A908D4" w:rsidRDefault="00F81353">
      <w:pPr>
        <w:pStyle w:val="Nadpis1"/>
      </w:pPr>
      <w:r w:rsidRPr="00A908D4">
        <w:rPr>
          <w:b w:val="0"/>
        </w:rPr>
        <w:br/>
      </w:r>
      <w:bookmarkStart w:id="107" w:name="_Toc326522981"/>
      <w:bookmarkStart w:id="108" w:name="_Toc107261460"/>
      <w:r w:rsidRPr="00A908D4">
        <w:t>Cena energetického managementu</w:t>
      </w:r>
      <w:bookmarkEnd w:id="107"/>
      <w:r w:rsidR="00E41B31" w:rsidRPr="00A908D4">
        <w:t xml:space="preserve"> a souvisejících </w:t>
      </w:r>
      <w:r w:rsidR="00BF446F" w:rsidRPr="00A908D4">
        <w:t>služeb</w:t>
      </w:r>
      <w:bookmarkEnd w:id="108"/>
    </w:p>
    <w:p w14:paraId="60E06E0F" w14:textId="7AECFA68" w:rsidR="00F81353" w:rsidRPr="00684C76" w:rsidRDefault="006A1569" w:rsidP="00E92C96">
      <w:pPr>
        <w:pStyle w:val="Nadpis2"/>
        <w:rPr>
          <w:color w:val="000000" w:themeColor="text1"/>
        </w:rPr>
      </w:pPr>
      <w:r w:rsidRPr="00A908D4">
        <w:t xml:space="preserve">Smluvní strany se dohodly, že cena za roční provádění energetického managementu činí </w:t>
      </w:r>
      <w:r w:rsidR="00684C76" w:rsidRPr="00684C76">
        <w:rPr>
          <w:i/>
          <w:iCs w:val="0"/>
          <w:highlight w:val="yellow"/>
        </w:rPr>
        <w:t>doplní ESCO</w:t>
      </w:r>
      <w:r w:rsidRPr="00A908D4">
        <w:rPr>
          <w:rFonts w:cs="Tahoma"/>
          <w:szCs w:val="22"/>
        </w:rPr>
        <w:t xml:space="preserve"> </w:t>
      </w:r>
      <w:r w:rsidRPr="00A908D4">
        <w:t xml:space="preserve">Kč (slovy </w:t>
      </w:r>
      <w:r w:rsidR="00684C76" w:rsidRPr="00684C76">
        <w:rPr>
          <w:i/>
          <w:iCs w:val="0"/>
          <w:highlight w:val="yellow"/>
        </w:rPr>
        <w:t>doplní ESCO</w:t>
      </w:r>
      <w:r w:rsidRPr="00A908D4">
        <w:t xml:space="preserve"> korun českých)</w:t>
      </w:r>
      <w:r w:rsidR="00493DCE" w:rsidRPr="00493DCE">
        <w:t xml:space="preserve"> </w:t>
      </w:r>
      <w:r w:rsidR="00493DCE">
        <w:t xml:space="preserve">bez DPH </w:t>
      </w:r>
      <w:proofErr w:type="gramStart"/>
      <w:r w:rsidR="00493DCE">
        <w:t xml:space="preserve">a </w:t>
      </w:r>
      <w:r w:rsidR="00493DCE" w:rsidRPr="00A908D4">
        <w:t xml:space="preserve"> </w:t>
      </w:r>
      <w:r w:rsidR="00493DCE" w:rsidRPr="004D0656">
        <w:rPr>
          <w:highlight w:val="yellow"/>
        </w:rPr>
        <w:t>doplní</w:t>
      </w:r>
      <w:proofErr w:type="gramEnd"/>
      <w:r w:rsidR="00493DCE" w:rsidRPr="004D0656">
        <w:rPr>
          <w:highlight w:val="yellow"/>
        </w:rPr>
        <w:t xml:space="preserve"> ESCO</w:t>
      </w:r>
      <w:r w:rsidR="00493DCE" w:rsidRPr="00A669C2">
        <w:t xml:space="preserve"> Kč </w:t>
      </w:r>
      <w:r w:rsidR="00493DCE">
        <w:t>s DPH.</w:t>
      </w:r>
    </w:p>
    <w:p w14:paraId="1CEB20F9" w14:textId="190616E3" w:rsidR="005678C6" w:rsidRPr="00A908D4" w:rsidRDefault="00502E44" w:rsidP="00E92C96">
      <w:pPr>
        <w:pStyle w:val="Nadpis2"/>
        <w:rPr>
          <w:b/>
        </w:rPr>
      </w:pPr>
      <w:r w:rsidRPr="00A908D4">
        <w:t>Smluvní strany se dohodly, že ESCO je oprávněna vždy k 1. lednu zvýšit cenu za provádění energetického managementu, pokud</w:t>
      </w:r>
      <w:r w:rsidR="00C637DC" w:rsidRPr="00A908D4">
        <w:t xml:space="preserve"> míra inflace, vyjádřená přírůstkem průměrného indexu spotřebitelských cen, </w:t>
      </w:r>
      <w:r w:rsidRPr="00A908D4">
        <w:t>publikovan</w:t>
      </w:r>
      <w:r w:rsidR="00C637DC" w:rsidRPr="00A908D4">
        <w:t>á</w:t>
      </w:r>
      <w:r w:rsidR="007745EF" w:rsidRPr="00A908D4">
        <w:t xml:space="preserve"> </w:t>
      </w:r>
      <w:r w:rsidRPr="00A908D4">
        <w:t xml:space="preserve">Českým statistickým úřadem za období posledních 12 měsíců k říjnu předchozího roku vzroste o více jak </w:t>
      </w:r>
      <w:r w:rsidR="00BA316E">
        <w:t>5</w:t>
      </w:r>
      <w:r w:rsidRPr="00A908D4">
        <w:t xml:space="preserve"> %. Zvýšení ceny je možné jen o tolik procent, o kolik průměr indexů přesáhl procenta stanovená v předchozí větě. Neuplatní-li ESCO právo zvýšit cenu za energetický management podle tohoto </w:t>
      </w:r>
      <w:r w:rsidR="00D0603C" w:rsidRPr="00A908D4">
        <w:t>ustanovení do 15. </w:t>
      </w:r>
      <w:r w:rsidR="00705D03" w:rsidRPr="00A908D4">
        <w:t>prosince před začátkem následujícího kalendářního roku, jehož se má zvýšení týkat, toto právo ESCO pro konkrétní rok zaniká.</w:t>
      </w:r>
      <w:r w:rsidR="00EF5283">
        <w:rPr>
          <w:rStyle w:val="Znakapoznpodarou"/>
        </w:rPr>
        <w:footnoteReference w:id="2"/>
      </w:r>
    </w:p>
    <w:p w14:paraId="035CBD0A" w14:textId="77777777" w:rsidR="00F81353" w:rsidRPr="00A908D4" w:rsidRDefault="00F81353">
      <w:pPr>
        <w:pStyle w:val="Nadpis1"/>
      </w:pPr>
      <w:r w:rsidRPr="00A908D4">
        <w:br/>
      </w:r>
      <w:bookmarkStart w:id="109" w:name="_Ref207460075"/>
      <w:bookmarkStart w:id="110" w:name="_Ref207462748"/>
      <w:bookmarkStart w:id="111" w:name="_Ref207462792"/>
      <w:bookmarkStart w:id="112" w:name="_Toc326522982"/>
      <w:bookmarkStart w:id="113" w:name="_Toc107261461"/>
      <w:r w:rsidRPr="00A908D4">
        <w:t>Sankce za nedosažení garantované úspory</w:t>
      </w:r>
      <w:bookmarkEnd w:id="109"/>
      <w:bookmarkEnd w:id="110"/>
      <w:bookmarkEnd w:id="111"/>
      <w:bookmarkEnd w:id="112"/>
      <w:bookmarkEnd w:id="113"/>
    </w:p>
    <w:p w14:paraId="2EC5226F" w14:textId="062C4437" w:rsidR="002C60D5" w:rsidRPr="00A908D4" w:rsidRDefault="006A1569" w:rsidP="00BA316E">
      <w:pPr>
        <w:pStyle w:val="Nadpis2"/>
      </w:pPr>
      <w:bookmarkStart w:id="114" w:name="_Ref152046354"/>
      <w:bookmarkStart w:id="115" w:name="_Ref330840763"/>
      <w:r w:rsidRPr="00A908D4">
        <w:t>Smluvní strany se dohodly, že v případě, že z důvodů výlučně na straně ESCO nebo osob, s jejichž</w:t>
      </w:r>
      <w:r w:rsidR="004F1E6B" w:rsidRPr="00A908D4">
        <w:t xml:space="preserve"> pomocí ESCO svůj závazek plnila</w:t>
      </w:r>
      <w:r w:rsidRPr="00A908D4">
        <w:t xml:space="preserve">, bude za </w:t>
      </w:r>
      <w:r w:rsidR="00065158" w:rsidRPr="00A908D4">
        <w:t>konkrétní</w:t>
      </w:r>
      <w:r w:rsidRPr="00A908D4">
        <w:t xml:space="preserve"> zúčtovací období v průběhu doby poskytování garance dosaženo nižších úspor nákladů, než činí garantovaná úspora</w:t>
      </w:r>
      <w:r w:rsidR="00065158" w:rsidRPr="00A908D4">
        <w:t xml:space="preserve"> za toto zúčtovací období</w:t>
      </w:r>
      <w:r w:rsidRPr="00A908D4">
        <w:t xml:space="preserve">, </w:t>
      </w:r>
      <w:r w:rsidR="007F05F5" w:rsidRPr="00A908D4">
        <w:t xml:space="preserve">zavazuje se ESCO </w:t>
      </w:r>
      <w:r w:rsidR="00065158" w:rsidRPr="00A908D4">
        <w:t xml:space="preserve">za toto zúčtovací období </w:t>
      </w:r>
      <w:r w:rsidR="007F05F5" w:rsidRPr="00A908D4">
        <w:t xml:space="preserve">uhradit Klientovi </w:t>
      </w:r>
      <w:r w:rsidRPr="00A908D4">
        <w:t xml:space="preserve">sankci </w:t>
      </w:r>
      <w:r w:rsidR="00345662" w:rsidRPr="00A908D4">
        <w:t>v</w:t>
      </w:r>
      <w:r w:rsidR="007F05F5" w:rsidRPr="00A908D4">
        <w:t xml:space="preserve"> rozsahu specifikovaném </w:t>
      </w:r>
      <w:r w:rsidRPr="00A908D4">
        <w:t xml:space="preserve">v </w:t>
      </w:r>
      <w:r w:rsidR="00D647F8" w:rsidRPr="00A908D4">
        <w:t xml:space="preserve">příloze </w:t>
      </w:r>
      <w:bookmarkEnd w:id="114"/>
      <w:r w:rsidR="00B24712" w:rsidRPr="00A908D4">
        <w:t>č. 5</w:t>
      </w:r>
      <w:r w:rsidRPr="00A908D4">
        <w:t>.</w:t>
      </w:r>
      <w:bookmarkEnd w:id="115"/>
    </w:p>
    <w:p w14:paraId="5BC6CAEC" w14:textId="61C8667D" w:rsidR="00F81353" w:rsidRDefault="00F81353">
      <w:pPr>
        <w:pStyle w:val="Nadpis1"/>
      </w:pPr>
      <w:r w:rsidRPr="00A908D4">
        <w:rPr>
          <w:b w:val="0"/>
        </w:rPr>
        <w:br/>
      </w:r>
      <w:bookmarkStart w:id="116" w:name="_Ref152047168"/>
      <w:bookmarkStart w:id="117" w:name="_Toc326522983"/>
      <w:bookmarkStart w:id="118" w:name="_Ref330839781"/>
      <w:bookmarkStart w:id="119" w:name="_Ref330839783"/>
      <w:bookmarkStart w:id="120" w:name="_Ref330841042"/>
      <w:bookmarkStart w:id="121" w:name="_Toc107261462"/>
      <w:r w:rsidRPr="00A908D4">
        <w:t>Prémie</w:t>
      </w:r>
      <w:bookmarkEnd w:id="116"/>
      <w:bookmarkEnd w:id="117"/>
      <w:r w:rsidR="00AC731C" w:rsidRPr="00A908D4">
        <w:t xml:space="preserve"> za překročení garantované úspory</w:t>
      </w:r>
      <w:bookmarkEnd w:id="118"/>
      <w:bookmarkEnd w:id="119"/>
      <w:bookmarkEnd w:id="120"/>
      <w:bookmarkEnd w:id="121"/>
    </w:p>
    <w:p w14:paraId="7463AE53" w14:textId="0EDAEDEC" w:rsidR="00253676" w:rsidRDefault="006A1569" w:rsidP="00490D6F">
      <w:pPr>
        <w:pStyle w:val="Nadpis2"/>
      </w:pPr>
      <w:r w:rsidRPr="00A908D4">
        <w:t>Smluvní strany se dohodly, že bude-</w:t>
      </w:r>
      <w:r w:rsidRPr="00BA316E">
        <w:rPr>
          <w:color w:val="000000" w:themeColor="text1"/>
        </w:rPr>
        <w:t>li v </w:t>
      </w:r>
      <w:r w:rsidR="005237CA" w:rsidRPr="00BA316E">
        <w:rPr>
          <w:color w:val="000000" w:themeColor="text1"/>
        </w:rPr>
        <w:t xml:space="preserve">konkrétním </w:t>
      </w:r>
      <w:r w:rsidRPr="00BA316E">
        <w:rPr>
          <w:color w:val="000000" w:themeColor="text1"/>
        </w:rPr>
        <w:t>zúčtovacím období dosaženo vyšší úspory nákladů</w:t>
      </w:r>
      <w:r w:rsidR="00D27BAF" w:rsidRPr="00BA316E">
        <w:rPr>
          <w:color w:val="000000" w:themeColor="text1"/>
        </w:rPr>
        <w:t>,</w:t>
      </w:r>
      <w:r w:rsidRPr="00BA316E">
        <w:rPr>
          <w:color w:val="000000" w:themeColor="text1"/>
        </w:rPr>
        <w:t xml:space="preserve"> než činí garantovaná úspora</w:t>
      </w:r>
      <w:r w:rsidR="00065158" w:rsidRPr="00BA316E">
        <w:rPr>
          <w:color w:val="000000" w:themeColor="text1"/>
        </w:rPr>
        <w:t xml:space="preserve"> za toto zúčtovací období</w:t>
      </w:r>
      <w:r w:rsidR="00B27E97" w:rsidRPr="00BA316E">
        <w:rPr>
          <w:color w:val="000000" w:themeColor="text1"/>
        </w:rPr>
        <w:t xml:space="preserve"> (dále jen „</w:t>
      </w:r>
      <w:r w:rsidR="0019349A" w:rsidRPr="00BA316E">
        <w:rPr>
          <w:b/>
          <w:bCs w:val="0"/>
          <w:color w:val="000000" w:themeColor="text1"/>
        </w:rPr>
        <w:t xml:space="preserve">dílčí </w:t>
      </w:r>
      <w:proofErr w:type="spellStart"/>
      <w:r w:rsidR="00B27E97" w:rsidRPr="00BA316E">
        <w:rPr>
          <w:b/>
          <w:bCs w:val="0"/>
          <w:color w:val="000000" w:themeColor="text1"/>
        </w:rPr>
        <w:t>nadúspora</w:t>
      </w:r>
      <w:proofErr w:type="spellEnd"/>
      <w:r w:rsidR="00B27E97" w:rsidRPr="00BA316E">
        <w:rPr>
          <w:color w:val="000000" w:themeColor="text1"/>
        </w:rPr>
        <w:t>“)</w:t>
      </w:r>
      <w:r w:rsidRPr="00BA316E">
        <w:rPr>
          <w:color w:val="000000" w:themeColor="text1"/>
        </w:rPr>
        <w:t>, vzniká ESCO vůči Klientovi právo na zaplacení prémie</w:t>
      </w:r>
      <w:r w:rsidR="00065158" w:rsidRPr="00BA316E">
        <w:rPr>
          <w:color w:val="000000" w:themeColor="text1"/>
        </w:rPr>
        <w:t xml:space="preserve"> </w:t>
      </w:r>
      <w:r w:rsidR="001F0AD0" w:rsidRPr="00BA316E">
        <w:rPr>
          <w:color w:val="000000" w:themeColor="text1"/>
        </w:rPr>
        <w:t xml:space="preserve">ve výši </w:t>
      </w:r>
      <w:r w:rsidR="00C52C38">
        <w:rPr>
          <w:color w:val="000000" w:themeColor="text1"/>
        </w:rPr>
        <w:t>40</w:t>
      </w:r>
      <w:r w:rsidR="00D5489A" w:rsidRPr="00BA316E">
        <w:rPr>
          <w:color w:val="000000" w:themeColor="text1"/>
        </w:rPr>
        <w:t> </w:t>
      </w:r>
      <w:r w:rsidR="008629BB" w:rsidRPr="00BA316E">
        <w:rPr>
          <w:color w:val="000000" w:themeColor="text1"/>
        </w:rPr>
        <w:t>%</w:t>
      </w:r>
      <w:r w:rsidR="001F0AD0" w:rsidRPr="00BA316E">
        <w:rPr>
          <w:color w:val="000000" w:themeColor="text1"/>
        </w:rPr>
        <w:t xml:space="preserve"> </w:t>
      </w:r>
      <w:r w:rsidR="00065158" w:rsidRPr="00BA316E">
        <w:rPr>
          <w:color w:val="000000" w:themeColor="text1"/>
        </w:rPr>
        <w:t>za toto zúčtovací období</w:t>
      </w:r>
      <w:r w:rsidR="00317E69" w:rsidRPr="00BA316E">
        <w:rPr>
          <w:color w:val="000000" w:themeColor="text1"/>
        </w:rPr>
        <w:t xml:space="preserve"> z dosažené </w:t>
      </w:r>
      <w:r w:rsidR="0019349A" w:rsidRPr="00BA316E">
        <w:rPr>
          <w:color w:val="000000" w:themeColor="text1"/>
        </w:rPr>
        <w:t xml:space="preserve">dílčí </w:t>
      </w:r>
      <w:proofErr w:type="spellStart"/>
      <w:r w:rsidR="00317E69" w:rsidRPr="00BA316E">
        <w:rPr>
          <w:color w:val="000000" w:themeColor="text1"/>
        </w:rPr>
        <w:t>nadúspory</w:t>
      </w:r>
      <w:proofErr w:type="spellEnd"/>
      <w:r w:rsidRPr="00BA316E">
        <w:rPr>
          <w:color w:val="000000" w:themeColor="text1"/>
        </w:rPr>
        <w:t xml:space="preserve">. Způsob výpočtu prémie je stanoven v </w:t>
      </w:r>
      <w:r w:rsidR="00AA1053" w:rsidRPr="00BA316E">
        <w:rPr>
          <w:color w:val="000000" w:themeColor="text1"/>
        </w:rPr>
        <w:t xml:space="preserve">příloze </w:t>
      </w:r>
      <w:r w:rsidR="00B24712" w:rsidRPr="00BA316E">
        <w:rPr>
          <w:color w:val="000000" w:themeColor="text1"/>
        </w:rPr>
        <w:t>č. 5</w:t>
      </w:r>
      <w:r w:rsidRPr="00BA316E">
        <w:rPr>
          <w:color w:val="000000" w:themeColor="text1"/>
        </w:rPr>
        <w:t>.</w:t>
      </w:r>
      <w:r w:rsidR="00433EBB" w:rsidRPr="00BA316E">
        <w:rPr>
          <w:color w:val="000000" w:themeColor="text1"/>
        </w:rPr>
        <w:t xml:space="preserve"> </w:t>
      </w:r>
      <w:r w:rsidR="00EE78C2" w:rsidRPr="00BA316E">
        <w:rPr>
          <w:color w:val="000000" w:themeColor="text1"/>
        </w:rPr>
        <w:t xml:space="preserve">Pro </w:t>
      </w:r>
      <w:r w:rsidR="00EE78C2" w:rsidRPr="00A908D4">
        <w:t xml:space="preserve">vyloučení jakýchkoliv </w:t>
      </w:r>
      <w:r w:rsidR="00065158" w:rsidRPr="00A908D4">
        <w:t xml:space="preserve">pochybností </w:t>
      </w:r>
      <w:r w:rsidR="00EE78C2" w:rsidRPr="00A908D4">
        <w:t xml:space="preserve">smluvní strany potvrzují, že prémie představuje odměnu </w:t>
      </w:r>
      <w:r w:rsidR="00D041B7" w:rsidRPr="00A908D4">
        <w:t>za poskytování</w:t>
      </w:r>
      <w:r w:rsidR="00EE78C2" w:rsidRPr="00A908D4">
        <w:t xml:space="preserve"> </w:t>
      </w:r>
      <w:r w:rsidR="00EE78C2" w:rsidRPr="00A908D4">
        <w:lastRenderedPageBreak/>
        <w:t>energetického managementu a související služby po dobu trvání garance.</w:t>
      </w:r>
      <w:r w:rsidR="0058477E">
        <w:t xml:space="preserve"> </w:t>
      </w:r>
      <w:r w:rsidR="00EE78C2" w:rsidRPr="008F73D7">
        <w:t>V prémii</w:t>
      </w:r>
      <w:r w:rsidR="00EE78C2" w:rsidRPr="00BA316E">
        <w:t xml:space="preserve"> </w:t>
      </w:r>
      <w:r w:rsidR="00BA316E">
        <w:t>není</w:t>
      </w:r>
      <w:r w:rsidR="00EE78C2" w:rsidRPr="00BA316E">
        <w:t xml:space="preserve"> zahrnuta DPH</w:t>
      </w:r>
      <w:r w:rsidR="0058477E" w:rsidRPr="00BA316E">
        <w:t>.</w:t>
      </w:r>
    </w:p>
    <w:p w14:paraId="169E47D1" w14:textId="77777777" w:rsidR="00F81353" w:rsidRPr="00A908D4" w:rsidRDefault="00F81353">
      <w:pPr>
        <w:pStyle w:val="Nadpis1"/>
      </w:pPr>
      <w:r w:rsidRPr="00A908D4">
        <w:rPr>
          <w:b w:val="0"/>
        </w:rPr>
        <w:br/>
      </w:r>
      <w:bookmarkStart w:id="122" w:name="_Ref207462600"/>
      <w:bookmarkStart w:id="123" w:name="_Toc326522984"/>
      <w:bookmarkStart w:id="124" w:name="_Toc107261463"/>
      <w:r w:rsidRPr="00A908D4">
        <w:t>Závěrečné vypořádání</w:t>
      </w:r>
      <w:bookmarkEnd w:id="122"/>
      <w:bookmarkEnd w:id="123"/>
      <w:bookmarkEnd w:id="124"/>
    </w:p>
    <w:p w14:paraId="5135CB75" w14:textId="27EB6DF5" w:rsidR="00D247F0" w:rsidRPr="00A908D4" w:rsidRDefault="00F81353" w:rsidP="00E92C96">
      <w:pPr>
        <w:pStyle w:val="Nadpis2"/>
      </w:pPr>
      <w:bookmarkStart w:id="125" w:name="_Ref330840821"/>
      <w:bookmarkStart w:id="126" w:name="_Ref153729771"/>
      <w:r w:rsidRPr="00A908D4">
        <w:t>Závěrečné vypořádání bude provedeno po ukončení posledního zúčtovacího období, tj. po uplynutí doby poskytování garance</w:t>
      </w:r>
      <w:r w:rsidR="005470ED" w:rsidRPr="00A908D4">
        <w:t>,</w:t>
      </w:r>
      <w:r w:rsidRPr="00A908D4">
        <w:t xml:space="preserve"> v souladu s</w:t>
      </w:r>
      <w:r w:rsidR="009804F9" w:rsidRPr="00A908D4">
        <w:t xml:space="preserve"> touto smlouvou, zejména pak </w:t>
      </w:r>
      <w:r w:rsidR="000A0754" w:rsidRPr="00A908D4">
        <w:t xml:space="preserve">ustanovením </w:t>
      </w:r>
      <w:r w:rsidR="008E6B6A" w:rsidRPr="00A908D4">
        <w:fldChar w:fldCharType="begin"/>
      </w:r>
      <w:r w:rsidR="008E6B6A" w:rsidRPr="00A908D4">
        <w:instrText xml:space="preserve"> REF _Ref324607429 \w \h  \* MERGEFORMAT </w:instrText>
      </w:r>
      <w:r w:rsidR="008E6B6A" w:rsidRPr="00A908D4">
        <w:fldChar w:fldCharType="separate"/>
      </w:r>
      <w:r w:rsidR="00E90D85">
        <w:t>Článek 12</w:t>
      </w:r>
      <w:r w:rsidR="008E6B6A" w:rsidRPr="00A908D4">
        <w:fldChar w:fldCharType="end"/>
      </w:r>
      <w:r w:rsidR="00BF28D1" w:rsidRPr="00A908D4">
        <w:t xml:space="preserve">, </w:t>
      </w:r>
      <w:r w:rsidR="008E6B6A" w:rsidRPr="00A908D4">
        <w:fldChar w:fldCharType="begin"/>
      </w:r>
      <w:r w:rsidR="008E6B6A" w:rsidRPr="00A908D4">
        <w:instrText xml:space="preserve"> REF _Ref152309206 \w \h  \* MERGEFORMAT </w:instrText>
      </w:r>
      <w:r w:rsidR="008E6B6A" w:rsidRPr="00A908D4">
        <w:fldChar w:fldCharType="separate"/>
      </w:r>
      <w:r w:rsidR="00E90D85">
        <w:t>Článek 16</w:t>
      </w:r>
      <w:r w:rsidR="008E6B6A" w:rsidRPr="00A908D4">
        <w:fldChar w:fldCharType="end"/>
      </w:r>
      <w:r w:rsidR="00BF28D1" w:rsidRPr="00A908D4">
        <w:t xml:space="preserve">, </w:t>
      </w:r>
      <w:r w:rsidR="008E6B6A" w:rsidRPr="00A908D4">
        <w:fldChar w:fldCharType="begin"/>
      </w:r>
      <w:r w:rsidR="008E6B6A" w:rsidRPr="00A908D4">
        <w:instrText xml:space="preserve"> REF _Ref207460075 \w \h  \* MERGEFORMAT </w:instrText>
      </w:r>
      <w:r w:rsidR="008E6B6A" w:rsidRPr="00A908D4">
        <w:fldChar w:fldCharType="separate"/>
      </w:r>
      <w:r w:rsidR="00E90D85">
        <w:t>Článek 20</w:t>
      </w:r>
      <w:r w:rsidR="008E6B6A" w:rsidRPr="00A908D4">
        <w:fldChar w:fldCharType="end"/>
      </w:r>
      <w:r w:rsidR="00BF28D1" w:rsidRPr="00A908D4">
        <w:t xml:space="preserve"> a </w:t>
      </w:r>
      <w:r w:rsidR="008E6B6A" w:rsidRPr="00A908D4">
        <w:fldChar w:fldCharType="begin"/>
      </w:r>
      <w:r w:rsidR="008E6B6A" w:rsidRPr="00A908D4">
        <w:instrText xml:space="preserve"> REF _Ref330841042 \w \h  \* MERGEFORMAT </w:instrText>
      </w:r>
      <w:r w:rsidR="008E6B6A" w:rsidRPr="00A908D4">
        <w:fldChar w:fldCharType="separate"/>
      </w:r>
      <w:r w:rsidR="00E90D85">
        <w:t>Článek 21</w:t>
      </w:r>
      <w:r w:rsidR="008E6B6A" w:rsidRPr="00A908D4">
        <w:fldChar w:fldCharType="end"/>
      </w:r>
      <w:r w:rsidR="00AA1053" w:rsidRPr="00A908D4">
        <w:t xml:space="preserve"> </w:t>
      </w:r>
      <w:r w:rsidR="0055386C" w:rsidRPr="00A908D4">
        <w:t>a</w:t>
      </w:r>
      <w:r w:rsidR="000A0754" w:rsidRPr="00A908D4">
        <w:t xml:space="preserve"> </w:t>
      </w:r>
      <w:r w:rsidRPr="00A908D4">
        <w:t>přílohou č.</w:t>
      </w:r>
      <w:r w:rsidR="00B24712" w:rsidRPr="00A908D4">
        <w:t xml:space="preserve"> 5</w:t>
      </w:r>
      <w:r w:rsidR="001234AD" w:rsidRPr="00A908D4">
        <w:t xml:space="preserve"> </w:t>
      </w:r>
      <w:r w:rsidR="00F6649D" w:rsidRPr="00A908D4">
        <w:t>(dále jen „</w:t>
      </w:r>
      <w:r w:rsidR="00EE78C2" w:rsidRPr="00A908D4">
        <w:rPr>
          <w:b/>
        </w:rPr>
        <w:t>závěrečn</w:t>
      </w:r>
      <w:r w:rsidR="00534337" w:rsidRPr="00A908D4">
        <w:rPr>
          <w:b/>
        </w:rPr>
        <w:t>é</w:t>
      </w:r>
      <w:r w:rsidR="00EE78C2" w:rsidRPr="00A908D4">
        <w:rPr>
          <w:b/>
        </w:rPr>
        <w:t xml:space="preserve"> vypo</w:t>
      </w:r>
      <w:r w:rsidR="003E19DC" w:rsidRPr="00A908D4">
        <w:rPr>
          <w:b/>
        </w:rPr>
        <w:t>ř</w:t>
      </w:r>
      <w:r w:rsidR="00EE78C2" w:rsidRPr="00A908D4">
        <w:rPr>
          <w:b/>
        </w:rPr>
        <w:t>ádání</w:t>
      </w:r>
      <w:r w:rsidR="00F6649D" w:rsidRPr="00A908D4">
        <w:t>“</w:t>
      </w:r>
      <w:r w:rsidR="00534337" w:rsidRPr="00A908D4">
        <w:t>)</w:t>
      </w:r>
      <w:r w:rsidR="005678C6" w:rsidRPr="00A908D4">
        <w:t>.</w:t>
      </w:r>
      <w:bookmarkEnd w:id="125"/>
    </w:p>
    <w:bookmarkEnd w:id="126"/>
    <w:p w14:paraId="65A2EBF6" w14:textId="77777777" w:rsidR="00F81353" w:rsidRPr="00A908D4" w:rsidRDefault="00F81353">
      <w:pPr>
        <w:pStyle w:val="Nadpis1"/>
      </w:pPr>
      <w:r w:rsidRPr="00A908D4">
        <w:rPr>
          <w:b w:val="0"/>
        </w:rPr>
        <w:br/>
      </w:r>
      <w:bookmarkStart w:id="127" w:name="_Toc326522985"/>
      <w:bookmarkStart w:id="128" w:name="_Toc107261464"/>
      <w:r w:rsidRPr="00A908D4">
        <w:t>Fakturace</w:t>
      </w:r>
      <w:bookmarkEnd w:id="127"/>
      <w:bookmarkEnd w:id="128"/>
    </w:p>
    <w:p w14:paraId="3643183B" w14:textId="1A738379" w:rsidR="00204722" w:rsidRPr="00A908D4" w:rsidRDefault="00C33A43" w:rsidP="00E92C96">
      <w:pPr>
        <w:pStyle w:val="Nadpis2"/>
      </w:pPr>
      <w:bookmarkStart w:id="129" w:name="_Ref152133706"/>
      <w:r w:rsidRPr="00A908D4">
        <w:t xml:space="preserve">ESCO </w:t>
      </w:r>
      <w:r w:rsidRPr="00175D28">
        <w:rPr>
          <w:color w:val="000000" w:themeColor="text1"/>
        </w:rPr>
        <w:t xml:space="preserve">je </w:t>
      </w:r>
      <w:r w:rsidR="00DC4D5E" w:rsidRPr="00C737DD">
        <w:rPr>
          <w:rFonts w:asciiTheme="minorHAnsi" w:hAnsiTheme="minorHAnsi" w:cstheme="minorHAnsi"/>
          <w:szCs w:val="22"/>
        </w:rPr>
        <w:t xml:space="preserve">oprávněna vystavit daňový doklad (fakturu) na zaplacení ceny za provedení základních opatření, nebo ceny za provedení dodatečných opatření, nejprve v den předání bez vad a nedodělků, nebo v den předání s nedodělky nebránícími řádnému užívání dle čl. 8 odst. </w:t>
      </w:r>
      <w:r w:rsidR="00A714C6">
        <w:rPr>
          <w:rFonts w:asciiTheme="minorHAnsi" w:hAnsiTheme="minorHAnsi" w:cstheme="minorHAnsi"/>
          <w:szCs w:val="22"/>
        </w:rPr>
        <w:t xml:space="preserve">3. </w:t>
      </w:r>
      <w:r w:rsidR="00DC4D5E" w:rsidRPr="00C737DD">
        <w:rPr>
          <w:rFonts w:asciiTheme="minorHAnsi" w:hAnsiTheme="minorHAnsi" w:cstheme="minorHAnsi"/>
          <w:szCs w:val="22"/>
        </w:rPr>
        <w:t>smlouvy, není-li ve smlouvě stanoveno jinak. Tento den je dnem uskutečnění zdanitelného plnění z hlediska daně z přidané hodnoty. ESCO vystaví fakturu na zaplacení ceny za provedení základních opatření v příslušné výši v Kč bez DPH. Sazba DPH je v zákonné výši. Faktura bude mít náležitosti daňového dokladu</w:t>
      </w:r>
      <w:r w:rsidR="00204722" w:rsidRPr="00C737DD">
        <w:rPr>
          <w:rFonts w:asciiTheme="minorHAnsi" w:hAnsiTheme="minorHAnsi" w:cstheme="minorHAnsi"/>
        </w:rPr>
        <w:t>.</w:t>
      </w:r>
      <w:bookmarkEnd w:id="129"/>
    </w:p>
    <w:p w14:paraId="47055D6F" w14:textId="5749EF28" w:rsidR="00204722" w:rsidRPr="00175D28" w:rsidRDefault="00C33A43" w:rsidP="00E92C96">
      <w:pPr>
        <w:pStyle w:val="Nadpis2"/>
      </w:pPr>
      <w:r w:rsidRPr="00A908D4">
        <w:t>ESCO je oprávněna</w:t>
      </w:r>
      <w:r w:rsidR="00204722" w:rsidRPr="00A908D4">
        <w:t xml:space="preserve"> vystavit fakturu na </w:t>
      </w:r>
      <w:r w:rsidR="00204722" w:rsidRPr="00175D28">
        <w:t xml:space="preserve">zaplacení ceny energetického managementu </w:t>
      </w:r>
      <w:r w:rsidR="00CA7F24" w:rsidRPr="00CA7F24">
        <w:t xml:space="preserve">po schválení průběžné zprávy za příslušné zúčtovací období (rok). Dnem zdanitelného plnění z hlediska daně z přidané hodnoty je den schválení průběžné zprávy Klientem. Přehled ročních plateb za energetický management je uveden </w:t>
      </w:r>
      <w:r w:rsidR="00204722" w:rsidRPr="00175D28">
        <w:t>v </w:t>
      </w:r>
      <w:r w:rsidR="00AA1053" w:rsidRPr="00175D28">
        <w:t xml:space="preserve">příloze </w:t>
      </w:r>
      <w:r w:rsidR="00204722" w:rsidRPr="00175D28">
        <w:t>č.</w:t>
      </w:r>
      <w:r w:rsidR="00B24712" w:rsidRPr="00175D28">
        <w:t> 3</w:t>
      </w:r>
      <w:r w:rsidR="00204722" w:rsidRPr="00175D28">
        <w:t>.</w:t>
      </w:r>
    </w:p>
    <w:p w14:paraId="33DE4889" w14:textId="080EDC11" w:rsidR="00204722" w:rsidRPr="00A908D4" w:rsidRDefault="00C33A43" w:rsidP="00E92C96">
      <w:pPr>
        <w:pStyle w:val="Nadpis2"/>
      </w:pPr>
      <w:r w:rsidRPr="00A908D4">
        <w:t>ESCO je oprávněna</w:t>
      </w:r>
      <w:r w:rsidR="00204722" w:rsidRPr="00A908D4">
        <w:t xml:space="preserve"> vyúčtovat prémii Klientovi do </w:t>
      </w:r>
      <w:r w:rsidR="00AA1053" w:rsidRPr="00A908D4">
        <w:t>3</w:t>
      </w:r>
      <w:r w:rsidR="00204722" w:rsidRPr="00A908D4">
        <w:t xml:space="preserve">0 dnů od </w:t>
      </w:r>
      <w:r w:rsidR="00502E44" w:rsidRPr="00A908D4">
        <w:t xml:space="preserve">podpisu protokolu dle </w:t>
      </w:r>
      <w:r w:rsidR="000E161F" w:rsidRPr="00A908D4">
        <w:fldChar w:fldCharType="begin"/>
      </w:r>
      <w:r w:rsidR="008973B0" w:rsidRPr="00A908D4">
        <w:instrText xml:space="preserve"> REF _Ref331687093 \r \h  \* MERGEFORMAT </w:instrText>
      </w:r>
      <w:r w:rsidR="000E161F" w:rsidRPr="00A908D4">
        <w:fldChar w:fldCharType="separate"/>
      </w:r>
      <w:r w:rsidR="00E90D85">
        <w:t>Článek 15.2</w:t>
      </w:r>
      <w:r w:rsidR="000E161F" w:rsidRPr="00A908D4">
        <w:fldChar w:fldCharType="end"/>
      </w:r>
      <w:r w:rsidR="00204722" w:rsidRPr="00A908D4">
        <w:t>. Dnem zdanitelného plnění z hlediska daně z přidané hodnoty je den zaslání vyúčtování.</w:t>
      </w:r>
    </w:p>
    <w:p w14:paraId="7191881B" w14:textId="23069881" w:rsidR="00204722" w:rsidRPr="00175D28" w:rsidRDefault="00204722" w:rsidP="00E92C96">
      <w:pPr>
        <w:pStyle w:val="Nadpis2"/>
        <w:rPr>
          <w:color w:val="000000" w:themeColor="text1"/>
        </w:rPr>
      </w:pPr>
      <w:bookmarkStart w:id="130" w:name="_Ref207424911"/>
      <w:r w:rsidRPr="00A908D4">
        <w:t xml:space="preserve">Klient </w:t>
      </w:r>
      <w:r w:rsidRPr="00175D28">
        <w:rPr>
          <w:color w:val="000000" w:themeColor="text1"/>
        </w:rPr>
        <w:t xml:space="preserve">je oprávněn vyúčtovat ESCO sankci do 30 dnů od </w:t>
      </w:r>
      <w:r w:rsidR="00502E44" w:rsidRPr="00175D28">
        <w:rPr>
          <w:color w:val="000000" w:themeColor="text1"/>
        </w:rPr>
        <w:t xml:space="preserve">podpisu protokolu dle </w:t>
      </w:r>
      <w:r w:rsidR="000E161F" w:rsidRPr="00175D28">
        <w:rPr>
          <w:color w:val="000000" w:themeColor="text1"/>
        </w:rPr>
        <w:fldChar w:fldCharType="begin"/>
      </w:r>
      <w:r w:rsidR="008973B0" w:rsidRPr="00175D28">
        <w:rPr>
          <w:color w:val="000000" w:themeColor="text1"/>
        </w:rPr>
        <w:instrText xml:space="preserve"> REF _Ref331687093 \r \h  \* MERGEFORMAT </w:instrText>
      </w:r>
      <w:r w:rsidR="000E161F" w:rsidRPr="00175D28">
        <w:rPr>
          <w:color w:val="000000" w:themeColor="text1"/>
        </w:rPr>
      </w:r>
      <w:r w:rsidR="000E161F" w:rsidRPr="00175D28">
        <w:rPr>
          <w:color w:val="000000" w:themeColor="text1"/>
        </w:rPr>
        <w:fldChar w:fldCharType="separate"/>
      </w:r>
      <w:r w:rsidR="00E90D85">
        <w:rPr>
          <w:color w:val="000000" w:themeColor="text1"/>
        </w:rPr>
        <w:t>Článek 15.2</w:t>
      </w:r>
      <w:r w:rsidR="000E161F" w:rsidRPr="00175D28">
        <w:rPr>
          <w:color w:val="000000" w:themeColor="text1"/>
        </w:rPr>
        <w:fldChar w:fldCharType="end"/>
      </w:r>
      <w:r w:rsidRPr="00175D28">
        <w:rPr>
          <w:color w:val="000000" w:themeColor="text1"/>
        </w:rPr>
        <w:t>.</w:t>
      </w:r>
    </w:p>
    <w:p w14:paraId="060A0761" w14:textId="1976B722" w:rsidR="00DC4D5E" w:rsidRDefault="00502E44" w:rsidP="00E92C96">
      <w:pPr>
        <w:pStyle w:val="Nadpis2"/>
        <w:rPr>
          <w:color w:val="000000" w:themeColor="text1"/>
        </w:rPr>
      </w:pPr>
      <w:bookmarkStart w:id="131" w:name="_Hlk48913381"/>
      <w:bookmarkEnd w:id="130"/>
      <w:r w:rsidRPr="00175D28">
        <w:rPr>
          <w:color w:val="000000" w:themeColor="text1"/>
        </w:rPr>
        <w:t xml:space="preserve">Faktury musí obsahovat údaje v souladu se zákonem </w:t>
      </w:r>
      <w:r w:rsidR="008554FB" w:rsidRPr="00175D28">
        <w:rPr>
          <w:color w:val="000000" w:themeColor="text1"/>
        </w:rPr>
        <w:t xml:space="preserve">o DPH </w:t>
      </w:r>
      <w:r w:rsidRPr="00175D28">
        <w:rPr>
          <w:color w:val="000000" w:themeColor="text1"/>
        </w:rPr>
        <w:t>a zákonem č. 563/1991 Sb., o účetnictví, ve znění pozdějších předpisů.</w:t>
      </w:r>
      <w:r w:rsidR="00D0799D" w:rsidRPr="00D0799D">
        <w:t xml:space="preserve"> </w:t>
      </w:r>
      <w:bookmarkStart w:id="132" w:name="_Hlk109207909"/>
      <w:r w:rsidR="00D0799D" w:rsidRPr="00D0799D">
        <w:rPr>
          <w:color w:val="000000" w:themeColor="text1"/>
        </w:rPr>
        <w:t>Faktura musí obsahovat</w:t>
      </w:r>
      <w:r w:rsidR="00DC4D5E">
        <w:rPr>
          <w:color w:val="000000" w:themeColor="text1"/>
        </w:rPr>
        <w:t>:</w:t>
      </w:r>
    </w:p>
    <w:p w14:paraId="21A6E2AF"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označení smluvních stran a jejich adresy, </w:t>
      </w:r>
    </w:p>
    <w:p w14:paraId="1A53119E"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IČO, DIČ Klienta</w:t>
      </w:r>
    </w:p>
    <w:p w14:paraId="7FD79D28"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IČO, DIČ ESCO, </w:t>
      </w:r>
    </w:p>
    <w:p w14:paraId="0DB501AB"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údaj o tom, že vystavovatel faktury je zapsán v obchodním rejstříku včetně spisové značky,</w:t>
      </w:r>
    </w:p>
    <w:p w14:paraId="740DB397" w14:textId="6CB2DB55"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název </w:t>
      </w:r>
      <w:r>
        <w:rPr>
          <w:rFonts w:ascii="Arial" w:hAnsi="Arial" w:cs="Arial"/>
        </w:rPr>
        <w:t>projektu,</w:t>
      </w:r>
    </w:p>
    <w:p w14:paraId="4CAFAA15"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číslo smlouvy, </w:t>
      </w:r>
    </w:p>
    <w:p w14:paraId="0A1CB5C8"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lastRenderedPageBreak/>
        <w:t xml:space="preserve">číslo faktury, </w:t>
      </w:r>
    </w:p>
    <w:p w14:paraId="0A767E72"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datum vystavení faktury,</w:t>
      </w:r>
    </w:p>
    <w:p w14:paraId="7EDD8525"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datum odeslání faktury, </w:t>
      </w:r>
    </w:p>
    <w:p w14:paraId="1349E351"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údaj o splatnosti faktury, </w:t>
      </w:r>
    </w:p>
    <w:p w14:paraId="14A24C1B"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datum zdanitelného plnění, </w:t>
      </w:r>
    </w:p>
    <w:p w14:paraId="314E6BB2"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označení bankovního ústavu a číslo účtu, na který se má platit, </w:t>
      </w:r>
    </w:p>
    <w:p w14:paraId="288654DF"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rozsah a předmět plnění, jehož cena se vyúčtovává,</w:t>
      </w:r>
    </w:p>
    <w:p w14:paraId="4472B43F"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fakturovanou částku, </w:t>
      </w:r>
    </w:p>
    <w:p w14:paraId="7F79A86E" w14:textId="77777777"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razítko a podpis,</w:t>
      </w:r>
    </w:p>
    <w:p w14:paraId="793F721A" w14:textId="25315622" w:rsidR="00DC4D5E" w:rsidRPr="00800FF7" w:rsidRDefault="00DC4D5E" w:rsidP="00DC4D5E">
      <w:pPr>
        <w:pStyle w:val="Nadpis5"/>
        <w:numPr>
          <w:ilvl w:val="0"/>
          <w:numId w:val="41"/>
        </w:numPr>
        <w:ind w:left="964" w:hanging="567"/>
        <w:rPr>
          <w:rFonts w:ascii="Arial" w:hAnsi="Arial" w:cs="Arial"/>
        </w:rPr>
      </w:pPr>
      <w:r w:rsidRPr="00800FF7">
        <w:rPr>
          <w:rFonts w:ascii="Arial" w:hAnsi="Arial" w:cs="Arial"/>
        </w:rPr>
        <w:t xml:space="preserve">informaci, že předmět plnění je realizován v rámci „Realizace </w:t>
      </w:r>
      <w:r>
        <w:rPr>
          <w:rFonts w:ascii="Arial" w:hAnsi="Arial" w:cs="Arial"/>
        </w:rPr>
        <w:t>projektu</w:t>
      </w:r>
      <w:r w:rsidRPr="00800FF7">
        <w:rPr>
          <w:rFonts w:ascii="Arial" w:hAnsi="Arial" w:cs="Arial"/>
        </w:rPr>
        <w:t xml:space="preserve"> EPC II – energetické úspory Středočeského kraje – soubor objektů č. </w:t>
      </w:r>
      <w:r>
        <w:rPr>
          <w:rFonts w:ascii="Arial" w:hAnsi="Arial" w:cs="Arial"/>
        </w:rPr>
        <w:t>5</w:t>
      </w:r>
      <w:r w:rsidRPr="00800FF7">
        <w:rPr>
          <w:rFonts w:ascii="Arial" w:hAnsi="Arial" w:cs="Arial"/>
        </w:rPr>
        <w:t>“,</w:t>
      </w:r>
    </w:p>
    <w:p w14:paraId="12095040" w14:textId="77777777" w:rsidR="00DC4D5E" w:rsidRPr="00800FF7" w:rsidRDefault="00DC4D5E" w:rsidP="00DC4D5E">
      <w:pPr>
        <w:ind w:left="993" w:hanging="567"/>
        <w:rPr>
          <w:rFonts w:ascii="Arial" w:hAnsi="Arial" w:cs="Arial"/>
        </w:rPr>
      </w:pPr>
      <w:r w:rsidRPr="00800FF7">
        <w:rPr>
          <w:rFonts w:ascii="Arial" w:hAnsi="Arial" w:cs="Arial"/>
        </w:rPr>
        <w:t>q)</w:t>
      </w:r>
      <w:r w:rsidRPr="00800FF7">
        <w:rPr>
          <w:rFonts w:ascii="Arial" w:hAnsi="Arial" w:cs="Arial"/>
        </w:rPr>
        <w:tab/>
        <w:t>předávací protokol podepsaný oběma Smluvními stranami,</w:t>
      </w:r>
    </w:p>
    <w:p w14:paraId="0A586405" w14:textId="77777777" w:rsidR="00DC4D5E" w:rsidRPr="00800FF7" w:rsidRDefault="00DC4D5E" w:rsidP="00DC4D5E">
      <w:pPr>
        <w:ind w:left="993" w:hanging="567"/>
        <w:rPr>
          <w:rFonts w:ascii="Arial" w:hAnsi="Arial" w:cs="Arial"/>
        </w:rPr>
      </w:pPr>
      <w:r w:rsidRPr="00800FF7">
        <w:rPr>
          <w:rFonts w:ascii="Arial" w:hAnsi="Arial" w:cs="Arial"/>
        </w:rPr>
        <w:t>r)</w:t>
      </w:r>
      <w:r w:rsidRPr="00800FF7">
        <w:rPr>
          <w:rFonts w:ascii="Arial" w:hAnsi="Arial" w:cs="Arial"/>
        </w:rPr>
        <w:tab/>
        <w:t>přílohu s rozpisem konečných nákladů na stavební a technologickou část zvlášť ke každému objektu.</w:t>
      </w:r>
    </w:p>
    <w:bookmarkEnd w:id="131"/>
    <w:bookmarkEnd w:id="132"/>
    <w:p w14:paraId="4C0B6DB5" w14:textId="73B91017" w:rsidR="00F81353" w:rsidRPr="00A908D4" w:rsidRDefault="00F81353" w:rsidP="00E92C96">
      <w:pPr>
        <w:pStyle w:val="Nadpis2"/>
      </w:pPr>
      <w:r w:rsidRPr="00A908D4">
        <w:t>Nebude-li faktura obsahovat stanovené náležitosti, nebo v ní nebudou správně uvedené údaje, je Klient oprávněn ji vrátit ESCO ve lhůtě</w:t>
      </w:r>
      <w:r w:rsidR="00175D28">
        <w:t xml:space="preserve"> </w:t>
      </w:r>
      <w:r w:rsidR="00DC4D5E">
        <w:t>splatnosti</w:t>
      </w:r>
      <w:r w:rsidRPr="00A908D4">
        <w:t xml:space="preserve">. V takovém případě </w:t>
      </w:r>
      <w:proofErr w:type="gramStart"/>
      <w:r w:rsidR="002B1FDB" w:rsidRPr="00A908D4">
        <w:t>končí</w:t>
      </w:r>
      <w:proofErr w:type="gramEnd"/>
      <w:r w:rsidR="002B1FDB" w:rsidRPr="00A908D4">
        <w:t xml:space="preserve"> </w:t>
      </w:r>
      <w:r w:rsidRPr="00A908D4">
        <w:t>běh lhůty splatnosti a nová lhůta splatnosti počne běžet doručením opravené faktury.</w:t>
      </w:r>
    </w:p>
    <w:p w14:paraId="6D7C93DD" w14:textId="77777777" w:rsidR="00F81353" w:rsidRPr="00A908D4" w:rsidRDefault="00F81353">
      <w:pPr>
        <w:pStyle w:val="Nadpis1"/>
      </w:pPr>
      <w:r w:rsidRPr="00A908D4">
        <w:rPr>
          <w:b w:val="0"/>
        </w:rPr>
        <w:br/>
      </w:r>
      <w:bookmarkStart w:id="133" w:name="_Toc326522986"/>
      <w:bookmarkStart w:id="134" w:name="_Toc107261465"/>
      <w:r w:rsidR="006940C2" w:rsidRPr="00A908D4">
        <w:t>Splatnost</w:t>
      </w:r>
      <w:bookmarkEnd w:id="133"/>
      <w:bookmarkEnd w:id="134"/>
    </w:p>
    <w:p w14:paraId="5F4180B1" w14:textId="20657FEA" w:rsidR="00F81353" w:rsidRPr="00A908D4" w:rsidRDefault="00F81353" w:rsidP="00E92C96">
      <w:pPr>
        <w:pStyle w:val="Nadpis2"/>
      </w:pPr>
      <w:bookmarkStart w:id="135" w:name="_Ref152687572"/>
      <w:r w:rsidRPr="00A908D4">
        <w:t xml:space="preserve">Splatnost vyúčtované ceny za provedení základních opatření je dohodnuta </w:t>
      </w:r>
      <w:bookmarkEnd w:id="135"/>
      <w:r w:rsidR="004A7938" w:rsidRPr="00A908D4">
        <w:t xml:space="preserve">v délce </w:t>
      </w:r>
      <w:r w:rsidR="004A7938">
        <w:t>30</w:t>
      </w:r>
      <w:r w:rsidR="004A7938" w:rsidRPr="00A908D4">
        <w:t xml:space="preserve"> dnů ode dne doručení příslušné faktury</w:t>
      </w:r>
      <w:r w:rsidRPr="00A908D4">
        <w:t>.</w:t>
      </w:r>
    </w:p>
    <w:p w14:paraId="6EF2E66E" w14:textId="23D0919D" w:rsidR="00204722" w:rsidRPr="00A908D4" w:rsidRDefault="00204722" w:rsidP="00E92C96">
      <w:pPr>
        <w:pStyle w:val="Nadpis2"/>
      </w:pPr>
      <w:r w:rsidRPr="00A908D4">
        <w:t xml:space="preserve">Splatnost vyúčtované ceny energetického managementu se sjednává v délce </w:t>
      </w:r>
      <w:r w:rsidR="00D0799D">
        <w:t>30</w:t>
      </w:r>
      <w:r w:rsidR="00D0799D" w:rsidRPr="00A908D4">
        <w:t xml:space="preserve"> </w:t>
      </w:r>
      <w:r w:rsidRPr="00A908D4">
        <w:t>dnů ode dne doručení příslušné faktury</w:t>
      </w:r>
      <w:r w:rsidR="00CA7F24">
        <w:t xml:space="preserve"> </w:t>
      </w:r>
      <w:r w:rsidR="00CA7F24" w:rsidRPr="00CA7F24">
        <w:t>vystavené ze strany ESCO po splnění podmínek stanovených v Článku 15 smlouvy (po schválení průběžné zprávy za příslušné zúčtovací období)</w:t>
      </w:r>
    </w:p>
    <w:p w14:paraId="5FF7DC1A" w14:textId="7E757E23" w:rsidR="00F81353" w:rsidRPr="00A908D4" w:rsidRDefault="00F81353" w:rsidP="00E92C96">
      <w:pPr>
        <w:pStyle w:val="Nadpis2"/>
      </w:pPr>
      <w:r w:rsidRPr="00A908D4">
        <w:t xml:space="preserve">Splatnost vyúčtované prémie anebo sankce se sjednává v délce </w:t>
      </w:r>
      <w:r w:rsidR="00175D28">
        <w:t>30</w:t>
      </w:r>
      <w:r w:rsidRPr="00A908D4">
        <w:t xml:space="preserve"> dnů ode dne doručení příslušné faktury.</w:t>
      </w:r>
    </w:p>
    <w:p w14:paraId="42C3CD27" w14:textId="02CFBC0B" w:rsidR="00F81353" w:rsidRPr="00A908D4" w:rsidRDefault="00F81353" w:rsidP="00E92C96">
      <w:pPr>
        <w:pStyle w:val="Nadpis2"/>
      </w:pPr>
      <w:r w:rsidRPr="00A908D4">
        <w:t>Na splatnost vyúčtované ceny za provedení dodatečných opatření se přiměřeně použij</w:t>
      </w:r>
      <w:r w:rsidR="004A7938">
        <w:t>e</w:t>
      </w:r>
      <w:r w:rsidRPr="00A908D4">
        <w:t xml:space="preserve"> odst. </w:t>
      </w:r>
      <w:r w:rsidR="008E6B6A" w:rsidRPr="00A908D4">
        <w:fldChar w:fldCharType="begin"/>
      </w:r>
      <w:r w:rsidR="008E6B6A" w:rsidRPr="00A908D4">
        <w:instrText xml:space="preserve"> REF _Ref152687572 \r \h  \* MERGEFORMAT </w:instrText>
      </w:r>
      <w:r w:rsidR="008E6B6A" w:rsidRPr="00A908D4">
        <w:fldChar w:fldCharType="separate"/>
      </w:r>
      <w:r w:rsidR="00E90D85">
        <w:t>1</w:t>
      </w:r>
      <w:r w:rsidR="008E6B6A" w:rsidRPr="00A908D4">
        <w:fldChar w:fldCharType="end"/>
      </w:r>
      <w:r w:rsidRPr="00A908D4">
        <w:t xml:space="preserve"> </w:t>
      </w:r>
      <w:r w:rsidR="002B1FDB" w:rsidRPr="00A908D4">
        <w:t>tohoto Článku</w:t>
      </w:r>
      <w:r w:rsidRPr="00A908D4">
        <w:t>.</w:t>
      </w:r>
    </w:p>
    <w:p w14:paraId="6CA226BC" w14:textId="77777777" w:rsidR="00F81353" w:rsidRPr="00A908D4" w:rsidRDefault="00F81353" w:rsidP="00E92C96">
      <w:pPr>
        <w:pStyle w:val="Nadpis2"/>
      </w:pPr>
      <w:r w:rsidRPr="00A908D4">
        <w:t>Klient je povinen platby podle této smlouvy platit bankovním převodem na účet ESCO uvedený ve faktuře. Za den zaplacení se považuje den, kdy je příslušná částka připsána na účet ESCO.</w:t>
      </w:r>
    </w:p>
    <w:p w14:paraId="23B4E4C6" w14:textId="77777777" w:rsidR="00A02333" w:rsidRPr="00A908D4" w:rsidRDefault="00A02333" w:rsidP="00A02333">
      <w:pPr>
        <w:pStyle w:val="Nadpis1"/>
        <w:spacing w:before="360"/>
      </w:pPr>
      <w:r w:rsidRPr="00A908D4">
        <w:rPr>
          <w:b w:val="0"/>
        </w:rPr>
        <w:lastRenderedPageBreak/>
        <w:br/>
      </w:r>
      <w:bookmarkStart w:id="136" w:name="_Ref172276489"/>
      <w:bookmarkStart w:id="137" w:name="_Toc264472733"/>
      <w:bookmarkStart w:id="138" w:name="_Toc326522987"/>
      <w:bookmarkStart w:id="139" w:name="_Toc107261466"/>
      <w:r w:rsidRPr="00A908D4">
        <w:t>Předčasné splacení</w:t>
      </w:r>
      <w:bookmarkEnd w:id="136"/>
      <w:bookmarkEnd w:id="137"/>
      <w:bookmarkEnd w:id="138"/>
      <w:bookmarkEnd w:id="139"/>
    </w:p>
    <w:p w14:paraId="652C81D8" w14:textId="19B63ACB" w:rsidR="000207A9" w:rsidRPr="00A908D4" w:rsidRDefault="004A7938" w:rsidP="004A7938">
      <w:pPr>
        <w:pStyle w:val="Nadpis2"/>
        <w:numPr>
          <w:ilvl w:val="0"/>
          <w:numId w:val="0"/>
        </w:numPr>
        <w:ind w:left="142"/>
      </w:pPr>
      <w:r>
        <w:t>Neuplatní se.</w:t>
      </w:r>
    </w:p>
    <w:p w14:paraId="777E2C02" w14:textId="77777777" w:rsidR="00F81353" w:rsidRPr="00A908D4" w:rsidRDefault="00F81353">
      <w:pPr>
        <w:pStyle w:val="Nadpis1"/>
      </w:pPr>
      <w:r w:rsidRPr="00A908D4">
        <w:rPr>
          <w:b w:val="0"/>
        </w:rPr>
        <w:br/>
      </w:r>
      <w:bookmarkStart w:id="140" w:name="_Toc326522988"/>
      <w:bookmarkStart w:id="141" w:name="_Toc107261467"/>
      <w:r w:rsidRPr="00A908D4">
        <w:t>Ostatní platební podmínky</w:t>
      </w:r>
      <w:bookmarkEnd w:id="140"/>
      <w:bookmarkEnd w:id="141"/>
    </w:p>
    <w:p w14:paraId="3E6B4230" w14:textId="6455A874" w:rsidR="00944F38" w:rsidRPr="00A908D4" w:rsidRDefault="00F81353" w:rsidP="00E92C96">
      <w:pPr>
        <w:pStyle w:val="Nadpis2"/>
      </w:pPr>
      <w:bookmarkStart w:id="142" w:name="_Ref330840471"/>
      <w:bookmarkStart w:id="143" w:name="_Ref152688224"/>
      <w:bookmarkStart w:id="144" w:name="_Ref207427896"/>
      <w:r w:rsidRPr="00A908D4">
        <w:t>V případě prodlení Klienta s</w:t>
      </w:r>
      <w:r w:rsidR="001F6A88" w:rsidRPr="00A908D4">
        <w:t> </w:t>
      </w:r>
      <w:r w:rsidR="00C03255" w:rsidRPr="00A908D4">
        <w:t>úhradou</w:t>
      </w:r>
      <w:r w:rsidR="001F6A88" w:rsidRPr="00A908D4">
        <w:t xml:space="preserve"> </w:t>
      </w:r>
      <w:r w:rsidRPr="00A908D4">
        <w:t>ceny</w:t>
      </w:r>
      <w:r w:rsidR="001F6A88" w:rsidRPr="00A908D4">
        <w:t xml:space="preserve"> </w:t>
      </w:r>
      <w:r w:rsidRPr="00A908D4">
        <w:t>za proveden</w:t>
      </w:r>
      <w:r w:rsidR="008C241D">
        <w:t>á</w:t>
      </w:r>
      <w:r w:rsidRPr="00A908D4">
        <w:t xml:space="preserve"> opatření </w:t>
      </w:r>
      <w:r w:rsidR="00DD259E" w:rsidRPr="00A908D4">
        <w:t>po dobu delší ne</w:t>
      </w:r>
      <w:r w:rsidR="006552E2" w:rsidRPr="00A908D4">
        <w:t xml:space="preserve">ž </w:t>
      </w:r>
      <w:r w:rsidR="009E6CB4" w:rsidRPr="00A908D4">
        <w:t>9</w:t>
      </w:r>
      <w:r w:rsidR="00DD259E" w:rsidRPr="00A908D4">
        <w:t>0 dnů</w:t>
      </w:r>
      <w:r w:rsidR="00FA3347" w:rsidRPr="00A908D4">
        <w:t>,</w:t>
      </w:r>
      <w:r w:rsidR="00C33A43" w:rsidRPr="00A908D4">
        <w:t xml:space="preserve"> je ESCO oprávněna</w:t>
      </w:r>
      <w:r w:rsidR="00504F75" w:rsidRPr="00A908D4">
        <w:t xml:space="preserve"> písemným oznámením</w:t>
      </w:r>
      <w:r w:rsidR="008611A5" w:rsidRPr="00A908D4">
        <w:t xml:space="preserve"> </w:t>
      </w:r>
      <w:r w:rsidR="00504F75" w:rsidRPr="00A908D4">
        <w:t xml:space="preserve">vyzvat Klienta ke sjednání nápravy a uhrazení ceny za provedená opatření spolu s úroky </w:t>
      </w:r>
      <w:r w:rsidR="00FA3347" w:rsidRPr="00A908D4">
        <w:t xml:space="preserve">do </w:t>
      </w:r>
      <w:r w:rsidR="00504F75" w:rsidRPr="00A908D4">
        <w:t>30 dnů ode dne doručení oznámení</w:t>
      </w:r>
      <w:r w:rsidR="00FA3347" w:rsidRPr="00A908D4">
        <w:t xml:space="preserve"> Klientovi</w:t>
      </w:r>
      <w:r w:rsidR="007F0CB3" w:rsidRPr="00A908D4">
        <w:t>, ve kter</w:t>
      </w:r>
      <w:r w:rsidR="00622F1A" w:rsidRPr="00A908D4">
        <w:t>á upozorní Klienta na rizika</w:t>
      </w:r>
      <w:r w:rsidR="009058B6">
        <w:t xml:space="preserve"> a sankce</w:t>
      </w:r>
      <w:r w:rsidR="00622F1A" w:rsidRPr="00A908D4">
        <w:t xml:space="preserve"> spojen</w:t>
      </w:r>
      <w:r w:rsidR="003F2778" w:rsidRPr="00A908D4">
        <w:t xml:space="preserve">á s neplněním smluvních </w:t>
      </w:r>
      <w:r w:rsidR="003F2778" w:rsidRPr="00857783">
        <w:rPr>
          <w:color w:val="000000" w:themeColor="text1"/>
        </w:rPr>
        <w:t>povinností dle</w:t>
      </w:r>
      <w:r w:rsidR="00197BDE" w:rsidRPr="00857783">
        <w:rPr>
          <w:color w:val="000000" w:themeColor="text1"/>
        </w:rPr>
        <w:t xml:space="preserve"> tohoto</w:t>
      </w:r>
      <w:r w:rsidR="009058B6" w:rsidRPr="00857783">
        <w:rPr>
          <w:color w:val="000000" w:themeColor="text1"/>
        </w:rPr>
        <w:t xml:space="preserve"> odstavce</w:t>
      </w:r>
      <w:r w:rsidR="00662D41" w:rsidRPr="00857783">
        <w:rPr>
          <w:color w:val="000000" w:themeColor="text1"/>
        </w:rPr>
        <w:t xml:space="preserve"> </w:t>
      </w:r>
      <w:r w:rsidR="000E161F" w:rsidRPr="00857783">
        <w:rPr>
          <w:color w:val="000000" w:themeColor="text1"/>
        </w:rPr>
        <w:fldChar w:fldCharType="begin"/>
      </w:r>
      <w:r w:rsidR="008973B0" w:rsidRPr="00857783">
        <w:rPr>
          <w:color w:val="000000" w:themeColor="text1"/>
        </w:rPr>
        <w:instrText xml:space="preserve"> REF _Ref330840471 \w \h  \* MERGEFORMAT </w:instrText>
      </w:r>
      <w:r w:rsidR="000E161F" w:rsidRPr="00857783">
        <w:rPr>
          <w:color w:val="000000" w:themeColor="text1"/>
        </w:rPr>
      </w:r>
      <w:r w:rsidR="000E161F" w:rsidRPr="00857783">
        <w:rPr>
          <w:color w:val="000000" w:themeColor="text1"/>
        </w:rPr>
        <w:fldChar w:fldCharType="separate"/>
      </w:r>
      <w:r w:rsidR="00E90D85">
        <w:rPr>
          <w:color w:val="000000" w:themeColor="text1"/>
        </w:rPr>
        <w:t>Článek 26.1</w:t>
      </w:r>
      <w:r w:rsidR="000E161F" w:rsidRPr="00857783">
        <w:rPr>
          <w:color w:val="000000" w:themeColor="text1"/>
        </w:rPr>
        <w:fldChar w:fldCharType="end"/>
      </w:r>
      <w:r w:rsidR="009058B6" w:rsidRPr="00857783">
        <w:rPr>
          <w:color w:val="000000" w:themeColor="text1"/>
        </w:rPr>
        <w:t xml:space="preserve"> smlouvy.</w:t>
      </w:r>
      <w:bookmarkEnd w:id="142"/>
    </w:p>
    <w:p w14:paraId="33D6EFD9" w14:textId="5032AF18" w:rsidR="009E6CB4" w:rsidRPr="00A908D4" w:rsidRDefault="009E6CB4" w:rsidP="00E92C96">
      <w:pPr>
        <w:pStyle w:val="Nadpis2"/>
      </w:pPr>
      <w:r w:rsidRPr="00A908D4">
        <w:t xml:space="preserve">Marným uplynutím lhůty k nápravě podle </w:t>
      </w:r>
      <w:r w:rsidR="008E6B6A" w:rsidRPr="00A908D4">
        <w:fldChar w:fldCharType="begin"/>
      </w:r>
      <w:r w:rsidR="008E6B6A" w:rsidRPr="00A908D4">
        <w:instrText xml:space="preserve"> REF _Ref330840471 \w \h  \* MERGEFORMAT </w:instrText>
      </w:r>
      <w:r w:rsidR="008E6B6A" w:rsidRPr="00A908D4">
        <w:fldChar w:fldCharType="separate"/>
      </w:r>
      <w:r w:rsidR="00E90D85">
        <w:t>Článek 26.1</w:t>
      </w:r>
      <w:r w:rsidR="008E6B6A" w:rsidRPr="00A908D4">
        <w:fldChar w:fldCharType="end"/>
      </w:r>
      <w:r w:rsidRPr="00A908D4">
        <w:t>:</w:t>
      </w:r>
    </w:p>
    <w:p w14:paraId="57BC2B73" w14:textId="77777777" w:rsidR="009E6CB4" w:rsidRPr="00A908D4" w:rsidRDefault="009E6CB4">
      <w:pPr>
        <w:pStyle w:val="Nadpis5"/>
        <w:numPr>
          <w:ilvl w:val="0"/>
          <w:numId w:val="7"/>
        </w:numPr>
        <w:ind w:left="964" w:hanging="567"/>
      </w:pPr>
      <w:r w:rsidRPr="00A908D4">
        <w:t>zaniká závazek ESCO poskytovat Klientovi energetický management a Klientovi zaniká závazek jí za to platit cenu;</w:t>
      </w:r>
    </w:p>
    <w:p w14:paraId="68DBCFE3" w14:textId="77777777" w:rsidR="009E6CB4" w:rsidRPr="00A908D4" w:rsidRDefault="009E6CB4">
      <w:pPr>
        <w:pStyle w:val="Nadpis5"/>
        <w:numPr>
          <w:ilvl w:val="0"/>
          <w:numId w:val="7"/>
        </w:numPr>
        <w:ind w:left="964" w:hanging="567"/>
      </w:pPr>
      <w:r w:rsidRPr="00A908D4">
        <w:t>zaniká garance poskytovaná ze strany ESCO</w:t>
      </w:r>
      <w:r w:rsidR="00F2462F" w:rsidRPr="00A908D4">
        <w:t>, ledaže se smluvní strany dohodnou písemným dodatkem k této smlouvě jinak</w:t>
      </w:r>
      <w:r w:rsidR="00A36530" w:rsidRPr="00A908D4">
        <w:t>.</w:t>
      </w:r>
    </w:p>
    <w:p w14:paraId="53C333FF" w14:textId="77777777" w:rsidR="00F81353" w:rsidRPr="00A908D4" w:rsidRDefault="00F81353" w:rsidP="00805D06">
      <w:pPr>
        <w:pStyle w:val="Nzev"/>
        <w:keepNext/>
        <w:pageBreakBefore/>
        <w:spacing w:before="600"/>
        <w:rPr>
          <w:rFonts w:asciiTheme="minorHAnsi" w:hAnsiTheme="minorHAnsi" w:cstheme="minorHAnsi"/>
          <w:b/>
          <w:sz w:val="28"/>
          <w:szCs w:val="28"/>
        </w:rPr>
      </w:pPr>
      <w:bookmarkStart w:id="145" w:name="_Toc326522989"/>
      <w:bookmarkEnd w:id="143"/>
      <w:bookmarkEnd w:id="144"/>
      <w:r w:rsidRPr="00A908D4">
        <w:rPr>
          <w:rFonts w:asciiTheme="minorHAnsi" w:hAnsiTheme="minorHAnsi" w:cstheme="minorHAnsi"/>
          <w:b/>
          <w:sz w:val="28"/>
          <w:szCs w:val="28"/>
        </w:rPr>
        <w:lastRenderedPageBreak/>
        <w:t>Oddíl II: Ostatní ujednání</w:t>
      </w:r>
      <w:bookmarkEnd w:id="145"/>
    </w:p>
    <w:p w14:paraId="02AE9322" w14:textId="77777777" w:rsidR="00272371" w:rsidRPr="00A908D4" w:rsidRDefault="00F81353" w:rsidP="00D1096E">
      <w:pPr>
        <w:pStyle w:val="Nadpis1"/>
        <w:spacing w:before="360"/>
      </w:pPr>
      <w:r w:rsidRPr="00A908D4">
        <w:rPr>
          <w:b w:val="0"/>
        </w:rPr>
        <w:br/>
      </w:r>
      <w:bookmarkStart w:id="146" w:name="_Toc326522990"/>
      <w:bookmarkStart w:id="147" w:name="_Toc107261468"/>
      <w:r w:rsidRPr="00A908D4">
        <w:t>Vzájemná informační povinnost</w:t>
      </w:r>
      <w:bookmarkEnd w:id="146"/>
      <w:bookmarkEnd w:id="147"/>
    </w:p>
    <w:p w14:paraId="7E4F3C7D" w14:textId="10CE140A" w:rsidR="00D1096E" w:rsidRPr="00A908D4" w:rsidRDefault="00D1096E" w:rsidP="00E92C96">
      <w:pPr>
        <w:pStyle w:val="Nadpis2"/>
      </w:pPr>
      <w:r w:rsidRPr="00A908D4">
        <w:t>Smluvní strany se zavazují si bez zbytečného odkladu sdělovat informace potřebné pro plnění této smlouvy.</w:t>
      </w:r>
      <w:r w:rsidR="00D975AA" w:rsidRPr="00A908D4">
        <w:t xml:space="preserve"> </w:t>
      </w:r>
      <w:r w:rsidRPr="00A908D4">
        <w:t xml:space="preserve">Klient bude ESCO nejméně </w:t>
      </w:r>
      <w:r w:rsidR="00D0603C" w:rsidRPr="00A908D4">
        <w:t>30</w:t>
      </w:r>
      <w:r w:rsidRPr="00A908D4">
        <w:t xml:space="preserve"> dní předem písemně informovat o všech záměrech, které by mohly vést ke změně okolností.</w:t>
      </w:r>
    </w:p>
    <w:p w14:paraId="40D09002" w14:textId="77777777" w:rsidR="00F81353" w:rsidRPr="00A908D4" w:rsidRDefault="00F81353" w:rsidP="00E92C96">
      <w:pPr>
        <w:pStyle w:val="Nadpis2"/>
      </w:pPr>
      <w:r w:rsidRPr="00A908D4">
        <w:t>ESCO</w:t>
      </w:r>
      <w:r w:rsidR="00F46AC8" w:rsidRPr="00A908D4">
        <w:t xml:space="preserve"> je</w:t>
      </w:r>
      <w:r w:rsidR="00336107" w:rsidRPr="00A908D4">
        <w:t xml:space="preserve"> oprávněna</w:t>
      </w:r>
    </w:p>
    <w:p w14:paraId="1C316C3A" w14:textId="77777777" w:rsidR="00EB486B" w:rsidRPr="00A908D4" w:rsidRDefault="00F81353">
      <w:pPr>
        <w:pStyle w:val="Nadpis5"/>
        <w:numPr>
          <w:ilvl w:val="0"/>
          <w:numId w:val="27"/>
        </w:numPr>
        <w:ind w:left="964" w:hanging="567"/>
      </w:pPr>
      <w:r w:rsidRPr="00A908D4">
        <w:t xml:space="preserve">vyžadovat </w:t>
      </w:r>
      <w:r w:rsidR="009F73DD" w:rsidRPr="00A908D4">
        <w:t xml:space="preserve">od </w:t>
      </w:r>
      <w:r w:rsidRPr="00A908D4">
        <w:t>Klienta, příp. jeho</w:t>
      </w:r>
      <w:r w:rsidR="009F73DD" w:rsidRPr="00A908D4">
        <w:t xml:space="preserve"> zaměstnanců,</w:t>
      </w:r>
      <w:r w:rsidRPr="00A908D4">
        <w:t xml:space="preserve"> smluvních partnerů</w:t>
      </w:r>
      <w:r w:rsidR="002B1FDB" w:rsidRPr="00A908D4">
        <w:t xml:space="preserve"> nebo zástupců</w:t>
      </w:r>
      <w:r w:rsidRPr="00A908D4">
        <w:t>, je-li to třeba, informace a vysvětlení</w:t>
      </w:r>
      <w:r w:rsidR="00EA738A" w:rsidRPr="00A908D4">
        <w:t xml:space="preserve"> související s předmětem plnění dle této smlouvy</w:t>
      </w:r>
      <w:r w:rsidRPr="00A908D4">
        <w:t>;</w:t>
      </w:r>
    </w:p>
    <w:p w14:paraId="2F11BC32" w14:textId="77777777" w:rsidR="001F2E16" w:rsidRPr="00A908D4" w:rsidRDefault="001F2E16">
      <w:pPr>
        <w:pStyle w:val="Nadpis5"/>
        <w:numPr>
          <w:ilvl w:val="0"/>
          <w:numId w:val="27"/>
        </w:numPr>
        <w:ind w:left="964" w:hanging="567"/>
      </w:pPr>
      <w:r w:rsidRPr="00A908D4">
        <w:t xml:space="preserve">požádat Klienta o </w:t>
      </w:r>
      <w:r w:rsidR="00756347" w:rsidRPr="00A908D4">
        <w:t>potvrzení/dokumenty/</w:t>
      </w:r>
      <w:r w:rsidRPr="00A908D4">
        <w:t xml:space="preserve">informace v rozsahu nezbytném </w:t>
      </w:r>
      <w:r w:rsidR="00D0603C" w:rsidRPr="00A908D4">
        <w:t xml:space="preserve">pro </w:t>
      </w:r>
      <w:r w:rsidRPr="00A908D4">
        <w:t>zajištění financování realizace opatření dle této smlouvy;</w:t>
      </w:r>
    </w:p>
    <w:p w14:paraId="566D9CCF" w14:textId="77777777" w:rsidR="00EB486B" w:rsidRPr="00A908D4" w:rsidRDefault="00F81353">
      <w:pPr>
        <w:pStyle w:val="Nadpis5"/>
        <w:numPr>
          <w:ilvl w:val="0"/>
          <w:numId w:val="27"/>
        </w:numPr>
        <w:ind w:left="964" w:hanging="567"/>
      </w:pPr>
      <w:r w:rsidRPr="00A908D4">
        <w:t xml:space="preserve">vyžadovat předložení </w:t>
      </w:r>
      <w:r w:rsidR="00D1096E" w:rsidRPr="00A908D4">
        <w:t>dokumentů souvisejících s předmětem plnění dle této smlouvy</w:t>
      </w:r>
      <w:r w:rsidRPr="00A908D4">
        <w:t>.</w:t>
      </w:r>
    </w:p>
    <w:p w14:paraId="46259873" w14:textId="1A63525B" w:rsidR="00F81353" w:rsidRPr="00A908D4" w:rsidRDefault="00F81353" w:rsidP="00E92C96">
      <w:pPr>
        <w:pStyle w:val="Nadpis2"/>
        <w:numPr>
          <w:ilvl w:val="0"/>
          <w:numId w:val="0"/>
        </w:numPr>
        <w:ind w:left="426"/>
      </w:pPr>
      <w:r w:rsidRPr="00A908D4">
        <w:t>Na žádost Klienta je ESCO povinna mu sdělit důvody, které ji k žádosti o jejich poskytnutí vedly. Klient je povinen součinnost podle tohoto odstavce ESCO poskytnout neprodleně, nejpozději do 14 dnů od vyžádání</w:t>
      </w:r>
      <w:r w:rsidR="004828AC" w:rsidRPr="00A908D4">
        <w:t>, pokud vznesené požadavky nejsou v rozporu obecně závaznými právními p</w:t>
      </w:r>
      <w:r w:rsidR="009F73DD" w:rsidRPr="00A908D4">
        <w:t>ředpisy a/nebo touto smlouvou.</w:t>
      </w:r>
    </w:p>
    <w:p w14:paraId="2AA72428" w14:textId="3EDF6848" w:rsidR="00F81353" w:rsidRPr="00A908D4" w:rsidRDefault="00F81353" w:rsidP="002F2917">
      <w:pPr>
        <w:pStyle w:val="Nadpis1"/>
      </w:pPr>
      <w:r w:rsidRPr="00A908D4">
        <w:rPr>
          <w:b w:val="0"/>
        </w:rPr>
        <w:br/>
      </w:r>
      <w:bookmarkStart w:id="148" w:name="_Toc326522991"/>
      <w:bookmarkStart w:id="149" w:name="_Toc107261469"/>
      <w:r w:rsidR="00961E3D" w:rsidRPr="00A908D4">
        <w:t>Ochrana informací a o</w:t>
      </w:r>
      <w:r w:rsidR="008558DD" w:rsidRPr="00A908D4">
        <w:t>bchodní tajemství</w:t>
      </w:r>
      <w:bookmarkEnd w:id="148"/>
      <w:bookmarkEnd w:id="149"/>
    </w:p>
    <w:p w14:paraId="6922D717" w14:textId="1BB06135" w:rsidR="00272371" w:rsidRPr="00A908D4" w:rsidRDefault="00737E8C" w:rsidP="00E92C96">
      <w:pPr>
        <w:pStyle w:val="Nadpis2"/>
      </w:pPr>
      <w:r w:rsidRPr="00A908D4">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A908D4">
        <w:t>)</w:t>
      </w:r>
      <w:r w:rsidRPr="00A908D4">
        <w:t>.</w:t>
      </w:r>
    </w:p>
    <w:p w14:paraId="78A26EE9" w14:textId="77777777" w:rsidR="00272371" w:rsidRPr="00A908D4" w:rsidRDefault="00961E3D" w:rsidP="00E92C96">
      <w:pPr>
        <w:pStyle w:val="Nadpis2"/>
      </w:pPr>
      <w:r w:rsidRPr="00A908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A908D4">
        <w:t>přiměřenou</w:t>
      </w:r>
      <w:r w:rsidR="004B5372" w:rsidRPr="00A908D4">
        <w:t xml:space="preserve"> </w:t>
      </w:r>
      <w:r w:rsidRPr="00A908D4">
        <w:t>součinnost.</w:t>
      </w:r>
      <w:r w:rsidR="00894B39" w:rsidRPr="00A908D4">
        <w:t xml:space="preserve"> ESCO se</w:t>
      </w:r>
      <w:r w:rsidR="00C8667A" w:rsidRPr="00A908D4">
        <w:t xml:space="preserve"> v této souvislosti</w:t>
      </w:r>
      <w:r w:rsidR="00894B39" w:rsidRPr="00A908D4">
        <w:t xml:space="preserve"> zavazuje </w:t>
      </w:r>
      <w:r w:rsidR="00AC3DA3" w:rsidRPr="00A908D4">
        <w:t>umožnit provedení kontroly všech dokladů, zejména pak účetních dokladů, souvisejících s realizací projektu, a to po dobu stanovenou právními předpisy ČR k její archivaci.</w:t>
      </w:r>
    </w:p>
    <w:p w14:paraId="0A85CD85" w14:textId="588DF9EE" w:rsidR="00272371" w:rsidRPr="00A908D4" w:rsidRDefault="00461C1A" w:rsidP="00E92C96">
      <w:pPr>
        <w:pStyle w:val="Nadpis2"/>
      </w:pPr>
      <w:bookmarkStart w:id="150" w:name="_Ref330840494"/>
      <w:r w:rsidRPr="00A908D4">
        <w:t>Smluvní strany tímto výslovně potvrzují a zavazují se, že veškeré skutečnosti uvedené v příloze č.</w:t>
      </w:r>
      <w:r w:rsidR="002B1FDB" w:rsidRPr="00A908D4">
        <w:t> </w:t>
      </w:r>
      <w:r w:rsidR="00B24712" w:rsidRPr="00A908D4">
        <w:t>2</w:t>
      </w:r>
      <w:r w:rsidR="00F430C0" w:rsidRPr="00A908D4">
        <w:t xml:space="preserve"> a 6</w:t>
      </w:r>
      <w:r w:rsidRPr="00A908D4">
        <w:t xml:space="preserve"> představující zejména popisy nebo části popisů technologických procesů a vzorců, technických vzorců a technického know-how, </w:t>
      </w:r>
      <w:r w:rsidR="00F430C0" w:rsidRPr="00A908D4">
        <w:t xml:space="preserve">individuální údaje, </w:t>
      </w:r>
      <w:r w:rsidRPr="00A908D4">
        <w:t xml:space="preserve">informace o provozních </w:t>
      </w:r>
      <w:r w:rsidRPr="00A908D4">
        <w:lastRenderedPageBreak/>
        <w:t>metodách, procedurách a pracovních postupech tvoří součást obchodního tajemství ESCO (dále jen „</w:t>
      </w:r>
      <w:r w:rsidRPr="00A908D4">
        <w:rPr>
          <w:b/>
        </w:rPr>
        <w:t>obchodní tajemství ESCO</w:t>
      </w:r>
      <w:r w:rsidRPr="00A908D4">
        <w:t xml:space="preserve">“) a podléhá ochraně příslušných ustanovení </w:t>
      </w:r>
      <w:r w:rsidR="000E41C4" w:rsidRPr="00A908D4">
        <w:t>ob</w:t>
      </w:r>
      <w:r w:rsidR="00557199" w:rsidRPr="00A908D4">
        <w:t>čanského</w:t>
      </w:r>
      <w:r w:rsidR="00F40874" w:rsidRPr="00A908D4">
        <w:t xml:space="preserve"> </w:t>
      </w:r>
      <w:r w:rsidR="000E41C4" w:rsidRPr="00A908D4">
        <w:t xml:space="preserve">zákoníku, </w:t>
      </w:r>
      <w:r w:rsidRPr="00A908D4">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A908D4">
        <w:t xml:space="preserve">ze strany </w:t>
      </w:r>
      <w:r w:rsidRPr="00A908D4">
        <w:t xml:space="preserve">ESCO není Klient </w:t>
      </w:r>
      <w:proofErr w:type="gramStart"/>
      <w:r w:rsidRPr="00A908D4">
        <w:t>oprávněn</w:t>
      </w:r>
      <w:proofErr w:type="gramEnd"/>
      <w:r w:rsidRPr="00A908D4">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A908D4">
        <w:t xml:space="preserve"> či zveřejnit</w:t>
      </w:r>
      <w:r w:rsidRPr="00A908D4">
        <w:t>. Klient se zavazuje zajistit po dobu trvání této smlouvy, aby se obchodní tajemství a/nebo její část a/nebo informace v něm obsažená nedostala do dispoziční sféry třetí osoby</w:t>
      </w:r>
      <w:r w:rsidR="00593BE4" w:rsidRPr="00A908D4">
        <w:t xml:space="preserve"> či osob</w:t>
      </w:r>
      <w:r w:rsidRPr="00A908D4">
        <w:t xml:space="preserve"> bez předchozího souhlasu ESCO.</w:t>
      </w:r>
      <w:bookmarkEnd w:id="150"/>
    </w:p>
    <w:p w14:paraId="02F1A87A" w14:textId="1F87244F" w:rsidR="00663FB3" w:rsidRPr="00A908D4" w:rsidRDefault="00F81353" w:rsidP="00B05EEF">
      <w:pPr>
        <w:pStyle w:val="Nadpis2"/>
      </w:pPr>
      <w:r w:rsidRPr="00A908D4">
        <w:t xml:space="preserve">Smluvní strany se dohodly, že tímto </w:t>
      </w:r>
      <w:r w:rsidR="00BF28D1" w:rsidRPr="00A908D4">
        <w:t xml:space="preserve">Článkem </w:t>
      </w:r>
      <w:r w:rsidRPr="00A908D4">
        <w:t xml:space="preserve">není dotčeno právo </w:t>
      </w:r>
      <w:r w:rsidR="00EE5E4D">
        <w:t xml:space="preserve">smluvních stran </w:t>
      </w:r>
      <w:r w:rsidRPr="00A908D4">
        <w:t>zveřejnit výsledky dosažených úspor s nezbytnými údaji o Klientovi</w:t>
      </w:r>
      <w:r w:rsidR="00EE5E4D">
        <w:t xml:space="preserve"> a ESCO</w:t>
      </w:r>
      <w:r w:rsidRPr="00A908D4">
        <w:t>, výchozím stavu a provedených opatření</w:t>
      </w:r>
      <w:r w:rsidR="00EE5E4D">
        <w:t>ch</w:t>
      </w:r>
      <w:r w:rsidRPr="00A908D4">
        <w:t xml:space="preserve"> při své prezentaci</w:t>
      </w:r>
      <w:r w:rsidR="00D975AA" w:rsidRPr="00A908D4">
        <w:t>/</w:t>
      </w:r>
      <w:r w:rsidR="00C76078" w:rsidRPr="00A908D4">
        <w:t>r</w:t>
      </w:r>
      <w:r w:rsidR="00286238" w:rsidRPr="00A908D4">
        <w:t>e</w:t>
      </w:r>
      <w:r w:rsidR="00C76078" w:rsidRPr="00A908D4">
        <w:t>klamě</w:t>
      </w:r>
      <w:r w:rsidRPr="00A908D4">
        <w:t xml:space="preserve"> (tiskové konference, prezentační materiály, výroční zprávy, odborné publikace, reklama apod.) a při propagaci meto</w:t>
      </w:r>
      <w:r w:rsidR="00AE79F3" w:rsidRPr="00A908D4">
        <w:t>dy EPC.</w:t>
      </w:r>
      <w:r w:rsidR="00336107" w:rsidRPr="00A908D4">
        <w:t xml:space="preserve"> ESCO je rovněž oprávněna</w:t>
      </w:r>
      <w:r w:rsidRPr="00A908D4">
        <w:t xml:space="preserve"> umožnit zveřejnění těchto údajů za stejným účelem svým </w:t>
      </w:r>
      <w:r w:rsidR="00331BEF">
        <w:t>poddodavatelům.</w:t>
      </w:r>
    </w:p>
    <w:p w14:paraId="4BE57455" w14:textId="77777777" w:rsidR="00F81353" w:rsidRPr="00A908D4" w:rsidRDefault="00F81353">
      <w:pPr>
        <w:pStyle w:val="Nadpis1"/>
      </w:pPr>
      <w:r w:rsidRPr="00A908D4">
        <w:rPr>
          <w:b w:val="0"/>
        </w:rPr>
        <w:br/>
      </w:r>
      <w:bookmarkStart w:id="151" w:name="_Toc326522992"/>
      <w:bookmarkStart w:id="152" w:name="_Toc107261470"/>
      <w:r w:rsidRPr="00A908D4">
        <w:t>Komunikace</w:t>
      </w:r>
      <w:bookmarkEnd w:id="151"/>
      <w:bookmarkEnd w:id="152"/>
    </w:p>
    <w:p w14:paraId="3CACBD6A" w14:textId="557ECB30" w:rsidR="00F81353" w:rsidRPr="00A908D4" w:rsidRDefault="00F81353" w:rsidP="00E92C96">
      <w:pPr>
        <w:pStyle w:val="Nadpis2"/>
      </w:pPr>
      <w:r w:rsidRPr="00A908D4">
        <w:t xml:space="preserve">Všechna oznámení mezi smluvními stranami musí být učiněna v písemné podobě a druhé </w:t>
      </w:r>
      <w:r w:rsidR="00502E44" w:rsidRPr="00A908D4">
        <w:t>smluvní</w:t>
      </w:r>
      <w:r w:rsidR="00185994" w:rsidRPr="00A908D4">
        <w:t xml:space="preserve"> </w:t>
      </w:r>
      <w:r w:rsidRPr="00A908D4">
        <w:t>straně doručena dle</w:t>
      </w:r>
      <w:r w:rsidR="00FA44A1" w:rsidRPr="00A908D4">
        <w:t xml:space="preserve"> </w:t>
      </w:r>
      <w:r w:rsidR="000E161F" w:rsidRPr="00A908D4">
        <w:fldChar w:fldCharType="begin"/>
      </w:r>
      <w:r w:rsidR="008973B0" w:rsidRPr="00A908D4">
        <w:instrText xml:space="preserve"> REF _Ref73948445 \w \h  \* MERGEFORMAT </w:instrText>
      </w:r>
      <w:r w:rsidR="000E161F" w:rsidRPr="00A908D4">
        <w:fldChar w:fldCharType="separate"/>
      </w:r>
      <w:r w:rsidR="00E90D85">
        <w:t>Článek 29.2</w:t>
      </w:r>
      <w:r w:rsidR="000E161F" w:rsidRPr="00A908D4">
        <w:fldChar w:fldCharType="end"/>
      </w:r>
      <w:r w:rsidR="00D82C92" w:rsidRPr="00A908D4">
        <w:t xml:space="preserve"> a násl. Smluvní strany si sjednávají, že je možné činit oznámení taktéž v elektronické podobě, není-li ve smlouvě vyžadována písemná podoba nebo se tak smluvní strany dohodnou.</w:t>
      </w:r>
    </w:p>
    <w:p w14:paraId="49EB71DC" w14:textId="6B8674C7" w:rsidR="00F81353" w:rsidRPr="00A908D4" w:rsidRDefault="00D82C92" w:rsidP="00E92C96">
      <w:pPr>
        <w:pStyle w:val="Nadpis2"/>
      </w:pPr>
      <w:bookmarkStart w:id="153" w:name="_Ref73948445"/>
      <w:r w:rsidRPr="00A908D4">
        <w:t xml:space="preserve">Písemnost se považuje za doručenou také dnem, kdy </w:t>
      </w:r>
      <w:r w:rsidR="00502E44" w:rsidRPr="00A908D4">
        <w:t>ji druhá smluvní strana</w:t>
      </w:r>
      <w:r w:rsidR="00C76078" w:rsidRPr="00A908D4">
        <w:t xml:space="preserve"> odmítne převzít nebo dnem, kdy se vrátí zpět </w:t>
      </w:r>
      <w:r w:rsidR="001D3FDC" w:rsidRPr="00A908D4">
        <w:t xml:space="preserve">smluvní </w:t>
      </w:r>
      <w:r w:rsidR="00C76078" w:rsidRPr="009B2E6B">
        <w:rPr>
          <w:color w:val="000000" w:themeColor="text1"/>
        </w:rPr>
        <w:t>straně, kter</w:t>
      </w:r>
      <w:r w:rsidR="00185994" w:rsidRPr="009B2E6B">
        <w:rPr>
          <w:color w:val="000000" w:themeColor="text1"/>
        </w:rPr>
        <w:t>á</w:t>
      </w:r>
      <w:r w:rsidR="00C76078" w:rsidRPr="009B2E6B">
        <w:rPr>
          <w:color w:val="000000" w:themeColor="text1"/>
        </w:rPr>
        <w:t xml:space="preserve"> jej odeslala, jako </w:t>
      </w:r>
      <w:r w:rsidR="00C76078" w:rsidRPr="00A908D4">
        <w:t>nedoručená.</w:t>
      </w:r>
      <w:bookmarkEnd w:id="153"/>
    </w:p>
    <w:p w14:paraId="687BE368" w14:textId="0D54E2D3" w:rsidR="00F81353" w:rsidRPr="00A908D4" w:rsidRDefault="00F81353" w:rsidP="00E92C96">
      <w:pPr>
        <w:pStyle w:val="Nadpis2"/>
      </w:pPr>
      <w:r w:rsidRPr="00A908D4">
        <w:t xml:space="preserve">Smluvní strany se zavazují, že v případě změny adresy svého sídla nebo své korespondenční adresy uvedené v záhlaví této smlouvy budou o této změně druhou smluvní stranu informovat nejpozději do </w:t>
      </w:r>
      <w:r w:rsidR="00D0603C" w:rsidRPr="00A908D4">
        <w:t>3</w:t>
      </w:r>
      <w:r w:rsidRPr="00A908D4">
        <w:t xml:space="preserve"> pracovních dnů.</w:t>
      </w:r>
    </w:p>
    <w:p w14:paraId="73CFE87E" w14:textId="77777777" w:rsidR="00F81353" w:rsidRPr="00A908D4" w:rsidRDefault="00F81353">
      <w:pPr>
        <w:pStyle w:val="Nadpis1"/>
      </w:pPr>
      <w:r w:rsidRPr="00A908D4">
        <w:br/>
      </w:r>
      <w:bookmarkStart w:id="154" w:name="_Toc326522993"/>
      <w:bookmarkStart w:id="155" w:name="_Toc107261471"/>
      <w:r w:rsidRPr="00A908D4">
        <w:t>Oprávněné osoby</w:t>
      </w:r>
      <w:bookmarkEnd w:id="154"/>
      <w:bookmarkEnd w:id="155"/>
    </w:p>
    <w:p w14:paraId="0A171034" w14:textId="0C8E65C3" w:rsidR="00F81353" w:rsidRPr="00A908D4" w:rsidRDefault="00F81353" w:rsidP="00E92C96">
      <w:pPr>
        <w:pStyle w:val="Nadpis2"/>
      </w:pPr>
      <w:bookmarkStart w:id="156" w:name="_Ref330840514"/>
      <w:r w:rsidRPr="00A908D4">
        <w:t>Každá ze smluvních stran se zavazuje jmenovat osoby oprávněné ji zastupovat ve (i) smluvních a obchodních záležitostech, (</w:t>
      </w:r>
      <w:proofErr w:type="spellStart"/>
      <w:r w:rsidRPr="00A908D4">
        <w:t>ii</w:t>
      </w:r>
      <w:proofErr w:type="spellEnd"/>
      <w:r w:rsidRPr="00A908D4">
        <w:t>) technických a provozních záležitostech</w:t>
      </w:r>
      <w:r w:rsidR="008351D9" w:rsidRPr="00A908D4">
        <w:t xml:space="preserve"> (vedoucí projektu, stavbyvedoucí atd.)</w:t>
      </w:r>
      <w:r w:rsidRPr="00A908D4">
        <w:t xml:space="preserve"> a (</w:t>
      </w:r>
      <w:proofErr w:type="spellStart"/>
      <w:r w:rsidRPr="00A908D4">
        <w:t>iii</w:t>
      </w:r>
      <w:proofErr w:type="spellEnd"/>
      <w:r w:rsidRPr="00A908D4">
        <w:t>) fakturačních věcech (dále jen „</w:t>
      </w:r>
      <w:r w:rsidRPr="00A908D4">
        <w:rPr>
          <w:b/>
        </w:rPr>
        <w:t>oprávněné osoby</w:t>
      </w:r>
      <w:r w:rsidRPr="00A908D4">
        <w:t>“).</w:t>
      </w:r>
      <w:bookmarkEnd w:id="156"/>
    </w:p>
    <w:p w14:paraId="31D55A0E" w14:textId="4DE2AAA7" w:rsidR="00F81353" w:rsidRPr="00A908D4" w:rsidRDefault="00F81353" w:rsidP="00E92C96">
      <w:pPr>
        <w:pStyle w:val="Nadpis2"/>
      </w:pPr>
      <w:r w:rsidRPr="00A908D4">
        <w:t xml:space="preserve">Jména prvních oprávněných osob jsou uvedena v příloze </w:t>
      </w:r>
      <w:hyperlink w:anchor="appendix3" w:history="1">
        <w:r w:rsidRPr="00A908D4">
          <w:t>č.</w:t>
        </w:r>
      </w:hyperlink>
      <w:r w:rsidR="001E4171" w:rsidRPr="00A908D4">
        <w:t> </w:t>
      </w:r>
      <w:r w:rsidR="00B24712" w:rsidRPr="00A908D4">
        <w:t>8</w:t>
      </w:r>
      <w:r w:rsidRPr="00A908D4">
        <w:t>. Smluvní strany jsou oprávněny provést změnu v oprávněných osobách; vůči druhé smluvní straně je taková změna účinná ode dne, kdy je jí písemně oznámena.</w:t>
      </w:r>
    </w:p>
    <w:p w14:paraId="60ECA9A5" w14:textId="77777777" w:rsidR="00F81353" w:rsidRPr="00A908D4" w:rsidRDefault="00F81353">
      <w:pPr>
        <w:pStyle w:val="Nadpis1"/>
      </w:pPr>
      <w:r w:rsidRPr="00A908D4">
        <w:rPr>
          <w:b w:val="0"/>
        </w:rPr>
        <w:lastRenderedPageBreak/>
        <w:br/>
      </w:r>
      <w:bookmarkStart w:id="157" w:name="_Toc326522994"/>
      <w:bookmarkStart w:id="158" w:name="_Toc107261472"/>
      <w:r w:rsidRPr="00A908D4">
        <w:t>Právo užití</w:t>
      </w:r>
      <w:bookmarkEnd w:id="157"/>
      <w:bookmarkEnd w:id="158"/>
    </w:p>
    <w:p w14:paraId="7235019F" w14:textId="0BB9A715" w:rsidR="000E4778" w:rsidRPr="00A908D4" w:rsidRDefault="00F81353" w:rsidP="00E92C96">
      <w:pPr>
        <w:pStyle w:val="Nadpis2"/>
      </w:pPr>
      <w:r w:rsidRPr="00A908D4">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w:t>
      </w:r>
      <w:r w:rsidRPr="009B2E6B">
        <w:rPr>
          <w:color w:val="000000" w:themeColor="text1"/>
        </w:rPr>
        <w:t xml:space="preserve">užívat takto vytvořené dílo pouze v souladu s jeho určením. To se netýká případně software, ohledně </w:t>
      </w:r>
      <w:r w:rsidR="00AF353B" w:rsidRPr="009B2E6B">
        <w:rPr>
          <w:color w:val="000000" w:themeColor="text1"/>
        </w:rPr>
        <w:t xml:space="preserve">něhož </w:t>
      </w:r>
      <w:r w:rsidRPr="00A908D4">
        <w:t xml:space="preserve">by byly podmínky stanoveny v licenční smlouvě. </w:t>
      </w:r>
      <w:r w:rsidR="000E4778" w:rsidRPr="00A908D4">
        <w:t>O případných omezeních je</w:t>
      </w:r>
      <w:r w:rsidR="00AC1251" w:rsidRPr="00A908D4">
        <w:t xml:space="preserve"> Klient povinen informovat ESCO bez zbytečného odkladu.</w:t>
      </w:r>
    </w:p>
    <w:p w14:paraId="768C1311" w14:textId="77777777" w:rsidR="00F81353" w:rsidRPr="00A908D4" w:rsidRDefault="00F81353">
      <w:pPr>
        <w:pStyle w:val="Nadpis1"/>
      </w:pPr>
      <w:r w:rsidRPr="00A908D4">
        <w:rPr>
          <w:b w:val="0"/>
        </w:rPr>
        <w:br/>
      </w:r>
      <w:bookmarkStart w:id="159" w:name="_Toc326522995"/>
      <w:bookmarkStart w:id="160" w:name="_Toc107261473"/>
      <w:r w:rsidRPr="00A908D4">
        <w:t>Pojištění</w:t>
      </w:r>
      <w:bookmarkEnd w:id="159"/>
      <w:bookmarkEnd w:id="160"/>
    </w:p>
    <w:p w14:paraId="76C45900" w14:textId="103D780B" w:rsidR="00F81353" w:rsidRPr="00A908D4" w:rsidRDefault="00F81353" w:rsidP="00E92C96">
      <w:pPr>
        <w:pStyle w:val="Nadpis2"/>
      </w:pPr>
      <w:r w:rsidRPr="00A908D4">
        <w:t>Klient prohlašuje, že objekty a v nich umístěná zařízení jsou řádně pojištěny. Klient se zavazuje po předání změnit pojištění způsobem odpovídajícím změnám provedeným v objektech či zařízení</w:t>
      </w:r>
      <w:r w:rsidR="00D975AA" w:rsidRPr="00A908D4">
        <w:t>ch</w:t>
      </w:r>
      <w:r w:rsidRPr="00A908D4">
        <w:t xml:space="preserve"> nebo energetickém systému. Klient se zavazuje pojištění udržovat po celou dobu trvání této smlouvy a v případě pojistné události pojistné plnění po dohodě s ESCO použít k obnově poškozených nebo zničených věcí.</w:t>
      </w:r>
    </w:p>
    <w:p w14:paraId="65974F81" w14:textId="77777777" w:rsidR="00E451C5" w:rsidRPr="00A908D4" w:rsidRDefault="00F81353" w:rsidP="00E92C96">
      <w:pPr>
        <w:pStyle w:val="Nadpis2"/>
      </w:pPr>
      <w:bookmarkStart w:id="161" w:name="_Ref20157027"/>
      <w:r w:rsidRPr="00A908D4">
        <w:t>ESCO je povinn</w:t>
      </w:r>
      <w:r w:rsidR="00336107" w:rsidRPr="00A908D4">
        <w:t>a</w:t>
      </w:r>
      <w:r w:rsidRPr="00A908D4">
        <w:t xml:space="preserve"> </w:t>
      </w:r>
      <w:r w:rsidR="00185994" w:rsidRPr="00A908D4">
        <w:t>mít sjednané pojištění</w:t>
      </w:r>
      <w:r w:rsidRPr="00A908D4">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1"/>
      <w:r w:rsidRPr="00A908D4">
        <w:t xml:space="preserve"> po dobu </w:t>
      </w:r>
      <w:r w:rsidR="00865073" w:rsidRPr="00A908D4">
        <w:t xml:space="preserve">provádění </w:t>
      </w:r>
      <w:r w:rsidR="006E33DA" w:rsidRPr="00A908D4">
        <w:t xml:space="preserve">investičních </w:t>
      </w:r>
      <w:r w:rsidR="00865073" w:rsidRPr="00A908D4">
        <w:t>opatření</w:t>
      </w:r>
      <w:r w:rsidRPr="00A908D4">
        <w:t>.</w:t>
      </w:r>
    </w:p>
    <w:p w14:paraId="78D20777" w14:textId="15FF6A44" w:rsidR="00F81353" w:rsidRPr="00A908D4" w:rsidRDefault="00185994" w:rsidP="00E92C96">
      <w:pPr>
        <w:pStyle w:val="Nadpis2"/>
      </w:pPr>
      <w:bookmarkStart w:id="162" w:name="_Ref34895491"/>
      <w:r w:rsidRPr="00A908D4">
        <w:t xml:space="preserve">Každá ze smluvních stran je povinna na základě žádosti druhé smluvní strany doložit do </w:t>
      </w:r>
      <w:r w:rsidR="00111C4E">
        <w:t>10</w:t>
      </w:r>
      <w:r w:rsidR="007D4E61" w:rsidRPr="00A908D4">
        <w:t xml:space="preserve"> </w:t>
      </w:r>
      <w:r w:rsidRPr="00A908D4">
        <w:t>pracovních dnů od doručení této žádosti, že splnila povinnost pojistit se v rozsahu stanoveném v</w:t>
      </w:r>
      <w:r w:rsidR="00663FB3">
        <w:t> </w:t>
      </w:r>
      <w:r w:rsidRPr="00A908D4">
        <w:t>tomto</w:t>
      </w:r>
      <w:bookmarkEnd w:id="162"/>
      <w:r w:rsidRPr="00A908D4">
        <w:t xml:space="preserve"> </w:t>
      </w:r>
      <w:r w:rsidR="00AD5C5C" w:rsidRPr="00A908D4">
        <w:t>Článku</w:t>
      </w:r>
      <w:r w:rsidRPr="00A908D4">
        <w:t>.</w:t>
      </w:r>
    </w:p>
    <w:p w14:paraId="2C7546E2" w14:textId="77777777" w:rsidR="00F81353" w:rsidRPr="00A908D4" w:rsidRDefault="00F81353">
      <w:pPr>
        <w:pStyle w:val="Nadpis1"/>
        <w:tabs>
          <w:tab w:val="num" w:pos="0"/>
        </w:tabs>
        <w:spacing w:before="480" w:line="240" w:lineRule="auto"/>
      </w:pPr>
      <w:bookmarkStart w:id="163" w:name="_Toc176162555"/>
      <w:r w:rsidRPr="00A908D4">
        <w:rPr>
          <w:b w:val="0"/>
        </w:rPr>
        <w:br/>
      </w:r>
      <w:bookmarkStart w:id="164" w:name="_Toc326522996"/>
      <w:bookmarkStart w:id="165" w:name="_Toc107261474"/>
      <w:r w:rsidRPr="00A908D4">
        <w:t>Postoupení pohledávek</w:t>
      </w:r>
      <w:bookmarkEnd w:id="163"/>
      <w:bookmarkEnd w:id="164"/>
      <w:bookmarkEnd w:id="165"/>
    </w:p>
    <w:p w14:paraId="0CC9D023" w14:textId="0B48A655" w:rsidR="00201109" w:rsidRPr="00111C4E" w:rsidRDefault="00EE5E4D" w:rsidP="004A7938">
      <w:pPr>
        <w:pStyle w:val="Nadpis2"/>
        <w:numPr>
          <w:ilvl w:val="0"/>
          <w:numId w:val="0"/>
        </w:numPr>
        <w:ind w:left="142"/>
        <w:rPr>
          <w:color w:val="000000" w:themeColor="text1"/>
        </w:rPr>
      </w:pPr>
      <w:r>
        <w:t>Neuplatní se.</w:t>
      </w:r>
    </w:p>
    <w:p w14:paraId="7B3EBE7F" w14:textId="4B4A9FCF" w:rsidR="00201109" w:rsidRPr="00111C4E" w:rsidRDefault="00111C4E" w:rsidP="00111C4E">
      <w:pPr>
        <w:spacing w:before="0" w:line="240" w:lineRule="auto"/>
        <w:jc w:val="left"/>
        <w:rPr>
          <w:rFonts w:cs="Arial"/>
          <w:bCs/>
          <w:iCs/>
          <w:color w:val="000000" w:themeColor="text1"/>
          <w:szCs w:val="28"/>
        </w:rPr>
      </w:pPr>
      <w:r>
        <w:rPr>
          <w:color w:val="000000" w:themeColor="text1"/>
        </w:rPr>
        <w:br w:type="page"/>
      </w:r>
    </w:p>
    <w:p w14:paraId="203AEA0E" w14:textId="77777777" w:rsidR="00F81353" w:rsidRPr="00A908D4" w:rsidRDefault="00F81353">
      <w:pPr>
        <w:pStyle w:val="Nadpis1"/>
      </w:pPr>
      <w:r w:rsidRPr="00A908D4">
        <w:rPr>
          <w:b w:val="0"/>
        </w:rPr>
        <w:lastRenderedPageBreak/>
        <w:br/>
      </w:r>
      <w:bookmarkStart w:id="166" w:name="_Toc326522997"/>
      <w:bookmarkStart w:id="167" w:name="_Toc107261475"/>
      <w:r w:rsidRPr="00A908D4">
        <w:t>Vyšší moc</w:t>
      </w:r>
      <w:bookmarkEnd w:id="166"/>
      <w:bookmarkEnd w:id="167"/>
    </w:p>
    <w:p w14:paraId="0F31D469" w14:textId="77777777" w:rsidR="00F81353" w:rsidRPr="00A908D4" w:rsidRDefault="00F81353" w:rsidP="00E92C96">
      <w:pPr>
        <w:pStyle w:val="Nadpis2"/>
      </w:pPr>
      <w:r w:rsidRPr="00A908D4">
        <w:rPr>
          <w:szCs w:val="20"/>
        </w:rPr>
        <w:t>Žádná</w:t>
      </w:r>
      <w:r w:rsidRPr="00A908D4">
        <w:t xml:space="preserve"> ze smluvních stran není odpovědna za prodlení s plněním závazků stanovených touto smlouvou, pokud bylo způsobeno okolnostmi vylučujícími odpovědnost (dále jen „</w:t>
      </w:r>
      <w:r w:rsidRPr="00A908D4">
        <w:rPr>
          <w:b/>
        </w:rPr>
        <w:t>vyšší moc</w:t>
      </w:r>
      <w:r w:rsidRPr="00A908D4">
        <w:t>“).</w:t>
      </w:r>
    </w:p>
    <w:p w14:paraId="05AE71E7" w14:textId="4F70CA15" w:rsidR="00185994" w:rsidRPr="00A908D4" w:rsidRDefault="00185994" w:rsidP="00E92C96">
      <w:pPr>
        <w:pStyle w:val="Nadpis2"/>
      </w:pPr>
      <w:r w:rsidRPr="00A908D4">
        <w:t>Vyšší mocí se rozumí nepředvídatelné a neodvratitelné události, k nimž dojde nezávisle na vůli a kontrole smluvních stran, jako jsou zejména stávky, výluky, blokády, války, mobilizace, přírodní katastrofy, zásahy vlády</w:t>
      </w:r>
      <w:r w:rsidR="00C57A49">
        <w:t>, pandemie</w:t>
      </w:r>
      <w:r w:rsidRPr="00A908D4">
        <w:t xml:space="preserve"> apod. takového rozsahu, že zabraňují nebo zpožďují plnění závazků vyplývajících z této smlouvy některé ze smluvních stran.</w:t>
      </w:r>
    </w:p>
    <w:p w14:paraId="10544F69" w14:textId="77777777" w:rsidR="00F81353" w:rsidRPr="00A908D4" w:rsidRDefault="00F81353" w:rsidP="00E92C96">
      <w:pPr>
        <w:pStyle w:val="Nadpis2"/>
      </w:pPr>
      <w:r w:rsidRPr="00A908D4">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08E1A1F8" w:rsidR="00F81353" w:rsidRPr="00A908D4" w:rsidRDefault="00F81353" w:rsidP="00E92C96">
      <w:pPr>
        <w:pStyle w:val="Nadpis2"/>
      </w:pPr>
      <w:r w:rsidRPr="00A908D4">
        <w:t>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w:t>
      </w:r>
    </w:p>
    <w:p w14:paraId="311B810B" w14:textId="77777777" w:rsidR="00F81353" w:rsidRPr="00A908D4" w:rsidRDefault="00F81353">
      <w:pPr>
        <w:pStyle w:val="Nadpis1"/>
      </w:pPr>
      <w:r w:rsidRPr="00A908D4">
        <w:rPr>
          <w:b w:val="0"/>
        </w:rPr>
        <w:br/>
      </w:r>
      <w:bookmarkStart w:id="168" w:name="_Toc326522998"/>
      <w:bookmarkStart w:id="169" w:name="_Toc107261476"/>
      <w:r w:rsidRPr="00A908D4">
        <w:t>Náhrada škody</w:t>
      </w:r>
      <w:bookmarkEnd w:id="168"/>
      <w:bookmarkEnd w:id="169"/>
    </w:p>
    <w:p w14:paraId="07325306" w14:textId="530F4B6F" w:rsidR="00F81353" w:rsidRPr="00A908D4" w:rsidRDefault="00F81353" w:rsidP="00E92C96">
      <w:pPr>
        <w:pStyle w:val="Nadpis2"/>
      </w:pPr>
      <w:r w:rsidRPr="00A908D4">
        <w:t>Smluvní strany odpov</w:t>
      </w:r>
      <w:r w:rsidR="00185994" w:rsidRPr="00A908D4">
        <w:t>ídají</w:t>
      </w:r>
      <w:r w:rsidRPr="00A908D4">
        <w:t xml:space="preserve"> za škodu způsobenou druhé smluvní straně porušením smluvních nebo zákonných povinnosti.</w:t>
      </w:r>
    </w:p>
    <w:p w14:paraId="30A7C05B" w14:textId="77777777" w:rsidR="00F81353" w:rsidRPr="00A908D4" w:rsidRDefault="00F81353" w:rsidP="00E92C96">
      <w:pPr>
        <w:pStyle w:val="Nadpis2"/>
      </w:pPr>
      <w:r w:rsidRPr="00A908D4">
        <w:t>Smluvní strany se zavazují předcházet škodám a minimalizovat vzniklé škody.</w:t>
      </w:r>
    </w:p>
    <w:p w14:paraId="2E8B3F39" w14:textId="77777777" w:rsidR="00F81353" w:rsidRPr="00A908D4" w:rsidRDefault="00F81353" w:rsidP="00E92C96">
      <w:pPr>
        <w:pStyle w:val="Nadpis2"/>
      </w:pPr>
      <w:r w:rsidRPr="00A908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04FC7A6A" w:rsidR="00E451C5" w:rsidRPr="00A908D4" w:rsidRDefault="00E451C5" w:rsidP="00E92C96">
      <w:pPr>
        <w:pStyle w:val="Nadpis2"/>
      </w:pPr>
      <w:r w:rsidRPr="00A908D4">
        <w:t>Smluvní strana není v prodlení po dobu prodlení druhé smluvní strany s plněním jejích povinností dle této smlouvy a sjednané termíny, ve kterých měla první smluvní strana plnit své závazky, se prodlužují o dobu prodlení druhé smluvní strany.</w:t>
      </w:r>
    </w:p>
    <w:p w14:paraId="753DFE11" w14:textId="64F0D686" w:rsidR="00F81353" w:rsidRPr="00A908D4" w:rsidRDefault="00F81353" w:rsidP="00E92C96">
      <w:pPr>
        <w:pStyle w:val="Nadpis2"/>
      </w:pPr>
      <w:r w:rsidRPr="00A908D4">
        <w:t>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w:t>
      </w:r>
    </w:p>
    <w:p w14:paraId="6648D260" w14:textId="77777777" w:rsidR="00AC63E7" w:rsidRPr="00A908D4" w:rsidRDefault="003C2DDE" w:rsidP="00E92C96">
      <w:pPr>
        <w:pStyle w:val="Nadpis2"/>
      </w:pPr>
      <w:r w:rsidRPr="00A908D4">
        <w:t>Smluvní strany se dohodly, že se ustanovení § 1971 občanského zákoníku nepoužije.</w:t>
      </w:r>
    </w:p>
    <w:p w14:paraId="12BBA4FD" w14:textId="77777777" w:rsidR="00F81353" w:rsidRPr="00A908D4" w:rsidRDefault="00F81353" w:rsidP="00E27556">
      <w:pPr>
        <w:pStyle w:val="Nadpis1"/>
      </w:pPr>
      <w:r w:rsidRPr="00A908D4">
        <w:rPr>
          <w:b w:val="0"/>
        </w:rPr>
        <w:lastRenderedPageBreak/>
        <w:br/>
      </w:r>
      <w:bookmarkStart w:id="170" w:name="_Toc326522999"/>
      <w:bookmarkStart w:id="171" w:name="_Toc107261477"/>
      <w:r w:rsidR="008C612A" w:rsidRPr="00A908D4">
        <w:t>Pod</w:t>
      </w:r>
      <w:r w:rsidR="00E27556" w:rsidRPr="00A908D4">
        <w:t>dodávky</w:t>
      </w:r>
      <w:bookmarkEnd w:id="170"/>
      <w:bookmarkEnd w:id="171"/>
    </w:p>
    <w:p w14:paraId="43B537E8" w14:textId="6907F6C6" w:rsidR="00C91B24" w:rsidRPr="00A908D4" w:rsidRDefault="00737E8C" w:rsidP="00E92C96">
      <w:pPr>
        <w:pStyle w:val="Nadpis2"/>
      </w:pPr>
      <w:r w:rsidRPr="00A908D4">
        <w:t>ESCO je oprávněna k</w:t>
      </w:r>
      <w:r w:rsidR="00133235">
        <w:t xml:space="preserve"> </w:t>
      </w:r>
      <w:r w:rsidRPr="00A908D4">
        <w:t xml:space="preserve">plnění této smlouvy používat bez dalšího třetí osoby. Seznam </w:t>
      </w:r>
      <w:r w:rsidR="008E0EEA" w:rsidRPr="00A908D4">
        <w:t>pod</w:t>
      </w:r>
      <w:r w:rsidRPr="00A908D4">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A908D4">
        <w:t>pod</w:t>
      </w:r>
      <w:r w:rsidRPr="00A908D4">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A908D4">
        <w:t>pod</w:t>
      </w:r>
      <w:r w:rsidRPr="00A908D4">
        <w:t xml:space="preserve">dodavatelů veškerých stavebních prací, pokud jí byli známi. ESCO se zavazuje identifikovat </w:t>
      </w:r>
      <w:r w:rsidR="008E0EEA" w:rsidRPr="00A908D4">
        <w:t>pod</w:t>
      </w:r>
      <w:r w:rsidRPr="00A908D4">
        <w:t>dodavatele, kteří nebyli identifikováni podle předchozí věty tohoto odstavce ani nebyli uvedeni v příloze č. 9 smlouvy</w:t>
      </w:r>
      <w:r w:rsidRPr="00A908D4">
        <w:rPr>
          <w:smallCaps/>
        </w:rPr>
        <w:t>,</w:t>
      </w:r>
      <w:r w:rsidRPr="00A908D4">
        <w:t xml:space="preserve"> a kteří se následně zapojí do plnění dle této smlouvy</w:t>
      </w:r>
      <w:r w:rsidRPr="00A908D4">
        <w:rPr>
          <w:smallCaps/>
        </w:rPr>
        <w:t>,</w:t>
      </w:r>
      <w:r w:rsidRPr="00A908D4">
        <w:t xml:space="preserve"> a to před zahájením plnění </w:t>
      </w:r>
      <w:r w:rsidR="008E0EEA" w:rsidRPr="00A908D4">
        <w:t>pod</w:t>
      </w:r>
      <w:r w:rsidRPr="00A908D4">
        <w:t>dodavatele (pro splnění této povinnosti je dle § 105 odst. 5 ZZVZ dostačující zápis v požadovaném rozsahu do stavebního deníku).</w:t>
      </w:r>
    </w:p>
    <w:p w14:paraId="1A2E8963" w14:textId="77777777" w:rsidR="00561718" w:rsidRPr="00A908D4" w:rsidRDefault="00737E8C" w:rsidP="00E92C96">
      <w:pPr>
        <w:pStyle w:val="Nadpis2"/>
      </w:pPr>
      <w:r w:rsidRPr="00A908D4">
        <w:t xml:space="preserve">V případě, že ESCO v souladu se zadávací dokumentací prokázala splnění části kvalifikace prostřednictvím </w:t>
      </w:r>
      <w:r w:rsidR="008E0EEA" w:rsidRPr="00A908D4">
        <w:t>pod</w:t>
      </w:r>
      <w:r w:rsidRPr="00A908D4">
        <w:t xml:space="preserve">dodavatele, musí tento </w:t>
      </w:r>
      <w:r w:rsidR="008E0EEA" w:rsidRPr="00A908D4">
        <w:t>pod</w:t>
      </w:r>
      <w:r w:rsidRPr="00A908D4">
        <w:t xml:space="preserve">dodavatel i tomu odpovídající část plnění poskytovat. ESCO je oprávněna změnit </w:t>
      </w:r>
      <w:r w:rsidR="002F5942" w:rsidRPr="00A908D4">
        <w:t>pod</w:t>
      </w:r>
      <w:r w:rsidRPr="00A908D4">
        <w:t xml:space="preserve">dodavatele, pomocí kterého prokázala část splnění kvalifikace, jen ze závažných důvodů a s předchozím písemným souhlasem Klienta, přičemž nový </w:t>
      </w:r>
      <w:r w:rsidR="002F5942" w:rsidRPr="00A908D4">
        <w:t>pod</w:t>
      </w:r>
      <w:r w:rsidRPr="00A908D4">
        <w:t xml:space="preserve">dodavatel musí disponovat minimálně stejnou kvalifikací, kterou původní </w:t>
      </w:r>
      <w:r w:rsidR="002F5942" w:rsidRPr="00A908D4">
        <w:t>pod</w:t>
      </w:r>
      <w:r w:rsidRPr="00A908D4">
        <w:t xml:space="preserve">dodavatel prokázal za ESCO. Klient nesmí souhlas se změnou </w:t>
      </w:r>
      <w:r w:rsidR="002F5942" w:rsidRPr="00A908D4">
        <w:t>pod</w:t>
      </w:r>
      <w:r w:rsidRPr="00A908D4">
        <w:t>dodavatele bez objektivních důvodů odmítnout, pokud mu budou příslušné doklady předloženy.</w:t>
      </w:r>
    </w:p>
    <w:p w14:paraId="06596719" w14:textId="77777777" w:rsidR="00614A52" w:rsidRPr="00A908D4" w:rsidRDefault="00737E8C" w:rsidP="00E92C96">
      <w:pPr>
        <w:pStyle w:val="Nadpis2"/>
      </w:pPr>
      <w:r w:rsidRPr="00A908D4">
        <w:t xml:space="preserve">Bude-li jakýkoliv </w:t>
      </w:r>
      <w:r w:rsidR="002F5942" w:rsidRPr="00A908D4">
        <w:t>pod</w:t>
      </w:r>
      <w:r w:rsidRPr="00A908D4">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A908D4" w:rsidRDefault="00E34B9A" w:rsidP="00E34B9A">
      <w:pPr>
        <w:pStyle w:val="Nadpis1"/>
      </w:pPr>
      <w:bookmarkStart w:id="172" w:name="_Toc303154046"/>
      <w:r w:rsidRPr="00A908D4">
        <w:br/>
      </w:r>
      <w:bookmarkStart w:id="173" w:name="_Toc107261478"/>
      <w:r w:rsidRPr="00A908D4">
        <w:t>Smluvní pokuty</w:t>
      </w:r>
      <w:bookmarkEnd w:id="172"/>
      <w:bookmarkEnd w:id="173"/>
    </w:p>
    <w:p w14:paraId="6B6A1E84" w14:textId="0CCDBED7" w:rsidR="00E34B9A" w:rsidRPr="00A908D4" w:rsidRDefault="00E34B9A" w:rsidP="00E92C96">
      <w:pPr>
        <w:pStyle w:val="Nadpis2"/>
      </w:pPr>
      <w:r w:rsidRPr="00A908D4">
        <w:t>Smluvní strana je v prodlení s plněním nepeněžitého závazku, jestliže nesplní řádně a včas svůj závazek, který pro smluvní stranu vyplývá ze smlouvy nebo z právních předpisů.</w:t>
      </w:r>
    </w:p>
    <w:p w14:paraId="1214E6AB" w14:textId="77777777" w:rsidR="00784A61" w:rsidRDefault="00784A61" w:rsidP="00784A61">
      <w:pPr>
        <w:pStyle w:val="Nadpis2"/>
        <w:rPr>
          <w:szCs w:val="26"/>
        </w:rPr>
      </w:pPr>
      <w:r>
        <w:t>V případě prodlení ESCO s uskutečněním prověrky k zajištění důvodnosti a charakteru vady a zahájením práce na odstraňování vady uplatnění Klientem v záruční době dle čl</w:t>
      </w:r>
      <w:r w:rsidRPr="00D434B9">
        <w:rPr>
          <w:szCs w:val="26"/>
        </w:rPr>
        <w:t>.</w:t>
      </w:r>
      <w:r>
        <w:rPr>
          <w:szCs w:val="26"/>
        </w:rPr>
        <w:t xml:space="preserve"> 9, odst. 12 písm. b) této smlouvy je ESCO povinno zaplatit Klientovi:</w:t>
      </w:r>
    </w:p>
    <w:p w14:paraId="46E1FAD9" w14:textId="77777777" w:rsidR="00784A61" w:rsidRDefault="00784A61" w:rsidP="00784A61">
      <w:pPr>
        <w:pStyle w:val="Nadpis5"/>
        <w:numPr>
          <w:ilvl w:val="0"/>
          <w:numId w:val="42"/>
        </w:numPr>
      </w:pPr>
      <w:r>
        <w:t>V případě prodlení se zahájením práce na odstraňování vady kategorie A smluvní pokutu ve výši 5 000 Kč (slovy: pět tisíc korun českých) za každou vadu i každý započatý den prodlení,</w:t>
      </w:r>
    </w:p>
    <w:p w14:paraId="666130AB" w14:textId="77777777" w:rsidR="00784A61" w:rsidRDefault="00784A61" w:rsidP="00784A61">
      <w:pPr>
        <w:pStyle w:val="Nadpis5"/>
        <w:numPr>
          <w:ilvl w:val="0"/>
          <w:numId w:val="42"/>
        </w:numPr>
      </w:pPr>
      <w:r>
        <w:lastRenderedPageBreak/>
        <w:t>V případě prodlení se zahájením práce na odstraňování vady kategorie B smluvní pokutu ve výši 2 000 Kč (slovy: dva tisíce korun českých) za každou vadu i každý započatý den prodlení,</w:t>
      </w:r>
    </w:p>
    <w:p w14:paraId="39950828" w14:textId="77777777" w:rsidR="00784A61" w:rsidRPr="00D434B9" w:rsidRDefault="00784A61" w:rsidP="00784A61">
      <w:pPr>
        <w:pStyle w:val="Nadpis5"/>
        <w:numPr>
          <w:ilvl w:val="0"/>
          <w:numId w:val="42"/>
        </w:numPr>
      </w:pPr>
      <w:r>
        <w:t>V případě prodlení se zahájením práce na odstraňování vady kategorie C smluvní pokutu ve výši 1 000 Kč (slovy: jeden tisíc korun českých) za každou vadu i každý započatý den prodlení.</w:t>
      </w:r>
    </w:p>
    <w:p w14:paraId="2566BFEC" w14:textId="77777777" w:rsidR="00784A61" w:rsidRDefault="00784A61" w:rsidP="00784A61">
      <w:pPr>
        <w:pStyle w:val="Nadpis2"/>
        <w:rPr>
          <w:szCs w:val="26"/>
        </w:rPr>
      </w:pPr>
      <w:r>
        <w:t>V případě prodlení ESCO s odstraněním vad uplatněných Klientem v záruční době dle čl. 9, odst. 12 písm. c)</w:t>
      </w:r>
      <w:r>
        <w:rPr>
          <w:szCs w:val="26"/>
        </w:rPr>
        <w:t xml:space="preserve"> je ESCO povinno zaplatit Klientovi:</w:t>
      </w:r>
    </w:p>
    <w:p w14:paraId="71DD8EF5" w14:textId="77777777" w:rsidR="00784A61" w:rsidRDefault="00784A61" w:rsidP="00784A61">
      <w:pPr>
        <w:pStyle w:val="Nadpis5"/>
        <w:numPr>
          <w:ilvl w:val="0"/>
          <w:numId w:val="43"/>
        </w:numPr>
      </w:pPr>
      <w:r>
        <w:t>V případě prodlení s odstraněním vad kategorie A smluvní pokutu ve výši 10 000 Kč (slovy: deset tisíc korun českých) za každou vadu i každý započatý den prodlení,</w:t>
      </w:r>
    </w:p>
    <w:p w14:paraId="5BC23F1E" w14:textId="77777777" w:rsidR="00784A61" w:rsidRDefault="00784A61" w:rsidP="00784A61">
      <w:pPr>
        <w:pStyle w:val="Nadpis5"/>
        <w:numPr>
          <w:ilvl w:val="0"/>
          <w:numId w:val="43"/>
        </w:numPr>
      </w:pPr>
      <w:r>
        <w:t>V případě prodlení s odstraněním vad kategorie B smluvní pokutu ve výši 5 000 Kč (slovy: pět tisíc korun českých) za každou vadu i každý započatý den prodlení,</w:t>
      </w:r>
    </w:p>
    <w:p w14:paraId="45FC5450" w14:textId="77777777" w:rsidR="00784A61" w:rsidRPr="00D434B9" w:rsidRDefault="00784A61" w:rsidP="00784A61">
      <w:pPr>
        <w:pStyle w:val="Nadpis5"/>
        <w:numPr>
          <w:ilvl w:val="0"/>
          <w:numId w:val="43"/>
        </w:numPr>
      </w:pPr>
      <w:r>
        <w:t>V případě prodlení s odstraněním vad kategorie C smluvní pokutu ve výši 1 000 Kč (slovy: jeden tisíc korun českých) za každou vadu i každý započatý den prodlení.</w:t>
      </w:r>
    </w:p>
    <w:p w14:paraId="371DB761" w14:textId="77777777" w:rsidR="00E34B9A" w:rsidRPr="00A908D4" w:rsidRDefault="00E34B9A" w:rsidP="00E92C96">
      <w:pPr>
        <w:pStyle w:val="Nadpis2"/>
      </w:pPr>
      <w:bookmarkStart w:id="174" w:name="_Ref57792848"/>
      <w:r w:rsidRPr="00A908D4">
        <w:t>Žádná ze smluvních stran není povinna zaplatit druhé smluvní straně smluvní pokutu, pokud k porušení povinnosti došlo v důsledku vyšší moci.</w:t>
      </w:r>
    </w:p>
    <w:p w14:paraId="0A10C4FB" w14:textId="473EC826" w:rsidR="00E34B9A" w:rsidRPr="00A908D4" w:rsidRDefault="00E34B9A" w:rsidP="00E92C96">
      <w:pPr>
        <w:pStyle w:val="Nadpis2"/>
      </w:pPr>
      <w:r w:rsidRPr="00A908D4">
        <w:t xml:space="preserve">Smluvní pokuta je splatná do </w:t>
      </w:r>
      <w:r w:rsidR="00C13CB5">
        <w:t>30</w:t>
      </w:r>
      <w:r w:rsidRPr="00A908D4">
        <w:t xml:space="preserve"> dnů ode dne doručení písemné výzvy k jejímu uhrazení</w:t>
      </w:r>
      <w:bookmarkEnd w:id="174"/>
      <w:r w:rsidRPr="00A908D4">
        <w:t>.</w:t>
      </w:r>
      <w:r w:rsidR="00ED7C00" w:rsidRPr="00A908D4">
        <w:t xml:space="preserve"> Smluvní strany se dohodly a zavazují se, že maximální celková výše smluvní</w:t>
      </w:r>
      <w:r w:rsidR="00070503" w:rsidRPr="00A908D4">
        <w:t>ch</w:t>
      </w:r>
      <w:r w:rsidR="00303EED" w:rsidRPr="00A908D4">
        <w:t xml:space="preserve"> pok</w:t>
      </w:r>
      <w:r w:rsidR="00E92C96" w:rsidRPr="00A908D4">
        <w:t>u</w:t>
      </w:r>
      <w:r w:rsidR="00303EED" w:rsidRPr="00A908D4">
        <w:t>t</w:t>
      </w:r>
      <w:r w:rsidR="00ED7C00" w:rsidRPr="00A908D4">
        <w:t xml:space="preserve"> dle této smlouvy uplatňovaná vůči kterékoliv smluvní straně druhou smluvní stranou nemůže přesáhnout 10</w:t>
      </w:r>
      <w:r w:rsidR="00E92C96" w:rsidRPr="00A908D4">
        <w:t> </w:t>
      </w:r>
      <w:r w:rsidR="00ED7C00" w:rsidRPr="00A908D4">
        <w:t>% ceny základních investičních opatření bez DPH.</w:t>
      </w:r>
    </w:p>
    <w:p w14:paraId="40618243" w14:textId="26DEF8ED" w:rsidR="00ED7C00" w:rsidRPr="00A908D4" w:rsidRDefault="009048CD" w:rsidP="00E92C96">
      <w:pPr>
        <w:pStyle w:val="Nadpis2"/>
      </w:pPr>
      <w:r w:rsidRPr="00A908D4">
        <w:t>Sjednáním a/nebo z</w:t>
      </w:r>
      <w:r w:rsidR="00E34B9A" w:rsidRPr="00A908D4">
        <w:t>aplacením jakékoliv sjednané smluvní pokuty</w:t>
      </w:r>
      <w:r w:rsidR="0039314A" w:rsidRPr="00A908D4">
        <w:t xml:space="preserve"> dle této smlouvy</w:t>
      </w:r>
      <w:r w:rsidR="006A0565" w:rsidRPr="00A908D4">
        <w:t xml:space="preserve"> není dotčeno právo </w:t>
      </w:r>
      <w:r w:rsidR="00132EFC">
        <w:t>poškozené smluvní strany</w:t>
      </w:r>
      <w:r w:rsidR="00132EFC" w:rsidRPr="00A908D4">
        <w:t xml:space="preserve"> </w:t>
      </w:r>
      <w:r w:rsidR="00E34B9A" w:rsidRPr="00A908D4">
        <w:t>na náhradu škody</w:t>
      </w:r>
      <w:r w:rsidR="00AE0D78" w:rsidRPr="00A908D4">
        <w:t xml:space="preserve"> vzniklé z porušení povinnosti, ke kterému se smluvní pokuta vztahuje, a to</w:t>
      </w:r>
      <w:r w:rsidR="00E34B9A" w:rsidRPr="00A908D4">
        <w:t xml:space="preserve"> ve výši přesahující smluvní pokutu</w:t>
      </w:r>
      <w:r w:rsidR="00BB128E" w:rsidRPr="00A908D4">
        <w:t>.</w:t>
      </w:r>
    </w:p>
    <w:p w14:paraId="77CF1D34" w14:textId="77777777" w:rsidR="00F81353" w:rsidRPr="00A908D4" w:rsidRDefault="00F81353">
      <w:pPr>
        <w:pStyle w:val="Nadpis1"/>
      </w:pPr>
      <w:r w:rsidRPr="00A908D4">
        <w:rPr>
          <w:b w:val="0"/>
        </w:rPr>
        <w:br/>
      </w:r>
      <w:bookmarkStart w:id="175" w:name="_Ref238892302"/>
      <w:bookmarkStart w:id="176" w:name="_Toc326523000"/>
      <w:bookmarkStart w:id="177" w:name="_Toc107261479"/>
      <w:r w:rsidRPr="00A908D4">
        <w:t>Trvání smlouvy</w:t>
      </w:r>
      <w:bookmarkEnd w:id="175"/>
      <w:bookmarkEnd w:id="176"/>
      <w:bookmarkEnd w:id="177"/>
    </w:p>
    <w:p w14:paraId="5FA03E10" w14:textId="530054E4" w:rsidR="0069741E" w:rsidRPr="00A908D4" w:rsidRDefault="00705D03" w:rsidP="00E92C96">
      <w:pPr>
        <w:pStyle w:val="Nadpis2"/>
      </w:pPr>
      <w:bookmarkStart w:id="178" w:name="_Toc55976994"/>
      <w:r w:rsidRPr="00A908D4">
        <w:t>Tato smlouva zaniká naplněním předmětu a účelu této smlouvy v souladu s harmonogramem realizace projektu.</w:t>
      </w:r>
    </w:p>
    <w:p w14:paraId="2179D47D" w14:textId="77777777" w:rsidR="00F81353" w:rsidRPr="00A908D4" w:rsidRDefault="00F81353" w:rsidP="00E92C96">
      <w:pPr>
        <w:pStyle w:val="Nadpis2"/>
      </w:pPr>
      <w:r w:rsidRPr="00A908D4">
        <w:t>Tato smlouva může být ukončena před splněním v ní obsažených závazků:</w:t>
      </w:r>
    </w:p>
    <w:p w14:paraId="59D98FBB" w14:textId="77777777" w:rsidR="00EB486B" w:rsidRPr="00A908D4" w:rsidRDefault="00F81353">
      <w:pPr>
        <w:pStyle w:val="Nadpis5"/>
        <w:numPr>
          <w:ilvl w:val="0"/>
          <w:numId w:val="28"/>
        </w:numPr>
        <w:ind w:left="964" w:hanging="567"/>
      </w:pPr>
      <w:r w:rsidRPr="00A908D4">
        <w:t>dohodou smluvních stran,</w:t>
      </w:r>
    </w:p>
    <w:p w14:paraId="0A6BEE5A" w14:textId="77777777" w:rsidR="00EB486B" w:rsidRPr="00A908D4" w:rsidRDefault="00F81353">
      <w:pPr>
        <w:pStyle w:val="Nadpis5"/>
        <w:numPr>
          <w:ilvl w:val="0"/>
          <w:numId w:val="28"/>
        </w:numPr>
        <w:ind w:left="964" w:hanging="567"/>
      </w:pPr>
      <w:bookmarkStart w:id="179" w:name="_Ref442695493"/>
      <w:bookmarkStart w:id="180" w:name="_Ref469102411"/>
      <w:r w:rsidRPr="00A908D4">
        <w:t>písemným odstoupením</w:t>
      </w:r>
      <w:bookmarkEnd w:id="179"/>
      <w:bookmarkEnd w:id="180"/>
      <w:r w:rsidRPr="00A908D4">
        <w:t>.</w:t>
      </w:r>
    </w:p>
    <w:p w14:paraId="69A39802" w14:textId="77777777" w:rsidR="00F81353" w:rsidRPr="00A908D4" w:rsidRDefault="00F81353" w:rsidP="00E92C96">
      <w:pPr>
        <w:pStyle w:val="Nadpis2"/>
      </w:pPr>
      <w:r w:rsidRPr="00A908D4">
        <w:t>Každá ze smluvních stran je oprávněna odstoupit od této smlouvy</w:t>
      </w:r>
      <w:bookmarkEnd w:id="178"/>
      <w:r w:rsidRPr="00A908D4">
        <w:t>:</w:t>
      </w:r>
    </w:p>
    <w:p w14:paraId="440B7019" w14:textId="77777777" w:rsidR="00EB486B" w:rsidRPr="00A908D4" w:rsidRDefault="00F81353">
      <w:pPr>
        <w:pStyle w:val="Nadpis5"/>
        <w:numPr>
          <w:ilvl w:val="0"/>
          <w:numId w:val="29"/>
        </w:numPr>
        <w:ind w:left="964" w:hanging="567"/>
      </w:pPr>
      <w:r w:rsidRPr="00A908D4">
        <w:t>v případě, že druhá smluvní strana vstoupí do likvidace;</w:t>
      </w:r>
    </w:p>
    <w:p w14:paraId="05D85417" w14:textId="77777777" w:rsidR="008A2ABF" w:rsidRPr="00A908D4" w:rsidRDefault="008A2ABF">
      <w:pPr>
        <w:pStyle w:val="Nadpis5"/>
        <w:numPr>
          <w:ilvl w:val="0"/>
          <w:numId w:val="29"/>
        </w:numPr>
        <w:ind w:left="964" w:hanging="567"/>
      </w:pPr>
      <w:r w:rsidRPr="00A908D4">
        <w:lastRenderedPageBreak/>
        <w:t xml:space="preserve">v případě, že druhá smluvní strana je v úpadku </w:t>
      </w:r>
      <w:r w:rsidR="0037526E" w:rsidRPr="00A908D4">
        <w:t>(</w:t>
      </w:r>
      <w:r w:rsidR="00C91ECD" w:rsidRPr="00A908D4">
        <w:t>úpadkem se rozumí rozhodnutí insolve</w:t>
      </w:r>
      <w:r w:rsidR="00210126" w:rsidRPr="00A908D4">
        <w:t>n</w:t>
      </w:r>
      <w:r w:rsidR="00C91ECD" w:rsidRPr="00A908D4">
        <w:t xml:space="preserve">čního soudu o úpadku nebo </w:t>
      </w:r>
      <w:r w:rsidR="002B2DAA" w:rsidRPr="00A908D4">
        <w:t xml:space="preserve">podání insolvenčního návrhu </w:t>
      </w:r>
      <w:r w:rsidR="00B72B4C" w:rsidRPr="00A908D4">
        <w:t xml:space="preserve">druhou smluvní stranou jako dlužníkem nebo </w:t>
      </w:r>
      <w:r w:rsidR="00387EFE" w:rsidRPr="00A908D4">
        <w:t xml:space="preserve">zamítnutí </w:t>
      </w:r>
      <w:r w:rsidR="00FF4DCE" w:rsidRPr="00A908D4">
        <w:t>insolvenčního návrhu pro nedostatek majetku</w:t>
      </w:r>
      <w:r w:rsidR="00A82323" w:rsidRPr="00A908D4">
        <w:t>)</w:t>
      </w:r>
      <w:r w:rsidR="00194B03" w:rsidRPr="00A908D4">
        <w:t>;</w:t>
      </w:r>
    </w:p>
    <w:p w14:paraId="571EA423" w14:textId="77777777" w:rsidR="00EB486B" w:rsidRPr="00A908D4" w:rsidRDefault="00F81353">
      <w:pPr>
        <w:pStyle w:val="Nadpis5"/>
        <w:numPr>
          <w:ilvl w:val="0"/>
          <w:numId w:val="29"/>
        </w:numPr>
        <w:ind w:left="964" w:hanging="567"/>
      </w:pPr>
      <w:r w:rsidRPr="00A908D4">
        <w:t xml:space="preserve">v případě, že na druhou smluvní stranu je </w:t>
      </w:r>
      <w:r w:rsidR="00AE5A36" w:rsidRPr="00A908D4">
        <w:t xml:space="preserve">pravomocně </w:t>
      </w:r>
      <w:r w:rsidRPr="00A908D4">
        <w:t>prohlášen konkurs;</w:t>
      </w:r>
    </w:p>
    <w:p w14:paraId="4D8BABE1" w14:textId="77777777" w:rsidR="00EB486B" w:rsidRPr="00A908D4" w:rsidRDefault="00F81353">
      <w:pPr>
        <w:pStyle w:val="Nadpis5"/>
        <w:numPr>
          <w:ilvl w:val="0"/>
          <w:numId w:val="29"/>
        </w:numPr>
        <w:ind w:left="964" w:hanging="567"/>
      </w:pPr>
      <w:r w:rsidRPr="00A908D4">
        <w:t>v případech výslovně stanovených touto smlouvou;</w:t>
      </w:r>
    </w:p>
    <w:p w14:paraId="024DB66D" w14:textId="77777777" w:rsidR="00EB486B" w:rsidRPr="00A908D4" w:rsidRDefault="00F81353">
      <w:pPr>
        <w:pStyle w:val="Nadpis5"/>
        <w:numPr>
          <w:ilvl w:val="0"/>
          <w:numId w:val="29"/>
        </w:numPr>
        <w:ind w:left="964" w:hanging="567"/>
      </w:pPr>
      <w:bookmarkStart w:id="181" w:name="_Ref238892284"/>
      <w:r w:rsidRPr="00A908D4">
        <w:t>v případě, že druhá smluvní strana podstatným způsobem porušila svoji smluvní nebo zákonnou povinnost.</w:t>
      </w:r>
      <w:bookmarkEnd w:id="181"/>
    </w:p>
    <w:p w14:paraId="7A5C2559" w14:textId="77777777" w:rsidR="00F81353" w:rsidRPr="00A908D4" w:rsidRDefault="00F81353" w:rsidP="00E92C96">
      <w:pPr>
        <w:pStyle w:val="Nadpis2"/>
      </w:pPr>
      <w:r w:rsidRPr="00A908D4">
        <w:t xml:space="preserve">Odstoupení od smlouvy </w:t>
      </w:r>
      <w:r w:rsidR="00AE5A36" w:rsidRPr="00A908D4">
        <w:t xml:space="preserve">s uvedením důvodu odstoupení </w:t>
      </w:r>
      <w:r w:rsidRPr="00A908D4">
        <w:t xml:space="preserve">musí být provedeno </w:t>
      </w:r>
      <w:r w:rsidR="00C76078" w:rsidRPr="00A908D4">
        <w:t>písemn</w:t>
      </w:r>
      <w:r w:rsidR="00D03F3A" w:rsidRPr="00A908D4">
        <w:t>ým oznámením</w:t>
      </w:r>
      <w:r w:rsidR="00C76078" w:rsidRPr="00A908D4">
        <w:t xml:space="preserve"> </w:t>
      </w:r>
      <w:r w:rsidRPr="00A908D4">
        <w:t>doručeným druhé smluvní straně.</w:t>
      </w:r>
    </w:p>
    <w:p w14:paraId="3C11B88D" w14:textId="6597B6CE" w:rsidR="00F81353" w:rsidRPr="00A908D4" w:rsidRDefault="000B7CC1" w:rsidP="00E92C96">
      <w:pPr>
        <w:pStyle w:val="Nadpis2"/>
      </w:pPr>
      <w:r w:rsidRPr="00A908D4">
        <w:t>Není</w:t>
      </w:r>
      <w:r w:rsidR="00706C04" w:rsidRPr="00A908D4">
        <w:t>-</w:t>
      </w:r>
      <w:r w:rsidRPr="00A908D4">
        <w:t xml:space="preserve">li stanoveno </w:t>
      </w:r>
      <w:r w:rsidR="00CF5D73" w:rsidRPr="00A908D4">
        <w:t xml:space="preserve">výslovně </w:t>
      </w:r>
      <w:r w:rsidRPr="00A908D4">
        <w:t>jinak v této smlouv</w:t>
      </w:r>
      <w:r w:rsidR="00706C04" w:rsidRPr="00A908D4">
        <w:t>ě</w:t>
      </w:r>
      <w:r w:rsidRPr="00A908D4">
        <w:t>, p</w:t>
      </w:r>
      <w:r w:rsidR="00F81353" w:rsidRPr="00A908D4">
        <w:t xml:space="preserve">odstatným porušením smlouvy se rozumí prodlení smluvní strany s plněním nepeněžitých závazků delší než </w:t>
      </w:r>
      <w:r w:rsidR="00C76078" w:rsidRPr="00A908D4">
        <w:t>30 dnů</w:t>
      </w:r>
      <w:r w:rsidR="00F81353" w:rsidRPr="00A908D4">
        <w:t xml:space="preserve">, popřípadě prodlení smluvní strany s plněním peněžitých závazků delší než </w:t>
      </w:r>
      <w:r w:rsidR="00C76078" w:rsidRPr="00A908D4">
        <w:t>90 dnů</w:t>
      </w:r>
      <w:r w:rsidR="00FE0310" w:rsidRPr="00A908D4">
        <w:t xml:space="preserve">, za předpokladu, že není </w:t>
      </w:r>
      <w:r w:rsidR="00DF4A5F">
        <w:t>z</w:t>
      </w:r>
      <w:r w:rsidR="00FE0310" w:rsidRPr="00A908D4">
        <w:t>jednána n</w:t>
      </w:r>
      <w:r w:rsidR="00FB7A60" w:rsidRPr="00A908D4">
        <w:t>áprav</w:t>
      </w:r>
      <w:r w:rsidR="001E05DB" w:rsidRPr="00A908D4">
        <w:t>a</w:t>
      </w:r>
      <w:r w:rsidR="00FB7A60" w:rsidRPr="00A908D4">
        <w:t xml:space="preserve"> ze strany smluvní strany porušující svou smluvní povinnost</w:t>
      </w:r>
      <w:r w:rsidR="00FE0310" w:rsidRPr="00A908D4">
        <w:t xml:space="preserve"> </w:t>
      </w:r>
      <w:r w:rsidR="00FB7A60" w:rsidRPr="00A908D4">
        <w:t>do 30 dnů</w:t>
      </w:r>
      <w:r w:rsidR="00062BFA" w:rsidRPr="00A908D4">
        <w:t xml:space="preserve"> ode dne </w:t>
      </w:r>
      <w:r w:rsidR="001E05DB" w:rsidRPr="00A908D4">
        <w:t>doručení výzvy</w:t>
      </w:r>
      <w:r w:rsidR="009F49AD" w:rsidRPr="00A908D4">
        <w:t xml:space="preserve"> druhé smluvní strany ke </w:t>
      </w:r>
      <w:r w:rsidR="00DF4A5F">
        <w:t>z</w:t>
      </w:r>
      <w:r w:rsidR="009F49AD" w:rsidRPr="00A908D4">
        <w:t>jednání nápravy</w:t>
      </w:r>
      <w:r w:rsidR="001E05DB" w:rsidRPr="00A908D4">
        <w:t>.</w:t>
      </w:r>
    </w:p>
    <w:p w14:paraId="0EE1D550" w14:textId="77777777" w:rsidR="00A30E36" w:rsidRPr="00A908D4" w:rsidRDefault="00F81353" w:rsidP="00E92C96">
      <w:pPr>
        <w:pStyle w:val="Nadpis2"/>
      </w:pPr>
      <w:r w:rsidRPr="00A908D4">
        <w:t>Dojde-li k</w:t>
      </w:r>
      <w:r w:rsidR="00A30E36" w:rsidRPr="00A908D4">
        <w:t> </w:t>
      </w:r>
      <w:r w:rsidRPr="00A908D4">
        <w:t>odstoupení</w:t>
      </w:r>
    </w:p>
    <w:p w14:paraId="08C11A9C" w14:textId="7860566C" w:rsidR="00EB486B" w:rsidRPr="00A908D4" w:rsidRDefault="00894DFB">
      <w:pPr>
        <w:pStyle w:val="Nadpis5"/>
        <w:numPr>
          <w:ilvl w:val="0"/>
          <w:numId w:val="30"/>
        </w:numPr>
        <w:ind w:left="964" w:hanging="567"/>
      </w:pPr>
      <w:bookmarkStart w:id="182" w:name="_Hlk138776023"/>
      <w:r>
        <w:t xml:space="preserve">ze strany Klienta </w:t>
      </w:r>
      <w:r w:rsidR="00F81353" w:rsidRPr="00A908D4">
        <w:t xml:space="preserve">v období </w:t>
      </w:r>
      <w:r w:rsidR="00857FA9" w:rsidRPr="00A908D4">
        <w:t xml:space="preserve">provádění </w:t>
      </w:r>
      <w:r w:rsidR="00DE2D93" w:rsidRPr="00A908D4">
        <w:t>základních opatření</w:t>
      </w:r>
      <w:r w:rsidR="00F81353" w:rsidRPr="00A908D4">
        <w:t xml:space="preserve">, náleží ESCO </w:t>
      </w:r>
      <w:r w:rsidR="00341DE2" w:rsidRPr="00A908D4">
        <w:t>příslušná část ceny</w:t>
      </w:r>
      <w:r w:rsidR="00F81353" w:rsidRPr="00A908D4">
        <w:t xml:space="preserve"> za provedení opatřen</w:t>
      </w:r>
      <w:r w:rsidR="00354894" w:rsidRPr="00A908D4">
        <w:t>í</w:t>
      </w:r>
      <w:r w:rsidR="00341DE2" w:rsidRPr="00A908D4">
        <w:t xml:space="preserve"> v rozsahu skutečně provedených opatření;</w:t>
      </w:r>
      <w:r>
        <w:t xml:space="preserve"> u</w:t>
      </w:r>
      <w:r w:rsidRPr="00894DFB">
        <w:t xml:space="preserve">vedené neplatí v případě odstoupení ze strany </w:t>
      </w:r>
      <w:r>
        <w:t>Klienta</w:t>
      </w:r>
      <w:r w:rsidRPr="00894DFB">
        <w:t>, pokud Klient prohlásí, že případné částečné plnění pro něj nemá význam; v takovém případě se smlouva zrušuje od počátku;</w:t>
      </w:r>
    </w:p>
    <w:p w14:paraId="73267D27" w14:textId="21B1CF23" w:rsidR="00EB486B" w:rsidRPr="00710924" w:rsidRDefault="008377B6">
      <w:pPr>
        <w:pStyle w:val="Nadpis5"/>
        <w:numPr>
          <w:ilvl w:val="0"/>
          <w:numId w:val="30"/>
        </w:numPr>
        <w:ind w:left="964" w:hanging="567"/>
      </w:pPr>
      <w:r w:rsidRPr="00710924">
        <w:t xml:space="preserve">ze strany Klienta </w:t>
      </w:r>
      <w:r w:rsidR="00461C1A" w:rsidRPr="00710924">
        <w:t>v době poskytování garance</w:t>
      </w:r>
      <w:r w:rsidR="00AD223E" w:rsidRPr="00710924">
        <w:t>,</w:t>
      </w:r>
      <w:r w:rsidR="00461C1A" w:rsidRPr="00710924">
        <w:t xml:space="preserve"> </w:t>
      </w:r>
      <w:r w:rsidR="007E7D42" w:rsidRPr="00710924">
        <w:t>má ESCO právo na zaplacení všech pohledávek, na které měla nárok podle této smlouvy</w:t>
      </w:r>
      <w:r w:rsidR="00894DFB">
        <w:t xml:space="preserve"> do okamžiku odstoupení;</w:t>
      </w:r>
    </w:p>
    <w:p w14:paraId="13A89D26" w14:textId="77777777" w:rsidR="003C28AE" w:rsidRDefault="008377B6" w:rsidP="003C28AE">
      <w:pPr>
        <w:pStyle w:val="Nadpis5"/>
        <w:numPr>
          <w:ilvl w:val="0"/>
          <w:numId w:val="30"/>
        </w:numPr>
        <w:ind w:left="964" w:hanging="567"/>
      </w:pPr>
      <w:r w:rsidRPr="00710924">
        <w:t>z</w:t>
      </w:r>
      <w:r w:rsidR="00AD223E" w:rsidRPr="00710924">
        <w:t xml:space="preserve">e strany ESCO </w:t>
      </w:r>
      <w:r w:rsidR="00D975AA" w:rsidRPr="00710924">
        <w:t>v</w:t>
      </w:r>
      <w:r w:rsidR="00894DFB">
        <w:t> </w:t>
      </w:r>
      <w:r w:rsidR="00D975AA" w:rsidRPr="00710924">
        <w:t>době poskytování garance</w:t>
      </w:r>
      <w:r w:rsidR="008C0421" w:rsidRPr="00710924">
        <w:t>,</w:t>
      </w:r>
      <w:r w:rsidR="00D975AA" w:rsidRPr="00710924">
        <w:t xml:space="preserve"> má </w:t>
      </w:r>
      <w:r w:rsidR="00354894" w:rsidRPr="00710924">
        <w:t>ESC</w:t>
      </w:r>
      <w:r w:rsidRPr="00710924">
        <w:t>O</w:t>
      </w:r>
      <w:r w:rsidR="00D975AA" w:rsidRPr="00710924">
        <w:t xml:space="preserve"> právo na zaplacení všech pohledávek, na které měla nárok podle této smlouvy </w:t>
      </w:r>
      <w:r w:rsidR="00894DFB">
        <w:t>do okamžiku odstoupení.</w:t>
      </w:r>
    </w:p>
    <w:bookmarkEnd w:id="182"/>
    <w:p w14:paraId="53764BFB" w14:textId="0FE65DC9" w:rsidR="00F81353" w:rsidRPr="00A908D4" w:rsidRDefault="00F81353" w:rsidP="00894DFB">
      <w:pPr>
        <w:pStyle w:val="Nadpis2"/>
        <w:numPr>
          <w:ilvl w:val="0"/>
          <w:numId w:val="0"/>
        </w:numPr>
        <w:ind w:left="426"/>
      </w:pPr>
      <w:r w:rsidRPr="00A908D4">
        <w:t>Výše uvedeným nejsou dotčeny nároky Klienta vzniklé z odpovědnosti za vady, nároky smluvních stran vzniklé z titulu náhrady škody a smluvní pokuty.</w:t>
      </w:r>
    </w:p>
    <w:p w14:paraId="7C4DB1C0" w14:textId="77777777" w:rsidR="00F81353" w:rsidRPr="00A908D4" w:rsidRDefault="00F81353" w:rsidP="00E92C96">
      <w:pPr>
        <w:pStyle w:val="Nadpis2"/>
      </w:pPr>
      <w:r w:rsidRPr="00A908D4">
        <w:t xml:space="preserve">Odstoupením od smlouvy nejsou dotčena ustanovení týkající se výše </w:t>
      </w:r>
      <w:r w:rsidR="00561718" w:rsidRPr="00A908D4">
        <w:t>peněžitých plnění</w:t>
      </w:r>
      <w:r w:rsidRPr="00A908D4">
        <w:t>, náhrady škody, smluvních pokut, zajištění, vzájemné komunikace a řešení sporů.  Odstoupením od smlouvy nenastává zánik zajišťovacích právních vztahů.</w:t>
      </w:r>
    </w:p>
    <w:p w14:paraId="3CFAE3E0" w14:textId="77777777" w:rsidR="00F81353" w:rsidRPr="00A908D4" w:rsidRDefault="00F81353">
      <w:pPr>
        <w:pStyle w:val="Nadpis1"/>
      </w:pPr>
      <w:r w:rsidRPr="00A908D4">
        <w:rPr>
          <w:b w:val="0"/>
        </w:rPr>
        <w:br/>
      </w:r>
      <w:bookmarkStart w:id="183" w:name="_Toc326523001"/>
      <w:bookmarkStart w:id="184" w:name="_Toc107261480"/>
      <w:r w:rsidRPr="00A908D4">
        <w:t>Řešení sporů</w:t>
      </w:r>
      <w:bookmarkEnd w:id="183"/>
      <w:bookmarkEnd w:id="184"/>
    </w:p>
    <w:p w14:paraId="0004EB6F" w14:textId="77777777" w:rsidR="00F81353" w:rsidRPr="00A908D4" w:rsidRDefault="00F81353" w:rsidP="00E92C96">
      <w:pPr>
        <w:pStyle w:val="Nadpis2"/>
      </w:pPr>
      <w:bookmarkStart w:id="185" w:name="_Ref152650910"/>
      <w:r w:rsidRPr="00A908D4">
        <w:t xml:space="preserve">Smluvní strany se zavazují vyvinout maximální úsilí k odstranění vzájemných sporů vzniklých na základě této smlouvy nebo v souvislosti s ní a k jejich vyřešení smírnou cestou, zejména prostřednictvím jednání </w:t>
      </w:r>
      <w:bookmarkStart w:id="186" w:name="_Ref510191456"/>
      <w:bookmarkStart w:id="187" w:name="_Ref510191603"/>
      <w:r w:rsidRPr="00A908D4">
        <w:t>oprávněných osob, příp. statutárních orgánů či jeho členů.</w:t>
      </w:r>
      <w:bookmarkEnd w:id="185"/>
    </w:p>
    <w:p w14:paraId="57C8B9BE" w14:textId="6FF1219F" w:rsidR="00F81353" w:rsidRPr="00A908D4" w:rsidRDefault="00F81353" w:rsidP="00E92C96">
      <w:pPr>
        <w:pStyle w:val="Nadpis2"/>
      </w:pPr>
      <w:bookmarkStart w:id="188" w:name="_Ref468895774"/>
      <w:bookmarkStart w:id="189" w:name="_Ref152651880"/>
      <w:bookmarkStart w:id="190" w:name="_Ref57714802"/>
      <w:r w:rsidRPr="00A908D4">
        <w:lastRenderedPageBreak/>
        <w:t xml:space="preserve">Smluvní strany se dohodly, že pokud se nedohodnou na řešení vzájemného sporu smírně postupem podle odst. </w:t>
      </w:r>
      <w:r w:rsidR="008E6B6A" w:rsidRPr="00A908D4">
        <w:fldChar w:fldCharType="begin"/>
      </w:r>
      <w:r w:rsidR="008E6B6A" w:rsidRPr="00A908D4">
        <w:instrText xml:space="preserve"> REF _Ref152650910 \r \h  \* MERGEFORMAT </w:instrText>
      </w:r>
      <w:r w:rsidR="008E6B6A" w:rsidRPr="00A908D4">
        <w:fldChar w:fldCharType="separate"/>
      </w:r>
      <w:r w:rsidR="00E90D85">
        <w:t>1</w:t>
      </w:r>
      <w:r w:rsidR="008E6B6A" w:rsidRPr="00A908D4">
        <w:fldChar w:fldCharType="end"/>
      </w:r>
      <w:r w:rsidRPr="00A908D4">
        <w:t xml:space="preserve"> </w:t>
      </w:r>
      <w:r w:rsidR="00561718" w:rsidRPr="00A908D4">
        <w:t xml:space="preserve">tohoto Článku </w:t>
      </w:r>
      <w:r w:rsidRPr="00A908D4">
        <w:t xml:space="preserve">ve lhůtě </w:t>
      </w:r>
      <w:r w:rsidR="005F20DE" w:rsidRPr="00A908D4">
        <w:t>30</w:t>
      </w:r>
      <w:r w:rsidRPr="00A908D4">
        <w:t xml:space="preserve"> dnů ode dne, kdy došlo ke sporu, takový spor, je-li </w:t>
      </w:r>
      <w:r w:rsidR="00EE005E" w:rsidRPr="00A908D4">
        <w:t>zejména</w:t>
      </w:r>
      <w:bookmarkEnd w:id="188"/>
      <w:bookmarkEnd w:id="189"/>
      <w:r w:rsidR="00184879">
        <w:t>:</w:t>
      </w:r>
    </w:p>
    <w:p w14:paraId="4A8AA59C" w14:textId="592821A5" w:rsidR="00F81353" w:rsidRPr="00A908D4" w:rsidRDefault="003D77C9">
      <w:pPr>
        <w:pStyle w:val="Nadpis5"/>
        <w:numPr>
          <w:ilvl w:val="0"/>
          <w:numId w:val="31"/>
        </w:numPr>
        <w:ind w:left="964" w:hanging="567"/>
      </w:pPr>
      <w:r>
        <w:t xml:space="preserve">o </w:t>
      </w:r>
      <w:r w:rsidR="00F81353" w:rsidRPr="00A908D4">
        <w:t>tom, zda ESCO řádně provedla základní opatření;</w:t>
      </w:r>
    </w:p>
    <w:p w14:paraId="4400357A" w14:textId="7657A5B2" w:rsidR="00F81353" w:rsidRPr="00A908D4" w:rsidRDefault="003D77C9">
      <w:pPr>
        <w:pStyle w:val="Nadpis5"/>
        <w:numPr>
          <w:ilvl w:val="0"/>
          <w:numId w:val="31"/>
        </w:numPr>
        <w:ind w:left="964" w:hanging="567"/>
      </w:pPr>
      <w:r>
        <w:t xml:space="preserve">o </w:t>
      </w:r>
      <w:r w:rsidR="00F81353" w:rsidRPr="00A908D4">
        <w:t>tom, zda došlo k předání, resp. zda Klient nepřevzal předměty investičních opatření, ač k tomu byl podle smlouvy povinen;</w:t>
      </w:r>
    </w:p>
    <w:p w14:paraId="5710610F" w14:textId="0AE37CA6" w:rsidR="00E26A23" w:rsidRPr="00A908D4" w:rsidRDefault="00441552">
      <w:pPr>
        <w:pStyle w:val="Nadpis5"/>
        <w:numPr>
          <w:ilvl w:val="0"/>
          <w:numId w:val="31"/>
        </w:numPr>
        <w:ind w:left="964" w:hanging="567"/>
      </w:pPr>
      <w:r>
        <w:t xml:space="preserve">o </w:t>
      </w:r>
      <w:r w:rsidR="00F81353" w:rsidRPr="00A908D4">
        <w:t>výši úspory nákladů nebo úspory energií;</w:t>
      </w:r>
    </w:p>
    <w:p w14:paraId="2A687130" w14:textId="064E23F1" w:rsidR="00E26A23" w:rsidRPr="00A908D4" w:rsidRDefault="00441552">
      <w:pPr>
        <w:pStyle w:val="Nadpis5"/>
        <w:numPr>
          <w:ilvl w:val="0"/>
          <w:numId w:val="31"/>
        </w:numPr>
        <w:ind w:left="964" w:hanging="567"/>
      </w:pPr>
      <w:r>
        <w:t xml:space="preserve">o </w:t>
      </w:r>
      <w:r w:rsidR="00E26A23" w:rsidRPr="00A908D4">
        <w:t>důvodnosti reklamované vady základních investičních opatření a/nebo o výši účelně vynaložených nákladů</w:t>
      </w:r>
      <w:r w:rsidR="00CA5487" w:rsidRPr="00A908D4">
        <w:t>;</w:t>
      </w:r>
    </w:p>
    <w:p w14:paraId="03CB1821" w14:textId="01DEA513" w:rsidR="00F81353" w:rsidRPr="00A908D4" w:rsidRDefault="00441552">
      <w:pPr>
        <w:pStyle w:val="Nadpis5"/>
        <w:numPr>
          <w:ilvl w:val="0"/>
          <w:numId w:val="31"/>
        </w:numPr>
        <w:ind w:left="964" w:hanging="567"/>
      </w:pPr>
      <w:r>
        <w:t xml:space="preserve">o </w:t>
      </w:r>
      <w:r w:rsidR="00CE4ACD" w:rsidRPr="00A908D4">
        <w:t>to</w:t>
      </w:r>
      <w:r w:rsidR="00F81353" w:rsidRPr="00A908D4">
        <w:t>m, zda nastala změna okolností;</w:t>
      </w:r>
    </w:p>
    <w:p w14:paraId="21696DBA" w14:textId="77777777" w:rsidR="00F81353" w:rsidRPr="00A908D4" w:rsidRDefault="00F81353">
      <w:pPr>
        <w:ind w:firstLine="397"/>
      </w:pPr>
      <w:r w:rsidRPr="00A908D4">
        <w:t xml:space="preserve">se pokusí vyřešit prostřednictvím </w:t>
      </w:r>
      <w:r w:rsidR="00172AB8" w:rsidRPr="00A908D4">
        <w:t>prostředníka</w:t>
      </w:r>
      <w:r w:rsidR="00020FED" w:rsidRPr="00A908D4">
        <w:t xml:space="preserve"> (dále jen „</w:t>
      </w:r>
      <w:r w:rsidR="00020FED" w:rsidRPr="00A908D4">
        <w:rPr>
          <w:b/>
        </w:rPr>
        <w:t>prostředník</w:t>
      </w:r>
      <w:r w:rsidR="00020FED" w:rsidRPr="00A908D4">
        <w:t>“)</w:t>
      </w:r>
      <w:r w:rsidRPr="00A908D4">
        <w:t>.</w:t>
      </w:r>
    </w:p>
    <w:p w14:paraId="64A333D6" w14:textId="084FEB74" w:rsidR="00F81353" w:rsidRPr="00A908D4" w:rsidRDefault="00F81353" w:rsidP="00E92C96">
      <w:pPr>
        <w:pStyle w:val="Nadpis2"/>
      </w:pPr>
      <w:bookmarkStart w:id="191" w:name="_Ref330840001"/>
      <w:r w:rsidRPr="00A908D4">
        <w:t xml:space="preserve">Smluvní strany se dohodly, že </w:t>
      </w:r>
      <w:r w:rsidR="00172AB8" w:rsidRPr="00A908D4">
        <w:t>prostředníkem</w:t>
      </w:r>
      <w:r w:rsidRPr="00A908D4">
        <w:t xml:space="preserve"> bude na obou smluvních stranách nezávislá osoba s příslušnou odborností a renomé. Na osobě </w:t>
      </w:r>
      <w:r w:rsidR="00172AB8" w:rsidRPr="00A908D4">
        <w:t xml:space="preserve">prostředníka </w:t>
      </w:r>
      <w:r w:rsidRPr="00A908D4">
        <w:t xml:space="preserve">se smluvní strany musí dohodnout. </w:t>
      </w:r>
      <w:r w:rsidR="00172AB8" w:rsidRPr="00A908D4">
        <w:t xml:space="preserve">Prostředník </w:t>
      </w:r>
      <w:r w:rsidRPr="00A908D4">
        <w:t>bude vystupovat jako odborník</w:t>
      </w:r>
      <w:r w:rsidR="00C261B6">
        <w:t>,</w:t>
      </w:r>
      <w:r w:rsidRPr="00A908D4">
        <w:t xml:space="preserve"> </w:t>
      </w:r>
      <w:r w:rsidR="00C261B6">
        <w:t>nikoli</w:t>
      </w:r>
      <w:r w:rsidRPr="00A908D4">
        <w:t xml:space="preserve"> jako rozhodce. Nedohodnou-li se smluvní strany na osobě </w:t>
      </w:r>
      <w:r w:rsidR="00172AB8" w:rsidRPr="00A908D4">
        <w:t xml:space="preserve">prostředníka </w:t>
      </w:r>
      <w:r w:rsidRPr="00A908D4">
        <w:t xml:space="preserve">ve lhůtě 15 dnů nebo nebude-li </w:t>
      </w:r>
      <w:r w:rsidR="00FE0884" w:rsidRPr="00A908D4">
        <w:t xml:space="preserve">dohody ve </w:t>
      </w:r>
      <w:r w:rsidR="00D975AA" w:rsidRPr="00A908D4">
        <w:t>smírčí</w:t>
      </w:r>
      <w:r w:rsidR="00FE0884" w:rsidRPr="00A908D4">
        <w:t>m</w:t>
      </w:r>
      <w:r w:rsidR="00454E88" w:rsidRPr="00A908D4">
        <w:t xml:space="preserve"> řízení </w:t>
      </w:r>
      <w:r w:rsidR="00172AB8" w:rsidRPr="00A908D4">
        <w:t xml:space="preserve">s prostředníkem </w:t>
      </w:r>
      <w:r w:rsidRPr="00A908D4">
        <w:t xml:space="preserve">dosaženo ve lhůtě </w:t>
      </w:r>
      <w:r w:rsidR="005F20DE" w:rsidRPr="00A908D4">
        <w:t>60</w:t>
      </w:r>
      <w:r w:rsidR="00FE0884" w:rsidRPr="00A908D4">
        <w:t xml:space="preserve"> </w:t>
      </w:r>
      <w:r w:rsidRPr="00A908D4">
        <w:t xml:space="preserve">dnů od zahájení smírného řešení, je každá ze smluvních stran oprávněna oznámením druhé smluvní straně </w:t>
      </w:r>
      <w:r w:rsidR="00D975AA" w:rsidRPr="00A908D4">
        <w:t>smírčí</w:t>
      </w:r>
      <w:r w:rsidRPr="00A908D4">
        <w:t xml:space="preserve"> řízení ukončit. O náklady na </w:t>
      </w:r>
      <w:r w:rsidR="00D975AA" w:rsidRPr="00A908D4">
        <w:t>smírčí</w:t>
      </w:r>
      <w:r w:rsidRPr="00A908D4">
        <w:t xml:space="preserve"> řízení se smluvní strany dělí rovným dílem.</w:t>
      </w:r>
      <w:bookmarkEnd w:id="191"/>
    </w:p>
    <w:p w14:paraId="370602ED" w14:textId="6C5B37D0" w:rsidR="00B40C29" w:rsidRPr="00A908D4" w:rsidRDefault="00502E44" w:rsidP="00C13CB5">
      <w:pPr>
        <w:pStyle w:val="Nadpis2"/>
      </w:pPr>
      <w:bookmarkStart w:id="192" w:name="_Ref468895815"/>
      <w:bookmarkEnd w:id="186"/>
      <w:bookmarkEnd w:id="187"/>
      <w:bookmarkEnd w:id="190"/>
      <w:r w:rsidRPr="00A908D4">
        <w:rPr>
          <w:rStyle w:val="Zdraznn"/>
          <w:i w:val="0"/>
        </w:rPr>
        <w:t xml:space="preserve">Nedojde-li ke smírnému vyřešení sporů mezi smluvními stranami postupem podle </w:t>
      </w:r>
      <w:r w:rsidR="008E6B6A" w:rsidRPr="00A908D4">
        <w:fldChar w:fldCharType="begin"/>
      </w:r>
      <w:r w:rsidR="008E6B6A" w:rsidRPr="00A908D4">
        <w:instrText xml:space="preserve"> REF _Ref152650910 \w \h  \* MERGEFORMAT </w:instrText>
      </w:r>
      <w:r w:rsidR="008E6B6A" w:rsidRPr="00A908D4">
        <w:fldChar w:fldCharType="separate"/>
      </w:r>
      <w:r w:rsidR="00E90D85" w:rsidRPr="00C737DD">
        <w:rPr>
          <w:rStyle w:val="Zdraznn"/>
          <w:i w:val="0"/>
        </w:rPr>
        <w:t>Článek 39.1</w:t>
      </w:r>
      <w:r w:rsidR="008E6B6A" w:rsidRPr="00A908D4">
        <w:fldChar w:fldCharType="end"/>
      </w:r>
      <w:r w:rsidR="00BF28D1" w:rsidRPr="00A908D4">
        <w:rPr>
          <w:rStyle w:val="Zdraznn"/>
          <w:i w:val="0"/>
          <w:szCs w:val="13"/>
        </w:rPr>
        <w:t xml:space="preserve"> </w:t>
      </w:r>
      <w:r w:rsidR="00F81353" w:rsidRPr="00A908D4">
        <w:rPr>
          <w:rStyle w:val="Zdraznn"/>
          <w:i w:val="0"/>
          <w:szCs w:val="13"/>
        </w:rPr>
        <w:t>a</w:t>
      </w:r>
      <w:r w:rsidR="0012657B" w:rsidRPr="00A908D4">
        <w:rPr>
          <w:rStyle w:val="Zdraznn"/>
          <w:i w:val="0"/>
          <w:szCs w:val="13"/>
        </w:rPr>
        <w:t>ž</w:t>
      </w:r>
      <w:r w:rsidR="00F81353" w:rsidRPr="00A908D4">
        <w:rPr>
          <w:rStyle w:val="Zdraznn"/>
          <w:i w:val="0"/>
          <w:szCs w:val="13"/>
        </w:rPr>
        <w:t xml:space="preserve"> </w:t>
      </w:r>
      <w:r w:rsidR="008E6B6A" w:rsidRPr="00A908D4">
        <w:fldChar w:fldCharType="begin"/>
      </w:r>
      <w:r w:rsidR="008E6B6A" w:rsidRPr="00A908D4">
        <w:instrText xml:space="preserve"> REF _Ref330840001 \w \h  \* MERGEFORMAT </w:instrText>
      </w:r>
      <w:r w:rsidR="008E6B6A" w:rsidRPr="00A908D4">
        <w:fldChar w:fldCharType="separate"/>
      </w:r>
      <w:r w:rsidR="00E90D85" w:rsidRPr="00C737DD">
        <w:rPr>
          <w:rStyle w:val="Zdraznn"/>
          <w:i w:val="0"/>
          <w:szCs w:val="13"/>
        </w:rPr>
        <w:t>Článek 39.3</w:t>
      </w:r>
      <w:r w:rsidR="008E6B6A" w:rsidRPr="00A908D4">
        <w:fldChar w:fldCharType="end"/>
      </w:r>
      <w:r w:rsidR="00F81353" w:rsidRPr="00A908D4">
        <w:rPr>
          <w:rStyle w:val="Zdraznn"/>
          <w:i w:val="0"/>
          <w:szCs w:val="13"/>
        </w:rPr>
        <w:t>,</w:t>
      </w:r>
      <w:r w:rsidRPr="00A908D4">
        <w:rPr>
          <w:rStyle w:val="Zdraznn"/>
          <w:i w:val="0"/>
        </w:rPr>
        <w:t xml:space="preserve"> smluvní strany se dohodly, že všechny spory vznikající z této smlouvy a v souvislosti s ní budou rozhodovány s konečnou platností u Rozhodčího soudu při Hospodářské komoře České republiky a Agrární komoře České republiky podle jeho </w:t>
      </w:r>
      <w:r w:rsidR="003A7C52" w:rsidRPr="00A908D4">
        <w:rPr>
          <w:rStyle w:val="Zdraznn"/>
          <w:i w:val="0"/>
        </w:rPr>
        <w:t>ř</w:t>
      </w:r>
      <w:r w:rsidRPr="00A908D4">
        <w:rPr>
          <w:rStyle w:val="Zdraznn"/>
          <w:i w:val="0"/>
        </w:rPr>
        <w:t>ádu třemi rozhodci</w:t>
      </w:r>
      <w:r w:rsidR="00B52DD5" w:rsidRPr="00A908D4">
        <w:rPr>
          <w:rStyle w:val="Zdraznn"/>
          <w:i w:val="0"/>
        </w:rPr>
        <w:t>.</w:t>
      </w:r>
      <w:r w:rsidRPr="00A908D4">
        <w:rPr>
          <w:rStyle w:val="Zdraznn"/>
          <w:i w:val="0"/>
        </w:rPr>
        <w:t xml:space="preserve"> </w:t>
      </w:r>
      <w:r w:rsidR="00B52DD5" w:rsidRPr="00A908D4">
        <w:rPr>
          <w:rStyle w:val="Zdraznn"/>
          <w:i w:val="0"/>
        </w:rPr>
        <w:t>M</w:t>
      </w:r>
      <w:r w:rsidRPr="00A908D4">
        <w:rPr>
          <w:rStyle w:val="Zdraznn"/>
          <w:i w:val="0"/>
        </w:rPr>
        <w:t>ístně příslušným je sudiště Praha</w:t>
      </w:r>
      <w:r w:rsidR="006E53D4" w:rsidRPr="00A908D4">
        <w:rPr>
          <w:rStyle w:val="Zdraznn"/>
          <w:i w:val="0"/>
        </w:rPr>
        <w:t>.</w:t>
      </w:r>
      <w:bookmarkEnd w:id="192"/>
    </w:p>
    <w:p w14:paraId="7CAB0CEB" w14:textId="77777777" w:rsidR="00272371" w:rsidRPr="00A908D4" w:rsidRDefault="00F81353" w:rsidP="00020FED">
      <w:pPr>
        <w:pStyle w:val="Nadpis1"/>
      </w:pPr>
      <w:r w:rsidRPr="00A908D4">
        <w:rPr>
          <w:b w:val="0"/>
        </w:rPr>
        <w:br/>
      </w:r>
      <w:bookmarkStart w:id="193" w:name="_Toc326523002"/>
      <w:bookmarkStart w:id="194" w:name="_Toc107261481"/>
      <w:r w:rsidRPr="00A908D4">
        <w:t>Závěrečná ustanovení</w:t>
      </w:r>
      <w:bookmarkEnd w:id="193"/>
      <w:bookmarkEnd w:id="194"/>
    </w:p>
    <w:p w14:paraId="491B96DF" w14:textId="77777777" w:rsidR="00F81353" w:rsidRPr="00A908D4" w:rsidRDefault="00F81353" w:rsidP="00E92C96">
      <w:pPr>
        <w:pStyle w:val="Nadpis2"/>
      </w:pPr>
      <w:r w:rsidRPr="00A908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A908D4" w:rsidRDefault="00F81353" w:rsidP="00E92C96">
      <w:pPr>
        <w:pStyle w:val="Nadpis2"/>
      </w:pPr>
      <w:r w:rsidRPr="00A908D4">
        <w:t>Jakékoliv změny a doplňky této smlouvy mohou být provedeny pouze písemně formou chronologicky číslovaných dodatků podepsaných oběma smluvními stranami, není-li ve smlouvě výslovně stanoveno jinak.</w:t>
      </w:r>
    </w:p>
    <w:p w14:paraId="0639055B" w14:textId="77777777" w:rsidR="00F81353" w:rsidRPr="00C13CB5" w:rsidRDefault="00F81353" w:rsidP="00E92C96">
      <w:pPr>
        <w:pStyle w:val="Nadpis2"/>
        <w:rPr>
          <w:color w:val="000000" w:themeColor="text1"/>
        </w:rPr>
      </w:pPr>
      <w:r w:rsidRPr="00C13CB5">
        <w:rPr>
          <w:color w:val="000000" w:themeColor="text1"/>
        </w:rPr>
        <w:lastRenderedPageBreak/>
        <w:t>Veškeré přílohy a dodatky k této smlouvě jsou nedílnou součástí smlouvy, proto se pojmem „smlouva“ rozumí také její přílohy a dodatky.</w:t>
      </w:r>
    </w:p>
    <w:p w14:paraId="56009C49" w14:textId="1E18E606" w:rsidR="00D05B25" w:rsidRPr="00C13CB5" w:rsidRDefault="00D05B25" w:rsidP="00D05B25">
      <w:pPr>
        <w:pStyle w:val="Nadpis2"/>
        <w:rPr>
          <w:color w:val="000000" w:themeColor="text1"/>
        </w:rPr>
      </w:pPr>
      <w:r w:rsidRPr="00C13CB5">
        <w:rPr>
          <w:color w:val="000000" w:themeColor="text1"/>
        </w:rPr>
        <w:t>Smluvní strany se dohodly, že vztah založený touto smlouvou se řídí zákonem o hospodaření energií, zejména pak §</w:t>
      </w:r>
      <w:r w:rsidR="00133235">
        <w:rPr>
          <w:color w:val="000000" w:themeColor="text1"/>
        </w:rPr>
        <w:t> </w:t>
      </w:r>
      <w:r w:rsidRPr="00C13CB5">
        <w:rPr>
          <w:color w:val="000000" w:themeColor="text1"/>
        </w:rPr>
        <w:t xml:space="preserve">10e odst. 5 zákona o hospodaření energií, ve spojení s občanským zákoníkem, zejména pak ustanovením </w:t>
      </w:r>
      <w:r w:rsidR="00441552" w:rsidRPr="00C13CB5">
        <w:rPr>
          <w:color w:val="000000" w:themeColor="text1"/>
        </w:rPr>
        <w:t>§</w:t>
      </w:r>
      <w:r w:rsidR="00133235">
        <w:rPr>
          <w:color w:val="000000" w:themeColor="text1"/>
        </w:rPr>
        <w:t> </w:t>
      </w:r>
      <w:r w:rsidRPr="00C13CB5">
        <w:rPr>
          <w:color w:val="000000" w:themeColor="text1"/>
        </w:rPr>
        <w:t>1746 odst.</w:t>
      </w:r>
      <w:r w:rsidR="00133235">
        <w:rPr>
          <w:color w:val="000000" w:themeColor="text1"/>
        </w:rPr>
        <w:t> </w:t>
      </w:r>
      <w:r w:rsidRPr="00C13CB5">
        <w:rPr>
          <w:color w:val="000000" w:themeColor="text1"/>
        </w:rPr>
        <w:t xml:space="preserve">2 občanského zákoníku. Pro účely interpretace práv a povinností smluvních stran je určující rovněž zadávací dokumentace. </w:t>
      </w:r>
    </w:p>
    <w:p w14:paraId="223FAACA" w14:textId="32F94A1C" w:rsidR="00B32B3D" w:rsidRDefault="005578D2" w:rsidP="0025051E">
      <w:pPr>
        <w:pStyle w:val="Nadpis2"/>
        <w:rPr>
          <w:color w:val="000000" w:themeColor="text1"/>
        </w:rPr>
      </w:pPr>
      <w:r w:rsidRPr="00C13CB5">
        <w:rPr>
          <w:color w:val="000000" w:themeColor="text1"/>
        </w:rPr>
        <w:t>Tato smlouva nabývá platnosti dnem podpisu smluvními stranami a účinnosti nabývá uveřejněním smlouvy v souladu s příslušnými ustanoveními zákona o registru smluv.</w:t>
      </w:r>
    </w:p>
    <w:p w14:paraId="1EC5F0A7" w14:textId="77777777" w:rsidR="009770A2" w:rsidRDefault="009770A2" w:rsidP="009770A2">
      <w:pPr>
        <w:pStyle w:val="Nadpis2"/>
        <w:rPr>
          <w:color w:val="000000" w:themeColor="text1"/>
        </w:rPr>
      </w:pPr>
      <w:r w:rsidRPr="009770A2">
        <w:rPr>
          <w:color w:val="000000" w:themeColor="text1"/>
        </w:rPr>
        <w:t xml:space="preserve">Tato Smlouva je vyhotovena v elektronické formě ve formátu PDF/A </w:t>
      </w:r>
      <w:proofErr w:type="spellStart"/>
      <w:r w:rsidRPr="009770A2">
        <w:rPr>
          <w:color w:val="000000" w:themeColor="text1"/>
        </w:rPr>
        <w:t>a</w:t>
      </w:r>
      <w:proofErr w:type="spellEnd"/>
      <w:r w:rsidRPr="009770A2">
        <w:rPr>
          <w:color w:val="000000" w:themeColor="text1"/>
        </w:rPr>
        <w:t xml:space="preserve"> je podepsána zaručenými elektronickými podpisy Smluvních stran založenými na kvalifikovaném certifikátu nebo kvalifikovaném elektronickém podpisu. Každá ze Smluvních stran </w:t>
      </w:r>
      <w:proofErr w:type="gramStart"/>
      <w:r w:rsidRPr="009770A2">
        <w:rPr>
          <w:color w:val="000000" w:themeColor="text1"/>
        </w:rPr>
        <w:t>obdrží</w:t>
      </w:r>
      <w:proofErr w:type="gramEnd"/>
      <w:r w:rsidRPr="009770A2">
        <w:rPr>
          <w:color w:val="000000" w:themeColor="text1"/>
        </w:rPr>
        <w:t xml:space="preserve"> Smlouvu v elektronické formě s uznávanými elektronickými podpisy.</w:t>
      </w:r>
    </w:p>
    <w:p w14:paraId="448D434C" w14:textId="5923C44F" w:rsidR="00441121" w:rsidRPr="00441121" w:rsidRDefault="00441121" w:rsidP="00441121">
      <w:pPr>
        <w:pStyle w:val="Nadpis2"/>
        <w:rPr>
          <w:color w:val="000000" w:themeColor="text1"/>
        </w:rPr>
      </w:pPr>
      <w:r w:rsidRPr="00441121">
        <w:rPr>
          <w:color w:val="000000" w:themeColor="text1"/>
        </w:rPr>
        <w:t>Příprava podkladů a zadávací dokumentace veřejné zakázky na předmět této smlouvy a administrac</w:t>
      </w:r>
      <w:r>
        <w:rPr>
          <w:color w:val="000000" w:themeColor="text1"/>
        </w:rPr>
        <w:t>i</w:t>
      </w:r>
      <w:r w:rsidRPr="00441121">
        <w:rPr>
          <w:color w:val="000000" w:themeColor="text1"/>
        </w:rPr>
        <w:t xml:space="preserve"> projektu je spolufinancována z Programu EU Horizont 2020 z finančního nástroje ELENA Evropské investiční banky. </w:t>
      </w:r>
      <w:r>
        <w:rPr>
          <w:color w:val="000000" w:themeColor="text1"/>
        </w:rPr>
        <w:t>R</w:t>
      </w:r>
      <w:r w:rsidRPr="00441121">
        <w:rPr>
          <w:color w:val="000000" w:themeColor="text1"/>
        </w:rPr>
        <w:t xml:space="preserve">ealizace projektu </w:t>
      </w:r>
      <w:r>
        <w:rPr>
          <w:color w:val="000000" w:themeColor="text1"/>
        </w:rPr>
        <w:t>je financována z dotace a vlastních prostředků rozpočtu Středočeského kraje.</w:t>
      </w:r>
    </w:p>
    <w:p w14:paraId="28101249" w14:textId="30361DD2" w:rsidR="005578D2" w:rsidRPr="00C13CB5" w:rsidRDefault="005578D2" w:rsidP="00614162">
      <w:pPr>
        <w:pStyle w:val="Nadpis2"/>
        <w:rPr>
          <w:rFonts w:asciiTheme="minorHAnsi" w:hAnsiTheme="minorHAnsi"/>
          <w:color w:val="000000" w:themeColor="text1"/>
          <w:szCs w:val="22"/>
        </w:rPr>
      </w:pPr>
      <w:r w:rsidRPr="00C13CB5">
        <w:rPr>
          <w:rFonts w:asciiTheme="minorHAnsi" w:hAnsiTheme="minorHAnsi"/>
          <w:color w:val="000000" w:themeColor="text1"/>
          <w:szCs w:val="22"/>
        </w:rPr>
        <w:t>Klient se zavazuje tuto smlouvu</w:t>
      </w:r>
      <w:r w:rsidR="00441552" w:rsidRPr="00C13CB5">
        <w:rPr>
          <w:rFonts w:asciiTheme="minorHAnsi" w:hAnsiTheme="minorHAnsi"/>
          <w:color w:val="000000" w:themeColor="text1"/>
          <w:szCs w:val="22"/>
        </w:rPr>
        <w:t>,</w:t>
      </w:r>
      <w:r w:rsidRPr="00C13CB5">
        <w:rPr>
          <w:rFonts w:asciiTheme="minorHAnsi" w:hAnsiTheme="minorHAnsi"/>
          <w:color w:val="000000" w:themeColor="text1"/>
          <w:szCs w:val="22"/>
        </w:rPr>
        <w:t xml:space="preserve"> </w:t>
      </w:r>
      <w:r w:rsidR="005309FA" w:rsidRPr="00C13CB5">
        <w:rPr>
          <w:rFonts w:asciiTheme="minorHAnsi" w:hAnsiTheme="minorHAnsi"/>
          <w:color w:val="000000" w:themeColor="text1"/>
          <w:szCs w:val="22"/>
        </w:rPr>
        <w:t xml:space="preserve">bez </w:t>
      </w:r>
      <w:r w:rsidR="00C37589" w:rsidRPr="00C13CB5">
        <w:rPr>
          <w:rFonts w:asciiTheme="minorHAnsi" w:hAnsiTheme="minorHAnsi"/>
          <w:color w:val="000000" w:themeColor="text1"/>
          <w:szCs w:val="22"/>
        </w:rPr>
        <w:t>příloh č. 2 a č. 6 představující</w:t>
      </w:r>
      <w:r w:rsidR="00441552" w:rsidRPr="00C13CB5">
        <w:rPr>
          <w:rFonts w:asciiTheme="minorHAnsi" w:hAnsiTheme="minorHAnsi"/>
          <w:color w:val="000000" w:themeColor="text1"/>
          <w:szCs w:val="22"/>
        </w:rPr>
        <w:t>ch</w:t>
      </w:r>
      <w:r w:rsidR="00C37589" w:rsidRPr="00C13CB5">
        <w:rPr>
          <w:rFonts w:asciiTheme="minorHAnsi" w:hAnsiTheme="minorHAnsi"/>
          <w:color w:val="000000" w:themeColor="text1"/>
          <w:szCs w:val="22"/>
        </w:rPr>
        <w:t xml:space="preserve"> obchodní tajemství ESCO</w:t>
      </w:r>
      <w:r w:rsidR="00441552" w:rsidRPr="00C13CB5">
        <w:rPr>
          <w:rFonts w:asciiTheme="minorHAnsi" w:hAnsiTheme="minorHAnsi"/>
          <w:color w:val="000000" w:themeColor="text1"/>
          <w:szCs w:val="22"/>
        </w:rPr>
        <w:t xml:space="preserve"> a </w:t>
      </w:r>
      <w:r w:rsidR="002249A5" w:rsidRPr="00C13CB5">
        <w:rPr>
          <w:rFonts w:asciiTheme="minorHAnsi" w:hAnsiTheme="minorHAnsi"/>
          <w:color w:val="000000" w:themeColor="text1"/>
          <w:szCs w:val="22"/>
        </w:rPr>
        <w:t xml:space="preserve">bez </w:t>
      </w:r>
      <w:r w:rsidR="00441552" w:rsidRPr="00C13CB5">
        <w:rPr>
          <w:rFonts w:asciiTheme="minorHAnsi" w:hAnsiTheme="minorHAnsi"/>
          <w:color w:val="000000" w:themeColor="text1"/>
          <w:szCs w:val="22"/>
        </w:rPr>
        <w:t>přílohy č. 8</w:t>
      </w:r>
      <w:r w:rsidR="00742514" w:rsidRPr="00C13CB5">
        <w:rPr>
          <w:rFonts w:asciiTheme="minorHAnsi" w:hAnsiTheme="minorHAnsi"/>
          <w:color w:val="000000" w:themeColor="text1"/>
          <w:szCs w:val="22"/>
        </w:rPr>
        <w:t xml:space="preserve"> obsahující </w:t>
      </w:r>
      <w:r w:rsidR="00742514" w:rsidRPr="00C13CB5">
        <w:rPr>
          <w:rFonts w:asciiTheme="minorHAnsi" w:hAnsiTheme="minorHAnsi"/>
          <w:color w:val="000000" w:themeColor="text1"/>
          <w:szCs w:val="22"/>
          <w:shd w:val="clear" w:color="auto" w:fill="FFFFFF"/>
        </w:rPr>
        <w:t>osobní údaje chráněné</w:t>
      </w:r>
      <w:r w:rsidR="00CF7B44" w:rsidRPr="00C13CB5">
        <w:rPr>
          <w:rFonts w:asciiTheme="minorHAnsi" w:hAnsiTheme="minorHAnsi"/>
          <w:color w:val="000000" w:themeColor="text1"/>
          <w:szCs w:val="22"/>
          <w:shd w:val="clear" w:color="auto" w:fill="FFFFFF"/>
        </w:rPr>
        <w:t xml:space="preserve"> GDPR a</w:t>
      </w:r>
      <w:r w:rsidR="00742514" w:rsidRPr="00C13CB5">
        <w:rPr>
          <w:rFonts w:asciiTheme="minorHAnsi" w:hAnsiTheme="minorHAnsi"/>
          <w:color w:val="000000" w:themeColor="text1"/>
          <w:szCs w:val="22"/>
          <w:shd w:val="clear" w:color="auto" w:fill="FFFFFF"/>
        </w:rPr>
        <w:t xml:space="preserve"> zákonem o </w:t>
      </w:r>
      <w:r w:rsidR="00CF7B44" w:rsidRPr="00C13CB5">
        <w:rPr>
          <w:rFonts w:asciiTheme="minorHAnsi" w:hAnsiTheme="minorHAnsi"/>
          <w:color w:val="000000" w:themeColor="text1"/>
          <w:szCs w:val="22"/>
          <w:shd w:val="clear" w:color="auto" w:fill="FFFFFF"/>
        </w:rPr>
        <w:t xml:space="preserve">zpracování </w:t>
      </w:r>
      <w:r w:rsidR="00742514" w:rsidRPr="00C13CB5">
        <w:rPr>
          <w:rFonts w:asciiTheme="minorHAnsi" w:hAnsiTheme="minorHAnsi"/>
          <w:color w:val="000000" w:themeColor="text1"/>
          <w:szCs w:val="22"/>
          <w:shd w:val="clear" w:color="auto" w:fill="FFFFFF"/>
        </w:rPr>
        <w:t xml:space="preserve">osobních údajů, </w:t>
      </w:r>
      <w:r w:rsidRPr="00C13CB5">
        <w:rPr>
          <w:rFonts w:asciiTheme="minorHAnsi" w:hAnsiTheme="minorHAnsi"/>
          <w:color w:val="000000" w:themeColor="text1"/>
          <w:szCs w:val="22"/>
        </w:rPr>
        <w:t>zaslat správci registru smluv k uveřejnění prostřednictvím registru</w:t>
      </w:r>
      <w:r w:rsidR="00C37589" w:rsidRPr="00C13CB5">
        <w:rPr>
          <w:rFonts w:asciiTheme="minorHAnsi" w:hAnsiTheme="minorHAnsi"/>
          <w:color w:val="000000" w:themeColor="text1"/>
          <w:szCs w:val="22"/>
        </w:rPr>
        <w:t xml:space="preserve"> </w:t>
      </w:r>
      <w:r w:rsidRPr="00C13CB5">
        <w:rPr>
          <w:rFonts w:asciiTheme="minorHAnsi" w:hAnsiTheme="minorHAnsi"/>
          <w:color w:val="000000" w:themeColor="text1"/>
          <w:szCs w:val="22"/>
        </w:rPr>
        <w:t>smluv bez zbytečného odkladu, nejpozději však do 30 dnů od podpisu smlouvy smluvními stranami. O uveřejnění v</w:t>
      </w:r>
      <w:r w:rsidR="00133235">
        <w:rPr>
          <w:rFonts w:asciiTheme="minorHAnsi" w:hAnsiTheme="minorHAnsi"/>
          <w:color w:val="000000" w:themeColor="text1"/>
          <w:szCs w:val="22"/>
        </w:rPr>
        <w:t> </w:t>
      </w:r>
      <w:r w:rsidRPr="00C13CB5">
        <w:rPr>
          <w:rFonts w:asciiTheme="minorHAnsi" w:hAnsiTheme="minorHAnsi"/>
          <w:color w:val="000000" w:themeColor="text1"/>
          <w:szCs w:val="22"/>
        </w:rPr>
        <w:t xml:space="preserve">registru smluv bude Klient informovat </w:t>
      </w:r>
      <w:r w:rsidR="00E318ED" w:rsidRPr="00C13CB5">
        <w:rPr>
          <w:rFonts w:asciiTheme="minorHAnsi" w:hAnsiTheme="minorHAnsi"/>
          <w:color w:val="000000" w:themeColor="text1"/>
          <w:szCs w:val="22"/>
        </w:rPr>
        <w:t>ESCO bez zbytečného odkladu.</w:t>
      </w:r>
    </w:p>
    <w:p w14:paraId="6561DF58" w14:textId="144FB836" w:rsidR="00210126" w:rsidRPr="00A908D4" w:rsidRDefault="005357E1" w:rsidP="00E92C96">
      <w:pPr>
        <w:pStyle w:val="Nadpis2"/>
      </w:pPr>
      <w:r w:rsidRPr="00A908D4">
        <w:t xml:space="preserve">Smluvní strany výslovně potvrzující a </w:t>
      </w:r>
      <w:r w:rsidR="00A179B8" w:rsidRPr="00A908D4">
        <w:t xml:space="preserve">prohlašují, že jednotlivá ustanovení smlouvy </w:t>
      </w:r>
      <w:r w:rsidRPr="00A908D4">
        <w:t>jsou dostatečn</w:t>
      </w:r>
      <w:r w:rsidR="00DF3C2F">
        <w:t>á</w:t>
      </w:r>
      <w:r w:rsidRPr="00A908D4">
        <w:t xml:space="preserve"> z hlediska náležitostí pro vznik smluvního vztahu, a že bylo využito smluvní volnosti stran a tato smlouva se uzavírá určitě, vážně a srozumitelně.</w:t>
      </w:r>
    </w:p>
    <w:p w14:paraId="12041E3D" w14:textId="267B4B2C" w:rsidR="00914736" w:rsidRPr="00C13CB5" w:rsidRDefault="00210126" w:rsidP="00C13CB5">
      <w:pPr>
        <w:pStyle w:val="Nadpis2"/>
      </w:pPr>
      <w:r w:rsidRPr="00A908D4">
        <w:t xml:space="preserve">Uzavření této smlouvy schválila </w:t>
      </w:r>
      <w:r w:rsidR="00C13CB5" w:rsidRPr="00C13CB5">
        <w:t>Rada Středočeského kraje</w:t>
      </w:r>
      <w:r w:rsidRPr="00A908D4">
        <w:t xml:space="preserve"> dne </w:t>
      </w:r>
      <w:r w:rsidR="00C13CB5" w:rsidRPr="00C13CB5">
        <w:rPr>
          <w:i/>
          <w:iCs w:val="0"/>
          <w:highlight w:val="cyan"/>
        </w:rPr>
        <w:t>doplní Klient</w:t>
      </w:r>
      <w:r w:rsidR="00914DFB" w:rsidRPr="00A908D4">
        <w:t>.</w:t>
      </w:r>
    </w:p>
    <w:p w14:paraId="4308C7FA" w14:textId="77777777" w:rsidR="00F81353" w:rsidRPr="00A908D4" w:rsidRDefault="00F81353" w:rsidP="0018263F">
      <w:pPr>
        <w:pageBreakBefore/>
        <w:jc w:val="center"/>
        <w:rPr>
          <w:b/>
        </w:rPr>
      </w:pPr>
      <w:r w:rsidRPr="00A908D4">
        <w:rPr>
          <w:b/>
        </w:rPr>
        <w:lastRenderedPageBreak/>
        <w:t>Přílohy:</w:t>
      </w:r>
    </w:p>
    <w:p w14:paraId="42EC960A" w14:textId="77777777" w:rsidR="00161F1D" w:rsidRPr="00A908D4" w:rsidRDefault="00161F1D" w:rsidP="00161F1D">
      <w:pPr>
        <w:ind w:left="1418" w:hanging="1418"/>
      </w:pPr>
      <w:r w:rsidRPr="00A908D4">
        <w:t>Příloha č. 1</w:t>
      </w:r>
      <w:r w:rsidRPr="00A908D4">
        <w:tab/>
        <w:t>Popis výchozího stavu včetně referenční spotřeby nákladů</w:t>
      </w:r>
    </w:p>
    <w:p w14:paraId="0944DDC5" w14:textId="77777777" w:rsidR="00161F1D" w:rsidRPr="00A908D4" w:rsidRDefault="00161F1D" w:rsidP="00161F1D">
      <w:pPr>
        <w:ind w:left="1418" w:hanging="1418"/>
      </w:pPr>
      <w:r w:rsidRPr="00A908D4">
        <w:t>Příloha č. 2</w:t>
      </w:r>
      <w:r w:rsidRPr="00A908D4">
        <w:tab/>
        <w:t>Popis základních opatření</w:t>
      </w:r>
    </w:p>
    <w:p w14:paraId="31FC83C4" w14:textId="77777777" w:rsidR="00161F1D" w:rsidRPr="00A908D4" w:rsidRDefault="00161F1D" w:rsidP="00161F1D">
      <w:pPr>
        <w:ind w:left="1418" w:hanging="1418"/>
      </w:pPr>
      <w:r w:rsidRPr="00A908D4">
        <w:t>Příloha č. 3</w:t>
      </w:r>
      <w:r w:rsidRPr="00A908D4">
        <w:tab/>
        <w:t>Cena a její úhrada</w:t>
      </w:r>
    </w:p>
    <w:p w14:paraId="3F57CEB2" w14:textId="77777777" w:rsidR="00161F1D" w:rsidRPr="00A908D4" w:rsidRDefault="00161F1D" w:rsidP="00161F1D">
      <w:pPr>
        <w:ind w:left="1418" w:hanging="1418"/>
      </w:pPr>
      <w:r w:rsidRPr="00A908D4">
        <w:t>Příloha č. 4</w:t>
      </w:r>
      <w:r w:rsidRPr="00A908D4">
        <w:tab/>
        <w:t>Harmonogram realizace projektu</w:t>
      </w:r>
    </w:p>
    <w:p w14:paraId="26A149FF" w14:textId="77777777" w:rsidR="00161F1D" w:rsidRPr="00A908D4" w:rsidRDefault="00161F1D" w:rsidP="00161F1D">
      <w:pPr>
        <w:ind w:left="1418" w:hanging="1418"/>
      </w:pPr>
      <w:r w:rsidRPr="00A908D4">
        <w:t>Příloha č. 5</w:t>
      </w:r>
      <w:r w:rsidRPr="00A908D4">
        <w:tab/>
        <w:t>Výše garantované úspory, sankce za nedosažení garantované úspory a prémie za překročení garantované úspory</w:t>
      </w:r>
    </w:p>
    <w:p w14:paraId="14A0927B" w14:textId="0E0A39FC" w:rsidR="00161F1D" w:rsidRPr="00A908D4" w:rsidRDefault="00161F1D" w:rsidP="00161F1D">
      <w:pPr>
        <w:ind w:left="1418" w:hanging="1418"/>
      </w:pPr>
      <w:r w:rsidRPr="00A908D4">
        <w:t>Příloha č. 6</w:t>
      </w:r>
      <w:r w:rsidRPr="00A908D4">
        <w:tab/>
        <w:t>Vyhodnocování dosažených úspor</w:t>
      </w:r>
      <w:r w:rsidR="00546571" w:rsidRPr="00A908D4">
        <w:t>, úspory</w:t>
      </w:r>
      <w:r w:rsidR="004C042C" w:rsidRPr="00A908D4">
        <w:t xml:space="preserve"> energie,</w:t>
      </w:r>
      <w:r w:rsidR="00546571" w:rsidRPr="00A908D4">
        <w:t xml:space="preserve"> úspora</w:t>
      </w:r>
      <w:r w:rsidR="00FB4542" w:rsidRPr="00A908D4">
        <w:t xml:space="preserve"> nákladů</w:t>
      </w:r>
    </w:p>
    <w:p w14:paraId="6F20402A" w14:textId="77777777" w:rsidR="00161F1D" w:rsidRPr="00A908D4" w:rsidRDefault="00161F1D" w:rsidP="00161F1D">
      <w:pPr>
        <w:ind w:left="1418" w:hanging="1418"/>
      </w:pPr>
      <w:r w:rsidRPr="00A908D4">
        <w:t>Příloha č. 7</w:t>
      </w:r>
      <w:r w:rsidRPr="00A908D4">
        <w:tab/>
        <w:t>Energetický management</w:t>
      </w:r>
    </w:p>
    <w:p w14:paraId="434A7009" w14:textId="77777777" w:rsidR="00161F1D" w:rsidRPr="00A908D4" w:rsidRDefault="00161F1D" w:rsidP="00161F1D">
      <w:pPr>
        <w:ind w:left="1418" w:hanging="1418"/>
      </w:pPr>
      <w:r w:rsidRPr="00A908D4">
        <w:t>Příloha č. 8</w:t>
      </w:r>
      <w:r w:rsidRPr="00A908D4">
        <w:tab/>
        <w:t>Oprávněné osoby</w:t>
      </w:r>
    </w:p>
    <w:p w14:paraId="19B8EEF3" w14:textId="5267E23A" w:rsidR="00161F1D" w:rsidRPr="00BF4F83" w:rsidRDefault="00161F1D" w:rsidP="00161F1D">
      <w:pPr>
        <w:ind w:left="1418" w:hanging="1418"/>
        <w:rPr>
          <w:color w:val="000000" w:themeColor="text1"/>
        </w:rPr>
      </w:pPr>
      <w:r w:rsidRPr="00A908D4">
        <w:t>Příloha č. 9</w:t>
      </w:r>
      <w:r w:rsidRPr="00A908D4">
        <w:tab/>
      </w:r>
      <w:r w:rsidRPr="00BF4F83">
        <w:rPr>
          <w:color w:val="000000" w:themeColor="text1"/>
        </w:rPr>
        <w:t xml:space="preserve">Seznam </w:t>
      </w:r>
      <w:r w:rsidR="007130E0" w:rsidRPr="00BF4F83">
        <w:rPr>
          <w:color w:val="000000" w:themeColor="text1"/>
        </w:rPr>
        <w:t>pod</w:t>
      </w:r>
      <w:r w:rsidRPr="00BF4F83">
        <w:rPr>
          <w:color w:val="000000" w:themeColor="text1"/>
        </w:rPr>
        <w:t>dodavatelů</w:t>
      </w:r>
    </w:p>
    <w:p w14:paraId="31F32601" w14:textId="62FFAFB3" w:rsidR="00F53EAF" w:rsidRPr="00BF4F83" w:rsidRDefault="00F53EAF" w:rsidP="00161F1D">
      <w:pPr>
        <w:ind w:left="1418" w:hanging="1418"/>
        <w:rPr>
          <w:color w:val="000000" w:themeColor="text1"/>
        </w:rPr>
      </w:pPr>
      <w:r w:rsidRPr="00BF4F83">
        <w:rPr>
          <w:color w:val="000000" w:themeColor="text1"/>
        </w:rPr>
        <w:t>Příloha č. 10</w:t>
      </w:r>
      <w:r w:rsidRPr="00BF4F83">
        <w:rPr>
          <w:color w:val="000000" w:themeColor="text1"/>
        </w:rPr>
        <w:tab/>
        <w:t xml:space="preserve">Podmínky </w:t>
      </w:r>
      <w:r w:rsidR="00287F2D" w:rsidRPr="00BF4F83">
        <w:rPr>
          <w:color w:val="000000" w:themeColor="text1"/>
        </w:rPr>
        <w:t xml:space="preserve">pro </w:t>
      </w:r>
      <w:r w:rsidR="00594735" w:rsidRPr="00BF4F83">
        <w:rPr>
          <w:color w:val="000000" w:themeColor="text1"/>
        </w:rPr>
        <w:t xml:space="preserve">provádění </w:t>
      </w:r>
      <w:r w:rsidRPr="00BF4F83">
        <w:rPr>
          <w:color w:val="000000" w:themeColor="text1"/>
        </w:rPr>
        <w:t>základních opatření</w:t>
      </w:r>
    </w:p>
    <w:p w14:paraId="08F15D7F" w14:textId="6C6EF52E" w:rsidR="008C356C" w:rsidRPr="00BF4F83" w:rsidRDefault="008C356C" w:rsidP="008C356C">
      <w:pPr>
        <w:ind w:left="1418" w:hanging="1418"/>
        <w:rPr>
          <w:color w:val="000000" w:themeColor="text1"/>
        </w:rPr>
      </w:pPr>
      <w:r w:rsidRPr="00BF4F83">
        <w:rPr>
          <w:color w:val="000000" w:themeColor="text1"/>
        </w:rPr>
        <w:t>Příloha č. 1</w:t>
      </w:r>
      <w:r w:rsidR="00C13CB5" w:rsidRPr="00BF4F83">
        <w:rPr>
          <w:color w:val="000000" w:themeColor="text1"/>
        </w:rPr>
        <w:t>1</w:t>
      </w:r>
      <w:r w:rsidRPr="00BF4F83">
        <w:rPr>
          <w:color w:val="000000" w:themeColor="text1"/>
        </w:rPr>
        <w:t xml:space="preserve"> </w:t>
      </w:r>
      <w:r w:rsidRPr="00BF4F83">
        <w:rPr>
          <w:color w:val="000000" w:themeColor="text1"/>
        </w:rPr>
        <w:tab/>
      </w:r>
      <w:r w:rsidR="00816F34" w:rsidRPr="00BF4F83">
        <w:rPr>
          <w:rFonts w:asciiTheme="minorHAnsi" w:hAnsiTheme="minorHAnsi" w:cstheme="minorHAnsi"/>
          <w:color w:val="000000" w:themeColor="text1"/>
        </w:rPr>
        <w:t>Inflační doložka pro úpravu ceny základních opatření</w:t>
      </w:r>
    </w:p>
    <w:p w14:paraId="32A1EC42" w14:textId="77777777" w:rsidR="008C356C" w:rsidRPr="00A908D4" w:rsidRDefault="008C356C" w:rsidP="00161F1D">
      <w:pPr>
        <w:ind w:left="1418" w:hanging="1418"/>
      </w:pPr>
    </w:p>
    <w:p w14:paraId="66B3A668" w14:textId="77777777" w:rsidR="00161F1D" w:rsidRPr="00A908D4" w:rsidRDefault="00161F1D"/>
    <w:p w14:paraId="1503E496" w14:textId="77777777" w:rsidR="00161F1D" w:rsidRPr="00A908D4" w:rsidRDefault="00161F1D"/>
    <w:p w14:paraId="51650B2F" w14:textId="77777777" w:rsidR="00F81353" w:rsidRPr="00A908D4" w:rsidRDefault="00F81353">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A908D4" w14:paraId="61DD2C8D" w14:textId="77777777" w:rsidTr="00E71F2D">
        <w:trPr>
          <w:cantSplit/>
        </w:trPr>
        <w:tc>
          <w:tcPr>
            <w:tcW w:w="3969" w:type="dxa"/>
          </w:tcPr>
          <w:p w14:paraId="2C6AE8DC" w14:textId="77777777" w:rsidR="00F81353" w:rsidRPr="00A908D4" w:rsidRDefault="00F81353">
            <w:r w:rsidRPr="00A908D4">
              <w:t>za Klienta:</w:t>
            </w:r>
          </w:p>
        </w:tc>
        <w:tc>
          <w:tcPr>
            <w:tcW w:w="993" w:type="dxa"/>
          </w:tcPr>
          <w:p w14:paraId="1C741126" w14:textId="77777777" w:rsidR="00F81353" w:rsidRPr="00A908D4" w:rsidRDefault="00F81353">
            <w:pPr>
              <w:spacing w:line="264" w:lineRule="auto"/>
              <w:ind w:left="-445" w:firstLine="445"/>
            </w:pPr>
          </w:p>
        </w:tc>
        <w:tc>
          <w:tcPr>
            <w:tcW w:w="4110" w:type="dxa"/>
          </w:tcPr>
          <w:p w14:paraId="2BC28E63" w14:textId="77777777" w:rsidR="00F81353" w:rsidRPr="00A908D4" w:rsidRDefault="00F81353">
            <w:r w:rsidRPr="00A908D4">
              <w:t>Za ESCO:</w:t>
            </w:r>
          </w:p>
        </w:tc>
      </w:tr>
      <w:tr w:rsidR="00F81353" w:rsidRPr="00A908D4" w14:paraId="4414AA9A" w14:textId="77777777" w:rsidTr="00E71F2D">
        <w:trPr>
          <w:cantSplit/>
        </w:trPr>
        <w:tc>
          <w:tcPr>
            <w:tcW w:w="3969" w:type="dxa"/>
          </w:tcPr>
          <w:p w14:paraId="7D030D16" w14:textId="0D4A9760" w:rsidR="00F81353" w:rsidRPr="00A908D4" w:rsidRDefault="00F81353" w:rsidP="00E71F2D"/>
        </w:tc>
        <w:tc>
          <w:tcPr>
            <w:tcW w:w="993" w:type="dxa"/>
          </w:tcPr>
          <w:p w14:paraId="791A0C76" w14:textId="77777777" w:rsidR="00F81353" w:rsidRPr="00A908D4" w:rsidRDefault="00F81353">
            <w:pPr>
              <w:spacing w:line="264" w:lineRule="auto"/>
              <w:ind w:left="-445" w:firstLine="445"/>
            </w:pPr>
          </w:p>
        </w:tc>
        <w:tc>
          <w:tcPr>
            <w:tcW w:w="4110" w:type="dxa"/>
          </w:tcPr>
          <w:p w14:paraId="775CF44A" w14:textId="12E344F9" w:rsidR="00F81353" w:rsidRPr="00A908D4" w:rsidRDefault="00F81353" w:rsidP="00E71F2D"/>
        </w:tc>
      </w:tr>
      <w:tr w:rsidR="00F81353" w:rsidRPr="00A908D4" w14:paraId="5B5A20AE" w14:textId="77777777" w:rsidTr="00E71F2D">
        <w:trPr>
          <w:cantSplit/>
          <w:trHeight w:val="1405"/>
        </w:trPr>
        <w:tc>
          <w:tcPr>
            <w:tcW w:w="3969" w:type="dxa"/>
            <w:tcBorders>
              <w:bottom w:val="single" w:sz="4" w:space="0" w:color="auto"/>
            </w:tcBorders>
          </w:tcPr>
          <w:p w14:paraId="67E1A930" w14:textId="006F3D39" w:rsidR="00F81353" w:rsidRPr="00A908D4" w:rsidRDefault="00F81353"/>
        </w:tc>
        <w:tc>
          <w:tcPr>
            <w:tcW w:w="993" w:type="dxa"/>
          </w:tcPr>
          <w:p w14:paraId="57248F12" w14:textId="77777777" w:rsidR="00F81353" w:rsidRPr="00A908D4" w:rsidRDefault="00F81353">
            <w:pPr>
              <w:spacing w:before="60" w:line="264" w:lineRule="auto"/>
              <w:ind w:left="-445" w:firstLine="445"/>
            </w:pPr>
          </w:p>
        </w:tc>
        <w:tc>
          <w:tcPr>
            <w:tcW w:w="4110" w:type="dxa"/>
            <w:tcBorders>
              <w:bottom w:val="single" w:sz="4" w:space="0" w:color="auto"/>
            </w:tcBorders>
          </w:tcPr>
          <w:p w14:paraId="30919050" w14:textId="44D37D00" w:rsidR="00F81353" w:rsidRPr="00A908D4" w:rsidRDefault="00F81353"/>
        </w:tc>
      </w:tr>
      <w:tr w:rsidR="00F81353" w:rsidRPr="00A908D4" w14:paraId="4CCF2EA9" w14:textId="77777777" w:rsidTr="00E71F2D">
        <w:trPr>
          <w:cantSplit/>
        </w:trPr>
        <w:tc>
          <w:tcPr>
            <w:tcW w:w="3969" w:type="dxa"/>
            <w:tcBorders>
              <w:top w:val="single" w:sz="4" w:space="0" w:color="auto"/>
            </w:tcBorders>
          </w:tcPr>
          <w:p w14:paraId="2BA4A853" w14:textId="6108DCC5" w:rsidR="00DF4E0E" w:rsidRPr="009F1C6F" w:rsidRDefault="009F1C6F" w:rsidP="00DF4E0E">
            <w:pPr>
              <w:jc w:val="left"/>
              <w:rPr>
                <w:rFonts w:asciiTheme="minorHAnsi" w:hAnsiTheme="minorHAnsi" w:cstheme="minorHAnsi"/>
              </w:rPr>
            </w:pPr>
            <w:r w:rsidRPr="009F1C6F">
              <w:rPr>
                <w:rFonts w:asciiTheme="minorHAnsi" w:hAnsiTheme="minorHAnsi" w:cstheme="minorHAnsi"/>
              </w:rPr>
              <w:t>elektronický podpis osoby oprávněné jednat jménem Klienta</w:t>
            </w:r>
          </w:p>
        </w:tc>
        <w:tc>
          <w:tcPr>
            <w:tcW w:w="993" w:type="dxa"/>
          </w:tcPr>
          <w:p w14:paraId="66DA4E51" w14:textId="77777777" w:rsidR="00F81353" w:rsidRPr="009F1C6F" w:rsidRDefault="00F81353">
            <w:pPr>
              <w:spacing w:line="264" w:lineRule="auto"/>
              <w:ind w:left="-445" w:firstLine="445"/>
              <w:rPr>
                <w:rFonts w:asciiTheme="minorHAnsi" w:hAnsiTheme="minorHAnsi" w:cstheme="minorHAnsi"/>
              </w:rPr>
            </w:pPr>
          </w:p>
        </w:tc>
        <w:tc>
          <w:tcPr>
            <w:tcW w:w="4110" w:type="dxa"/>
            <w:tcBorders>
              <w:top w:val="single" w:sz="4" w:space="0" w:color="auto"/>
            </w:tcBorders>
          </w:tcPr>
          <w:p w14:paraId="5FFB7548" w14:textId="2C0A6732" w:rsidR="00F81353" w:rsidRPr="009F1C6F" w:rsidRDefault="009F1C6F">
            <w:pPr>
              <w:jc w:val="left"/>
              <w:rPr>
                <w:rFonts w:asciiTheme="minorHAnsi" w:hAnsiTheme="minorHAnsi" w:cstheme="minorHAnsi"/>
              </w:rPr>
            </w:pPr>
            <w:r w:rsidRPr="009F1C6F">
              <w:rPr>
                <w:rFonts w:asciiTheme="minorHAnsi" w:hAnsiTheme="minorHAnsi" w:cstheme="minorHAnsi"/>
                <w:szCs w:val="22"/>
              </w:rPr>
              <w:t>elektronický podpis osoby oprávněné jednat jménem Klienta</w:t>
            </w:r>
          </w:p>
        </w:tc>
      </w:tr>
    </w:tbl>
    <w:p w14:paraId="433DEBA0" w14:textId="77777777" w:rsidR="00F81353" w:rsidRPr="00A908D4" w:rsidRDefault="00F81353"/>
    <w:sectPr w:rsidR="00F81353" w:rsidRPr="00A908D4" w:rsidSect="00DC7808">
      <w:headerReference w:type="default" r:id="rId12"/>
      <w:footerReference w:type="default" r:id="rId13"/>
      <w:footerReference w:type="first" r:id="rId14"/>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D0F8D" w14:textId="77777777" w:rsidR="00440591" w:rsidRDefault="00440591">
      <w:r>
        <w:separator/>
      </w:r>
    </w:p>
  </w:endnote>
  <w:endnote w:type="continuationSeparator" w:id="0">
    <w:p w14:paraId="58AEED6A" w14:textId="77777777" w:rsidR="00440591" w:rsidRDefault="0044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C3BB" w14:textId="61601C9F" w:rsidR="00DC1140" w:rsidRPr="00E723F4" w:rsidRDefault="00DC1140" w:rsidP="008051F3">
    <w:pPr>
      <w:pStyle w:val="Zpat"/>
      <w:tabs>
        <w:tab w:val="clear" w:pos="4536"/>
      </w:tabs>
      <w:jc w:val="center"/>
      <w:rPr>
        <w:rFonts w:asciiTheme="minorHAnsi" w:hAnsiTheme="minorHAnsi" w:cstheme="minorHAnsi"/>
        <w:szCs w:val="16"/>
      </w:rPr>
    </w:pPr>
    <w:r w:rsidRPr="00E723F4">
      <w:rPr>
        <w:rStyle w:val="slostrnky"/>
        <w:rFonts w:asciiTheme="minorHAnsi" w:hAnsiTheme="minorHAnsi" w:cstheme="minorHAnsi"/>
        <w:sz w:val="16"/>
        <w:szCs w:val="16"/>
      </w:rPr>
      <w:tab/>
    </w:r>
    <w:r w:rsidRPr="00E723F4">
      <w:rPr>
        <w:rStyle w:val="slostrnky"/>
        <w:rFonts w:asciiTheme="minorHAnsi" w:hAnsiTheme="minorHAnsi" w:cstheme="minorHAnsi"/>
        <w:sz w:val="16"/>
        <w:szCs w:val="16"/>
      </w:rPr>
      <w:fldChar w:fldCharType="begin"/>
    </w:r>
    <w:r w:rsidRPr="00E723F4">
      <w:rPr>
        <w:rStyle w:val="slostrnky"/>
        <w:rFonts w:asciiTheme="minorHAnsi" w:hAnsiTheme="minorHAnsi" w:cstheme="minorHAnsi"/>
        <w:sz w:val="16"/>
        <w:szCs w:val="16"/>
      </w:rPr>
      <w:instrText xml:space="preserve"> PAGE </w:instrText>
    </w:r>
    <w:r w:rsidRPr="00E723F4">
      <w:rPr>
        <w:rStyle w:val="slostrnky"/>
        <w:rFonts w:asciiTheme="minorHAnsi" w:hAnsiTheme="minorHAnsi" w:cstheme="minorHAnsi"/>
        <w:sz w:val="16"/>
        <w:szCs w:val="16"/>
      </w:rPr>
      <w:fldChar w:fldCharType="separate"/>
    </w:r>
    <w:r w:rsidR="003157F2">
      <w:rPr>
        <w:rStyle w:val="slostrnky"/>
        <w:rFonts w:asciiTheme="minorHAnsi" w:hAnsiTheme="minorHAnsi" w:cstheme="minorHAnsi"/>
        <w:noProof/>
        <w:sz w:val="16"/>
        <w:szCs w:val="16"/>
      </w:rPr>
      <w:t>28</w:t>
    </w:r>
    <w:r w:rsidRPr="00E723F4">
      <w:rPr>
        <w:rStyle w:val="slostrnky"/>
        <w:rFonts w:asciiTheme="minorHAnsi" w:hAnsiTheme="minorHAnsi" w:cstheme="minorHAnsi"/>
        <w:sz w:val="16"/>
        <w:szCs w:val="16"/>
      </w:rPr>
      <w:fldChar w:fldCharType="end"/>
    </w:r>
    <w:r w:rsidRPr="00E723F4">
      <w:rPr>
        <w:rStyle w:val="slostrnky"/>
        <w:rFonts w:asciiTheme="minorHAnsi" w:hAnsiTheme="minorHAnsi" w:cstheme="minorHAnsi"/>
        <w:sz w:val="16"/>
        <w:szCs w:val="16"/>
      </w:rPr>
      <w:t>/</w:t>
    </w:r>
    <w:r w:rsidRPr="00E723F4">
      <w:fldChar w:fldCharType="begin"/>
    </w:r>
    <w:r w:rsidRPr="00E723F4">
      <w:rPr>
        <w:rFonts w:asciiTheme="minorHAnsi" w:hAnsiTheme="minorHAnsi" w:cstheme="minorHAnsi"/>
      </w:rPr>
      <w:instrText xml:space="preserve"> NUMPAGES   \* MERGEFORMAT </w:instrText>
    </w:r>
    <w:r w:rsidRPr="00E723F4">
      <w:fldChar w:fldCharType="separate"/>
    </w:r>
    <w:r w:rsidR="003157F2" w:rsidRPr="003157F2">
      <w:rPr>
        <w:rStyle w:val="slostrnky"/>
        <w:rFonts w:asciiTheme="minorHAnsi" w:hAnsiTheme="minorHAnsi"/>
        <w:noProof/>
        <w:sz w:val="16"/>
        <w:szCs w:val="16"/>
      </w:rPr>
      <w:t>38</w:t>
    </w:r>
    <w:r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976C" w14:textId="77777777" w:rsidR="00DC1140" w:rsidRDefault="00DC1140">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3FC1" w14:textId="77777777" w:rsidR="00440591" w:rsidRDefault="00440591">
      <w:r>
        <w:separator/>
      </w:r>
    </w:p>
  </w:footnote>
  <w:footnote w:type="continuationSeparator" w:id="0">
    <w:p w14:paraId="4B07FB71" w14:textId="77777777" w:rsidR="00440591" w:rsidRDefault="00440591">
      <w:r>
        <w:continuationSeparator/>
      </w:r>
    </w:p>
  </w:footnote>
  <w:footnote w:id="1">
    <w:p w14:paraId="0848862E" w14:textId="56CEF45F" w:rsidR="00DC1140" w:rsidRPr="00BE3648" w:rsidRDefault="00DC1140">
      <w:pPr>
        <w:pStyle w:val="Textpoznpodarou"/>
        <w:rPr>
          <w:rFonts w:asciiTheme="minorHAnsi" w:hAnsiTheme="minorHAnsi"/>
          <w:color w:val="000000" w:themeColor="text1"/>
          <w:sz w:val="18"/>
          <w:szCs w:val="18"/>
        </w:rPr>
      </w:pPr>
      <w:r w:rsidRPr="00BE3648">
        <w:rPr>
          <w:rStyle w:val="Znakapoznpodarou"/>
          <w:rFonts w:asciiTheme="minorHAnsi" w:hAnsiTheme="minorHAnsi"/>
          <w:color w:val="000000" w:themeColor="text1"/>
          <w:sz w:val="18"/>
          <w:szCs w:val="18"/>
        </w:rPr>
        <w:footnoteRef/>
      </w:r>
      <w:r w:rsidRPr="00BE3648">
        <w:rPr>
          <w:rFonts w:asciiTheme="minorHAnsi" w:hAnsiTheme="minorHAnsi"/>
          <w:color w:val="000000" w:themeColor="text1"/>
          <w:sz w:val="18"/>
          <w:szCs w:val="18"/>
        </w:rPr>
        <w:t xml:space="preserve"> Vysvětlující poznámka: Dle ustanovení § 152 odst. 6</w:t>
      </w:r>
      <w:r w:rsidRPr="00BE3648">
        <w:rPr>
          <w:rFonts w:asciiTheme="minorHAnsi" w:hAnsiTheme="minorHAnsi" w:cs="Arial"/>
          <w:color w:val="000000" w:themeColor="text1"/>
          <w:sz w:val="18"/>
          <w:szCs w:val="18"/>
          <w:shd w:val="clear" w:color="auto" w:fill="FFFFFF"/>
        </w:rPr>
        <w:t xml:space="preserve"> </w:t>
      </w:r>
      <w:r w:rsidRPr="00BE3648">
        <w:rPr>
          <w:rFonts w:asciiTheme="minorHAnsi" w:hAnsiTheme="minorHAnsi"/>
          <w:color w:val="000000" w:themeColor="text1"/>
          <w:sz w:val="18"/>
          <w:szCs w:val="18"/>
        </w:rPr>
        <w:t xml:space="preserve">zákona č. 183/2006 Sb., stavební zákon, ve znění pozdějších předpisů, </w:t>
      </w:r>
      <w:r w:rsidRPr="00BE3648">
        <w:rPr>
          <w:rFonts w:asciiTheme="minorHAnsi" w:hAnsiTheme="minorHAnsi"/>
          <w:i/>
          <w:iCs/>
          <w:color w:val="000000" w:themeColor="text1"/>
          <w:sz w:val="18"/>
          <w:szCs w:val="18"/>
        </w:rPr>
        <w:t>„</w:t>
      </w:r>
      <w:r w:rsidRPr="00BE3648">
        <w:rPr>
          <w:rFonts w:asciiTheme="minorHAnsi" w:hAnsiTheme="minorHAnsi" w:cs="Arial"/>
          <w:i/>
          <w:iCs/>
          <w:color w:val="000000" w:themeColor="text1"/>
          <w:sz w:val="18"/>
          <w:szCs w:val="18"/>
          <w:shd w:val="clear" w:color="auto" w:fill="FFFFFF"/>
        </w:rPr>
        <w:t>U stavby, která je předmětem veřejné zakázky v nadlimitním režimu, je stavebník povinen zajistit vedení stavebního deníku v elektronické formě.“</w:t>
      </w:r>
    </w:p>
  </w:footnote>
  <w:footnote w:id="2">
    <w:p w14:paraId="5CE02031" w14:textId="441E2093" w:rsidR="00DC1140" w:rsidRPr="00BA316E" w:rsidRDefault="00DC1140">
      <w:pPr>
        <w:pStyle w:val="Textpoznpodarou"/>
        <w:rPr>
          <w:color w:val="000000" w:themeColor="text1"/>
        </w:rPr>
      </w:pPr>
      <w:r w:rsidRPr="00BA316E">
        <w:rPr>
          <w:rStyle w:val="Znakapoznpodarou"/>
          <w:color w:val="000000" w:themeColor="text1"/>
        </w:rPr>
        <w:footnoteRef/>
      </w:r>
      <w:r w:rsidRPr="00BA316E">
        <w:rPr>
          <w:color w:val="000000" w:themeColor="text1"/>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D592" w14:textId="2DBDF72F" w:rsidR="00DC1140" w:rsidRDefault="003157F2" w:rsidP="007B6891">
    <w:pPr>
      <w:pStyle w:val="Zhlav"/>
      <w:spacing w:line="80" w:lineRule="atLeast"/>
      <w:jc w:val="left"/>
      <w:rPr>
        <w:i w:val="0"/>
      </w:rPr>
    </w:pPr>
    <w:r>
      <w:rPr>
        <w:noProof/>
      </w:rPr>
      <w:drawing>
        <wp:inline distT="0" distB="0" distL="0" distR="0" wp14:anchorId="5A0247F5" wp14:editId="248F5780">
          <wp:extent cx="792000" cy="525909"/>
          <wp:effectExtent l="0" t="0" r="8255"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2000" cy="525909"/>
                  </a:xfrm>
                  <a:prstGeom prst="rect">
                    <a:avLst/>
                  </a:prstGeom>
                  <a:noFill/>
                </pic:spPr>
              </pic:pic>
            </a:graphicData>
          </a:graphic>
        </wp:inline>
      </w:drawing>
    </w:r>
    <w:r>
      <w:rPr>
        <w:noProof/>
      </w:rPr>
      <mc:AlternateContent>
        <mc:Choice Requires="wps">
          <w:drawing>
            <wp:inline distT="0" distB="0" distL="0" distR="0" wp14:anchorId="17BC47FF" wp14:editId="64A007C6">
              <wp:extent cx="3005593" cy="644331"/>
              <wp:effectExtent l="0" t="0" r="23495" b="22860"/>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593" cy="644331"/>
                      </a:xfrm>
                      <a:prstGeom prst="rect">
                        <a:avLst/>
                      </a:prstGeom>
                      <a:solidFill>
                        <a:srgbClr val="FFFFFF"/>
                      </a:solidFill>
                      <a:ln w="9525">
                        <a:solidFill>
                          <a:schemeClr val="bg1"/>
                        </a:solidFill>
                        <a:miter lim="800000"/>
                        <a:headEnd/>
                        <a:tailEnd/>
                      </a:ln>
                    </wps:spPr>
                    <wps:txbx>
                      <w:txbxContent>
                        <w:p w14:paraId="731CEFD3" w14:textId="77777777" w:rsidR="003157F2" w:rsidRDefault="003157F2" w:rsidP="003157F2">
                          <w:r>
                            <w:t>Spolufinancováno z programu</w:t>
                          </w:r>
                        </w:p>
                        <w:p w14:paraId="38296A23" w14:textId="77777777" w:rsidR="003157F2" w:rsidRDefault="003157F2" w:rsidP="003157F2">
                          <w:r>
                            <w:t>EU Horizont 2020</w:t>
                          </w:r>
                        </w:p>
                      </w:txbxContent>
                    </wps:txbx>
                    <wps:bodyPr rot="0" vert="horz" wrap="square" lIns="91440" tIns="45720" rIns="91440" bIns="45720" anchor="t" anchorCtr="0">
                      <a:noAutofit/>
                    </wps:bodyPr>
                  </wps:wsp>
                </a:graphicData>
              </a:graphic>
            </wp:inline>
          </w:drawing>
        </mc:Choice>
        <mc:Fallback>
          <w:pict>
            <v:shapetype w14:anchorId="17BC47FF" id="_x0000_t202" coordsize="21600,21600" o:spt="202" path="m,l,21600r21600,l21600,xe">
              <v:stroke joinstyle="miter"/>
              <v:path gradientshapeok="t" o:connecttype="rect"/>
            </v:shapetype>
            <v:shape id="Textové pole 2" o:spid="_x0000_s1026" type="#_x0000_t202" style="width:236.65pt;height:5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" strokecolor="white [3212]">
              <v:textbox>
                <w:txbxContent>
                  <w:p w14:paraId="731CEFD3" w14:textId="77777777" w:rsidR="003157F2" w:rsidRDefault="003157F2" w:rsidP="003157F2">
                    <w:r>
                      <w:t>Spolufinancováno z programu</w:t>
                    </w:r>
                  </w:p>
                  <w:p w14:paraId="38296A23" w14:textId="77777777" w:rsidR="003157F2" w:rsidRDefault="003157F2" w:rsidP="003157F2">
                    <w:r>
                      <w:t>EU Horizont 2020</w:t>
                    </w:r>
                  </w:p>
                </w:txbxContent>
              </v:textbox>
              <w10:anchorlock/>
            </v:shape>
          </w:pict>
        </mc:Fallback>
      </mc:AlternateContent>
    </w:r>
    <w:r>
      <w:rPr>
        <w:noProof/>
      </w:rPr>
      <w:drawing>
        <wp:inline distT="0" distB="0" distL="0" distR="0" wp14:anchorId="6BC08C48" wp14:editId="54D28790">
          <wp:extent cx="1924050" cy="4286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428625"/>
                  </a:xfrm>
                  <a:prstGeom prst="rect">
                    <a:avLst/>
                  </a:prstGeom>
                  <a:noFill/>
                </pic:spPr>
              </pic:pic>
            </a:graphicData>
          </a:graphic>
        </wp:inline>
      </w:drawing>
    </w:r>
  </w:p>
  <w:p w14:paraId="63FE32D8" w14:textId="77777777" w:rsidR="00DC1140" w:rsidRDefault="00DC1140" w:rsidP="00CC5EA3">
    <w:pPr>
      <w:pStyle w:val="Zhlav"/>
      <w:spacing w:line="80" w:lineRule="atLeast"/>
      <w:jc w:val="center"/>
      <w:rPr>
        <w:i w:val="0"/>
      </w:rPr>
    </w:pPr>
  </w:p>
  <w:p w14:paraId="441575AA" w14:textId="6281E163" w:rsidR="00DC1140" w:rsidRDefault="00DC1140" w:rsidP="00CC5EA3">
    <w:pPr>
      <w:pStyle w:val="Zhlav"/>
      <w:spacing w:line="80" w:lineRule="atLeast"/>
      <w:jc w:val="center"/>
      <w:rPr>
        <w:i w:val="0"/>
      </w:rPr>
    </w:pPr>
    <w:r w:rsidRPr="004B5372">
      <w:rPr>
        <w:i w:val="0"/>
      </w:rPr>
      <w:t>Smlouva o energetických službách určených veřejnému zadavateli</w:t>
    </w:r>
  </w:p>
  <w:p w14:paraId="2BB07F17" w14:textId="77777777" w:rsidR="00DC1140" w:rsidRPr="004B5372" w:rsidRDefault="00DC1140" w:rsidP="00CC5EA3">
    <w:pPr>
      <w:pStyle w:val="Zhlav"/>
      <w:spacing w:line="80" w:lineRule="atLeast"/>
      <w:jc w:val="center"/>
      <w:rPr>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D42270"/>
    <w:multiLevelType w:val="hybridMultilevel"/>
    <w:tmpl w:val="F2380D64"/>
    <w:lvl w:ilvl="0" w:tplc="04050017">
      <w:start w:val="1"/>
      <w:numFmt w:val="lowerLetter"/>
      <w:lvlText w:val="%1)"/>
      <w:lvlJc w:val="left"/>
      <w:pPr>
        <w:ind w:left="1146"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344D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85435F"/>
    <w:multiLevelType w:val="hybridMultilevel"/>
    <w:tmpl w:val="1A2C7BF2"/>
    <w:lvl w:ilvl="0" w:tplc="04050017">
      <w:start w:val="1"/>
      <w:numFmt w:val="lowerLetter"/>
      <w:lvlText w:val="%1)"/>
      <w:lvlJc w:val="left"/>
      <w:pPr>
        <w:ind w:left="1146"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649C3"/>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0"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675C4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5"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7"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8"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B2B5661"/>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7E41A6"/>
    <w:multiLevelType w:val="hybridMultilevel"/>
    <w:tmpl w:val="798EC05C"/>
    <w:lvl w:ilvl="0" w:tplc="04050001">
      <w:start w:val="1"/>
      <w:numFmt w:val="bullet"/>
      <w:lvlText w:val=""/>
      <w:lvlJc w:val="left"/>
      <w:pPr>
        <w:ind w:left="1506"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2" w15:restartNumberingAfterBreak="0">
    <w:nsid w:val="64A302F3"/>
    <w:multiLevelType w:val="hybridMultilevel"/>
    <w:tmpl w:val="3CE80E68"/>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33"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4"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5"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D11D1E"/>
    <w:multiLevelType w:val="hybridMultilevel"/>
    <w:tmpl w:val="7FCAE05E"/>
    <w:lvl w:ilvl="0" w:tplc="FFFFFFFF">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1">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362111">
    <w:abstractNumId w:val="8"/>
  </w:num>
  <w:num w:numId="2" w16cid:durableId="134563204">
    <w:abstractNumId w:val="29"/>
  </w:num>
  <w:num w:numId="3" w16cid:durableId="920649947">
    <w:abstractNumId w:val="9"/>
  </w:num>
  <w:num w:numId="4" w16cid:durableId="1202009726">
    <w:abstractNumId w:val="24"/>
  </w:num>
  <w:num w:numId="5" w16cid:durableId="1039235894">
    <w:abstractNumId w:val="26"/>
  </w:num>
  <w:num w:numId="6" w16cid:durableId="5656082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5256048">
    <w:abstractNumId w:val="16"/>
    <w:lvlOverride w:ilvl="0">
      <w:startOverride w:val="1"/>
    </w:lvlOverride>
  </w:num>
  <w:num w:numId="8" w16cid:durableId="983855486">
    <w:abstractNumId w:val="32"/>
  </w:num>
  <w:num w:numId="9" w16cid:durableId="1555700377">
    <w:abstractNumId w:val="32"/>
    <w:lvlOverride w:ilvl="0">
      <w:startOverride w:val="1"/>
    </w:lvlOverride>
  </w:num>
  <w:num w:numId="10" w16cid:durableId="1330594937">
    <w:abstractNumId w:val="27"/>
  </w:num>
  <w:num w:numId="11" w16cid:durableId="1039818262">
    <w:abstractNumId w:val="32"/>
    <w:lvlOverride w:ilvl="0">
      <w:startOverride w:val="1"/>
    </w:lvlOverride>
  </w:num>
  <w:num w:numId="12" w16cid:durableId="1869416781">
    <w:abstractNumId w:val="10"/>
  </w:num>
  <w:num w:numId="13" w16cid:durableId="1100955534">
    <w:abstractNumId w:val="0"/>
  </w:num>
  <w:num w:numId="14" w16cid:durableId="686828372">
    <w:abstractNumId w:val="18"/>
  </w:num>
  <w:num w:numId="15" w16cid:durableId="652416831">
    <w:abstractNumId w:val="28"/>
  </w:num>
  <w:num w:numId="16" w16cid:durableId="1787235892">
    <w:abstractNumId w:val="1"/>
  </w:num>
  <w:num w:numId="17" w16cid:durableId="2014412736">
    <w:abstractNumId w:val="34"/>
  </w:num>
  <w:num w:numId="18" w16cid:durableId="300502624">
    <w:abstractNumId w:val="3"/>
  </w:num>
  <w:num w:numId="19" w16cid:durableId="43139750">
    <w:abstractNumId w:val="35"/>
  </w:num>
  <w:num w:numId="20" w16cid:durableId="780564589">
    <w:abstractNumId w:val="38"/>
  </w:num>
  <w:num w:numId="21" w16cid:durableId="976766139">
    <w:abstractNumId w:val="19"/>
  </w:num>
  <w:num w:numId="22" w16cid:durableId="802192574">
    <w:abstractNumId w:val="13"/>
  </w:num>
  <w:num w:numId="23" w16cid:durableId="625745656">
    <w:abstractNumId w:val="20"/>
  </w:num>
  <w:num w:numId="24" w16cid:durableId="1235552489">
    <w:abstractNumId w:val="6"/>
  </w:num>
  <w:num w:numId="25" w16cid:durableId="830415027">
    <w:abstractNumId w:val="2"/>
  </w:num>
  <w:num w:numId="26" w16cid:durableId="1590038820">
    <w:abstractNumId w:val="4"/>
  </w:num>
  <w:num w:numId="27" w16cid:durableId="1491599591">
    <w:abstractNumId w:val="33"/>
  </w:num>
  <w:num w:numId="28" w16cid:durableId="389810986">
    <w:abstractNumId w:val="14"/>
  </w:num>
  <w:num w:numId="29" w16cid:durableId="1964342291">
    <w:abstractNumId w:val="12"/>
  </w:num>
  <w:num w:numId="30" w16cid:durableId="1559588433">
    <w:abstractNumId w:val="11"/>
  </w:num>
  <w:num w:numId="31" w16cid:durableId="1835102932">
    <w:abstractNumId w:val="36"/>
  </w:num>
  <w:num w:numId="32" w16cid:durableId="65345416">
    <w:abstractNumId w:val="23"/>
  </w:num>
  <w:num w:numId="33" w16cid:durableId="1034043703">
    <w:abstractNumId w:val="25"/>
  </w:num>
  <w:num w:numId="34" w16cid:durableId="715468554">
    <w:abstractNumId w:val="5"/>
  </w:num>
  <w:num w:numId="35" w16cid:durableId="2079592421">
    <w:abstractNumId w:val="32"/>
  </w:num>
  <w:num w:numId="36" w16cid:durableId="1181429544">
    <w:abstractNumId w:val="32"/>
  </w:num>
  <w:num w:numId="37" w16cid:durableId="237792778">
    <w:abstractNumId w:val="30"/>
  </w:num>
  <w:num w:numId="38" w16cid:durableId="875047475">
    <w:abstractNumId w:val="7"/>
  </w:num>
  <w:num w:numId="39" w16cid:durableId="649135951">
    <w:abstractNumId w:val="37"/>
  </w:num>
  <w:num w:numId="40" w16cid:durableId="253368872">
    <w:abstractNumId w:val="31"/>
  </w:num>
  <w:num w:numId="41" w16cid:durableId="564603272">
    <w:abstractNumId w:val="21"/>
  </w:num>
  <w:num w:numId="42" w16cid:durableId="381758575">
    <w:abstractNumId w:val="17"/>
  </w:num>
  <w:num w:numId="43" w16cid:durableId="1327513150">
    <w:abstractNumId w:val="22"/>
  </w:num>
  <w:num w:numId="44" w16cid:durableId="1795783268">
    <w:abstractNumId w:val="15"/>
  </w:num>
  <w:num w:numId="45" w16cid:durableId="1420246911">
    <w:abstractNumId w:val="32"/>
  </w:num>
  <w:num w:numId="46" w16cid:durableId="49329950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8B9"/>
    <w:rsid w:val="0000326F"/>
    <w:rsid w:val="00003947"/>
    <w:rsid w:val="00003EDB"/>
    <w:rsid w:val="00004CD3"/>
    <w:rsid w:val="00004F04"/>
    <w:rsid w:val="000064FB"/>
    <w:rsid w:val="00007351"/>
    <w:rsid w:val="000079FC"/>
    <w:rsid w:val="00010A0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EED"/>
    <w:rsid w:val="0003300B"/>
    <w:rsid w:val="00033516"/>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448F"/>
    <w:rsid w:val="0004467E"/>
    <w:rsid w:val="00044C17"/>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A6"/>
    <w:rsid w:val="00057FD8"/>
    <w:rsid w:val="00060457"/>
    <w:rsid w:val="00061ECB"/>
    <w:rsid w:val="000620C2"/>
    <w:rsid w:val="000627B0"/>
    <w:rsid w:val="00062BFA"/>
    <w:rsid w:val="00063F15"/>
    <w:rsid w:val="00063F5E"/>
    <w:rsid w:val="00064524"/>
    <w:rsid w:val="00064909"/>
    <w:rsid w:val="00065158"/>
    <w:rsid w:val="00065E14"/>
    <w:rsid w:val="00066387"/>
    <w:rsid w:val="00066DD9"/>
    <w:rsid w:val="00067534"/>
    <w:rsid w:val="00070015"/>
    <w:rsid w:val="00070130"/>
    <w:rsid w:val="00070503"/>
    <w:rsid w:val="000708DA"/>
    <w:rsid w:val="00072880"/>
    <w:rsid w:val="00072F9E"/>
    <w:rsid w:val="000739A1"/>
    <w:rsid w:val="00075473"/>
    <w:rsid w:val="000756B5"/>
    <w:rsid w:val="000757BA"/>
    <w:rsid w:val="0007587C"/>
    <w:rsid w:val="000759B7"/>
    <w:rsid w:val="00075C7A"/>
    <w:rsid w:val="00081859"/>
    <w:rsid w:val="00082435"/>
    <w:rsid w:val="00082AA1"/>
    <w:rsid w:val="00082C25"/>
    <w:rsid w:val="00083C1A"/>
    <w:rsid w:val="0008425E"/>
    <w:rsid w:val="0008489F"/>
    <w:rsid w:val="00084AF6"/>
    <w:rsid w:val="000850C4"/>
    <w:rsid w:val="000850D6"/>
    <w:rsid w:val="00086597"/>
    <w:rsid w:val="00086891"/>
    <w:rsid w:val="00086C52"/>
    <w:rsid w:val="00086EAC"/>
    <w:rsid w:val="000874DB"/>
    <w:rsid w:val="00087FD6"/>
    <w:rsid w:val="00090B4D"/>
    <w:rsid w:val="00091337"/>
    <w:rsid w:val="00091C29"/>
    <w:rsid w:val="00091C79"/>
    <w:rsid w:val="0009266D"/>
    <w:rsid w:val="00092E44"/>
    <w:rsid w:val="000934CA"/>
    <w:rsid w:val="00093F19"/>
    <w:rsid w:val="000945D9"/>
    <w:rsid w:val="000948DE"/>
    <w:rsid w:val="00094D00"/>
    <w:rsid w:val="000950CB"/>
    <w:rsid w:val="00095DF0"/>
    <w:rsid w:val="00097BFB"/>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4CD1"/>
    <w:rsid w:val="000B7498"/>
    <w:rsid w:val="000B7CC1"/>
    <w:rsid w:val="000C084B"/>
    <w:rsid w:val="000C1660"/>
    <w:rsid w:val="000C1676"/>
    <w:rsid w:val="000C17C9"/>
    <w:rsid w:val="000C19B6"/>
    <w:rsid w:val="000C25C3"/>
    <w:rsid w:val="000C2B8D"/>
    <w:rsid w:val="000C2BB9"/>
    <w:rsid w:val="000C3D7E"/>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3A81"/>
    <w:rsid w:val="000F4417"/>
    <w:rsid w:val="000F4857"/>
    <w:rsid w:val="000F6BB6"/>
    <w:rsid w:val="000F6C7A"/>
    <w:rsid w:val="000F6EA8"/>
    <w:rsid w:val="000F70C0"/>
    <w:rsid w:val="000F74B4"/>
    <w:rsid w:val="000F7756"/>
    <w:rsid w:val="00100A24"/>
    <w:rsid w:val="00100EA4"/>
    <w:rsid w:val="00101729"/>
    <w:rsid w:val="00101B6A"/>
    <w:rsid w:val="001028C9"/>
    <w:rsid w:val="00102DE8"/>
    <w:rsid w:val="00103139"/>
    <w:rsid w:val="0010349B"/>
    <w:rsid w:val="001043F0"/>
    <w:rsid w:val="00104806"/>
    <w:rsid w:val="00104B39"/>
    <w:rsid w:val="00105CF2"/>
    <w:rsid w:val="00106A72"/>
    <w:rsid w:val="001071D7"/>
    <w:rsid w:val="0011038E"/>
    <w:rsid w:val="00110939"/>
    <w:rsid w:val="0011148F"/>
    <w:rsid w:val="00111AB3"/>
    <w:rsid w:val="00111C4E"/>
    <w:rsid w:val="00112B38"/>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739"/>
    <w:rsid w:val="00132E29"/>
    <w:rsid w:val="00132EFC"/>
    <w:rsid w:val="00132FD0"/>
    <w:rsid w:val="00133235"/>
    <w:rsid w:val="00133C6B"/>
    <w:rsid w:val="00136A8B"/>
    <w:rsid w:val="0013717C"/>
    <w:rsid w:val="00140624"/>
    <w:rsid w:val="00141642"/>
    <w:rsid w:val="00141B11"/>
    <w:rsid w:val="00142DB7"/>
    <w:rsid w:val="001434FB"/>
    <w:rsid w:val="00144440"/>
    <w:rsid w:val="00144C19"/>
    <w:rsid w:val="00145012"/>
    <w:rsid w:val="001478A1"/>
    <w:rsid w:val="0014798C"/>
    <w:rsid w:val="00151086"/>
    <w:rsid w:val="001514F9"/>
    <w:rsid w:val="001515C7"/>
    <w:rsid w:val="00151650"/>
    <w:rsid w:val="00151A96"/>
    <w:rsid w:val="0015244F"/>
    <w:rsid w:val="001527A5"/>
    <w:rsid w:val="00152B7C"/>
    <w:rsid w:val="001530C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A6"/>
    <w:rsid w:val="00172AB8"/>
    <w:rsid w:val="00172ACC"/>
    <w:rsid w:val="0017302B"/>
    <w:rsid w:val="001734E0"/>
    <w:rsid w:val="00173AA0"/>
    <w:rsid w:val="00174124"/>
    <w:rsid w:val="001741E5"/>
    <w:rsid w:val="00175846"/>
    <w:rsid w:val="00175D28"/>
    <w:rsid w:val="00176615"/>
    <w:rsid w:val="001770BF"/>
    <w:rsid w:val="001775F5"/>
    <w:rsid w:val="001803EA"/>
    <w:rsid w:val="0018263F"/>
    <w:rsid w:val="00182976"/>
    <w:rsid w:val="00182E0E"/>
    <w:rsid w:val="00184348"/>
    <w:rsid w:val="00184879"/>
    <w:rsid w:val="00185994"/>
    <w:rsid w:val="00185FB1"/>
    <w:rsid w:val="00186666"/>
    <w:rsid w:val="001867DF"/>
    <w:rsid w:val="00186B7D"/>
    <w:rsid w:val="00187D48"/>
    <w:rsid w:val="00190FBC"/>
    <w:rsid w:val="00191F76"/>
    <w:rsid w:val="001923DA"/>
    <w:rsid w:val="0019349A"/>
    <w:rsid w:val="001935F2"/>
    <w:rsid w:val="001945FB"/>
    <w:rsid w:val="00194B03"/>
    <w:rsid w:val="00195F94"/>
    <w:rsid w:val="00196283"/>
    <w:rsid w:val="00196607"/>
    <w:rsid w:val="00197A4A"/>
    <w:rsid w:val="00197BDE"/>
    <w:rsid w:val="00197C69"/>
    <w:rsid w:val="00197D7E"/>
    <w:rsid w:val="001A13A6"/>
    <w:rsid w:val="001A3386"/>
    <w:rsid w:val="001A4087"/>
    <w:rsid w:val="001A579A"/>
    <w:rsid w:val="001A57A1"/>
    <w:rsid w:val="001A61C0"/>
    <w:rsid w:val="001A7276"/>
    <w:rsid w:val="001B0505"/>
    <w:rsid w:val="001B07DF"/>
    <w:rsid w:val="001B2315"/>
    <w:rsid w:val="001B4BE9"/>
    <w:rsid w:val="001B5215"/>
    <w:rsid w:val="001B586F"/>
    <w:rsid w:val="001B5993"/>
    <w:rsid w:val="001B5EB0"/>
    <w:rsid w:val="001B6B8E"/>
    <w:rsid w:val="001C03CC"/>
    <w:rsid w:val="001C11E9"/>
    <w:rsid w:val="001C159C"/>
    <w:rsid w:val="001C42FC"/>
    <w:rsid w:val="001C5A69"/>
    <w:rsid w:val="001C5CF7"/>
    <w:rsid w:val="001C65DD"/>
    <w:rsid w:val="001C66CC"/>
    <w:rsid w:val="001D0117"/>
    <w:rsid w:val="001D063F"/>
    <w:rsid w:val="001D26D1"/>
    <w:rsid w:val="001D289B"/>
    <w:rsid w:val="001D2D8F"/>
    <w:rsid w:val="001D31C8"/>
    <w:rsid w:val="001D3FDC"/>
    <w:rsid w:val="001D424B"/>
    <w:rsid w:val="001D69ED"/>
    <w:rsid w:val="001D7F4A"/>
    <w:rsid w:val="001E05DB"/>
    <w:rsid w:val="001E1145"/>
    <w:rsid w:val="001E1625"/>
    <w:rsid w:val="001E29DA"/>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22A0"/>
    <w:rsid w:val="00203379"/>
    <w:rsid w:val="002037ED"/>
    <w:rsid w:val="0020461D"/>
    <w:rsid w:val="00204722"/>
    <w:rsid w:val="0020492A"/>
    <w:rsid w:val="00204AE3"/>
    <w:rsid w:val="00205D64"/>
    <w:rsid w:val="00205E83"/>
    <w:rsid w:val="00206445"/>
    <w:rsid w:val="00206953"/>
    <w:rsid w:val="0020783B"/>
    <w:rsid w:val="002078BE"/>
    <w:rsid w:val="00207D05"/>
    <w:rsid w:val="00210126"/>
    <w:rsid w:val="0021343A"/>
    <w:rsid w:val="002140B5"/>
    <w:rsid w:val="0021569F"/>
    <w:rsid w:val="00215886"/>
    <w:rsid w:val="002161A3"/>
    <w:rsid w:val="002163AE"/>
    <w:rsid w:val="00216774"/>
    <w:rsid w:val="0021686C"/>
    <w:rsid w:val="00216D01"/>
    <w:rsid w:val="0021796E"/>
    <w:rsid w:val="00220238"/>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779"/>
    <w:rsid w:val="00236BCB"/>
    <w:rsid w:val="00236D9F"/>
    <w:rsid w:val="00237302"/>
    <w:rsid w:val="002401D9"/>
    <w:rsid w:val="0024067F"/>
    <w:rsid w:val="00241AFF"/>
    <w:rsid w:val="00241DA7"/>
    <w:rsid w:val="00243FF8"/>
    <w:rsid w:val="0024427C"/>
    <w:rsid w:val="00245253"/>
    <w:rsid w:val="00246965"/>
    <w:rsid w:val="00246E76"/>
    <w:rsid w:val="00247E22"/>
    <w:rsid w:val="0025051E"/>
    <w:rsid w:val="002513AD"/>
    <w:rsid w:val="0025283B"/>
    <w:rsid w:val="00253343"/>
    <w:rsid w:val="00253676"/>
    <w:rsid w:val="00254A4E"/>
    <w:rsid w:val="00257329"/>
    <w:rsid w:val="00257393"/>
    <w:rsid w:val="0025762C"/>
    <w:rsid w:val="002576D1"/>
    <w:rsid w:val="002576E2"/>
    <w:rsid w:val="00263075"/>
    <w:rsid w:val="00263F4C"/>
    <w:rsid w:val="00264495"/>
    <w:rsid w:val="00264955"/>
    <w:rsid w:val="002653A7"/>
    <w:rsid w:val="002655AB"/>
    <w:rsid w:val="00265CCF"/>
    <w:rsid w:val="00266FE0"/>
    <w:rsid w:val="0026741C"/>
    <w:rsid w:val="00271991"/>
    <w:rsid w:val="00272371"/>
    <w:rsid w:val="00272FA6"/>
    <w:rsid w:val="00273CC0"/>
    <w:rsid w:val="0027409F"/>
    <w:rsid w:val="002744A7"/>
    <w:rsid w:val="00274E68"/>
    <w:rsid w:val="002750D7"/>
    <w:rsid w:val="00276AB3"/>
    <w:rsid w:val="00277B09"/>
    <w:rsid w:val="00277FCD"/>
    <w:rsid w:val="00280D6B"/>
    <w:rsid w:val="0028138F"/>
    <w:rsid w:val="00282786"/>
    <w:rsid w:val="00283AE8"/>
    <w:rsid w:val="00283D23"/>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1420"/>
    <w:rsid w:val="002917DD"/>
    <w:rsid w:val="002930A5"/>
    <w:rsid w:val="00293E10"/>
    <w:rsid w:val="0029505D"/>
    <w:rsid w:val="00296B8C"/>
    <w:rsid w:val="002974CE"/>
    <w:rsid w:val="002A0752"/>
    <w:rsid w:val="002A261A"/>
    <w:rsid w:val="002A2BFD"/>
    <w:rsid w:val="002A2C63"/>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DAA"/>
    <w:rsid w:val="002B324B"/>
    <w:rsid w:val="002B3483"/>
    <w:rsid w:val="002B50BC"/>
    <w:rsid w:val="002B53E8"/>
    <w:rsid w:val="002B6659"/>
    <w:rsid w:val="002B6980"/>
    <w:rsid w:val="002B69B7"/>
    <w:rsid w:val="002B6FD7"/>
    <w:rsid w:val="002B7529"/>
    <w:rsid w:val="002B763B"/>
    <w:rsid w:val="002B7DC4"/>
    <w:rsid w:val="002B7E9C"/>
    <w:rsid w:val="002C02BF"/>
    <w:rsid w:val="002C1698"/>
    <w:rsid w:val="002C5180"/>
    <w:rsid w:val="002C519D"/>
    <w:rsid w:val="002C5270"/>
    <w:rsid w:val="002C60D5"/>
    <w:rsid w:val="002D040B"/>
    <w:rsid w:val="002D0678"/>
    <w:rsid w:val="002D07DC"/>
    <w:rsid w:val="002D3165"/>
    <w:rsid w:val="002D31A2"/>
    <w:rsid w:val="002D3F47"/>
    <w:rsid w:val="002D4CD3"/>
    <w:rsid w:val="002D4F8D"/>
    <w:rsid w:val="002D5AE6"/>
    <w:rsid w:val="002D6B68"/>
    <w:rsid w:val="002D788C"/>
    <w:rsid w:val="002E0469"/>
    <w:rsid w:val="002E09B1"/>
    <w:rsid w:val="002E0F1D"/>
    <w:rsid w:val="002E0FED"/>
    <w:rsid w:val="002E14BF"/>
    <w:rsid w:val="002E1962"/>
    <w:rsid w:val="002E33C8"/>
    <w:rsid w:val="002E41A0"/>
    <w:rsid w:val="002E5A66"/>
    <w:rsid w:val="002E5C92"/>
    <w:rsid w:val="002E66E9"/>
    <w:rsid w:val="002E7BFF"/>
    <w:rsid w:val="002F09CD"/>
    <w:rsid w:val="002F2917"/>
    <w:rsid w:val="002F3191"/>
    <w:rsid w:val="002F3A95"/>
    <w:rsid w:val="002F5219"/>
    <w:rsid w:val="002F5501"/>
    <w:rsid w:val="002F5942"/>
    <w:rsid w:val="002F6528"/>
    <w:rsid w:val="002F6584"/>
    <w:rsid w:val="002F690C"/>
    <w:rsid w:val="002F7583"/>
    <w:rsid w:val="00301A2E"/>
    <w:rsid w:val="00301FBB"/>
    <w:rsid w:val="00302D01"/>
    <w:rsid w:val="00303171"/>
    <w:rsid w:val="00303EED"/>
    <w:rsid w:val="00304C47"/>
    <w:rsid w:val="00305F38"/>
    <w:rsid w:val="00311881"/>
    <w:rsid w:val="003121AD"/>
    <w:rsid w:val="0031298F"/>
    <w:rsid w:val="003139DA"/>
    <w:rsid w:val="00315200"/>
    <w:rsid w:val="00315383"/>
    <w:rsid w:val="003157F2"/>
    <w:rsid w:val="00316B38"/>
    <w:rsid w:val="00316D23"/>
    <w:rsid w:val="0031730E"/>
    <w:rsid w:val="00317472"/>
    <w:rsid w:val="003179D4"/>
    <w:rsid w:val="00317BFE"/>
    <w:rsid w:val="00317E69"/>
    <w:rsid w:val="00320630"/>
    <w:rsid w:val="0032393D"/>
    <w:rsid w:val="003239AA"/>
    <w:rsid w:val="00324661"/>
    <w:rsid w:val="00326676"/>
    <w:rsid w:val="00326DAC"/>
    <w:rsid w:val="003272F0"/>
    <w:rsid w:val="00327940"/>
    <w:rsid w:val="00327C72"/>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580D"/>
    <w:rsid w:val="0034621B"/>
    <w:rsid w:val="00346649"/>
    <w:rsid w:val="00346EA2"/>
    <w:rsid w:val="00347B15"/>
    <w:rsid w:val="00347F25"/>
    <w:rsid w:val="00350952"/>
    <w:rsid w:val="00350B26"/>
    <w:rsid w:val="00351101"/>
    <w:rsid w:val="003526FB"/>
    <w:rsid w:val="003530EA"/>
    <w:rsid w:val="003531C5"/>
    <w:rsid w:val="0035420E"/>
    <w:rsid w:val="00354894"/>
    <w:rsid w:val="00354A58"/>
    <w:rsid w:val="00354BEE"/>
    <w:rsid w:val="003562CA"/>
    <w:rsid w:val="00360148"/>
    <w:rsid w:val="003603C9"/>
    <w:rsid w:val="00360C8D"/>
    <w:rsid w:val="00360D70"/>
    <w:rsid w:val="003618E5"/>
    <w:rsid w:val="00362A4C"/>
    <w:rsid w:val="00363050"/>
    <w:rsid w:val="0036344A"/>
    <w:rsid w:val="00363AA0"/>
    <w:rsid w:val="0036427B"/>
    <w:rsid w:val="00365C81"/>
    <w:rsid w:val="00365DCD"/>
    <w:rsid w:val="00366A05"/>
    <w:rsid w:val="00366D2A"/>
    <w:rsid w:val="00367525"/>
    <w:rsid w:val="003678BA"/>
    <w:rsid w:val="00367B74"/>
    <w:rsid w:val="003702EF"/>
    <w:rsid w:val="003711C5"/>
    <w:rsid w:val="0037140C"/>
    <w:rsid w:val="003718F9"/>
    <w:rsid w:val="0037269A"/>
    <w:rsid w:val="00373FA3"/>
    <w:rsid w:val="00374086"/>
    <w:rsid w:val="00374B40"/>
    <w:rsid w:val="003750E4"/>
    <w:rsid w:val="0037526E"/>
    <w:rsid w:val="003756A9"/>
    <w:rsid w:val="003776BD"/>
    <w:rsid w:val="00380680"/>
    <w:rsid w:val="003809AB"/>
    <w:rsid w:val="00380A91"/>
    <w:rsid w:val="00382411"/>
    <w:rsid w:val="003824CE"/>
    <w:rsid w:val="003838E3"/>
    <w:rsid w:val="00383FFF"/>
    <w:rsid w:val="00384581"/>
    <w:rsid w:val="00384BEA"/>
    <w:rsid w:val="00384D40"/>
    <w:rsid w:val="00385C7B"/>
    <w:rsid w:val="00386B67"/>
    <w:rsid w:val="003871C5"/>
    <w:rsid w:val="003874C0"/>
    <w:rsid w:val="00387EFE"/>
    <w:rsid w:val="0039114E"/>
    <w:rsid w:val="00391584"/>
    <w:rsid w:val="003923BB"/>
    <w:rsid w:val="003924E6"/>
    <w:rsid w:val="0039314A"/>
    <w:rsid w:val="00393D99"/>
    <w:rsid w:val="00394AEF"/>
    <w:rsid w:val="00394D54"/>
    <w:rsid w:val="00395E5D"/>
    <w:rsid w:val="00397A12"/>
    <w:rsid w:val="003A3ACF"/>
    <w:rsid w:val="003A4202"/>
    <w:rsid w:val="003A576D"/>
    <w:rsid w:val="003A5BEF"/>
    <w:rsid w:val="003A6BCB"/>
    <w:rsid w:val="003A7C52"/>
    <w:rsid w:val="003B0052"/>
    <w:rsid w:val="003B0494"/>
    <w:rsid w:val="003B0D27"/>
    <w:rsid w:val="003B3B3B"/>
    <w:rsid w:val="003B3DF8"/>
    <w:rsid w:val="003B486A"/>
    <w:rsid w:val="003B4876"/>
    <w:rsid w:val="003B566E"/>
    <w:rsid w:val="003B5978"/>
    <w:rsid w:val="003B5D02"/>
    <w:rsid w:val="003B6074"/>
    <w:rsid w:val="003B6131"/>
    <w:rsid w:val="003B76DB"/>
    <w:rsid w:val="003C26F5"/>
    <w:rsid w:val="003C28AE"/>
    <w:rsid w:val="003C2D6E"/>
    <w:rsid w:val="003C2DDE"/>
    <w:rsid w:val="003C3128"/>
    <w:rsid w:val="003C3491"/>
    <w:rsid w:val="003C34B2"/>
    <w:rsid w:val="003C381D"/>
    <w:rsid w:val="003C40BB"/>
    <w:rsid w:val="003C515D"/>
    <w:rsid w:val="003C521D"/>
    <w:rsid w:val="003C52E5"/>
    <w:rsid w:val="003C58EC"/>
    <w:rsid w:val="003C67E7"/>
    <w:rsid w:val="003C6907"/>
    <w:rsid w:val="003C78A5"/>
    <w:rsid w:val="003C7BE0"/>
    <w:rsid w:val="003D0C13"/>
    <w:rsid w:val="003D0D15"/>
    <w:rsid w:val="003D1965"/>
    <w:rsid w:val="003D232B"/>
    <w:rsid w:val="003D2899"/>
    <w:rsid w:val="003D2E19"/>
    <w:rsid w:val="003D34C0"/>
    <w:rsid w:val="003D4875"/>
    <w:rsid w:val="003D54C2"/>
    <w:rsid w:val="003D5C95"/>
    <w:rsid w:val="003D68B8"/>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D9D"/>
    <w:rsid w:val="003F4E6F"/>
    <w:rsid w:val="003F6148"/>
    <w:rsid w:val="003F67C5"/>
    <w:rsid w:val="003F7E6F"/>
    <w:rsid w:val="004001BA"/>
    <w:rsid w:val="00400356"/>
    <w:rsid w:val="0040059D"/>
    <w:rsid w:val="00400988"/>
    <w:rsid w:val="0040408C"/>
    <w:rsid w:val="0040408D"/>
    <w:rsid w:val="00404959"/>
    <w:rsid w:val="00404E2D"/>
    <w:rsid w:val="00404E47"/>
    <w:rsid w:val="004057B7"/>
    <w:rsid w:val="0040599F"/>
    <w:rsid w:val="00405DB1"/>
    <w:rsid w:val="00405FF0"/>
    <w:rsid w:val="00407492"/>
    <w:rsid w:val="004101B9"/>
    <w:rsid w:val="00410B57"/>
    <w:rsid w:val="00410BA1"/>
    <w:rsid w:val="00411964"/>
    <w:rsid w:val="0041215A"/>
    <w:rsid w:val="00413101"/>
    <w:rsid w:val="004144A0"/>
    <w:rsid w:val="004147A0"/>
    <w:rsid w:val="00414AD3"/>
    <w:rsid w:val="00414D91"/>
    <w:rsid w:val="00415834"/>
    <w:rsid w:val="00416601"/>
    <w:rsid w:val="004170D2"/>
    <w:rsid w:val="004173BD"/>
    <w:rsid w:val="00420F2B"/>
    <w:rsid w:val="0042144D"/>
    <w:rsid w:val="00421725"/>
    <w:rsid w:val="0042210E"/>
    <w:rsid w:val="00422E1B"/>
    <w:rsid w:val="004230A4"/>
    <w:rsid w:val="00423500"/>
    <w:rsid w:val="0042560C"/>
    <w:rsid w:val="00425A6D"/>
    <w:rsid w:val="004263A2"/>
    <w:rsid w:val="00426BD2"/>
    <w:rsid w:val="004273A8"/>
    <w:rsid w:val="004302F8"/>
    <w:rsid w:val="004305B7"/>
    <w:rsid w:val="004307A4"/>
    <w:rsid w:val="004316BA"/>
    <w:rsid w:val="004317D1"/>
    <w:rsid w:val="00431B8F"/>
    <w:rsid w:val="00432A55"/>
    <w:rsid w:val="00432CB2"/>
    <w:rsid w:val="004337D2"/>
    <w:rsid w:val="00433EBB"/>
    <w:rsid w:val="0043442D"/>
    <w:rsid w:val="004345F0"/>
    <w:rsid w:val="004346B7"/>
    <w:rsid w:val="00434A02"/>
    <w:rsid w:val="00434BFC"/>
    <w:rsid w:val="004355FD"/>
    <w:rsid w:val="00435709"/>
    <w:rsid w:val="00436034"/>
    <w:rsid w:val="004367B9"/>
    <w:rsid w:val="00437089"/>
    <w:rsid w:val="0043734D"/>
    <w:rsid w:val="00437383"/>
    <w:rsid w:val="00437EF0"/>
    <w:rsid w:val="00440591"/>
    <w:rsid w:val="00440E15"/>
    <w:rsid w:val="00441121"/>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5141D"/>
    <w:rsid w:val="0045261C"/>
    <w:rsid w:val="00452731"/>
    <w:rsid w:val="00454944"/>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84F"/>
    <w:rsid w:val="00470F29"/>
    <w:rsid w:val="0047117E"/>
    <w:rsid w:val="00471275"/>
    <w:rsid w:val="00472316"/>
    <w:rsid w:val="00472718"/>
    <w:rsid w:val="00473E4B"/>
    <w:rsid w:val="0047415D"/>
    <w:rsid w:val="00474F1B"/>
    <w:rsid w:val="00475C3A"/>
    <w:rsid w:val="00476ADC"/>
    <w:rsid w:val="00476FBA"/>
    <w:rsid w:val="0047740A"/>
    <w:rsid w:val="004777B3"/>
    <w:rsid w:val="00477EFE"/>
    <w:rsid w:val="004804A8"/>
    <w:rsid w:val="00481369"/>
    <w:rsid w:val="00482058"/>
    <w:rsid w:val="004826C7"/>
    <w:rsid w:val="004828AC"/>
    <w:rsid w:val="004856B8"/>
    <w:rsid w:val="004856F5"/>
    <w:rsid w:val="00485831"/>
    <w:rsid w:val="00487407"/>
    <w:rsid w:val="004874A4"/>
    <w:rsid w:val="00487ECA"/>
    <w:rsid w:val="00490803"/>
    <w:rsid w:val="00490AA6"/>
    <w:rsid w:val="00490D6F"/>
    <w:rsid w:val="004924E0"/>
    <w:rsid w:val="00492739"/>
    <w:rsid w:val="0049345C"/>
    <w:rsid w:val="00493DCE"/>
    <w:rsid w:val="0049526E"/>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D7A"/>
    <w:rsid w:val="004A499F"/>
    <w:rsid w:val="004A4EE4"/>
    <w:rsid w:val="004A5594"/>
    <w:rsid w:val="004A677B"/>
    <w:rsid w:val="004A688D"/>
    <w:rsid w:val="004A7462"/>
    <w:rsid w:val="004A74B7"/>
    <w:rsid w:val="004A776E"/>
    <w:rsid w:val="004A7938"/>
    <w:rsid w:val="004A7C40"/>
    <w:rsid w:val="004A7E51"/>
    <w:rsid w:val="004A7F3C"/>
    <w:rsid w:val="004B04C4"/>
    <w:rsid w:val="004B0A69"/>
    <w:rsid w:val="004B0FDE"/>
    <w:rsid w:val="004B29AA"/>
    <w:rsid w:val="004B2A39"/>
    <w:rsid w:val="004B2D2C"/>
    <w:rsid w:val="004B2DB0"/>
    <w:rsid w:val="004B31D3"/>
    <w:rsid w:val="004B488B"/>
    <w:rsid w:val="004B4A43"/>
    <w:rsid w:val="004B4B65"/>
    <w:rsid w:val="004B4CAD"/>
    <w:rsid w:val="004B4FB6"/>
    <w:rsid w:val="004B518F"/>
    <w:rsid w:val="004B51A5"/>
    <w:rsid w:val="004B5372"/>
    <w:rsid w:val="004B5BCA"/>
    <w:rsid w:val="004B77D2"/>
    <w:rsid w:val="004C042C"/>
    <w:rsid w:val="004C0891"/>
    <w:rsid w:val="004C0D93"/>
    <w:rsid w:val="004C150C"/>
    <w:rsid w:val="004C185C"/>
    <w:rsid w:val="004C278C"/>
    <w:rsid w:val="004C27BD"/>
    <w:rsid w:val="004C31CA"/>
    <w:rsid w:val="004C3EA1"/>
    <w:rsid w:val="004C3FCC"/>
    <w:rsid w:val="004C431B"/>
    <w:rsid w:val="004C47D1"/>
    <w:rsid w:val="004C679B"/>
    <w:rsid w:val="004C6807"/>
    <w:rsid w:val="004C7021"/>
    <w:rsid w:val="004D028C"/>
    <w:rsid w:val="004D0356"/>
    <w:rsid w:val="004D179F"/>
    <w:rsid w:val="004D2961"/>
    <w:rsid w:val="004D2B21"/>
    <w:rsid w:val="004D2EBD"/>
    <w:rsid w:val="004D4591"/>
    <w:rsid w:val="004D47A9"/>
    <w:rsid w:val="004D4A4C"/>
    <w:rsid w:val="004D4CB9"/>
    <w:rsid w:val="004D5652"/>
    <w:rsid w:val="004D652F"/>
    <w:rsid w:val="004D6674"/>
    <w:rsid w:val="004E1DF9"/>
    <w:rsid w:val="004E253F"/>
    <w:rsid w:val="004E286E"/>
    <w:rsid w:val="004E28B4"/>
    <w:rsid w:val="004E3F69"/>
    <w:rsid w:val="004E4E31"/>
    <w:rsid w:val="004E506C"/>
    <w:rsid w:val="004E5BC0"/>
    <w:rsid w:val="004E6309"/>
    <w:rsid w:val="004E7FEF"/>
    <w:rsid w:val="004F0321"/>
    <w:rsid w:val="004F0667"/>
    <w:rsid w:val="004F06A9"/>
    <w:rsid w:val="004F1E37"/>
    <w:rsid w:val="004F1E6B"/>
    <w:rsid w:val="004F25B6"/>
    <w:rsid w:val="004F54C1"/>
    <w:rsid w:val="004F71AD"/>
    <w:rsid w:val="004F7363"/>
    <w:rsid w:val="00500506"/>
    <w:rsid w:val="005015B5"/>
    <w:rsid w:val="005017E6"/>
    <w:rsid w:val="005018BA"/>
    <w:rsid w:val="00501FDE"/>
    <w:rsid w:val="0050235C"/>
    <w:rsid w:val="00502E44"/>
    <w:rsid w:val="00503B1B"/>
    <w:rsid w:val="00503F42"/>
    <w:rsid w:val="00504F75"/>
    <w:rsid w:val="0050511C"/>
    <w:rsid w:val="005055D8"/>
    <w:rsid w:val="00505F9A"/>
    <w:rsid w:val="00510D7D"/>
    <w:rsid w:val="00510DCD"/>
    <w:rsid w:val="00511102"/>
    <w:rsid w:val="00512E96"/>
    <w:rsid w:val="00514259"/>
    <w:rsid w:val="005143B0"/>
    <w:rsid w:val="00514402"/>
    <w:rsid w:val="005146AA"/>
    <w:rsid w:val="00514795"/>
    <w:rsid w:val="005156FF"/>
    <w:rsid w:val="005170E0"/>
    <w:rsid w:val="00517511"/>
    <w:rsid w:val="00520915"/>
    <w:rsid w:val="005215D1"/>
    <w:rsid w:val="00521BB8"/>
    <w:rsid w:val="005234A7"/>
    <w:rsid w:val="005237CA"/>
    <w:rsid w:val="00523C5D"/>
    <w:rsid w:val="0052447B"/>
    <w:rsid w:val="005252EE"/>
    <w:rsid w:val="005256BB"/>
    <w:rsid w:val="00526D2B"/>
    <w:rsid w:val="005271D6"/>
    <w:rsid w:val="0052797E"/>
    <w:rsid w:val="005302E7"/>
    <w:rsid w:val="00530843"/>
    <w:rsid w:val="005309DD"/>
    <w:rsid w:val="005309FA"/>
    <w:rsid w:val="00530D5A"/>
    <w:rsid w:val="005313D9"/>
    <w:rsid w:val="00534337"/>
    <w:rsid w:val="005357E1"/>
    <w:rsid w:val="00535A16"/>
    <w:rsid w:val="00536770"/>
    <w:rsid w:val="00537389"/>
    <w:rsid w:val="00537DD7"/>
    <w:rsid w:val="00541407"/>
    <w:rsid w:val="00541B5A"/>
    <w:rsid w:val="0054200E"/>
    <w:rsid w:val="00542183"/>
    <w:rsid w:val="00542557"/>
    <w:rsid w:val="00542682"/>
    <w:rsid w:val="005434E1"/>
    <w:rsid w:val="00543B62"/>
    <w:rsid w:val="005444AF"/>
    <w:rsid w:val="00544A31"/>
    <w:rsid w:val="00545062"/>
    <w:rsid w:val="00545276"/>
    <w:rsid w:val="005455E9"/>
    <w:rsid w:val="005459EB"/>
    <w:rsid w:val="00545A28"/>
    <w:rsid w:val="00546571"/>
    <w:rsid w:val="00546AD2"/>
    <w:rsid w:val="005470ED"/>
    <w:rsid w:val="00547619"/>
    <w:rsid w:val="005503F2"/>
    <w:rsid w:val="00551B69"/>
    <w:rsid w:val="00551E8E"/>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C79"/>
    <w:rsid w:val="00576C53"/>
    <w:rsid w:val="00576C56"/>
    <w:rsid w:val="005771D9"/>
    <w:rsid w:val="00580A91"/>
    <w:rsid w:val="00581C88"/>
    <w:rsid w:val="005837B5"/>
    <w:rsid w:val="00584748"/>
    <w:rsid w:val="0058477E"/>
    <w:rsid w:val="00584D2C"/>
    <w:rsid w:val="00584E6D"/>
    <w:rsid w:val="00586B22"/>
    <w:rsid w:val="00587049"/>
    <w:rsid w:val="005904D0"/>
    <w:rsid w:val="00590E21"/>
    <w:rsid w:val="0059111D"/>
    <w:rsid w:val="005925C1"/>
    <w:rsid w:val="00592D71"/>
    <w:rsid w:val="00593B3B"/>
    <w:rsid w:val="00593BE4"/>
    <w:rsid w:val="00593C79"/>
    <w:rsid w:val="00594735"/>
    <w:rsid w:val="00595243"/>
    <w:rsid w:val="00595F79"/>
    <w:rsid w:val="0059770A"/>
    <w:rsid w:val="00597C49"/>
    <w:rsid w:val="005A04A3"/>
    <w:rsid w:val="005A19A4"/>
    <w:rsid w:val="005A25EA"/>
    <w:rsid w:val="005A2902"/>
    <w:rsid w:val="005A445C"/>
    <w:rsid w:val="005A47CD"/>
    <w:rsid w:val="005A4B52"/>
    <w:rsid w:val="005A4D98"/>
    <w:rsid w:val="005A4E9D"/>
    <w:rsid w:val="005A6048"/>
    <w:rsid w:val="005A6B8D"/>
    <w:rsid w:val="005A7051"/>
    <w:rsid w:val="005A78F2"/>
    <w:rsid w:val="005A7B17"/>
    <w:rsid w:val="005A7F62"/>
    <w:rsid w:val="005B1766"/>
    <w:rsid w:val="005B1DCF"/>
    <w:rsid w:val="005B1EAB"/>
    <w:rsid w:val="005B288B"/>
    <w:rsid w:val="005B28F8"/>
    <w:rsid w:val="005B36A9"/>
    <w:rsid w:val="005B4E65"/>
    <w:rsid w:val="005B5885"/>
    <w:rsid w:val="005B6480"/>
    <w:rsid w:val="005B651B"/>
    <w:rsid w:val="005B7764"/>
    <w:rsid w:val="005B7C67"/>
    <w:rsid w:val="005B7C93"/>
    <w:rsid w:val="005C30DC"/>
    <w:rsid w:val="005C3D7A"/>
    <w:rsid w:val="005C429C"/>
    <w:rsid w:val="005C4996"/>
    <w:rsid w:val="005C5230"/>
    <w:rsid w:val="005C5E89"/>
    <w:rsid w:val="005C69EC"/>
    <w:rsid w:val="005C69F0"/>
    <w:rsid w:val="005C6A70"/>
    <w:rsid w:val="005C741B"/>
    <w:rsid w:val="005D018A"/>
    <w:rsid w:val="005D0473"/>
    <w:rsid w:val="005D15C0"/>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35C"/>
    <w:rsid w:val="005F65A7"/>
    <w:rsid w:val="005F7BED"/>
    <w:rsid w:val="006001EA"/>
    <w:rsid w:val="0060116D"/>
    <w:rsid w:val="0060298D"/>
    <w:rsid w:val="00604313"/>
    <w:rsid w:val="0060585F"/>
    <w:rsid w:val="006059E7"/>
    <w:rsid w:val="00605C1B"/>
    <w:rsid w:val="00605CB0"/>
    <w:rsid w:val="0060681C"/>
    <w:rsid w:val="00607A60"/>
    <w:rsid w:val="00607B11"/>
    <w:rsid w:val="00607B86"/>
    <w:rsid w:val="00610114"/>
    <w:rsid w:val="0061013A"/>
    <w:rsid w:val="00610192"/>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4AF"/>
    <w:rsid w:val="00622F1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6CB"/>
    <w:rsid w:val="00665F22"/>
    <w:rsid w:val="00666396"/>
    <w:rsid w:val="00670251"/>
    <w:rsid w:val="006705F3"/>
    <w:rsid w:val="00670A42"/>
    <w:rsid w:val="00670CFE"/>
    <w:rsid w:val="00670EF9"/>
    <w:rsid w:val="00672971"/>
    <w:rsid w:val="00673828"/>
    <w:rsid w:val="0067385A"/>
    <w:rsid w:val="00673C13"/>
    <w:rsid w:val="00674ECB"/>
    <w:rsid w:val="00675E06"/>
    <w:rsid w:val="00675FBB"/>
    <w:rsid w:val="0067727F"/>
    <w:rsid w:val="0067792D"/>
    <w:rsid w:val="00681212"/>
    <w:rsid w:val="006812C2"/>
    <w:rsid w:val="00682EC2"/>
    <w:rsid w:val="00683FE1"/>
    <w:rsid w:val="00684C76"/>
    <w:rsid w:val="00685122"/>
    <w:rsid w:val="0068748E"/>
    <w:rsid w:val="00687E58"/>
    <w:rsid w:val="00690360"/>
    <w:rsid w:val="00691D1B"/>
    <w:rsid w:val="00692A77"/>
    <w:rsid w:val="00692DD0"/>
    <w:rsid w:val="00693AD8"/>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C9F"/>
    <w:rsid w:val="006B2C98"/>
    <w:rsid w:val="006B2F42"/>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4475"/>
    <w:rsid w:val="006D45DD"/>
    <w:rsid w:val="006D7E4F"/>
    <w:rsid w:val="006E0AB7"/>
    <w:rsid w:val="006E0D18"/>
    <w:rsid w:val="006E24BF"/>
    <w:rsid w:val="006E28F3"/>
    <w:rsid w:val="006E296D"/>
    <w:rsid w:val="006E33DA"/>
    <w:rsid w:val="006E344F"/>
    <w:rsid w:val="006E4713"/>
    <w:rsid w:val="006E53D4"/>
    <w:rsid w:val="006E5C45"/>
    <w:rsid w:val="006E5DA6"/>
    <w:rsid w:val="006E71A1"/>
    <w:rsid w:val="006E751C"/>
    <w:rsid w:val="006E79E0"/>
    <w:rsid w:val="006E79EF"/>
    <w:rsid w:val="006E7ED8"/>
    <w:rsid w:val="006E7EEC"/>
    <w:rsid w:val="006F0B88"/>
    <w:rsid w:val="006F1279"/>
    <w:rsid w:val="006F15C5"/>
    <w:rsid w:val="006F401F"/>
    <w:rsid w:val="006F4360"/>
    <w:rsid w:val="006F4FC4"/>
    <w:rsid w:val="006F50DD"/>
    <w:rsid w:val="006F561E"/>
    <w:rsid w:val="006F70CE"/>
    <w:rsid w:val="007005DF"/>
    <w:rsid w:val="0070182F"/>
    <w:rsid w:val="00701B2E"/>
    <w:rsid w:val="00702F15"/>
    <w:rsid w:val="007035A2"/>
    <w:rsid w:val="007035EC"/>
    <w:rsid w:val="0070381B"/>
    <w:rsid w:val="00704490"/>
    <w:rsid w:val="00705389"/>
    <w:rsid w:val="007053AC"/>
    <w:rsid w:val="00705D03"/>
    <w:rsid w:val="00706C04"/>
    <w:rsid w:val="00706CBF"/>
    <w:rsid w:val="00706E68"/>
    <w:rsid w:val="007075B9"/>
    <w:rsid w:val="00707801"/>
    <w:rsid w:val="00707C96"/>
    <w:rsid w:val="00710327"/>
    <w:rsid w:val="0071045B"/>
    <w:rsid w:val="00710924"/>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514"/>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01D"/>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008"/>
    <w:rsid w:val="0078482A"/>
    <w:rsid w:val="00784A61"/>
    <w:rsid w:val="007868C0"/>
    <w:rsid w:val="00786AEB"/>
    <w:rsid w:val="00787697"/>
    <w:rsid w:val="0079065F"/>
    <w:rsid w:val="00790FB8"/>
    <w:rsid w:val="0079165C"/>
    <w:rsid w:val="0079227E"/>
    <w:rsid w:val="00792392"/>
    <w:rsid w:val="00793C78"/>
    <w:rsid w:val="007943E1"/>
    <w:rsid w:val="007948E5"/>
    <w:rsid w:val="00795838"/>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99B"/>
    <w:rsid w:val="007B2BBD"/>
    <w:rsid w:val="007B2E10"/>
    <w:rsid w:val="007B35EF"/>
    <w:rsid w:val="007B408E"/>
    <w:rsid w:val="007B48F8"/>
    <w:rsid w:val="007B636A"/>
    <w:rsid w:val="007B6891"/>
    <w:rsid w:val="007B68A9"/>
    <w:rsid w:val="007C0329"/>
    <w:rsid w:val="007C06FB"/>
    <w:rsid w:val="007C07CB"/>
    <w:rsid w:val="007C0A65"/>
    <w:rsid w:val="007C1EA2"/>
    <w:rsid w:val="007C3EDF"/>
    <w:rsid w:val="007C41C9"/>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E08AF"/>
    <w:rsid w:val="007E0A3B"/>
    <w:rsid w:val="007E1BCB"/>
    <w:rsid w:val="007E1E0D"/>
    <w:rsid w:val="007E1EF6"/>
    <w:rsid w:val="007E2107"/>
    <w:rsid w:val="007E2A1A"/>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99"/>
    <w:rsid w:val="007F369F"/>
    <w:rsid w:val="007F4909"/>
    <w:rsid w:val="007F5429"/>
    <w:rsid w:val="007F5A48"/>
    <w:rsid w:val="007F7B1D"/>
    <w:rsid w:val="007F7E59"/>
    <w:rsid w:val="008006C9"/>
    <w:rsid w:val="008009E0"/>
    <w:rsid w:val="00800DF9"/>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352"/>
    <w:rsid w:val="0082661D"/>
    <w:rsid w:val="008273DE"/>
    <w:rsid w:val="00827F19"/>
    <w:rsid w:val="00830244"/>
    <w:rsid w:val="00830345"/>
    <w:rsid w:val="00831965"/>
    <w:rsid w:val="00832D5D"/>
    <w:rsid w:val="008330DA"/>
    <w:rsid w:val="008332DC"/>
    <w:rsid w:val="00833D4D"/>
    <w:rsid w:val="008343A2"/>
    <w:rsid w:val="00834766"/>
    <w:rsid w:val="00834BB4"/>
    <w:rsid w:val="008351D9"/>
    <w:rsid w:val="008360CA"/>
    <w:rsid w:val="00836ACA"/>
    <w:rsid w:val="00837537"/>
    <w:rsid w:val="00837630"/>
    <w:rsid w:val="008377B6"/>
    <w:rsid w:val="00840690"/>
    <w:rsid w:val="008408CC"/>
    <w:rsid w:val="00840917"/>
    <w:rsid w:val="00840C20"/>
    <w:rsid w:val="00840FEA"/>
    <w:rsid w:val="00841803"/>
    <w:rsid w:val="00843682"/>
    <w:rsid w:val="008438A6"/>
    <w:rsid w:val="00845965"/>
    <w:rsid w:val="00845DE8"/>
    <w:rsid w:val="00846B99"/>
    <w:rsid w:val="008471F6"/>
    <w:rsid w:val="008500AD"/>
    <w:rsid w:val="00850B19"/>
    <w:rsid w:val="00851253"/>
    <w:rsid w:val="0085133A"/>
    <w:rsid w:val="00851771"/>
    <w:rsid w:val="00851D7A"/>
    <w:rsid w:val="00853009"/>
    <w:rsid w:val="008543DE"/>
    <w:rsid w:val="00854C80"/>
    <w:rsid w:val="00854EBE"/>
    <w:rsid w:val="00854ECB"/>
    <w:rsid w:val="008554FB"/>
    <w:rsid w:val="008558DD"/>
    <w:rsid w:val="00857783"/>
    <w:rsid w:val="00857FA9"/>
    <w:rsid w:val="008602A2"/>
    <w:rsid w:val="00860E4A"/>
    <w:rsid w:val="008611A5"/>
    <w:rsid w:val="00862112"/>
    <w:rsid w:val="0086232F"/>
    <w:rsid w:val="008624AE"/>
    <w:rsid w:val="008629BB"/>
    <w:rsid w:val="00862B5E"/>
    <w:rsid w:val="00863763"/>
    <w:rsid w:val="0086396B"/>
    <w:rsid w:val="00864933"/>
    <w:rsid w:val="00865073"/>
    <w:rsid w:val="00865E35"/>
    <w:rsid w:val="008667AA"/>
    <w:rsid w:val="0086708E"/>
    <w:rsid w:val="00870DFF"/>
    <w:rsid w:val="008712D5"/>
    <w:rsid w:val="00871F8D"/>
    <w:rsid w:val="008727D9"/>
    <w:rsid w:val="00872A19"/>
    <w:rsid w:val="00874335"/>
    <w:rsid w:val="008756B3"/>
    <w:rsid w:val="00875C1A"/>
    <w:rsid w:val="00875C23"/>
    <w:rsid w:val="00876D12"/>
    <w:rsid w:val="008773DE"/>
    <w:rsid w:val="00880840"/>
    <w:rsid w:val="00880F96"/>
    <w:rsid w:val="00881151"/>
    <w:rsid w:val="00881DC2"/>
    <w:rsid w:val="00881DC5"/>
    <w:rsid w:val="0088242F"/>
    <w:rsid w:val="00882FC4"/>
    <w:rsid w:val="008832B1"/>
    <w:rsid w:val="00883ADB"/>
    <w:rsid w:val="00884B83"/>
    <w:rsid w:val="0088516B"/>
    <w:rsid w:val="008859BF"/>
    <w:rsid w:val="00885D7C"/>
    <w:rsid w:val="0088665A"/>
    <w:rsid w:val="00890D2E"/>
    <w:rsid w:val="00891276"/>
    <w:rsid w:val="00891293"/>
    <w:rsid w:val="00891970"/>
    <w:rsid w:val="008919B8"/>
    <w:rsid w:val="00893208"/>
    <w:rsid w:val="00894192"/>
    <w:rsid w:val="00894B39"/>
    <w:rsid w:val="00894DFB"/>
    <w:rsid w:val="00895A21"/>
    <w:rsid w:val="00895A95"/>
    <w:rsid w:val="00896636"/>
    <w:rsid w:val="0089672E"/>
    <w:rsid w:val="00896A3D"/>
    <w:rsid w:val="008973B0"/>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B0116"/>
    <w:rsid w:val="008B0748"/>
    <w:rsid w:val="008B1CAF"/>
    <w:rsid w:val="008B29EC"/>
    <w:rsid w:val="008B4072"/>
    <w:rsid w:val="008B45CC"/>
    <w:rsid w:val="008B4653"/>
    <w:rsid w:val="008B47BF"/>
    <w:rsid w:val="008B4AA7"/>
    <w:rsid w:val="008B4B84"/>
    <w:rsid w:val="008B4F01"/>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EFE"/>
    <w:rsid w:val="008C5123"/>
    <w:rsid w:val="008C5A36"/>
    <w:rsid w:val="008C5B31"/>
    <w:rsid w:val="008C5CEA"/>
    <w:rsid w:val="008C612A"/>
    <w:rsid w:val="008C651B"/>
    <w:rsid w:val="008C74A0"/>
    <w:rsid w:val="008C7C94"/>
    <w:rsid w:val="008D038B"/>
    <w:rsid w:val="008D07CF"/>
    <w:rsid w:val="008D0EA8"/>
    <w:rsid w:val="008D1054"/>
    <w:rsid w:val="008D2686"/>
    <w:rsid w:val="008D2B7B"/>
    <w:rsid w:val="008D2BBB"/>
    <w:rsid w:val="008D30CF"/>
    <w:rsid w:val="008D33FB"/>
    <w:rsid w:val="008D3CAA"/>
    <w:rsid w:val="008D40FC"/>
    <w:rsid w:val="008D6DEE"/>
    <w:rsid w:val="008D7AA8"/>
    <w:rsid w:val="008D7B1A"/>
    <w:rsid w:val="008E079A"/>
    <w:rsid w:val="008E0EEA"/>
    <w:rsid w:val="008E0EEB"/>
    <w:rsid w:val="008E0FF7"/>
    <w:rsid w:val="008E1683"/>
    <w:rsid w:val="008E1AD4"/>
    <w:rsid w:val="008E1BFE"/>
    <w:rsid w:val="008E1DBC"/>
    <w:rsid w:val="008E1DDD"/>
    <w:rsid w:val="008E1E07"/>
    <w:rsid w:val="008E1E7E"/>
    <w:rsid w:val="008E30EB"/>
    <w:rsid w:val="008E42A7"/>
    <w:rsid w:val="008E646E"/>
    <w:rsid w:val="008E682F"/>
    <w:rsid w:val="008E6B6A"/>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3CB5"/>
    <w:rsid w:val="009048CD"/>
    <w:rsid w:val="009058B6"/>
    <w:rsid w:val="009062AD"/>
    <w:rsid w:val="00907157"/>
    <w:rsid w:val="00907DD5"/>
    <w:rsid w:val="009114C3"/>
    <w:rsid w:val="00911CFA"/>
    <w:rsid w:val="00911E69"/>
    <w:rsid w:val="00911EA0"/>
    <w:rsid w:val="00911EB1"/>
    <w:rsid w:val="009141BC"/>
    <w:rsid w:val="00914432"/>
    <w:rsid w:val="00914736"/>
    <w:rsid w:val="00914DFB"/>
    <w:rsid w:val="00917320"/>
    <w:rsid w:val="00917B5E"/>
    <w:rsid w:val="0092003D"/>
    <w:rsid w:val="009201B1"/>
    <w:rsid w:val="00920D84"/>
    <w:rsid w:val="00920EEF"/>
    <w:rsid w:val="00921A49"/>
    <w:rsid w:val="00922007"/>
    <w:rsid w:val="0092281C"/>
    <w:rsid w:val="009230F9"/>
    <w:rsid w:val="0092453C"/>
    <w:rsid w:val="00924F9E"/>
    <w:rsid w:val="009254EB"/>
    <w:rsid w:val="00925D17"/>
    <w:rsid w:val="00930E61"/>
    <w:rsid w:val="00930EC1"/>
    <w:rsid w:val="00931377"/>
    <w:rsid w:val="00932187"/>
    <w:rsid w:val="00932CEB"/>
    <w:rsid w:val="00933907"/>
    <w:rsid w:val="00933AD5"/>
    <w:rsid w:val="00935B1E"/>
    <w:rsid w:val="00936CD3"/>
    <w:rsid w:val="00936DCC"/>
    <w:rsid w:val="00936E95"/>
    <w:rsid w:val="0093795A"/>
    <w:rsid w:val="00937A44"/>
    <w:rsid w:val="009401C9"/>
    <w:rsid w:val="00940D59"/>
    <w:rsid w:val="00942A78"/>
    <w:rsid w:val="00942B52"/>
    <w:rsid w:val="0094321D"/>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4F58"/>
    <w:rsid w:val="009752F1"/>
    <w:rsid w:val="00975698"/>
    <w:rsid w:val="00975DAD"/>
    <w:rsid w:val="0097624A"/>
    <w:rsid w:val="00976CE6"/>
    <w:rsid w:val="00976F1F"/>
    <w:rsid w:val="009770A2"/>
    <w:rsid w:val="009770C5"/>
    <w:rsid w:val="009773BA"/>
    <w:rsid w:val="00977549"/>
    <w:rsid w:val="009803E0"/>
    <w:rsid w:val="009804F9"/>
    <w:rsid w:val="00980505"/>
    <w:rsid w:val="0098088C"/>
    <w:rsid w:val="0098173F"/>
    <w:rsid w:val="009817CE"/>
    <w:rsid w:val="00982B0A"/>
    <w:rsid w:val="009840EB"/>
    <w:rsid w:val="009842C9"/>
    <w:rsid w:val="00986DFE"/>
    <w:rsid w:val="0098719B"/>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3CEB"/>
    <w:rsid w:val="009A552D"/>
    <w:rsid w:val="009A6069"/>
    <w:rsid w:val="009A64B6"/>
    <w:rsid w:val="009A79B2"/>
    <w:rsid w:val="009B02FF"/>
    <w:rsid w:val="009B0E34"/>
    <w:rsid w:val="009B0FAA"/>
    <w:rsid w:val="009B122B"/>
    <w:rsid w:val="009B2322"/>
    <w:rsid w:val="009B2E6B"/>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571B"/>
    <w:rsid w:val="009E574A"/>
    <w:rsid w:val="009E65C6"/>
    <w:rsid w:val="009E66F0"/>
    <w:rsid w:val="009E6776"/>
    <w:rsid w:val="009E6CB4"/>
    <w:rsid w:val="009E6E5C"/>
    <w:rsid w:val="009E6F28"/>
    <w:rsid w:val="009E76F8"/>
    <w:rsid w:val="009E7E30"/>
    <w:rsid w:val="009F00BA"/>
    <w:rsid w:val="009F0E25"/>
    <w:rsid w:val="009F110E"/>
    <w:rsid w:val="009F1C6F"/>
    <w:rsid w:val="009F311C"/>
    <w:rsid w:val="009F37E1"/>
    <w:rsid w:val="009F37FC"/>
    <w:rsid w:val="009F38C5"/>
    <w:rsid w:val="009F3EBC"/>
    <w:rsid w:val="009F49AD"/>
    <w:rsid w:val="009F53E2"/>
    <w:rsid w:val="009F55F1"/>
    <w:rsid w:val="009F65CE"/>
    <w:rsid w:val="009F679C"/>
    <w:rsid w:val="009F72AB"/>
    <w:rsid w:val="009F73DD"/>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5041"/>
    <w:rsid w:val="00A15534"/>
    <w:rsid w:val="00A1561B"/>
    <w:rsid w:val="00A158E2"/>
    <w:rsid w:val="00A159BF"/>
    <w:rsid w:val="00A170E5"/>
    <w:rsid w:val="00A17327"/>
    <w:rsid w:val="00A179B8"/>
    <w:rsid w:val="00A17FDE"/>
    <w:rsid w:val="00A2118A"/>
    <w:rsid w:val="00A22E67"/>
    <w:rsid w:val="00A24A5F"/>
    <w:rsid w:val="00A2523A"/>
    <w:rsid w:val="00A255BE"/>
    <w:rsid w:val="00A25B0A"/>
    <w:rsid w:val="00A25ED6"/>
    <w:rsid w:val="00A27764"/>
    <w:rsid w:val="00A30E36"/>
    <w:rsid w:val="00A3104D"/>
    <w:rsid w:val="00A32AA2"/>
    <w:rsid w:val="00A32CA3"/>
    <w:rsid w:val="00A36084"/>
    <w:rsid w:val="00A36530"/>
    <w:rsid w:val="00A36F1A"/>
    <w:rsid w:val="00A408F3"/>
    <w:rsid w:val="00A41032"/>
    <w:rsid w:val="00A419EA"/>
    <w:rsid w:val="00A41D95"/>
    <w:rsid w:val="00A42323"/>
    <w:rsid w:val="00A43768"/>
    <w:rsid w:val="00A45D2F"/>
    <w:rsid w:val="00A47322"/>
    <w:rsid w:val="00A47464"/>
    <w:rsid w:val="00A5052D"/>
    <w:rsid w:val="00A5065D"/>
    <w:rsid w:val="00A50C7C"/>
    <w:rsid w:val="00A514C0"/>
    <w:rsid w:val="00A51511"/>
    <w:rsid w:val="00A517D2"/>
    <w:rsid w:val="00A522E7"/>
    <w:rsid w:val="00A52776"/>
    <w:rsid w:val="00A527CC"/>
    <w:rsid w:val="00A52BD0"/>
    <w:rsid w:val="00A53565"/>
    <w:rsid w:val="00A53893"/>
    <w:rsid w:val="00A54376"/>
    <w:rsid w:val="00A56822"/>
    <w:rsid w:val="00A570B7"/>
    <w:rsid w:val="00A60A2F"/>
    <w:rsid w:val="00A60D39"/>
    <w:rsid w:val="00A6110B"/>
    <w:rsid w:val="00A611F7"/>
    <w:rsid w:val="00A617E0"/>
    <w:rsid w:val="00A618A1"/>
    <w:rsid w:val="00A64735"/>
    <w:rsid w:val="00A6582B"/>
    <w:rsid w:val="00A669C2"/>
    <w:rsid w:val="00A67541"/>
    <w:rsid w:val="00A7095F"/>
    <w:rsid w:val="00A70B55"/>
    <w:rsid w:val="00A711D2"/>
    <w:rsid w:val="00A712B8"/>
    <w:rsid w:val="00A714C6"/>
    <w:rsid w:val="00A71B30"/>
    <w:rsid w:val="00A728AA"/>
    <w:rsid w:val="00A72E99"/>
    <w:rsid w:val="00A72FDE"/>
    <w:rsid w:val="00A74223"/>
    <w:rsid w:val="00A74C7B"/>
    <w:rsid w:val="00A75C3A"/>
    <w:rsid w:val="00A773E9"/>
    <w:rsid w:val="00A80D51"/>
    <w:rsid w:val="00A80D77"/>
    <w:rsid w:val="00A81DA5"/>
    <w:rsid w:val="00A82323"/>
    <w:rsid w:val="00A836DF"/>
    <w:rsid w:val="00A83704"/>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6E5"/>
    <w:rsid w:val="00A9711A"/>
    <w:rsid w:val="00A9798A"/>
    <w:rsid w:val="00AA0014"/>
    <w:rsid w:val="00AA1053"/>
    <w:rsid w:val="00AA11F9"/>
    <w:rsid w:val="00AA1D84"/>
    <w:rsid w:val="00AA20E9"/>
    <w:rsid w:val="00AA25B9"/>
    <w:rsid w:val="00AA29F2"/>
    <w:rsid w:val="00AA32B4"/>
    <w:rsid w:val="00AA3612"/>
    <w:rsid w:val="00AA3D25"/>
    <w:rsid w:val="00AA3E0C"/>
    <w:rsid w:val="00AA4A53"/>
    <w:rsid w:val="00AA5938"/>
    <w:rsid w:val="00AA622F"/>
    <w:rsid w:val="00AA7B73"/>
    <w:rsid w:val="00AB02DC"/>
    <w:rsid w:val="00AB04F1"/>
    <w:rsid w:val="00AB19EF"/>
    <w:rsid w:val="00AB4380"/>
    <w:rsid w:val="00AB4433"/>
    <w:rsid w:val="00AB4442"/>
    <w:rsid w:val="00AB5F15"/>
    <w:rsid w:val="00AB6035"/>
    <w:rsid w:val="00AC0559"/>
    <w:rsid w:val="00AC1120"/>
    <w:rsid w:val="00AC1251"/>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5FF"/>
    <w:rsid w:val="00AE330C"/>
    <w:rsid w:val="00AE5A36"/>
    <w:rsid w:val="00AE63EF"/>
    <w:rsid w:val="00AE6444"/>
    <w:rsid w:val="00AE79F3"/>
    <w:rsid w:val="00AE7DEB"/>
    <w:rsid w:val="00AF0A27"/>
    <w:rsid w:val="00AF11B1"/>
    <w:rsid w:val="00AF1AE8"/>
    <w:rsid w:val="00AF1BAB"/>
    <w:rsid w:val="00AF252E"/>
    <w:rsid w:val="00AF26BD"/>
    <w:rsid w:val="00AF2EFA"/>
    <w:rsid w:val="00AF3066"/>
    <w:rsid w:val="00AF353B"/>
    <w:rsid w:val="00B00478"/>
    <w:rsid w:val="00B00F32"/>
    <w:rsid w:val="00B01B44"/>
    <w:rsid w:val="00B01CC9"/>
    <w:rsid w:val="00B037AB"/>
    <w:rsid w:val="00B04FEF"/>
    <w:rsid w:val="00B050C2"/>
    <w:rsid w:val="00B05EEF"/>
    <w:rsid w:val="00B06689"/>
    <w:rsid w:val="00B1033B"/>
    <w:rsid w:val="00B105A8"/>
    <w:rsid w:val="00B1076B"/>
    <w:rsid w:val="00B140D9"/>
    <w:rsid w:val="00B14EF3"/>
    <w:rsid w:val="00B14FFE"/>
    <w:rsid w:val="00B15A82"/>
    <w:rsid w:val="00B1634B"/>
    <w:rsid w:val="00B20B76"/>
    <w:rsid w:val="00B21342"/>
    <w:rsid w:val="00B21A64"/>
    <w:rsid w:val="00B2200C"/>
    <w:rsid w:val="00B238FD"/>
    <w:rsid w:val="00B24712"/>
    <w:rsid w:val="00B248C0"/>
    <w:rsid w:val="00B252DD"/>
    <w:rsid w:val="00B25484"/>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6FE1"/>
    <w:rsid w:val="00B3733B"/>
    <w:rsid w:val="00B37C0C"/>
    <w:rsid w:val="00B405E8"/>
    <w:rsid w:val="00B40AEF"/>
    <w:rsid w:val="00B40B56"/>
    <w:rsid w:val="00B40C29"/>
    <w:rsid w:val="00B40EA5"/>
    <w:rsid w:val="00B411FD"/>
    <w:rsid w:val="00B41913"/>
    <w:rsid w:val="00B419CE"/>
    <w:rsid w:val="00B41F95"/>
    <w:rsid w:val="00B423A8"/>
    <w:rsid w:val="00B424F6"/>
    <w:rsid w:val="00B43439"/>
    <w:rsid w:val="00B43C40"/>
    <w:rsid w:val="00B44065"/>
    <w:rsid w:val="00B44149"/>
    <w:rsid w:val="00B44956"/>
    <w:rsid w:val="00B45ADC"/>
    <w:rsid w:val="00B461FC"/>
    <w:rsid w:val="00B46A07"/>
    <w:rsid w:val="00B47A68"/>
    <w:rsid w:val="00B47C41"/>
    <w:rsid w:val="00B50357"/>
    <w:rsid w:val="00B50FC4"/>
    <w:rsid w:val="00B51EEA"/>
    <w:rsid w:val="00B52DAA"/>
    <w:rsid w:val="00B52DD5"/>
    <w:rsid w:val="00B5399A"/>
    <w:rsid w:val="00B54016"/>
    <w:rsid w:val="00B54B35"/>
    <w:rsid w:val="00B5633E"/>
    <w:rsid w:val="00B5635D"/>
    <w:rsid w:val="00B57345"/>
    <w:rsid w:val="00B5777B"/>
    <w:rsid w:val="00B57AFE"/>
    <w:rsid w:val="00B6063F"/>
    <w:rsid w:val="00B60857"/>
    <w:rsid w:val="00B60B39"/>
    <w:rsid w:val="00B619D5"/>
    <w:rsid w:val="00B61F5A"/>
    <w:rsid w:val="00B635FD"/>
    <w:rsid w:val="00B64609"/>
    <w:rsid w:val="00B64CF0"/>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7005"/>
    <w:rsid w:val="00B77A6F"/>
    <w:rsid w:val="00B82C90"/>
    <w:rsid w:val="00B83B6C"/>
    <w:rsid w:val="00B85ED9"/>
    <w:rsid w:val="00B87724"/>
    <w:rsid w:val="00B90D21"/>
    <w:rsid w:val="00B91D3F"/>
    <w:rsid w:val="00B91F49"/>
    <w:rsid w:val="00B92703"/>
    <w:rsid w:val="00B92F50"/>
    <w:rsid w:val="00B92F9F"/>
    <w:rsid w:val="00B92FE0"/>
    <w:rsid w:val="00B9368D"/>
    <w:rsid w:val="00B94022"/>
    <w:rsid w:val="00B94151"/>
    <w:rsid w:val="00B94B0B"/>
    <w:rsid w:val="00B94C1A"/>
    <w:rsid w:val="00B957DE"/>
    <w:rsid w:val="00B95B2D"/>
    <w:rsid w:val="00B95C69"/>
    <w:rsid w:val="00B95FCA"/>
    <w:rsid w:val="00B9627A"/>
    <w:rsid w:val="00B97426"/>
    <w:rsid w:val="00BA1CB5"/>
    <w:rsid w:val="00BA316E"/>
    <w:rsid w:val="00BA3E08"/>
    <w:rsid w:val="00BA5838"/>
    <w:rsid w:val="00BA66C9"/>
    <w:rsid w:val="00BA6D08"/>
    <w:rsid w:val="00BA79EE"/>
    <w:rsid w:val="00BB06E6"/>
    <w:rsid w:val="00BB128E"/>
    <w:rsid w:val="00BB1547"/>
    <w:rsid w:val="00BB34B5"/>
    <w:rsid w:val="00BB38EC"/>
    <w:rsid w:val="00BB44B8"/>
    <w:rsid w:val="00BB48B7"/>
    <w:rsid w:val="00BB4C76"/>
    <w:rsid w:val="00BB59E1"/>
    <w:rsid w:val="00BB5BF3"/>
    <w:rsid w:val="00BB5F28"/>
    <w:rsid w:val="00BB67E7"/>
    <w:rsid w:val="00BB6B08"/>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74B9"/>
    <w:rsid w:val="00BD77BE"/>
    <w:rsid w:val="00BD7EF5"/>
    <w:rsid w:val="00BE02A8"/>
    <w:rsid w:val="00BE0800"/>
    <w:rsid w:val="00BE0948"/>
    <w:rsid w:val="00BE0A2C"/>
    <w:rsid w:val="00BE0F0C"/>
    <w:rsid w:val="00BE0F68"/>
    <w:rsid w:val="00BE3648"/>
    <w:rsid w:val="00BE393D"/>
    <w:rsid w:val="00BE4F0E"/>
    <w:rsid w:val="00BE557A"/>
    <w:rsid w:val="00BE793D"/>
    <w:rsid w:val="00BF056D"/>
    <w:rsid w:val="00BF1C19"/>
    <w:rsid w:val="00BF28D1"/>
    <w:rsid w:val="00BF2F3D"/>
    <w:rsid w:val="00BF3A83"/>
    <w:rsid w:val="00BF446F"/>
    <w:rsid w:val="00BF4F83"/>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9EB"/>
    <w:rsid w:val="00C07FEB"/>
    <w:rsid w:val="00C10DD7"/>
    <w:rsid w:val="00C1191E"/>
    <w:rsid w:val="00C121AC"/>
    <w:rsid w:val="00C12D35"/>
    <w:rsid w:val="00C13B17"/>
    <w:rsid w:val="00C13CB5"/>
    <w:rsid w:val="00C1403A"/>
    <w:rsid w:val="00C143A7"/>
    <w:rsid w:val="00C147B5"/>
    <w:rsid w:val="00C15006"/>
    <w:rsid w:val="00C15D2A"/>
    <w:rsid w:val="00C17660"/>
    <w:rsid w:val="00C20A7D"/>
    <w:rsid w:val="00C20EFF"/>
    <w:rsid w:val="00C212AF"/>
    <w:rsid w:val="00C2228B"/>
    <w:rsid w:val="00C2242F"/>
    <w:rsid w:val="00C22499"/>
    <w:rsid w:val="00C224F1"/>
    <w:rsid w:val="00C22BF0"/>
    <w:rsid w:val="00C23A2F"/>
    <w:rsid w:val="00C246A3"/>
    <w:rsid w:val="00C24F83"/>
    <w:rsid w:val="00C256BE"/>
    <w:rsid w:val="00C256DC"/>
    <w:rsid w:val="00C261B6"/>
    <w:rsid w:val="00C27F30"/>
    <w:rsid w:val="00C30BA8"/>
    <w:rsid w:val="00C33A43"/>
    <w:rsid w:val="00C3430B"/>
    <w:rsid w:val="00C34CE6"/>
    <w:rsid w:val="00C35864"/>
    <w:rsid w:val="00C359CF"/>
    <w:rsid w:val="00C35C5F"/>
    <w:rsid w:val="00C37589"/>
    <w:rsid w:val="00C40C76"/>
    <w:rsid w:val="00C40F67"/>
    <w:rsid w:val="00C41A56"/>
    <w:rsid w:val="00C42134"/>
    <w:rsid w:val="00C42610"/>
    <w:rsid w:val="00C43B25"/>
    <w:rsid w:val="00C43CB9"/>
    <w:rsid w:val="00C45022"/>
    <w:rsid w:val="00C451D4"/>
    <w:rsid w:val="00C458BD"/>
    <w:rsid w:val="00C46001"/>
    <w:rsid w:val="00C46153"/>
    <w:rsid w:val="00C46B17"/>
    <w:rsid w:val="00C4752A"/>
    <w:rsid w:val="00C50BC3"/>
    <w:rsid w:val="00C51441"/>
    <w:rsid w:val="00C51EDC"/>
    <w:rsid w:val="00C52C38"/>
    <w:rsid w:val="00C57359"/>
    <w:rsid w:val="00C57697"/>
    <w:rsid w:val="00C57A49"/>
    <w:rsid w:val="00C61295"/>
    <w:rsid w:val="00C61977"/>
    <w:rsid w:val="00C62607"/>
    <w:rsid w:val="00C637DC"/>
    <w:rsid w:val="00C639DD"/>
    <w:rsid w:val="00C661F7"/>
    <w:rsid w:val="00C67A54"/>
    <w:rsid w:val="00C67CE2"/>
    <w:rsid w:val="00C70E81"/>
    <w:rsid w:val="00C728E9"/>
    <w:rsid w:val="00C737DD"/>
    <w:rsid w:val="00C73BA2"/>
    <w:rsid w:val="00C73E7D"/>
    <w:rsid w:val="00C73F19"/>
    <w:rsid w:val="00C759FF"/>
    <w:rsid w:val="00C76078"/>
    <w:rsid w:val="00C76236"/>
    <w:rsid w:val="00C767B0"/>
    <w:rsid w:val="00C76A6B"/>
    <w:rsid w:val="00C76EFC"/>
    <w:rsid w:val="00C77791"/>
    <w:rsid w:val="00C77BDE"/>
    <w:rsid w:val="00C80956"/>
    <w:rsid w:val="00C80B84"/>
    <w:rsid w:val="00C81025"/>
    <w:rsid w:val="00C81735"/>
    <w:rsid w:val="00C82224"/>
    <w:rsid w:val="00C8283C"/>
    <w:rsid w:val="00C856C4"/>
    <w:rsid w:val="00C85C44"/>
    <w:rsid w:val="00C85E1B"/>
    <w:rsid w:val="00C8667A"/>
    <w:rsid w:val="00C900B4"/>
    <w:rsid w:val="00C902D4"/>
    <w:rsid w:val="00C903C9"/>
    <w:rsid w:val="00C906EF"/>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71AA"/>
    <w:rsid w:val="00C97EDB"/>
    <w:rsid w:val="00CA0DA0"/>
    <w:rsid w:val="00CA1348"/>
    <w:rsid w:val="00CA1AAD"/>
    <w:rsid w:val="00CA2030"/>
    <w:rsid w:val="00CA27FE"/>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732F"/>
    <w:rsid w:val="00CA7BEA"/>
    <w:rsid w:val="00CA7F24"/>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F1C"/>
    <w:rsid w:val="00CD75BD"/>
    <w:rsid w:val="00CE0625"/>
    <w:rsid w:val="00CE1048"/>
    <w:rsid w:val="00CE1C90"/>
    <w:rsid w:val="00CE225C"/>
    <w:rsid w:val="00CE26B6"/>
    <w:rsid w:val="00CE35A1"/>
    <w:rsid w:val="00CE3A95"/>
    <w:rsid w:val="00CE3E6D"/>
    <w:rsid w:val="00CE4ACD"/>
    <w:rsid w:val="00CE4DC6"/>
    <w:rsid w:val="00CE55DF"/>
    <w:rsid w:val="00CE5E9C"/>
    <w:rsid w:val="00CE6690"/>
    <w:rsid w:val="00CE7633"/>
    <w:rsid w:val="00CF12CE"/>
    <w:rsid w:val="00CF1B8C"/>
    <w:rsid w:val="00CF1CFB"/>
    <w:rsid w:val="00CF27F1"/>
    <w:rsid w:val="00CF2AE9"/>
    <w:rsid w:val="00CF3688"/>
    <w:rsid w:val="00CF4DCA"/>
    <w:rsid w:val="00CF4FE4"/>
    <w:rsid w:val="00CF5BD2"/>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48B"/>
    <w:rsid w:val="00D068D0"/>
    <w:rsid w:val="00D06BEE"/>
    <w:rsid w:val="00D06EE0"/>
    <w:rsid w:val="00D06F6F"/>
    <w:rsid w:val="00D07059"/>
    <w:rsid w:val="00D07735"/>
    <w:rsid w:val="00D077F1"/>
    <w:rsid w:val="00D0799D"/>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5FDC"/>
    <w:rsid w:val="00D26099"/>
    <w:rsid w:val="00D26A8B"/>
    <w:rsid w:val="00D27A58"/>
    <w:rsid w:val="00D27BAF"/>
    <w:rsid w:val="00D30B8D"/>
    <w:rsid w:val="00D321D8"/>
    <w:rsid w:val="00D33219"/>
    <w:rsid w:val="00D3345E"/>
    <w:rsid w:val="00D346BD"/>
    <w:rsid w:val="00D351DE"/>
    <w:rsid w:val="00D36A25"/>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4A5"/>
    <w:rsid w:val="00D47654"/>
    <w:rsid w:val="00D509A1"/>
    <w:rsid w:val="00D50E6C"/>
    <w:rsid w:val="00D5179A"/>
    <w:rsid w:val="00D51C7F"/>
    <w:rsid w:val="00D52699"/>
    <w:rsid w:val="00D52F61"/>
    <w:rsid w:val="00D5367B"/>
    <w:rsid w:val="00D5489A"/>
    <w:rsid w:val="00D54D36"/>
    <w:rsid w:val="00D54DBC"/>
    <w:rsid w:val="00D54DC4"/>
    <w:rsid w:val="00D558EA"/>
    <w:rsid w:val="00D55AC5"/>
    <w:rsid w:val="00D55D51"/>
    <w:rsid w:val="00D60BDE"/>
    <w:rsid w:val="00D61749"/>
    <w:rsid w:val="00D624B0"/>
    <w:rsid w:val="00D63C29"/>
    <w:rsid w:val="00D647F8"/>
    <w:rsid w:val="00D64A97"/>
    <w:rsid w:val="00D64D85"/>
    <w:rsid w:val="00D655DF"/>
    <w:rsid w:val="00D65BE4"/>
    <w:rsid w:val="00D66A3B"/>
    <w:rsid w:val="00D66AD1"/>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2097"/>
    <w:rsid w:val="00D82A34"/>
    <w:rsid w:val="00D82B4E"/>
    <w:rsid w:val="00D82C92"/>
    <w:rsid w:val="00D8331E"/>
    <w:rsid w:val="00D84463"/>
    <w:rsid w:val="00D84BD4"/>
    <w:rsid w:val="00D84E92"/>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546E"/>
    <w:rsid w:val="00D95949"/>
    <w:rsid w:val="00D95B84"/>
    <w:rsid w:val="00D975AA"/>
    <w:rsid w:val="00D97ABF"/>
    <w:rsid w:val="00DA065B"/>
    <w:rsid w:val="00DA1027"/>
    <w:rsid w:val="00DA11C6"/>
    <w:rsid w:val="00DA1527"/>
    <w:rsid w:val="00DA1546"/>
    <w:rsid w:val="00DA15A7"/>
    <w:rsid w:val="00DA18D0"/>
    <w:rsid w:val="00DA20CA"/>
    <w:rsid w:val="00DA2879"/>
    <w:rsid w:val="00DA3040"/>
    <w:rsid w:val="00DA3A40"/>
    <w:rsid w:val="00DA5ADE"/>
    <w:rsid w:val="00DA7449"/>
    <w:rsid w:val="00DB0896"/>
    <w:rsid w:val="00DB0957"/>
    <w:rsid w:val="00DB1C1E"/>
    <w:rsid w:val="00DB1D60"/>
    <w:rsid w:val="00DB2677"/>
    <w:rsid w:val="00DB2B35"/>
    <w:rsid w:val="00DB44B9"/>
    <w:rsid w:val="00DB4B40"/>
    <w:rsid w:val="00DB4FB2"/>
    <w:rsid w:val="00DB571E"/>
    <w:rsid w:val="00DB58FC"/>
    <w:rsid w:val="00DB64D9"/>
    <w:rsid w:val="00DC01F9"/>
    <w:rsid w:val="00DC0389"/>
    <w:rsid w:val="00DC076D"/>
    <w:rsid w:val="00DC0CA3"/>
    <w:rsid w:val="00DC1140"/>
    <w:rsid w:val="00DC155C"/>
    <w:rsid w:val="00DC1A7F"/>
    <w:rsid w:val="00DC2742"/>
    <w:rsid w:val="00DC2EEB"/>
    <w:rsid w:val="00DC2F3A"/>
    <w:rsid w:val="00DC2FE9"/>
    <w:rsid w:val="00DC3147"/>
    <w:rsid w:val="00DC3B9C"/>
    <w:rsid w:val="00DC47BA"/>
    <w:rsid w:val="00DC4A8B"/>
    <w:rsid w:val="00DC4CE6"/>
    <w:rsid w:val="00DC4D5E"/>
    <w:rsid w:val="00DC56A8"/>
    <w:rsid w:val="00DC59A4"/>
    <w:rsid w:val="00DC5CEE"/>
    <w:rsid w:val="00DC70D3"/>
    <w:rsid w:val="00DC7808"/>
    <w:rsid w:val="00DC7DFB"/>
    <w:rsid w:val="00DC7E94"/>
    <w:rsid w:val="00DD0033"/>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3C2F"/>
    <w:rsid w:val="00DF4A5F"/>
    <w:rsid w:val="00DF4D44"/>
    <w:rsid w:val="00DF4E0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0D6C"/>
    <w:rsid w:val="00E11324"/>
    <w:rsid w:val="00E11974"/>
    <w:rsid w:val="00E12196"/>
    <w:rsid w:val="00E12323"/>
    <w:rsid w:val="00E137C3"/>
    <w:rsid w:val="00E13B03"/>
    <w:rsid w:val="00E14068"/>
    <w:rsid w:val="00E143AF"/>
    <w:rsid w:val="00E14D43"/>
    <w:rsid w:val="00E161ED"/>
    <w:rsid w:val="00E16A1F"/>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6FA4"/>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9B9"/>
    <w:rsid w:val="00E60105"/>
    <w:rsid w:val="00E61B3B"/>
    <w:rsid w:val="00E630F1"/>
    <w:rsid w:val="00E63E94"/>
    <w:rsid w:val="00E63EC5"/>
    <w:rsid w:val="00E63EE9"/>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4374"/>
    <w:rsid w:val="00E74AE5"/>
    <w:rsid w:val="00E7538D"/>
    <w:rsid w:val="00E77CFA"/>
    <w:rsid w:val="00E80B38"/>
    <w:rsid w:val="00E812B0"/>
    <w:rsid w:val="00E8152F"/>
    <w:rsid w:val="00E81DA2"/>
    <w:rsid w:val="00E82740"/>
    <w:rsid w:val="00E828DB"/>
    <w:rsid w:val="00E82D38"/>
    <w:rsid w:val="00E82F0D"/>
    <w:rsid w:val="00E84396"/>
    <w:rsid w:val="00E8473E"/>
    <w:rsid w:val="00E85B23"/>
    <w:rsid w:val="00E85E61"/>
    <w:rsid w:val="00E8668C"/>
    <w:rsid w:val="00E875F1"/>
    <w:rsid w:val="00E87768"/>
    <w:rsid w:val="00E87817"/>
    <w:rsid w:val="00E878A2"/>
    <w:rsid w:val="00E903B0"/>
    <w:rsid w:val="00E90D85"/>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2F4A"/>
    <w:rsid w:val="00EB38AA"/>
    <w:rsid w:val="00EB3F69"/>
    <w:rsid w:val="00EB486B"/>
    <w:rsid w:val="00EB6DE1"/>
    <w:rsid w:val="00EB7157"/>
    <w:rsid w:val="00EB7CEC"/>
    <w:rsid w:val="00EC029C"/>
    <w:rsid w:val="00EC12DE"/>
    <w:rsid w:val="00EC219A"/>
    <w:rsid w:val="00EC2500"/>
    <w:rsid w:val="00EC2852"/>
    <w:rsid w:val="00EC2E11"/>
    <w:rsid w:val="00EC374E"/>
    <w:rsid w:val="00EC422B"/>
    <w:rsid w:val="00EC478C"/>
    <w:rsid w:val="00EC5509"/>
    <w:rsid w:val="00EC55E3"/>
    <w:rsid w:val="00EC745C"/>
    <w:rsid w:val="00ED093C"/>
    <w:rsid w:val="00ED1CA1"/>
    <w:rsid w:val="00ED21B2"/>
    <w:rsid w:val="00ED261C"/>
    <w:rsid w:val="00ED2DFE"/>
    <w:rsid w:val="00ED33E3"/>
    <w:rsid w:val="00ED6830"/>
    <w:rsid w:val="00ED6EF3"/>
    <w:rsid w:val="00ED7188"/>
    <w:rsid w:val="00ED7283"/>
    <w:rsid w:val="00ED7896"/>
    <w:rsid w:val="00ED7C00"/>
    <w:rsid w:val="00EE004D"/>
    <w:rsid w:val="00EE005E"/>
    <w:rsid w:val="00EE08C3"/>
    <w:rsid w:val="00EE112A"/>
    <w:rsid w:val="00EE11A1"/>
    <w:rsid w:val="00EE1939"/>
    <w:rsid w:val="00EE1A46"/>
    <w:rsid w:val="00EE1D71"/>
    <w:rsid w:val="00EE1F9C"/>
    <w:rsid w:val="00EE28BE"/>
    <w:rsid w:val="00EE306A"/>
    <w:rsid w:val="00EE322B"/>
    <w:rsid w:val="00EE38ED"/>
    <w:rsid w:val="00EE4117"/>
    <w:rsid w:val="00EE57D6"/>
    <w:rsid w:val="00EE598D"/>
    <w:rsid w:val="00EE5E4D"/>
    <w:rsid w:val="00EE6B98"/>
    <w:rsid w:val="00EE6F1B"/>
    <w:rsid w:val="00EE73B2"/>
    <w:rsid w:val="00EE78C2"/>
    <w:rsid w:val="00EF0712"/>
    <w:rsid w:val="00EF1124"/>
    <w:rsid w:val="00EF1D0A"/>
    <w:rsid w:val="00EF242B"/>
    <w:rsid w:val="00EF2B2B"/>
    <w:rsid w:val="00EF3691"/>
    <w:rsid w:val="00EF3B24"/>
    <w:rsid w:val="00EF4196"/>
    <w:rsid w:val="00EF421E"/>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38AF"/>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710D"/>
    <w:rsid w:val="00F1765E"/>
    <w:rsid w:val="00F17F7E"/>
    <w:rsid w:val="00F20014"/>
    <w:rsid w:val="00F2032A"/>
    <w:rsid w:val="00F20922"/>
    <w:rsid w:val="00F20D39"/>
    <w:rsid w:val="00F2267E"/>
    <w:rsid w:val="00F23553"/>
    <w:rsid w:val="00F2462F"/>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414F"/>
    <w:rsid w:val="00F44B98"/>
    <w:rsid w:val="00F44BAC"/>
    <w:rsid w:val="00F45447"/>
    <w:rsid w:val="00F463D5"/>
    <w:rsid w:val="00F464B8"/>
    <w:rsid w:val="00F46AC8"/>
    <w:rsid w:val="00F4791A"/>
    <w:rsid w:val="00F51263"/>
    <w:rsid w:val="00F51C91"/>
    <w:rsid w:val="00F5361E"/>
    <w:rsid w:val="00F53EAF"/>
    <w:rsid w:val="00F5466A"/>
    <w:rsid w:val="00F54CE0"/>
    <w:rsid w:val="00F554ED"/>
    <w:rsid w:val="00F55DD3"/>
    <w:rsid w:val="00F560FC"/>
    <w:rsid w:val="00F56200"/>
    <w:rsid w:val="00F56868"/>
    <w:rsid w:val="00F60445"/>
    <w:rsid w:val="00F60663"/>
    <w:rsid w:val="00F60F98"/>
    <w:rsid w:val="00F61048"/>
    <w:rsid w:val="00F61675"/>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1AE7"/>
    <w:rsid w:val="00F8232E"/>
    <w:rsid w:val="00F83160"/>
    <w:rsid w:val="00F83194"/>
    <w:rsid w:val="00F8334A"/>
    <w:rsid w:val="00F83C93"/>
    <w:rsid w:val="00F83D17"/>
    <w:rsid w:val="00F84289"/>
    <w:rsid w:val="00F84A03"/>
    <w:rsid w:val="00F84A97"/>
    <w:rsid w:val="00F85027"/>
    <w:rsid w:val="00F87775"/>
    <w:rsid w:val="00F87F19"/>
    <w:rsid w:val="00F90359"/>
    <w:rsid w:val="00F91744"/>
    <w:rsid w:val="00F91895"/>
    <w:rsid w:val="00F922C7"/>
    <w:rsid w:val="00F92422"/>
    <w:rsid w:val="00F925FE"/>
    <w:rsid w:val="00F94350"/>
    <w:rsid w:val="00F94529"/>
    <w:rsid w:val="00F950B5"/>
    <w:rsid w:val="00F951F2"/>
    <w:rsid w:val="00F959E8"/>
    <w:rsid w:val="00F96F00"/>
    <w:rsid w:val="00F975EF"/>
    <w:rsid w:val="00F977C9"/>
    <w:rsid w:val="00F97E67"/>
    <w:rsid w:val="00FA0A91"/>
    <w:rsid w:val="00FA15D8"/>
    <w:rsid w:val="00FA16D2"/>
    <w:rsid w:val="00FA1C4D"/>
    <w:rsid w:val="00FA287E"/>
    <w:rsid w:val="00FA3347"/>
    <w:rsid w:val="00FA3D26"/>
    <w:rsid w:val="00FA4361"/>
    <w:rsid w:val="00FA44A1"/>
    <w:rsid w:val="00FA4625"/>
    <w:rsid w:val="00FA556F"/>
    <w:rsid w:val="00FA57EC"/>
    <w:rsid w:val="00FA6BC9"/>
    <w:rsid w:val="00FA6C18"/>
    <w:rsid w:val="00FA724B"/>
    <w:rsid w:val="00FA72C7"/>
    <w:rsid w:val="00FB0973"/>
    <w:rsid w:val="00FB0CAE"/>
    <w:rsid w:val="00FB0EAB"/>
    <w:rsid w:val="00FB16D6"/>
    <w:rsid w:val="00FB22DD"/>
    <w:rsid w:val="00FB251E"/>
    <w:rsid w:val="00FB2C5E"/>
    <w:rsid w:val="00FB3151"/>
    <w:rsid w:val="00FB3BA3"/>
    <w:rsid w:val="00FB40ED"/>
    <w:rsid w:val="00FB4542"/>
    <w:rsid w:val="00FB5B4C"/>
    <w:rsid w:val="00FB5F83"/>
    <w:rsid w:val="00FB6234"/>
    <w:rsid w:val="00FB6CB2"/>
    <w:rsid w:val="00FB7A60"/>
    <w:rsid w:val="00FC0061"/>
    <w:rsid w:val="00FC1A4D"/>
    <w:rsid w:val="00FC2D27"/>
    <w:rsid w:val="00FC3F9C"/>
    <w:rsid w:val="00FC560D"/>
    <w:rsid w:val="00FC7EBB"/>
    <w:rsid w:val="00FD0617"/>
    <w:rsid w:val="00FD15AC"/>
    <w:rsid w:val="00FD1E6E"/>
    <w:rsid w:val="00FD1FD6"/>
    <w:rsid w:val="00FD3036"/>
    <w:rsid w:val="00FD3130"/>
    <w:rsid w:val="00FD3699"/>
    <w:rsid w:val="00FD5D96"/>
    <w:rsid w:val="00FD6DEE"/>
    <w:rsid w:val="00FD72AA"/>
    <w:rsid w:val="00FD7613"/>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F50"/>
    <w:rsid w:val="00FF4DCE"/>
    <w:rsid w:val="00FF5478"/>
    <w:rsid w:val="00FF55AA"/>
    <w:rsid w:val="00FF5ECE"/>
    <w:rsid w:val="00FF623A"/>
    <w:rsid w:val="00FF6CB8"/>
    <w:rsid w:val="00FF6F3D"/>
    <w:rsid w:val="00FF74E8"/>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link w:val="Nadpis5Char"/>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2"/>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customStyle="1" w:styleId="Nadpis5Char">
    <w:name w:val="Nadpis 5 Char"/>
    <w:basedOn w:val="Standardnpsmoodstavce"/>
    <w:link w:val="Nadpis5"/>
    <w:rsid w:val="00DC4D5E"/>
    <w:rPr>
      <w:rFonts w:ascii="Calibri" w:hAnsi="Calibri"/>
      <w:bCs/>
      <w:i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1653949051">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04200-7FB1-405B-8768-486A0E55805C}">
  <ds:schemaRefs>
    <ds:schemaRef ds:uri="http://schemas.openxmlformats.org/officeDocument/2006/bibliography"/>
  </ds:schemaRefs>
</ds:datastoreItem>
</file>

<file path=customXml/itemProps2.xml><?xml version="1.0" encoding="utf-8"?>
<ds:datastoreItem xmlns:ds="http://schemas.openxmlformats.org/officeDocument/2006/customXml" ds:itemID="{45A30942-2906-4A62-A7A9-EEE97D7DCA99}">
  <ds:schemaRefs>
    <ds:schemaRef ds:uri="http://schemas.openxmlformats.org/officeDocument/2006/bibliography"/>
  </ds:schemaRefs>
</ds:datastoreItem>
</file>

<file path=customXml/itemProps3.xml><?xml version="1.0" encoding="utf-8"?>
<ds:datastoreItem xmlns:ds="http://schemas.openxmlformats.org/officeDocument/2006/customXml" ds:itemID="{5BE06A0A-0691-4750-A4C2-657141B20969}">
  <ds:schemaRefs>
    <ds:schemaRef ds:uri="http://schemas.openxmlformats.org/officeDocument/2006/bibliography"/>
  </ds:schemaRefs>
</ds:datastoreItem>
</file>

<file path=customXml/itemProps4.xml><?xml version="1.0" encoding="utf-8"?>
<ds:datastoreItem xmlns:ds="http://schemas.openxmlformats.org/officeDocument/2006/customXml" ds:itemID="{DB1EF59A-7900-41CC-96FC-AB7A51015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21</TotalTime>
  <Pages>40</Pages>
  <Words>11319</Words>
  <Characters>69917</Characters>
  <Application>Microsoft Office Word</Application>
  <DocSecurity>0</DocSecurity>
  <Lines>582</Lines>
  <Paragraphs>162</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81074</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Barák Petr</cp:lastModifiedBy>
  <cp:revision>11</cp:revision>
  <cp:lastPrinted>2023-06-27T08:18:00Z</cp:lastPrinted>
  <dcterms:created xsi:type="dcterms:W3CDTF">2023-07-11T08:15:00Z</dcterms:created>
  <dcterms:modified xsi:type="dcterms:W3CDTF">2023-07-11T15:13:00Z</dcterms:modified>
</cp:coreProperties>
</file>