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B851F8" w14:textId="77777777" w:rsidR="00DA3CF1" w:rsidRPr="00DD70C1" w:rsidRDefault="00DA3CF1" w:rsidP="000228DA">
      <w:pPr>
        <w:pStyle w:val="AKFZFnormln"/>
        <w:spacing w:line="240" w:lineRule="auto"/>
        <w:rPr>
          <w:rFonts w:ascii="Times New Roman" w:hAnsi="Times New Roman" w:cs="Times New Roman"/>
        </w:rPr>
      </w:pPr>
    </w:p>
    <w:p w14:paraId="302D8B4F" w14:textId="77777777" w:rsidR="00DA3CF1" w:rsidRPr="00DD70C1" w:rsidRDefault="00DA3CF1" w:rsidP="000228DA">
      <w:pPr>
        <w:pStyle w:val="AKFZFnormln"/>
        <w:spacing w:line="240" w:lineRule="auto"/>
        <w:jc w:val="center"/>
        <w:rPr>
          <w:rFonts w:ascii="Times New Roman" w:hAnsi="Times New Roman" w:cs="Times New Roman"/>
          <w:b/>
        </w:rPr>
      </w:pPr>
      <w:r w:rsidRPr="00DD70C1">
        <w:rPr>
          <w:rFonts w:ascii="Times New Roman" w:hAnsi="Times New Roman" w:cs="Times New Roman"/>
          <w:b/>
        </w:rPr>
        <w:t>VÝZVA K PODÁNÍ NABÍDEK</w:t>
      </w:r>
    </w:p>
    <w:p w14:paraId="5E46250C" w14:textId="77777777" w:rsidR="00DA3CF1" w:rsidRPr="00DD70C1" w:rsidRDefault="00DA3CF1" w:rsidP="000228DA">
      <w:pPr>
        <w:pStyle w:val="AKFZFnormln"/>
        <w:spacing w:line="240" w:lineRule="auto"/>
        <w:jc w:val="center"/>
        <w:rPr>
          <w:rFonts w:ascii="Times New Roman" w:hAnsi="Times New Roman" w:cs="Times New Roman"/>
          <w:b/>
        </w:rPr>
      </w:pPr>
      <w:r w:rsidRPr="00DD70C1">
        <w:rPr>
          <w:rFonts w:ascii="Times New Roman" w:hAnsi="Times New Roman" w:cs="Times New Roman"/>
          <w:b/>
        </w:rPr>
        <w:t>A</w:t>
      </w:r>
    </w:p>
    <w:p w14:paraId="440824E9" w14:textId="77777777" w:rsidR="00DA3CF1" w:rsidRPr="00DD70C1" w:rsidRDefault="00DA3CF1" w:rsidP="000228DA">
      <w:pPr>
        <w:pStyle w:val="AKFZFnormln"/>
        <w:spacing w:line="240" w:lineRule="auto"/>
        <w:jc w:val="center"/>
        <w:rPr>
          <w:rFonts w:ascii="Times New Roman" w:hAnsi="Times New Roman" w:cs="Times New Roman"/>
          <w:b/>
        </w:rPr>
      </w:pPr>
      <w:r w:rsidRPr="00DD70C1">
        <w:rPr>
          <w:rFonts w:ascii="Times New Roman" w:hAnsi="Times New Roman" w:cs="Times New Roman"/>
          <w:b/>
        </w:rPr>
        <w:t>ZADÁVACÍ DOKUMENTACE</w:t>
      </w:r>
    </w:p>
    <w:p w14:paraId="077CD989" w14:textId="77777777" w:rsidR="00DA3CF1" w:rsidRPr="00DD70C1" w:rsidRDefault="00DA3CF1" w:rsidP="000228DA">
      <w:pPr>
        <w:pStyle w:val="AKFZFnormln"/>
        <w:spacing w:line="240" w:lineRule="auto"/>
        <w:jc w:val="center"/>
        <w:rPr>
          <w:rFonts w:ascii="Times New Roman" w:hAnsi="Times New Roman" w:cs="Times New Roman"/>
        </w:rPr>
      </w:pPr>
    </w:p>
    <w:p w14:paraId="5BB21CE8" w14:textId="77777777" w:rsidR="00DA3CF1" w:rsidRPr="00DD70C1" w:rsidRDefault="00DA3CF1" w:rsidP="000228DA">
      <w:pPr>
        <w:pStyle w:val="AKFZFnormln"/>
        <w:spacing w:line="240" w:lineRule="auto"/>
        <w:jc w:val="center"/>
        <w:rPr>
          <w:rFonts w:ascii="Times New Roman" w:hAnsi="Times New Roman" w:cs="Times New Roman"/>
        </w:rPr>
      </w:pPr>
    </w:p>
    <w:p w14:paraId="5B0BDCB3" w14:textId="77777777" w:rsidR="00DA3CF1" w:rsidRPr="00DD70C1" w:rsidRDefault="00DA3CF1" w:rsidP="000228DA">
      <w:pPr>
        <w:pStyle w:val="AKFZFnormln"/>
        <w:spacing w:line="240" w:lineRule="auto"/>
        <w:jc w:val="center"/>
        <w:rPr>
          <w:rFonts w:ascii="Times New Roman" w:hAnsi="Times New Roman" w:cs="Times New Roman"/>
        </w:rPr>
      </w:pPr>
    </w:p>
    <w:p w14:paraId="711EB8DC" w14:textId="77777777" w:rsidR="00DA3CF1" w:rsidRPr="00DD70C1" w:rsidRDefault="00DA3CF1" w:rsidP="000228DA">
      <w:pPr>
        <w:pStyle w:val="AKFZFnormln"/>
        <w:spacing w:line="240" w:lineRule="auto"/>
        <w:jc w:val="center"/>
        <w:rPr>
          <w:rFonts w:ascii="Times New Roman" w:hAnsi="Times New Roman" w:cs="Times New Roman"/>
        </w:rPr>
      </w:pPr>
    </w:p>
    <w:p w14:paraId="42A6B719" w14:textId="77777777" w:rsidR="00DA3CF1" w:rsidRPr="00DD70C1" w:rsidRDefault="00DA3CF1" w:rsidP="000228DA">
      <w:pPr>
        <w:pStyle w:val="AKFZFnormln"/>
        <w:spacing w:line="240" w:lineRule="auto"/>
        <w:jc w:val="center"/>
        <w:rPr>
          <w:rFonts w:ascii="Times New Roman" w:hAnsi="Times New Roman" w:cs="Times New Roman"/>
        </w:rPr>
      </w:pPr>
    </w:p>
    <w:p w14:paraId="10CB1892" w14:textId="77777777" w:rsidR="00DA3CF1" w:rsidRPr="00DD70C1" w:rsidRDefault="00DA3CF1" w:rsidP="000228DA">
      <w:pPr>
        <w:pStyle w:val="AKFZFnormln"/>
        <w:spacing w:line="240" w:lineRule="auto"/>
        <w:jc w:val="center"/>
        <w:rPr>
          <w:rFonts w:ascii="Times New Roman" w:hAnsi="Times New Roman" w:cs="Times New Roman"/>
        </w:rPr>
      </w:pPr>
    </w:p>
    <w:p w14:paraId="5A7A4E63" w14:textId="77777777" w:rsidR="00DA3CF1" w:rsidRPr="00DD70C1" w:rsidRDefault="00DA3CF1" w:rsidP="000228DA">
      <w:pPr>
        <w:pStyle w:val="AKFZFnormln"/>
        <w:spacing w:line="240" w:lineRule="auto"/>
        <w:jc w:val="center"/>
        <w:rPr>
          <w:rFonts w:ascii="Times New Roman" w:hAnsi="Times New Roman" w:cs="Times New Roman"/>
          <w:b/>
        </w:rPr>
      </w:pPr>
      <w:r w:rsidRPr="00DD70C1">
        <w:rPr>
          <w:rFonts w:ascii="Times New Roman" w:hAnsi="Times New Roman" w:cs="Times New Roman"/>
          <w:b/>
        </w:rPr>
        <w:t>Zadavatel:</w:t>
      </w:r>
    </w:p>
    <w:p w14:paraId="211E1265" w14:textId="77777777" w:rsidR="00DA3CF1" w:rsidRPr="00DD70C1" w:rsidRDefault="00DA3CF1" w:rsidP="000228DA">
      <w:pPr>
        <w:pStyle w:val="AKFZFnormln"/>
        <w:spacing w:line="240" w:lineRule="auto"/>
        <w:jc w:val="center"/>
        <w:rPr>
          <w:rFonts w:ascii="Times New Roman" w:hAnsi="Times New Roman" w:cs="Times New Roman"/>
        </w:rPr>
      </w:pPr>
    </w:p>
    <w:p w14:paraId="2F2A5586" w14:textId="243F9A19" w:rsidR="003F0577" w:rsidRPr="003F0577" w:rsidRDefault="00165612" w:rsidP="003F0577">
      <w:pPr>
        <w:pStyle w:val="AKFZFnormln"/>
        <w:spacing w:line="240" w:lineRule="auto"/>
        <w:jc w:val="center"/>
        <w:rPr>
          <w:rFonts w:ascii="Times New Roman" w:hAnsi="Times New Roman" w:cs="Times New Roman"/>
        </w:rPr>
      </w:pPr>
      <w:r>
        <w:rPr>
          <w:rFonts w:ascii="Times New Roman" w:hAnsi="Times New Roman" w:cs="Times New Roman"/>
        </w:rPr>
        <w:t xml:space="preserve">Muzeum </w:t>
      </w:r>
      <w:proofErr w:type="spellStart"/>
      <w:r>
        <w:rPr>
          <w:rFonts w:ascii="Times New Roman" w:hAnsi="Times New Roman" w:cs="Times New Roman"/>
        </w:rPr>
        <w:t>Podblanicka</w:t>
      </w:r>
      <w:proofErr w:type="spellEnd"/>
      <w:r>
        <w:rPr>
          <w:rFonts w:ascii="Times New Roman" w:hAnsi="Times New Roman" w:cs="Times New Roman"/>
        </w:rPr>
        <w:t xml:space="preserve">, </w:t>
      </w:r>
      <w:proofErr w:type="spellStart"/>
      <w:r>
        <w:rPr>
          <w:rFonts w:ascii="Times New Roman" w:hAnsi="Times New Roman" w:cs="Times New Roman"/>
        </w:rPr>
        <w:t>p.o</w:t>
      </w:r>
      <w:proofErr w:type="spellEnd"/>
      <w:r>
        <w:rPr>
          <w:rFonts w:ascii="Times New Roman" w:hAnsi="Times New Roman" w:cs="Times New Roman"/>
        </w:rPr>
        <w:t>.</w:t>
      </w:r>
    </w:p>
    <w:p w14:paraId="061FC063" w14:textId="36C858A6" w:rsidR="003F0577" w:rsidRPr="003F0577" w:rsidRDefault="00165612" w:rsidP="003F0577">
      <w:pPr>
        <w:pStyle w:val="AKFZFnormln"/>
        <w:spacing w:line="240" w:lineRule="auto"/>
        <w:jc w:val="center"/>
        <w:rPr>
          <w:rFonts w:ascii="Times New Roman" w:hAnsi="Times New Roman" w:cs="Times New Roman"/>
        </w:rPr>
      </w:pPr>
      <w:r>
        <w:rPr>
          <w:rFonts w:ascii="Times New Roman" w:hAnsi="Times New Roman" w:cs="Times New Roman"/>
        </w:rPr>
        <w:t>Zámek 1, 258 01 Vlašim</w:t>
      </w:r>
    </w:p>
    <w:p w14:paraId="558A84FF" w14:textId="25ADC6DB" w:rsidR="00DA3CF1" w:rsidRPr="00DD70C1" w:rsidRDefault="003F0577" w:rsidP="000228DA">
      <w:pPr>
        <w:pStyle w:val="AKFZFnormln"/>
        <w:spacing w:line="240" w:lineRule="auto"/>
        <w:jc w:val="center"/>
        <w:rPr>
          <w:rFonts w:ascii="Times New Roman" w:hAnsi="Times New Roman" w:cs="Times New Roman"/>
        </w:rPr>
      </w:pPr>
      <w:r w:rsidRPr="003F0577">
        <w:rPr>
          <w:rFonts w:ascii="Times New Roman" w:eastAsia="Times New Roman" w:hAnsi="Times New Roman" w:cs="Times New Roman"/>
        </w:rPr>
        <w:t xml:space="preserve">IČ: </w:t>
      </w:r>
      <w:r w:rsidR="00165612">
        <w:rPr>
          <w:rFonts w:ascii="Times New Roman" w:eastAsia="Times New Roman" w:hAnsi="Times New Roman" w:cs="Times New Roman"/>
        </w:rPr>
        <w:t>000 65 048</w:t>
      </w:r>
    </w:p>
    <w:p w14:paraId="3E1D1350" w14:textId="77777777" w:rsidR="00DA3CF1" w:rsidRPr="00DD70C1" w:rsidRDefault="00DA3CF1" w:rsidP="000228DA">
      <w:pPr>
        <w:pStyle w:val="AKFZFnormln"/>
        <w:spacing w:line="240" w:lineRule="auto"/>
        <w:jc w:val="center"/>
        <w:rPr>
          <w:rFonts w:ascii="Times New Roman" w:hAnsi="Times New Roman" w:cs="Times New Roman"/>
        </w:rPr>
      </w:pPr>
    </w:p>
    <w:p w14:paraId="7C7AB462" w14:textId="77777777" w:rsidR="00DA3CF1" w:rsidRPr="00DD70C1" w:rsidRDefault="00DA3CF1" w:rsidP="000228DA">
      <w:pPr>
        <w:pStyle w:val="AKFZFnormln"/>
        <w:spacing w:line="240" w:lineRule="auto"/>
        <w:jc w:val="center"/>
        <w:rPr>
          <w:rFonts w:ascii="Times New Roman" w:hAnsi="Times New Roman" w:cs="Times New Roman"/>
        </w:rPr>
      </w:pPr>
    </w:p>
    <w:p w14:paraId="0A670905" w14:textId="77777777" w:rsidR="00DA3CF1" w:rsidRPr="00DD70C1" w:rsidRDefault="00DA3CF1" w:rsidP="000228DA">
      <w:pPr>
        <w:pStyle w:val="AKFZFnormln"/>
        <w:spacing w:line="240" w:lineRule="auto"/>
        <w:jc w:val="center"/>
        <w:rPr>
          <w:rFonts w:ascii="Times New Roman" w:hAnsi="Times New Roman" w:cs="Times New Roman"/>
        </w:rPr>
      </w:pPr>
      <w:r w:rsidRPr="00DD70C1">
        <w:rPr>
          <w:rFonts w:ascii="Times New Roman" w:hAnsi="Times New Roman" w:cs="Times New Roman"/>
        </w:rPr>
        <w:t>veřejná zakázka malého rozsahu s názvem</w:t>
      </w:r>
    </w:p>
    <w:p w14:paraId="2DD1AA35" w14:textId="77777777" w:rsidR="00DA3CF1" w:rsidRPr="00DD70C1" w:rsidRDefault="00DA3CF1" w:rsidP="000228DA">
      <w:pPr>
        <w:pStyle w:val="AKFZFnormln"/>
        <w:spacing w:line="240" w:lineRule="auto"/>
        <w:jc w:val="center"/>
        <w:rPr>
          <w:rFonts w:ascii="Times New Roman" w:hAnsi="Times New Roman" w:cs="Times New Roman"/>
        </w:rPr>
      </w:pPr>
      <w:bookmarkStart w:id="0" w:name="_Hlk533153085"/>
    </w:p>
    <w:p w14:paraId="110686F3" w14:textId="74B3C732" w:rsidR="000E4484" w:rsidRPr="00DD70C1" w:rsidRDefault="00165612" w:rsidP="000228DA">
      <w:pPr>
        <w:pStyle w:val="AKFZFnormln"/>
        <w:spacing w:line="240" w:lineRule="auto"/>
        <w:jc w:val="center"/>
        <w:rPr>
          <w:rFonts w:ascii="Times New Roman" w:hAnsi="Times New Roman" w:cs="Times New Roman"/>
          <w:b/>
        </w:rPr>
      </w:pPr>
      <w:bookmarkStart w:id="1" w:name="_Hlk14851183"/>
      <w:bookmarkEnd w:id="0"/>
      <w:r>
        <w:rPr>
          <w:rFonts w:ascii="Times New Roman" w:hAnsi="Times New Roman" w:cs="Times New Roman"/>
          <w:b/>
          <w:bCs/>
        </w:rPr>
        <w:t>Sdílený muzejní depozitář Benešov – výkon činnosti TDS pro fázi tvorby architektonické studie a PD pro ÚR a SP</w:t>
      </w:r>
    </w:p>
    <w:bookmarkEnd w:id="1"/>
    <w:p w14:paraId="4273C78F" w14:textId="77777777" w:rsidR="000E4484" w:rsidRPr="00DD70C1" w:rsidRDefault="000E4484" w:rsidP="000228DA">
      <w:pPr>
        <w:pStyle w:val="AKFZFnormln"/>
        <w:spacing w:line="240" w:lineRule="auto"/>
        <w:jc w:val="center"/>
        <w:rPr>
          <w:rFonts w:ascii="Times New Roman" w:hAnsi="Times New Roman" w:cs="Times New Roman"/>
          <w:b/>
        </w:rPr>
      </w:pPr>
    </w:p>
    <w:p w14:paraId="6EBB8406" w14:textId="7E8A4BF1" w:rsidR="00DA3CF1" w:rsidRPr="00DD70C1" w:rsidRDefault="00DA3CF1" w:rsidP="000228DA">
      <w:pPr>
        <w:pStyle w:val="AKFZFnormln"/>
        <w:spacing w:line="240" w:lineRule="auto"/>
        <w:jc w:val="center"/>
        <w:rPr>
          <w:rFonts w:ascii="Times New Roman" w:hAnsi="Times New Roman" w:cs="Times New Roman"/>
        </w:rPr>
      </w:pPr>
      <w:r w:rsidRPr="00DD70C1">
        <w:rPr>
          <w:rFonts w:ascii="Times New Roman" w:hAnsi="Times New Roman" w:cs="Times New Roman"/>
        </w:rPr>
        <w:t>zadávaná mimo režim zákona č. 134/2016 Sb., o zadávání veřejných</w:t>
      </w:r>
      <w:r w:rsidR="00257755">
        <w:rPr>
          <w:rFonts w:ascii="Times New Roman" w:hAnsi="Times New Roman" w:cs="Times New Roman"/>
        </w:rPr>
        <w:t xml:space="preserve"> zakázek, ve</w:t>
      </w:r>
      <w:r w:rsidRPr="00DD70C1">
        <w:rPr>
          <w:rFonts w:ascii="Times New Roman" w:hAnsi="Times New Roman" w:cs="Times New Roman"/>
        </w:rPr>
        <w:t xml:space="preserve"> znění</w:t>
      </w:r>
      <w:r w:rsidR="00257755">
        <w:rPr>
          <w:rFonts w:ascii="Times New Roman" w:hAnsi="Times New Roman" w:cs="Times New Roman"/>
        </w:rPr>
        <w:t xml:space="preserve"> pozdějších předpisů</w:t>
      </w:r>
      <w:r w:rsidRPr="00DD70C1">
        <w:rPr>
          <w:rFonts w:ascii="Times New Roman" w:hAnsi="Times New Roman" w:cs="Times New Roman"/>
        </w:rPr>
        <w:t xml:space="preserve"> (dále jen „</w:t>
      </w:r>
      <w:r w:rsidRPr="00DD70C1">
        <w:rPr>
          <w:rFonts w:ascii="Times New Roman" w:hAnsi="Times New Roman" w:cs="Times New Roman"/>
          <w:b/>
        </w:rPr>
        <w:t>zákon</w:t>
      </w:r>
      <w:r w:rsidRPr="00DD70C1">
        <w:rPr>
          <w:rFonts w:ascii="Times New Roman" w:hAnsi="Times New Roman" w:cs="Times New Roman"/>
        </w:rPr>
        <w:t>“)</w:t>
      </w:r>
    </w:p>
    <w:p w14:paraId="2AC4DA89" w14:textId="77777777" w:rsidR="008D35A4" w:rsidRPr="00DD70C1" w:rsidRDefault="008D35A4" w:rsidP="008D35A4">
      <w:pPr>
        <w:spacing w:after="0"/>
        <w:ind w:left="720"/>
        <w:jc w:val="center"/>
        <w:rPr>
          <w:rFonts w:ascii="Times New Roman" w:hAnsi="Times New Roman" w:cs="Times New Roman"/>
          <w:bCs/>
        </w:rPr>
      </w:pPr>
    </w:p>
    <w:p w14:paraId="1901E1AD" w14:textId="77777777" w:rsidR="0044346C" w:rsidRDefault="0044346C" w:rsidP="0044346C">
      <w:pPr>
        <w:spacing w:after="0"/>
        <w:ind w:left="720"/>
        <w:jc w:val="center"/>
        <w:rPr>
          <w:rFonts w:ascii="Times New Roman" w:hAnsi="Times New Roman" w:cs="Times New Roman"/>
          <w:bCs/>
        </w:rPr>
      </w:pPr>
      <w:r>
        <w:rPr>
          <w:rFonts w:ascii="Times New Roman" w:hAnsi="Times New Roman" w:cs="Times New Roman"/>
          <w:bCs/>
        </w:rPr>
        <w:t>Zakázka je zveřejněna v certifikovaném elektronickém nástroji E-ZAK</w:t>
      </w:r>
    </w:p>
    <w:p w14:paraId="783B6CFB" w14:textId="77777777" w:rsidR="0044346C" w:rsidRDefault="0044346C" w:rsidP="0044346C">
      <w:pPr>
        <w:ind w:left="720"/>
        <w:jc w:val="center"/>
        <w:rPr>
          <w:rFonts w:ascii="Times New Roman" w:hAnsi="Times New Roman" w:cs="Times New Roman"/>
          <w:bCs/>
        </w:rPr>
      </w:pPr>
    </w:p>
    <w:p w14:paraId="1AD0CFCC" w14:textId="0D4DE20E" w:rsidR="0044346C" w:rsidRDefault="0044346C" w:rsidP="0044346C">
      <w:pPr>
        <w:tabs>
          <w:tab w:val="center" w:pos="4500"/>
        </w:tabs>
        <w:suppressAutoHyphens/>
        <w:autoSpaceDN w:val="0"/>
        <w:jc w:val="center"/>
        <w:textAlignment w:val="baseline"/>
        <w:rPr>
          <w:rFonts w:ascii="Times New Roman" w:hAnsi="Times New Roman" w:cs="Times New Roman"/>
          <w:b/>
          <w:kern w:val="3"/>
          <w:lang w:eastAsia="ar-SA"/>
        </w:rPr>
      </w:pPr>
      <w:r>
        <w:rPr>
          <w:noProof/>
          <w:lang w:eastAsia="cs-CZ"/>
        </w:rPr>
        <w:drawing>
          <wp:anchor distT="0" distB="0" distL="114300" distR="114300" simplePos="0" relativeHeight="251659264" behindDoc="0" locked="0" layoutInCell="1" allowOverlap="1" wp14:anchorId="3291A8B4" wp14:editId="48234D00">
            <wp:simplePos x="0" y="0"/>
            <wp:positionH relativeFrom="column">
              <wp:posOffset>2333625</wp:posOffset>
            </wp:positionH>
            <wp:positionV relativeFrom="paragraph">
              <wp:posOffset>171450</wp:posOffset>
            </wp:positionV>
            <wp:extent cx="1302385" cy="561340"/>
            <wp:effectExtent l="0" t="0" r="0" b="0"/>
            <wp:wrapNone/>
            <wp:docPr id="1" name="Obrázek 1" descr="49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49m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2385" cy="561340"/>
                    </a:xfrm>
                    <a:prstGeom prst="rect">
                      <a:avLst/>
                    </a:prstGeom>
                    <a:noFill/>
                  </pic:spPr>
                </pic:pic>
              </a:graphicData>
            </a:graphic>
            <wp14:sizeRelH relativeFrom="page">
              <wp14:pctWidth>0</wp14:pctWidth>
            </wp14:sizeRelH>
            <wp14:sizeRelV relativeFrom="page">
              <wp14:pctHeight>0</wp14:pctHeight>
            </wp14:sizeRelV>
          </wp:anchor>
        </w:drawing>
      </w:r>
    </w:p>
    <w:p w14:paraId="57C08D44" w14:textId="77777777" w:rsidR="0044346C" w:rsidRDefault="0044346C" w:rsidP="0044346C">
      <w:pPr>
        <w:tabs>
          <w:tab w:val="center" w:pos="4500"/>
        </w:tabs>
        <w:suppressAutoHyphens/>
        <w:autoSpaceDN w:val="0"/>
        <w:jc w:val="center"/>
        <w:textAlignment w:val="baseline"/>
        <w:rPr>
          <w:rFonts w:ascii="Times New Roman" w:hAnsi="Times New Roman" w:cs="Times New Roman"/>
          <w:b/>
          <w:kern w:val="3"/>
          <w:lang w:eastAsia="ar-SA"/>
        </w:rPr>
      </w:pPr>
    </w:p>
    <w:p w14:paraId="5D007317" w14:textId="77777777" w:rsidR="00DA3CF1" w:rsidRPr="00DD70C1" w:rsidRDefault="00DA3CF1" w:rsidP="000228DA">
      <w:pPr>
        <w:pStyle w:val="AKFZFnormln"/>
        <w:spacing w:line="240" w:lineRule="auto"/>
        <w:rPr>
          <w:rFonts w:ascii="Times New Roman" w:hAnsi="Times New Roman" w:cs="Times New Roman"/>
        </w:rPr>
      </w:pPr>
    </w:p>
    <w:p w14:paraId="754C1178" w14:textId="77777777" w:rsidR="00DA3CF1" w:rsidRPr="00DD70C1" w:rsidRDefault="00DA3CF1" w:rsidP="000228DA">
      <w:pPr>
        <w:spacing w:line="240" w:lineRule="auto"/>
        <w:rPr>
          <w:rFonts w:ascii="Times New Roman" w:hAnsi="Times New Roman" w:cs="Times New Roman"/>
        </w:rPr>
      </w:pPr>
    </w:p>
    <w:p w14:paraId="024719D1" w14:textId="77777777" w:rsidR="00DA3CF1" w:rsidRPr="00DD70C1" w:rsidRDefault="00DA3CF1" w:rsidP="000228DA">
      <w:pPr>
        <w:pStyle w:val="AKFZFnovNadpis1"/>
        <w:spacing w:line="240" w:lineRule="auto"/>
        <w:rPr>
          <w:rFonts w:ascii="Times New Roman" w:hAnsi="Times New Roman" w:cs="Times New Roman"/>
        </w:rPr>
      </w:pPr>
      <w:bookmarkStart w:id="2" w:name="_Toc479667779"/>
      <w:r w:rsidRPr="00DD70C1">
        <w:rPr>
          <w:rFonts w:ascii="Times New Roman" w:hAnsi="Times New Roman" w:cs="Times New Roman"/>
        </w:rPr>
        <w:lastRenderedPageBreak/>
        <w:t>OBECNÉ INFORMACE O VEŘEJNÉ ZAKÁZCE</w:t>
      </w:r>
      <w:bookmarkEnd w:id="2"/>
    </w:p>
    <w:p w14:paraId="7CB605B8" w14:textId="77777777" w:rsidR="00DA3CF1" w:rsidRPr="00DD70C1" w:rsidRDefault="00DA3CF1" w:rsidP="000228DA">
      <w:pPr>
        <w:pStyle w:val="AKFZFnovnadpis2"/>
        <w:spacing w:line="240" w:lineRule="auto"/>
        <w:rPr>
          <w:rFonts w:ascii="Times New Roman" w:hAnsi="Times New Roman" w:cs="Times New Roman"/>
        </w:rPr>
      </w:pPr>
      <w:bookmarkStart w:id="3" w:name="_Toc479667780"/>
      <w:r w:rsidRPr="00DD70C1">
        <w:rPr>
          <w:rFonts w:ascii="Times New Roman" w:hAnsi="Times New Roman" w:cs="Times New Roman"/>
        </w:rPr>
        <w:t>Informace o zadavateli</w:t>
      </w:r>
      <w:bookmarkEnd w:id="3"/>
    </w:p>
    <w:p w14:paraId="6E0656C9" w14:textId="77777777" w:rsidR="00DA3CF1" w:rsidRPr="00DD70C1" w:rsidRDefault="00DA3CF1" w:rsidP="000228DA">
      <w:pPr>
        <w:pStyle w:val="AKFZFnovnadpis3"/>
        <w:spacing w:line="240" w:lineRule="auto"/>
        <w:rPr>
          <w:rFonts w:ascii="Times New Roman" w:hAnsi="Times New Roman" w:cs="Times New Roman"/>
        </w:rPr>
      </w:pPr>
      <w:bookmarkStart w:id="4" w:name="_Ref459127329"/>
      <w:bookmarkStart w:id="5" w:name="_Toc479667781"/>
      <w:r w:rsidRPr="00DD70C1">
        <w:rPr>
          <w:rFonts w:ascii="Times New Roman" w:hAnsi="Times New Roman" w:cs="Times New Roman"/>
        </w:rPr>
        <w:t>Zadavatel</w:t>
      </w:r>
      <w:bookmarkEnd w:id="4"/>
      <w:bookmarkEnd w:id="5"/>
    </w:p>
    <w:tbl>
      <w:tblPr>
        <w:tblW w:w="20476" w:type="dxa"/>
        <w:tblInd w:w="-112" w:type="dxa"/>
        <w:tblLook w:val="00A0" w:firstRow="1" w:lastRow="0" w:firstColumn="1" w:lastColumn="0" w:noHBand="0" w:noVBand="0"/>
      </w:tblPr>
      <w:tblGrid>
        <w:gridCol w:w="10238"/>
        <w:gridCol w:w="10238"/>
      </w:tblGrid>
      <w:tr w:rsidR="00B94FBA" w:rsidRPr="00DD70C1" w14:paraId="6D343632" w14:textId="77777777" w:rsidTr="00A20A2F">
        <w:trPr>
          <w:trHeight w:val="3605"/>
        </w:trPr>
        <w:tc>
          <w:tcPr>
            <w:tcW w:w="10238" w:type="dxa"/>
          </w:tcPr>
          <w:tbl>
            <w:tblPr>
              <w:tblW w:w="10022" w:type="dxa"/>
              <w:tblLook w:val="04A0" w:firstRow="1" w:lastRow="0" w:firstColumn="1" w:lastColumn="0" w:noHBand="0" w:noVBand="1"/>
            </w:tblPr>
            <w:tblGrid>
              <w:gridCol w:w="3268"/>
              <w:gridCol w:w="6754"/>
            </w:tblGrid>
            <w:tr w:rsidR="00091326" w:rsidRPr="003F0577" w14:paraId="7E2ED086" w14:textId="77777777" w:rsidTr="0066795C">
              <w:tc>
                <w:tcPr>
                  <w:tcW w:w="3268" w:type="dxa"/>
                  <w:shd w:val="clear" w:color="auto" w:fill="auto"/>
                </w:tcPr>
                <w:p w14:paraId="043C4001" w14:textId="77777777" w:rsidR="00091326" w:rsidRPr="003F0577" w:rsidRDefault="00091326" w:rsidP="00091326">
                  <w:pPr>
                    <w:pStyle w:val="AKFZFnormln"/>
                    <w:spacing w:before="100"/>
                    <w:rPr>
                      <w:rFonts w:ascii="Times New Roman" w:hAnsi="Times New Roman" w:cs="Times New Roman"/>
                      <w:b/>
                    </w:rPr>
                  </w:pPr>
                  <w:r w:rsidRPr="003F0577">
                    <w:rPr>
                      <w:rFonts w:ascii="Times New Roman" w:hAnsi="Times New Roman" w:cs="Times New Roman"/>
                      <w:b/>
                    </w:rPr>
                    <w:t>Název:</w:t>
                  </w:r>
                </w:p>
              </w:tc>
              <w:tc>
                <w:tcPr>
                  <w:tcW w:w="6754" w:type="dxa"/>
                  <w:shd w:val="clear" w:color="auto" w:fill="auto"/>
                  <w:vAlign w:val="center"/>
                </w:tcPr>
                <w:p w14:paraId="65516223" w14:textId="5208D529" w:rsidR="00091326" w:rsidRPr="003F0577" w:rsidRDefault="00165612" w:rsidP="00091326">
                  <w:pPr>
                    <w:pStyle w:val="AKFZFnormln"/>
                    <w:spacing w:before="100"/>
                    <w:jc w:val="left"/>
                    <w:rPr>
                      <w:rFonts w:ascii="Times New Roman" w:hAnsi="Times New Roman" w:cs="Times New Roman"/>
                      <w:b/>
                    </w:rPr>
                  </w:pPr>
                  <w:r>
                    <w:rPr>
                      <w:rFonts w:ascii="Times New Roman" w:hAnsi="Times New Roman" w:cs="Times New Roman"/>
                    </w:rPr>
                    <w:t xml:space="preserve">Muzeum </w:t>
                  </w:r>
                  <w:proofErr w:type="spellStart"/>
                  <w:r>
                    <w:rPr>
                      <w:rFonts w:ascii="Times New Roman" w:hAnsi="Times New Roman" w:cs="Times New Roman"/>
                    </w:rPr>
                    <w:t>Podblanicka</w:t>
                  </w:r>
                  <w:proofErr w:type="spellEnd"/>
                  <w:r>
                    <w:rPr>
                      <w:rFonts w:ascii="Times New Roman" w:hAnsi="Times New Roman" w:cs="Times New Roman"/>
                    </w:rPr>
                    <w:t xml:space="preserve">, </w:t>
                  </w:r>
                  <w:proofErr w:type="spellStart"/>
                  <w:r>
                    <w:rPr>
                      <w:rFonts w:ascii="Times New Roman" w:hAnsi="Times New Roman" w:cs="Times New Roman"/>
                    </w:rPr>
                    <w:t>p.o</w:t>
                  </w:r>
                  <w:proofErr w:type="spellEnd"/>
                  <w:r>
                    <w:rPr>
                      <w:rFonts w:ascii="Times New Roman" w:hAnsi="Times New Roman" w:cs="Times New Roman"/>
                    </w:rPr>
                    <w:t>.</w:t>
                  </w:r>
                </w:p>
              </w:tc>
            </w:tr>
            <w:tr w:rsidR="00091326" w:rsidRPr="003F0577" w14:paraId="42E2B939" w14:textId="77777777" w:rsidTr="0066795C">
              <w:tc>
                <w:tcPr>
                  <w:tcW w:w="3268" w:type="dxa"/>
                  <w:shd w:val="clear" w:color="auto" w:fill="auto"/>
                </w:tcPr>
                <w:p w14:paraId="65028F87" w14:textId="77777777" w:rsidR="00091326" w:rsidRPr="003F0577" w:rsidRDefault="00091326" w:rsidP="00091326">
                  <w:pPr>
                    <w:pStyle w:val="AKFZFnormln"/>
                    <w:spacing w:before="100"/>
                    <w:rPr>
                      <w:rFonts w:ascii="Times New Roman" w:hAnsi="Times New Roman" w:cs="Times New Roman"/>
                      <w:b/>
                    </w:rPr>
                  </w:pPr>
                  <w:r w:rsidRPr="003F0577">
                    <w:rPr>
                      <w:rFonts w:ascii="Times New Roman" w:hAnsi="Times New Roman" w:cs="Times New Roman"/>
                      <w:b/>
                    </w:rPr>
                    <w:t>Sídlo:</w:t>
                  </w:r>
                </w:p>
              </w:tc>
              <w:tc>
                <w:tcPr>
                  <w:tcW w:w="6754" w:type="dxa"/>
                  <w:shd w:val="clear" w:color="auto" w:fill="auto"/>
                  <w:vAlign w:val="center"/>
                </w:tcPr>
                <w:p w14:paraId="2E4908C8" w14:textId="70A8B64A" w:rsidR="00091326" w:rsidRPr="003F0577" w:rsidRDefault="00165612" w:rsidP="00091326">
                  <w:pPr>
                    <w:pStyle w:val="AKFZFnormln"/>
                    <w:spacing w:before="100"/>
                    <w:jc w:val="left"/>
                    <w:rPr>
                      <w:rFonts w:ascii="Times New Roman" w:hAnsi="Times New Roman" w:cs="Times New Roman"/>
                      <w:bCs/>
                    </w:rPr>
                  </w:pPr>
                  <w:r>
                    <w:rPr>
                      <w:rFonts w:ascii="Times New Roman" w:hAnsi="Times New Roman" w:cs="Times New Roman"/>
                    </w:rPr>
                    <w:t>Zámek 1, 258 01 Vlašim</w:t>
                  </w:r>
                </w:p>
              </w:tc>
            </w:tr>
            <w:tr w:rsidR="003F0577" w:rsidRPr="003F0577" w14:paraId="7CBF6F2A" w14:textId="77777777" w:rsidTr="0017200E">
              <w:tc>
                <w:tcPr>
                  <w:tcW w:w="3268" w:type="dxa"/>
                  <w:shd w:val="clear" w:color="auto" w:fill="auto"/>
                </w:tcPr>
                <w:p w14:paraId="0A9CB573" w14:textId="743261EC" w:rsidR="003F0577" w:rsidRPr="003F0577" w:rsidRDefault="00165612" w:rsidP="008B64C9">
                  <w:pPr>
                    <w:pStyle w:val="AKFZFnormln"/>
                    <w:spacing w:before="100"/>
                    <w:rPr>
                      <w:rFonts w:ascii="Times New Roman" w:hAnsi="Times New Roman" w:cs="Times New Roman"/>
                      <w:b/>
                    </w:rPr>
                  </w:pPr>
                  <w:r>
                    <w:rPr>
                      <w:rFonts w:ascii="Times New Roman" w:hAnsi="Times New Roman" w:cs="Times New Roman"/>
                      <w:b/>
                    </w:rPr>
                    <w:t>Zastoupené</w:t>
                  </w:r>
                  <w:r w:rsidR="003F0577" w:rsidRPr="003F0577">
                    <w:rPr>
                      <w:rFonts w:ascii="Times New Roman" w:hAnsi="Times New Roman" w:cs="Times New Roman"/>
                      <w:b/>
                    </w:rPr>
                    <w:t xml:space="preserve">: </w:t>
                  </w:r>
                </w:p>
              </w:tc>
              <w:tc>
                <w:tcPr>
                  <w:tcW w:w="6754" w:type="dxa"/>
                  <w:shd w:val="clear" w:color="auto" w:fill="auto"/>
                </w:tcPr>
                <w:p w14:paraId="7B295C1B" w14:textId="054BF791" w:rsidR="003F0577" w:rsidRPr="003F0577" w:rsidRDefault="00165612" w:rsidP="003F0577">
                  <w:pPr>
                    <w:pStyle w:val="AKFZFnormln"/>
                    <w:spacing w:before="100" w:line="240" w:lineRule="auto"/>
                    <w:jc w:val="left"/>
                    <w:rPr>
                      <w:rFonts w:ascii="Times New Roman" w:hAnsi="Times New Roman" w:cs="Times New Roman"/>
                    </w:rPr>
                  </w:pPr>
                  <w:r>
                    <w:rPr>
                      <w:rFonts w:ascii="Times New Roman" w:hAnsi="Times New Roman" w:cs="Times New Roman"/>
                    </w:rPr>
                    <w:t xml:space="preserve">Mgr. Radovan </w:t>
                  </w:r>
                  <w:proofErr w:type="spellStart"/>
                  <w:r>
                    <w:rPr>
                      <w:rFonts w:ascii="Times New Roman" w:hAnsi="Times New Roman" w:cs="Times New Roman"/>
                    </w:rPr>
                    <w:t>Cáder</w:t>
                  </w:r>
                  <w:proofErr w:type="spellEnd"/>
                  <w:r w:rsidR="003F0577" w:rsidRPr="003F0577">
                    <w:rPr>
                      <w:rFonts w:ascii="Times New Roman" w:hAnsi="Times New Roman" w:cs="Times New Roman"/>
                    </w:rPr>
                    <w:t xml:space="preserve">, </w:t>
                  </w:r>
                  <w:r>
                    <w:rPr>
                      <w:rFonts w:ascii="Times New Roman" w:hAnsi="Times New Roman" w:cs="Times New Roman"/>
                    </w:rPr>
                    <w:t>ředitel</w:t>
                  </w:r>
                </w:p>
              </w:tc>
            </w:tr>
            <w:tr w:rsidR="00B94FBA" w:rsidRPr="003F0577" w14:paraId="3D0DB897" w14:textId="77777777" w:rsidTr="0066795C">
              <w:tc>
                <w:tcPr>
                  <w:tcW w:w="3268" w:type="dxa"/>
                  <w:shd w:val="clear" w:color="auto" w:fill="auto"/>
                </w:tcPr>
                <w:p w14:paraId="36105699" w14:textId="77777777" w:rsidR="003F0577" w:rsidRPr="003F0577" w:rsidRDefault="003F0577" w:rsidP="0066795C">
                  <w:pPr>
                    <w:pStyle w:val="AKFZFnormln"/>
                    <w:spacing w:before="100"/>
                    <w:rPr>
                      <w:rFonts w:ascii="Times New Roman" w:hAnsi="Times New Roman" w:cs="Times New Roman"/>
                      <w:b/>
                    </w:rPr>
                  </w:pPr>
                  <w:r w:rsidRPr="003F0577">
                    <w:rPr>
                      <w:rFonts w:ascii="Times New Roman" w:hAnsi="Times New Roman" w:cs="Times New Roman"/>
                      <w:b/>
                    </w:rPr>
                    <w:t xml:space="preserve">IČ: </w:t>
                  </w:r>
                </w:p>
                <w:p w14:paraId="688F0F13" w14:textId="2081FE95" w:rsidR="00B94FBA" w:rsidRPr="003F0577" w:rsidRDefault="00B94FBA" w:rsidP="0066795C">
                  <w:pPr>
                    <w:pStyle w:val="AKFZFnormln"/>
                    <w:spacing w:before="100"/>
                    <w:rPr>
                      <w:rFonts w:ascii="Times New Roman" w:hAnsi="Times New Roman" w:cs="Times New Roman"/>
                    </w:rPr>
                  </w:pPr>
                  <w:r w:rsidRPr="003F0577">
                    <w:rPr>
                      <w:rFonts w:ascii="Times New Roman" w:hAnsi="Times New Roman" w:cs="Times New Roman"/>
                      <w:b/>
                    </w:rPr>
                    <w:t>Profil zadavatele:</w:t>
                  </w:r>
                </w:p>
              </w:tc>
              <w:tc>
                <w:tcPr>
                  <w:tcW w:w="6754" w:type="dxa"/>
                  <w:shd w:val="clear" w:color="auto" w:fill="auto"/>
                  <w:vAlign w:val="center"/>
                </w:tcPr>
                <w:p w14:paraId="70938D73" w14:textId="1AE2A397" w:rsidR="003F0577" w:rsidRPr="003F0577" w:rsidRDefault="003F0577" w:rsidP="003F0577">
                  <w:pPr>
                    <w:pStyle w:val="AKFZFnormln"/>
                    <w:rPr>
                      <w:rFonts w:ascii="Times New Roman" w:hAnsi="Times New Roman" w:cs="Times New Roman"/>
                    </w:rPr>
                  </w:pPr>
                  <w:r w:rsidRPr="003F0577">
                    <w:rPr>
                      <w:rFonts w:ascii="Times New Roman" w:hAnsi="Times New Roman" w:cs="Times New Roman"/>
                    </w:rPr>
                    <w:t xml:space="preserve"> </w:t>
                  </w:r>
                  <w:r w:rsidR="00165612">
                    <w:rPr>
                      <w:rFonts w:ascii="Times New Roman" w:hAnsi="Times New Roman" w:cs="Times New Roman"/>
                    </w:rPr>
                    <w:t>000 65 048</w:t>
                  </w:r>
                </w:p>
                <w:p w14:paraId="76949464" w14:textId="40A867A5" w:rsidR="00B94FBA" w:rsidRPr="003F0577" w:rsidRDefault="00165612" w:rsidP="00C01502">
                  <w:pPr>
                    <w:rPr>
                      <w:rFonts w:ascii="Times New Roman" w:hAnsi="Times New Roman" w:cs="Times New Roman"/>
                    </w:rPr>
                  </w:pPr>
                  <w:r w:rsidRPr="00165612">
                    <w:rPr>
                      <w:rFonts w:ascii="Times New Roman" w:hAnsi="Times New Roman" w:cs="Times New Roman"/>
                    </w:rPr>
                    <w:t>https://zakazky.kr-stredocesky.cz/profile_display_31.html</w:t>
                  </w:r>
                </w:p>
              </w:tc>
            </w:tr>
          </w:tbl>
          <w:p w14:paraId="1118271E" w14:textId="459D236F" w:rsidR="00B94FBA" w:rsidRPr="003F0577" w:rsidRDefault="00B94FBA" w:rsidP="00B94FBA">
            <w:pPr>
              <w:pStyle w:val="AKFZFnormln"/>
              <w:spacing w:before="100" w:after="0" w:line="240" w:lineRule="auto"/>
              <w:jc w:val="left"/>
              <w:rPr>
                <w:rFonts w:ascii="Times New Roman" w:hAnsi="Times New Roman" w:cs="Times New Roman"/>
                <w:bCs/>
              </w:rPr>
            </w:pPr>
            <w:r w:rsidRPr="003F0577">
              <w:rPr>
                <w:rFonts w:ascii="Times New Roman" w:hAnsi="Times New Roman" w:cs="Times New Roman"/>
                <w:b/>
                <w:bCs/>
              </w:rPr>
              <w:t>Kontaktní osoba k zakázce</w:t>
            </w:r>
            <w:r w:rsidRPr="003F0577">
              <w:rPr>
                <w:rFonts w:ascii="Times New Roman" w:hAnsi="Times New Roman" w:cs="Times New Roman"/>
                <w:bCs/>
              </w:rPr>
              <w:t xml:space="preserve">: </w:t>
            </w:r>
            <w:r w:rsidR="00883239">
              <w:rPr>
                <w:rFonts w:ascii="Times New Roman" w:hAnsi="Times New Roman" w:cs="Times New Roman"/>
                <w:bCs/>
              </w:rPr>
              <w:t xml:space="preserve">Veronika Kopecká </w:t>
            </w:r>
            <w:proofErr w:type="spellStart"/>
            <w:r w:rsidR="00883239">
              <w:rPr>
                <w:rFonts w:ascii="Times New Roman" w:hAnsi="Times New Roman" w:cs="Times New Roman"/>
                <w:bCs/>
              </w:rPr>
              <w:t>DiS</w:t>
            </w:r>
            <w:proofErr w:type="spellEnd"/>
            <w:r w:rsidR="00883239">
              <w:rPr>
                <w:rFonts w:ascii="Times New Roman" w:hAnsi="Times New Roman" w:cs="Times New Roman"/>
                <w:bCs/>
              </w:rPr>
              <w:t>.</w:t>
            </w:r>
            <w:r w:rsidRPr="003F0577">
              <w:rPr>
                <w:rFonts w:ascii="Times New Roman" w:hAnsi="Times New Roman" w:cs="Times New Roman"/>
                <w:bCs/>
              </w:rPr>
              <w:t>, referent</w:t>
            </w:r>
            <w:r w:rsidR="00EB2701" w:rsidRPr="003F0577">
              <w:rPr>
                <w:rFonts w:ascii="Times New Roman" w:hAnsi="Times New Roman" w:cs="Times New Roman"/>
                <w:bCs/>
              </w:rPr>
              <w:t>ka</w:t>
            </w:r>
            <w:r w:rsidRPr="003F0577">
              <w:rPr>
                <w:rFonts w:ascii="Times New Roman" w:hAnsi="Times New Roman" w:cs="Times New Roman"/>
                <w:bCs/>
              </w:rPr>
              <w:t xml:space="preserve"> oddělení </w:t>
            </w:r>
            <w:r w:rsidR="003A4CCB" w:rsidRPr="003F0577">
              <w:rPr>
                <w:rFonts w:ascii="Times New Roman" w:hAnsi="Times New Roman" w:cs="Times New Roman"/>
                <w:bCs/>
              </w:rPr>
              <w:t>centrálního nákupu a metod. podpory pro VZ</w:t>
            </w:r>
            <w:r w:rsidRPr="003F0577">
              <w:rPr>
                <w:rFonts w:ascii="Times New Roman" w:hAnsi="Times New Roman" w:cs="Times New Roman"/>
                <w:bCs/>
              </w:rPr>
              <w:t xml:space="preserve"> Odboru krajského investora</w:t>
            </w:r>
            <w:r w:rsidR="00946FD1" w:rsidRPr="003F0577">
              <w:rPr>
                <w:rFonts w:ascii="Times New Roman" w:hAnsi="Times New Roman" w:cs="Times New Roman"/>
                <w:bCs/>
              </w:rPr>
              <w:t>, t</w:t>
            </w:r>
            <w:r w:rsidRPr="003F0577">
              <w:rPr>
                <w:rFonts w:ascii="Times New Roman" w:hAnsi="Times New Roman" w:cs="Times New Roman"/>
                <w:bCs/>
              </w:rPr>
              <w:t xml:space="preserve">elefon: </w:t>
            </w:r>
            <w:r w:rsidRPr="003F0577">
              <w:rPr>
                <w:rFonts w:ascii="Times New Roman" w:hAnsi="Times New Roman" w:cs="Times New Roman"/>
              </w:rPr>
              <w:t>257 280 </w:t>
            </w:r>
            <w:r w:rsidR="00B02A33">
              <w:rPr>
                <w:rFonts w:ascii="Times New Roman" w:hAnsi="Times New Roman" w:cs="Times New Roman"/>
              </w:rPr>
              <w:t>245</w:t>
            </w:r>
            <w:r w:rsidRPr="003F0577">
              <w:rPr>
                <w:rFonts w:ascii="Times New Roman" w:hAnsi="Times New Roman" w:cs="Times New Roman"/>
              </w:rPr>
              <w:t xml:space="preserve">, </w:t>
            </w:r>
            <w:r w:rsidR="0097179E" w:rsidRPr="003F0577">
              <w:rPr>
                <w:rFonts w:ascii="Times New Roman" w:hAnsi="Times New Roman" w:cs="Times New Roman"/>
              </w:rPr>
              <w:t>e</w:t>
            </w:r>
            <w:r w:rsidR="0097179E" w:rsidRPr="003F0577">
              <w:rPr>
                <w:rFonts w:ascii="Times New Roman" w:hAnsi="Times New Roman" w:cs="Times New Roman"/>
                <w:bCs/>
              </w:rPr>
              <w:t xml:space="preserve"> – mail</w:t>
            </w:r>
            <w:r w:rsidRPr="003D6E1C">
              <w:rPr>
                <w:rFonts w:asciiTheme="minorHAnsi" w:hAnsiTheme="minorHAnsi" w:cstheme="minorHAnsi"/>
                <w:bCs/>
              </w:rPr>
              <w:t xml:space="preserve">: </w:t>
            </w:r>
            <w:hyperlink r:id="rId9" w:history="1">
              <w:r w:rsidR="00B02A33" w:rsidRPr="003D6E1C">
                <w:rPr>
                  <w:rStyle w:val="Hypertextovodkaz"/>
                  <w:rFonts w:asciiTheme="minorHAnsi" w:hAnsiTheme="minorHAnsi" w:cstheme="minorHAnsi"/>
                </w:rPr>
                <w:t>kopecka</w:t>
              </w:r>
              <w:r w:rsidR="00B02A33" w:rsidRPr="003D6E1C">
                <w:rPr>
                  <w:rStyle w:val="Hypertextovodkaz"/>
                  <w:rFonts w:asciiTheme="minorHAnsi" w:hAnsiTheme="minorHAnsi" w:cstheme="minorHAnsi"/>
                  <w:bCs/>
                </w:rPr>
                <w:t>@kr-s.cz</w:t>
              </w:r>
            </w:hyperlink>
          </w:p>
          <w:p w14:paraId="66A172A7" w14:textId="77777777" w:rsidR="00B94FBA" w:rsidRPr="00DD70C1" w:rsidRDefault="00B94FBA">
            <w:pPr>
              <w:rPr>
                <w:rFonts w:ascii="Times New Roman" w:hAnsi="Times New Roman" w:cs="Times New Roman"/>
              </w:rPr>
            </w:pPr>
          </w:p>
        </w:tc>
        <w:tc>
          <w:tcPr>
            <w:tcW w:w="10238" w:type="dxa"/>
          </w:tcPr>
          <w:p w14:paraId="5AB858D1" w14:textId="77777777" w:rsidR="00B94FBA" w:rsidRPr="00DD70C1" w:rsidRDefault="00B94FBA">
            <w:pPr>
              <w:rPr>
                <w:rFonts w:ascii="Times New Roman" w:hAnsi="Times New Roman" w:cs="Times New Roman"/>
              </w:rPr>
            </w:pPr>
          </w:p>
        </w:tc>
      </w:tr>
      <w:tr w:rsidR="00DA3CF1" w:rsidRPr="00DD70C1" w14:paraId="0D1216DF" w14:textId="77777777" w:rsidTr="00A20A2F">
        <w:trPr>
          <w:trHeight w:val="783"/>
        </w:trPr>
        <w:tc>
          <w:tcPr>
            <w:tcW w:w="20476" w:type="dxa"/>
            <w:gridSpan w:val="2"/>
          </w:tcPr>
          <w:p w14:paraId="07100811" w14:textId="77777777" w:rsidR="00DA3CF1" w:rsidRPr="00DD70C1" w:rsidRDefault="00DA3CF1" w:rsidP="00B94FBA">
            <w:pPr>
              <w:pStyle w:val="AKFZFnormln"/>
              <w:spacing w:before="100" w:after="0" w:line="240" w:lineRule="auto"/>
              <w:jc w:val="left"/>
              <w:rPr>
                <w:rFonts w:ascii="Times New Roman" w:hAnsi="Times New Roman" w:cs="Times New Roman"/>
              </w:rPr>
            </w:pPr>
            <w:r w:rsidRPr="00DD70C1">
              <w:rPr>
                <w:rFonts w:ascii="Times New Roman" w:hAnsi="Times New Roman" w:cs="Times New Roman"/>
              </w:rPr>
              <w:t>(dále jen „</w:t>
            </w:r>
            <w:r w:rsidRPr="00DD70C1">
              <w:rPr>
                <w:rFonts w:ascii="Times New Roman" w:hAnsi="Times New Roman" w:cs="Times New Roman"/>
                <w:b/>
              </w:rPr>
              <w:t>Zadavatel</w:t>
            </w:r>
            <w:r w:rsidRPr="00DD70C1">
              <w:rPr>
                <w:rFonts w:ascii="Times New Roman" w:hAnsi="Times New Roman" w:cs="Times New Roman"/>
              </w:rPr>
              <w:t>“)</w:t>
            </w:r>
          </w:p>
        </w:tc>
      </w:tr>
    </w:tbl>
    <w:p w14:paraId="0A042050" w14:textId="77777777" w:rsidR="00DA3CF1" w:rsidRPr="00DD70C1" w:rsidRDefault="00DA3CF1" w:rsidP="00485023">
      <w:pPr>
        <w:pStyle w:val="AKFZFnovnadpis2"/>
        <w:spacing w:before="0" w:after="120" w:line="240" w:lineRule="auto"/>
        <w:rPr>
          <w:rFonts w:ascii="Times New Roman" w:hAnsi="Times New Roman" w:cs="Times New Roman"/>
        </w:rPr>
      </w:pPr>
      <w:bookmarkStart w:id="6" w:name="_Toc479667782"/>
      <w:r w:rsidRPr="00DD70C1">
        <w:rPr>
          <w:rFonts w:ascii="Times New Roman" w:hAnsi="Times New Roman" w:cs="Times New Roman"/>
        </w:rPr>
        <w:t>Základní informace o veřejné zakázce</w:t>
      </w:r>
      <w:bookmarkEnd w:id="6"/>
    </w:p>
    <w:p w14:paraId="5B58527C" w14:textId="77777777" w:rsidR="00DA3CF1" w:rsidRPr="00DD70C1" w:rsidRDefault="00DA3CF1" w:rsidP="000228DA">
      <w:pPr>
        <w:pStyle w:val="AKFZFnovnadpis3"/>
        <w:spacing w:line="240" w:lineRule="auto"/>
        <w:rPr>
          <w:rFonts w:ascii="Times New Roman" w:hAnsi="Times New Roman" w:cs="Times New Roman"/>
        </w:rPr>
      </w:pPr>
      <w:bookmarkStart w:id="7" w:name="_Toc479667783"/>
      <w:r w:rsidRPr="00DD70C1">
        <w:rPr>
          <w:rFonts w:ascii="Times New Roman" w:hAnsi="Times New Roman" w:cs="Times New Roman"/>
        </w:rPr>
        <w:t>Poptávkové řízení</w:t>
      </w:r>
      <w:bookmarkEnd w:id="7"/>
    </w:p>
    <w:p w14:paraId="66614C71" w14:textId="2841503E" w:rsidR="00DA3CF1" w:rsidRPr="00DD70C1" w:rsidRDefault="00DA3CF1" w:rsidP="00016D42">
      <w:pPr>
        <w:spacing w:line="240" w:lineRule="auto"/>
        <w:rPr>
          <w:rFonts w:ascii="Times New Roman" w:hAnsi="Times New Roman" w:cs="Times New Roman"/>
        </w:rPr>
      </w:pPr>
      <w:r w:rsidRPr="00DD70C1">
        <w:rPr>
          <w:rFonts w:ascii="Times New Roman" w:hAnsi="Times New Roman" w:cs="Times New Roman"/>
        </w:rPr>
        <w:t xml:space="preserve">Veřejná zakázka s názvem </w:t>
      </w:r>
      <w:r w:rsidR="00165612">
        <w:rPr>
          <w:rFonts w:ascii="Times New Roman" w:hAnsi="Times New Roman" w:cs="Times New Roman"/>
          <w:b/>
          <w:bCs/>
        </w:rPr>
        <w:t>Sdílený muzejní depozitář Benešov – výkon činnosti TDS pro fázi tvorby architektonické studie a PD pro ÚR a SP</w:t>
      </w:r>
      <w:r w:rsidR="00883239">
        <w:rPr>
          <w:rFonts w:ascii="Times New Roman" w:hAnsi="Times New Roman" w:cs="Times New Roman"/>
          <w:b/>
          <w:bCs/>
        </w:rPr>
        <w:t xml:space="preserve"> </w:t>
      </w:r>
      <w:r w:rsidR="005C54ED" w:rsidRPr="00016D42">
        <w:rPr>
          <w:rFonts w:ascii="Times New Roman" w:hAnsi="Times New Roman" w:cs="Times New Roman"/>
          <w:bCs/>
        </w:rPr>
        <w:t>j</w:t>
      </w:r>
      <w:r w:rsidRPr="00DD70C1">
        <w:rPr>
          <w:rFonts w:ascii="Times New Roman" w:hAnsi="Times New Roman" w:cs="Times New Roman"/>
        </w:rPr>
        <w:t>e veřejnou zakázkou malého rozsahu na služby (dále jen „</w:t>
      </w:r>
      <w:r w:rsidRPr="00DD70C1">
        <w:rPr>
          <w:rFonts w:ascii="Times New Roman" w:hAnsi="Times New Roman" w:cs="Times New Roman"/>
          <w:b/>
        </w:rPr>
        <w:t>Veřejná zakázka</w:t>
      </w:r>
      <w:r w:rsidRPr="00DD70C1">
        <w:rPr>
          <w:rFonts w:ascii="Times New Roman" w:hAnsi="Times New Roman" w:cs="Times New Roman"/>
        </w:rPr>
        <w:t>“).</w:t>
      </w:r>
    </w:p>
    <w:p w14:paraId="0C262121" w14:textId="7C5A603C" w:rsidR="00F912B0" w:rsidRPr="00FD0A4E" w:rsidRDefault="00F912B0" w:rsidP="003F0577">
      <w:pPr>
        <w:pStyle w:val="AKFZFnormln"/>
        <w:spacing w:line="240" w:lineRule="auto"/>
        <w:rPr>
          <w:rFonts w:ascii="Times New Roman" w:hAnsi="Times New Roman" w:cs="Times New Roman"/>
        </w:rPr>
      </w:pPr>
      <w:bookmarkStart w:id="8" w:name="_Toc479667784"/>
      <w:r w:rsidRPr="00DD70C1">
        <w:rPr>
          <w:rFonts w:ascii="Times New Roman" w:hAnsi="Times New Roman" w:cs="Times New Roman"/>
        </w:rPr>
        <w:t>Tato veřejná zakázka malého rozsahu (dále jen „zakázka“) je v souladu s ustanovením § 31 zákona č. 134/2016 Sb. o zadávání veřejných zakázek (dále jen „zákon“), zadávána mimo působnost zákona</w:t>
      </w:r>
      <w:r w:rsidR="00ED2A61">
        <w:rPr>
          <w:rFonts w:ascii="Times New Roman" w:hAnsi="Times New Roman" w:cs="Times New Roman"/>
        </w:rPr>
        <w:t>.</w:t>
      </w:r>
    </w:p>
    <w:p w14:paraId="28B089BD" w14:textId="77777777" w:rsidR="00DA69A5" w:rsidRPr="00DD70C1" w:rsidRDefault="00DA69A5" w:rsidP="00DA69A5">
      <w:pPr>
        <w:pStyle w:val="AKFZFnormln"/>
        <w:spacing w:line="240" w:lineRule="auto"/>
        <w:rPr>
          <w:rFonts w:ascii="Times New Roman" w:hAnsi="Times New Roman" w:cs="Times New Roman"/>
        </w:rPr>
      </w:pPr>
      <w:r w:rsidRPr="00DD70C1">
        <w:rPr>
          <w:rFonts w:ascii="Times New Roman" w:hAnsi="Times New Roman" w:cs="Times New Roman"/>
        </w:rPr>
        <w:t>Podkladem pro zpracování nabídky je tato Výzva. Účastník je povinen zadavatele upozornit na případné nejasnosti a chyby v předaných podkladech, a to zejména pokud mají vliv na cenu zakázky.</w:t>
      </w:r>
    </w:p>
    <w:p w14:paraId="17A0EECE" w14:textId="77777777" w:rsidR="00DA69A5" w:rsidRPr="00DD70C1" w:rsidRDefault="00DA69A5" w:rsidP="00DA69A5">
      <w:pPr>
        <w:pStyle w:val="AKFZFnormln"/>
        <w:spacing w:line="240" w:lineRule="auto"/>
        <w:rPr>
          <w:rFonts w:ascii="Times New Roman" w:hAnsi="Times New Roman" w:cs="Times New Roman"/>
        </w:rPr>
      </w:pPr>
      <w:r w:rsidRPr="00DD70C1">
        <w:rPr>
          <w:rFonts w:ascii="Times New Roman" w:hAnsi="Times New Roman" w:cs="Times New Roman"/>
        </w:rPr>
        <w:t>Tam, kde tato Výzva odkazuje na ustanovení zákona o zadávání veřejných zakázek, bude zadavatel postupovat obdobnými pravidly, jaká jsou uvedena v tomto zákoně.</w:t>
      </w:r>
    </w:p>
    <w:p w14:paraId="13F611D5" w14:textId="77777777" w:rsidR="00DA69A5" w:rsidRDefault="00DA69A5" w:rsidP="00DA69A5">
      <w:pPr>
        <w:pStyle w:val="AKFZFnormln"/>
        <w:spacing w:line="240" w:lineRule="auto"/>
        <w:rPr>
          <w:rFonts w:ascii="Times New Roman" w:hAnsi="Times New Roman" w:cs="Times New Roman"/>
        </w:rPr>
      </w:pPr>
      <w:r w:rsidRPr="00DD70C1">
        <w:rPr>
          <w:rFonts w:ascii="Times New Roman" w:hAnsi="Times New Roman" w:cs="Times New Roman"/>
        </w:rPr>
        <w:t>Pokud se kdekoliv v zadávacích podmínkách vyskytne požadavek nebo odkaz na obchodní firmy, názvy nebo jména a příjmení, specifická označení zboží a služeb, které platí pro určitou osobu, popřípadě její organizační složku za příznačné, patenty na vynálezy, užitné vzory, průmyslové vzory, ochranné známky nebo označení původu, je účastník oprávněn navrhnout i jiné, kvalitativně a technicky obdobné řešení, které musí splňovat technické a funkční požadavky zadavatele uvedené v zadávacích podmínkách, neboť se jedná pouze o vymezení požadovaného standardu.</w:t>
      </w:r>
    </w:p>
    <w:p w14:paraId="65541FDF" w14:textId="77777777" w:rsidR="00DA3CF1" w:rsidRPr="00DD70C1" w:rsidRDefault="00DA3CF1" w:rsidP="000228DA">
      <w:pPr>
        <w:pStyle w:val="AKFZFnovnadpis3"/>
        <w:spacing w:line="240" w:lineRule="auto"/>
        <w:rPr>
          <w:rFonts w:ascii="Times New Roman" w:hAnsi="Times New Roman" w:cs="Times New Roman"/>
        </w:rPr>
      </w:pPr>
      <w:r w:rsidRPr="00DD70C1">
        <w:rPr>
          <w:rFonts w:ascii="Times New Roman" w:hAnsi="Times New Roman" w:cs="Times New Roman"/>
        </w:rPr>
        <w:t>Účel Veřejné zakázky</w:t>
      </w:r>
      <w:bookmarkEnd w:id="8"/>
    </w:p>
    <w:p w14:paraId="6757982F" w14:textId="77777777" w:rsidR="00DA3CF1" w:rsidRPr="00DD70C1" w:rsidRDefault="00DA3CF1" w:rsidP="000228DA">
      <w:pPr>
        <w:pStyle w:val="AKFZFnormln"/>
        <w:spacing w:line="240" w:lineRule="auto"/>
        <w:rPr>
          <w:rFonts w:ascii="Times New Roman" w:hAnsi="Times New Roman" w:cs="Times New Roman"/>
        </w:rPr>
      </w:pPr>
      <w:r w:rsidRPr="00DD70C1">
        <w:rPr>
          <w:rFonts w:ascii="Times New Roman" w:hAnsi="Times New Roman" w:cs="Times New Roman"/>
        </w:rPr>
        <w:t>Účelem Veřejné zakázky je uzavření smlouvy na plnění Veřejné zakázky s jedním vybraným dodavatelem, na jejímž základě bude pro Zadavatele prováděna služba.</w:t>
      </w:r>
    </w:p>
    <w:p w14:paraId="26762BAD" w14:textId="77777777" w:rsidR="00DA3CF1" w:rsidRPr="00DD70C1" w:rsidRDefault="00DA3CF1" w:rsidP="000228DA">
      <w:pPr>
        <w:pStyle w:val="AKFZFnovnadpis3"/>
        <w:spacing w:line="240" w:lineRule="auto"/>
        <w:rPr>
          <w:rFonts w:ascii="Times New Roman" w:hAnsi="Times New Roman" w:cs="Times New Roman"/>
        </w:rPr>
      </w:pPr>
      <w:bookmarkStart w:id="9" w:name="_Toc479667785"/>
      <w:r w:rsidRPr="00DD70C1">
        <w:rPr>
          <w:rFonts w:ascii="Times New Roman" w:hAnsi="Times New Roman" w:cs="Times New Roman"/>
        </w:rPr>
        <w:t>Předmět plnění Veřejné zakázky</w:t>
      </w:r>
      <w:bookmarkEnd w:id="9"/>
    </w:p>
    <w:p w14:paraId="1E765534" w14:textId="66771A11" w:rsidR="00DA3CF1" w:rsidRPr="00DD70C1" w:rsidRDefault="00BA159E" w:rsidP="002173B8">
      <w:pPr>
        <w:pStyle w:val="AKFZFnormln"/>
        <w:rPr>
          <w:rFonts w:ascii="Times New Roman" w:hAnsi="Times New Roman" w:cs="Times New Roman"/>
          <w:bCs/>
        </w:rPr>
      </w:pPr>
      <w:r w:rsidRPr="00DD70C1">
        <w:rPr>
          <w:rFonts w:ascii="Times New Roman" w:hAnsi="Times New Roman" w:cs="Times New Roman"/>
          <w:bCs/>
        </w:rPr>
        <w:t xml:space="preserve">Předmětem této veřejné zakázky je výkon technického dozoru stavebníka </w:t>
      </w:r>
      <w:r w:rsidR="00165612">
        <w:rPr>
          <w:rFonts w:ascii="Times New Roman" w:hAnsi="Times New Roman" w:cs="Times New Roman"/>
          <w:bCs/>
        </w:rPr>
        <w:t>v průběhu provádění projektové dokumentace pro vydání ÚR a SP, kontrola použitých položek rozpočtu</w:t>
      </w:r>
      <w:r w:rsidR="00B613E7">
        <w:rPr>
          <w:rFonts w:ascii="Times New Roman" w:hAnsi="Times New Roman" w:cs="Times New Roman"/>
          <w:bCs/>
        </w:rPr>
        <w:t xml:space="preserve"> a souladu výkresové části s rozpočtem </w:t>
      </w:r>
      <w:r w:rsidR="00A11A8B">
        <w:rPr>
          <w:rFonts w:ascii="Times New Roman" w:hAnsi="Times New Roman" w:cs="Times New Roman"/>
          <w:bCs/>
        </w:rPr>
        <w:lastRenderedPageBreak/>
        <w:t>a soupisem prací, kontrola a odborné poradenství zadavateli</w:t>
      </w:r>
      <w:r w:rsidR="00A11A8B" w:rsidRPr="00F026F5">
        <w:rPr>
          <w:rFonts w:ascii="Times New Roman" w:hAnsi="Times New Roman" w:cs="Times New Roman"/>
          <w:bCs/>
        </w:rPr>
        <w:t xml:space="preserve"> </w:t>
      </w:r>
      <w:r w:rsidR="00A11A8B">
        <w:rPr>
          <w:rFonts w:ascii="Times New Roman" w:hAnsi="Times New Roman" w:cs="Times New Roman"/>
          <w:bCs/>
        </w:rPr>
        <w:t xml:space="preserve">při zpracování PD </w:t>
      </w:r>
      <w:r w:rsidR="00A11A8B" w:rsidRPr="00FA155E">
        <w:rPr>
          <w:rFonts w:ascii="Times New Roman" w:hAnsi="Times New Roman" w:cs="Times New Roman"/>
          <w:bCs/>
        </w:rPr>
        <w:t>v rámci realizace projektu</w:t>
      </w:r>
      <w:r w:rsidR="00A11A8B" w:rsidRPr="00DD70C1">
        <w:rPr>
          <w:rFonts w:ascii="Times New Roman" w:hAnsi="Times New Roman" w:cs="Times New Roman"/>
          <w:b/>
          <w:bCs/>
        </w:rPr>
        <w:t xml:space="preserve"> </w:t>
      </w:r>
      <w:r w:rsidR="00A11A8B">
        <w:rPr>
          <w:rFonts w:ascii="Times New Roman" w:hAnsi="Times New Roman" w:cs="Times New Roman"/>
          <w:bCs/>
        </w:rPr>
        <w:t>„</w:t>
      </w:r>
      <w:r w:rsidR="00A11A8B" w:rsidRPr="00B613E7">
        <w:rPr>
          <w:rFonts w:ascii="Times New Roman" w:hAnsi="Times New Roman" w:cs="Times New Roman"/>
          <w:bCs/>
        </w:rPr>
        <w:t>Sdílený muzejní depozitář Benešov – architektonická studie a PD pro ÚR a SP</w:t>
      </w:r>
      <w:r w:rsidR="00A11A8B">
        <w:rPr>
          <w:rFonts w:ascii="Times New Roman" w:hAnsi="Times New Roman" w:cs="Times New Roman"/>
          <w:bCs/>
        </w:rPr>
        <w:t>“</w:t>
      </w:r>
      <w:r w:rsidR="00B613E7">
        <w:rPr>
          <w:rFonts w:ascii="Times New Roman" w:hAnsi="Times New Roman" w:cs="Times New Roman"/>
          <w:bCs/>
        </w:rPr>
        <w:t>.</w:t>
      </w:r>
    </w:p>
    <w:p w14:paraId="3CAF7F10" w14:textId="77777777" w:rsidR="00BA159E" w:rsidRPr="00F026F5" w:rsidRDefault="00BA159E" w:rsidP="00BA159E">
      <w:pPr>
        <w:pStyle w:val="AKFZFnormln"/>
        <w:rPr>
          <w:rFonts w:ascii="Times New Roman" w:hAnsi="Times New Roman" w:cs="Times New Roman"/>
          <w:bCs/>
        </w:rPr>
      </w:pPr>
      <w:r w:rsidRPr="00F026F5">
        <w:rPr>
          <w:rFonts w:ascii="Times New Roman" w:hAnsi="Times New Roman" w:cs="Times New Roman"/>
          <w:bCs/>
        </w:rPr>
        <w:t xml:space="preserve">Výkon činnosti TDS a činnosti </w:t>
      </w:r>
      <w:r w:rsidR="003F73E1" w:rsidRPr="00F026F5">
        <w:rPr>
          <w:rFonts w:ascii="Times New Roman" w:hAnsi="Times New Roman" w:cs="Times New Roman"/>
          <w:bCs/>
        </w:rPr>
        <w:t>koordinátora</w:t>
      </w:r>
      <w:r w:rsidR="00B94FBA" w:rsidRPr="00F026F5">
        <w:rPr>
          <w:rFonts w:ascii="Times New Roman" w:hAnsi="Times New Roman" w:cs="Times New Roman"/>
          <w:bCs/>
        </w:rPr>
        <w:t xml:space="preserve"> </w:t>
      </w:r>
      <w:r w:rsidRPr="00F026F5">
        <w:rPr>
          <w:rFonts w:ascii="Times New Roman" w:hAnsi="Times New Roman" w:cs="Times New Roman"/>
          <w:bCs/>
        </w:rPr>
        <w:t xml:space="preserve">BOZP bude vykonáván v následujících fázích a v tomto rozsahu: </w:t>
      </w:r>
    </w:p>
    <w:p w14:paraId="33AA541E" w14:textId="02CD0E58" w:rsidR="00BA159E" w:rsidRDefault="00B613E7" w:rsidP="00BA159E">
      <w:pPr>
        <w:pStyle w:val="AKFZFnormln"/>
        <w:numPr>
          <w:ilvl w:val="2"/>
          <w:numId w:val="38"/>
        </w:numPr>
        <w:rPr>
          <w:rFonts w:ascii="Times New Roman" w:hAnsi="Times New Roman" w:cs="Times New Roman"/>
          <w:bCs/>
        </w:rPr>
      </w:pPr>
      <w:r>
        <w:rPr>
          <w:rFonts w:ascii="Times New Roman" w:hAnsi="Times New Roman" w:cs="Times New Roman"/>
          <w:bCs/>
        </w:rPr>
        <w:t xml:space="preserve">Kontrola a </w:t>
      </w:r>
      <w:r w:rsidR="00AB2A8F">
        <w:rPr>
          <w:rFonts w:ascii="Times New Roman" w:hAnsi="Times New Roman" w:cs="Times New Roman"/>
          <w:bCs/>
        </w:rPr>
        <w:t xml:space="preserve">odborný dohled pro </w:t>
      </w:r>
      <w:r>
        <w:rPr>
          <w:rFonts w:ascii="Times New Roman" w:hAnsi="Times New Roman" w:cs="Times New Roman"/>
          <w:bCs/>
        </w:rPr>
        <w:t>zadavatel</w:t>
      </w:r>
      <w:r w:rsidR="00AB2A8F">
        <w:rPr>
          <w:rFonts w:ascii="Times New Roman" w:hAnsi="Times New Roman" w:cs="Times New Roman"/>
          <w:bCs/>
        </w:rPr>
        <w:t>e</w:t>
      </w:r>
      <w:r>
        <w:rPr>
          <w:rFonts w:ascii="Times New Roman" w:hAnsi="Times New Roman" w:cs="Times New Roman"/>
          <w:bCs/>
        </w:rPr>
        <w:t xml:space="preserve"> při zpracování architektonické studie </w:t>
      </w:r>
      <w:r w:rsidRPr="00FA155E">
        <w:rPr>
          <w:rFonts w:ascii="Times New Roman" w:hAnsi="Times New Roman" w:cs="Times New Roman"/>
          <w:bCs/>
        </w:rPr>
        <w:t>v rámci realizace projektu</w:t>
      </w:r>
      <w:r w:rsidRPr="00DD70C1">
        <w:rPr>
          <w:rFonts w:ascii="Times New Roman" w:hAnsi="Times New Roman" w:cs="Times New Roman"/>
          <w:b/>
          <w:bCs/>
        </w:rPr>
        <w:t xml:space="preserve"> </w:t>
      </w:r>
      <w:r>
        <w:rPr>
          <w:rFonts w:ascii="Times New Roman" w:hAnsi="Times New Roman" w:cs="Times New Roman"/>
          <w:bCs/>
        </w:rPr>
        <w:t>„</w:t>
      </w:r>
      <w:r w:rsidRPr="00B613E7">
        <w:rPr>
          <w:rFonts w:ascii="Times New Roman" w:hAnsi="Times New Roman" w:cs="Times New Roman"/>
          <w:bCs/>
        </w:rPr>
        <w:t>Sdílený muzejní depozitář Benešov – architektonická studie a PD pro ÚR a SP</w:t>
      </w:r>
      <w:r>
        <w:rPr>
          <w:rFonts w:ascii="Times New Roman" w:hAnsi="Times New Roman" w:cs="Times New Roman"/>
          <w:bCs/>
        </w:rPr>
        <w:t>“</w:t>
      </w:r>
      <w:r w:rsidR="00BA159E" w:rsidRPr="00F026F5">
        <w:rPr>
          <w:rFonts w:ascii="Times New Roman" w:hAnsi="Times New Roman" w:cs="Times New Roman"/>
          <w:bCs/>
        </w:rPr>
        <w:t>;</w:t>
      </w:r>
    </w:p>
    <w:p w14:paraId="0457157B" w14:textId="047B6CCE" w:rsidR="00AB2A8F" w:rsidRPr="00F026F5" w:rsidRDefault="00AB2A8F" w:rsidP="00BA159E">
      <w:pPr>
        <w:pStyle w:val="AKFZFnormln"/>
        <w:numPr>
          <w:ilvl w:val="2"/>
          <w:numId w:val="38"/>
        </w:numPr>
        <w:rPr>
          <w:rFonts w:ascii="Times New Roman" w:hAnsi="Times New Roman" w:cs="Times New Roman"/>
          <w:bCs/>
        </w:rPr>
      </w:pPr>
      <w:r>
        <w:rPr>
          <w:rFonts w:ascii="Times New Roman" w:hAnsi="Times New Roman" w:cs="Times New Roman"/>
          <w:bCs/>
        </w:rPr>
        <w:t xml:space="preserve">kontrola a odborný dohled pro zadavatele při zpracování PD ve stupni ÚR </w:t>
      </w:r>
      <w:r w:rsidRPr="00FA155E">
        <w:rPr>
          <w:rFonts w:ascii="Times New Roman" w:hAnsi="Times New Roman" w:cs="Times New Roman"/>
          <w:bCs/>
        </w:rPr>
        <w:t>v rámci realizace projektu</w:t>
      </w:r>
      <w:r w:rsidRPr="00DD70C1">
        <w:rPr>
          <w:rFonts w:ascii="Times New Roman" w:hAnsi="Times New Roman" w:cs="Times New Roman"/>
          <w:b/>
          <w:bCs/>
        </w:rPr>
        <w:t xml:space="preserve"> </w:t>
      </w:r>
      <w:r>
        <w:rPr>
          <w:rFonts w:ascii="Times New Roman" w:hAnsi="Times New Roman" w:cs="Times New Roman"/>
          <w:bCs/>
        </w:rPr>
        <w:t>„</w:t>
      </w:r>
      <w:r w:rsidRPr="00B613E7">
        <w:rPr>
          <w:rFonts w:ascii="Times New Roman" w:hAnsi="Times New Roman" w:cs="Times New Roman"/>
          <w:bCs/>
        </w:rPr>
        <w:t>Sdílený muzejní depozitář Benešov – architektonická studie a PD pro ÚR a SP</w:t>
      </w:r>
      <w:r>
        <w:rPr>
          <w:rFonts w:ascii="Times New Roman" w:hAnsi="Times New Roman" w:cs="Times New Roman"/>
          <w:bCs/>
        </w:rPr>
        <w:t>“</w:t>
      </w:r>
      <w:r w:rsidRPr="00F026F5">
        <w:rPr>
          <w:rFonts w:ascii="Times New Roman" w:hAnsi="Times New Roman" w:cs="Times New Roman"/>
          <w:bCs/>
        </w:rPr>
        <w:t>;</w:t>
      </w:r>
    </w:p>
    <w:p w14:paraId="2869CB6E" w14:textId="2942647A" w:rsidR="00BA159E" w:rsidRPr="00F026F5" w:rsidRDefault="00B613E7" w:rsidP="00BA159E">
      <w:pPr>
        <w:pStyle w:val="AKFZFnormln"/>
        <w:numPr>
          <w:ilvl w:val="2"/>
          <w:numId w:val="38"/>
        </w:numPr>
        <w:rPr>
          <w:rFonts w:ascii="Times New Roman" w:hAnsi="Times New Roman" w:cs="Times New Roman"/>
          <w:bCs/>
        </w:rPr>
      </w:pPr>
      <w:r>
        <w:rPr>
          <w:rFonts w:ascii="Times New Roman" w:hAnsi="Times New Roman" w:cs="Times New Roman"/>
          <w:bCs/>
        </w:rPr>
        <w:t xml:space="preserve">kontrola a </w:t>
      </w:r>
      <w:r w:rsidR="00AB2A8F">
        <w:rPr>
          <w:rFonts w:ascii="Times New Roman" w:hAnsi="Times New Roman" w:cs="Times New Roman"/>
          <w:bCs/>
        </w:rPr>
        <w:t xml:space="preserve">odborný dohled pro zadavatele </w:t>
      </w:r>
      <w:r>
        <w:rPr>
          <w:rFonts w:ascii="Times New Roman" w:hAnsi="Times New Roman" w:cs="Times New Roman"/>
          <w:bCs/>
        </w:rPr>
        <w:t xml:space="preserve">při zpracování PD ve stupni SP </w:t>
      </w:r>
      <w:r w:rsidRPr="00FA155E">
        <w:rPr>
          <w:rFonts w:ascii="Times New Roman" w:hAnsi="Times New Roman" w:cs="Times New Roman"/>
          <w:bCs/>
        </w:rPr>
        <w:t>v rámci realizace projektu</w:t>
      </w:r>
      <w:r w:rsidRPr="00DD70C1">
        <w:rPr>
          <w:rFonts w:ascii="Times New Roman" w:hAnsi="Times New Roman" w:cs="Times New Roman"/>
          <w:b/>
          <w:bCs/>
        </w:rPr>
        <w:t xml:space="preserve"> </w:t>
      </w:r>
      <w:r>
        <w:rPr>
          <w:rFonts w:ascii="Times New Roman" w:hAnsi="Times New Roman" w:cs="Times New Roman"/>
          <w:bCs/>
        </w:rPr>
        <w:t>„</w:t>
      </w:r>
      <w:r w:rsidRPr="00B613E7">
        <w:rPr>
          <w:rFonts w:ascii="Times New Roman" w:hAnsi="Times New Roman" w:cs="Times New Roman"/>
          <w:bCs/>
        </w:rPr>
        <w:t>Sdílený muzejní depozitář Benešov – architektonická studie a PD pro ÚR a SP</w:t>
      </w:r>
      <w:r>
        <w:rPr>
          <w:rFonts w:ascii="Times New Roman" w:hAnsi="Times New Roman" w:cs="Times New Roman"/>
          <w:bCs/>
        </w:rPr>
        <w:t>“</w:t>
      </w:r>
      <w:r w:rsidR="00BA159E" w:rsidRPr="00F026F5">
        <w:rPr>
          <w:rFonts w:ascii="Times New Roman" w:hAnsi="Times New Roman" w:cs="Times New Roman"/>
          <w:bCs/>
        </w:rPr>
        <w:t>;</w:t>
      </w:r>
    </w:p>
    <w:p w14:paraId="7DAE0E34" w14:textId="18156392" w:rsidR="00BA159E" w:rsidRDefault="00B613E7" w:rsidP="00BA159E">
      <w:pPr>
        <w:pStyle w:val="AKFZFnormln"/>
        <w:numPr>
          <w:ilvl w:val="2"/>
          <w:numId w:val="38"/>
        </w:numPr>
        <w:rPr>
          <w:rFonts w:ascii="Times New Roman" w:hAnsi="Times New Roman" w:cs="Times New Roman"/>
          <w:bCs/>
        </w:rPr>
      </w:pPr>
      <w:r>
        <w:rPr>
          <w:rFonts w:ascii="Times New Roman" w:hAnsi="Times New Roman" w:cs="Times New Roman"/>
          <w:bCs/>
        </w:rPr>
        <w:t xml:space="preserve">kontrola a </w:t>
      </w:r>
      <w:r w:rsidR="00AB2A8F">
        <w:rPr>
          <w:rFonts w:ascii="Times New Roman" w:hAnsi="Times New Roman" w:cs="Times New Roman"/>
          <w:bCs/>
        </w:rPr>
        <w:t xml:space="preserve">odborný dohled pro zadavatele </w:t>
      </w:r>
      <w:r>
        <w:rPr>
          <w:rFonts w:ascii="Times New Roman" w:hAnsi="Times New Roman" w:cs="Times New Roman"/>
          <w:bCs/>
        </w:rPr>
        <w:t xml:space="preserve">při zpracování oceněného kontrolního rozpočtu a výkazu výměr dle PD ve stupni SP </w:t>
      </w:r>
      <w:r w:rsidRPr="00FA155E">
        <w:rPr>
          <w:rFonts w:ascii="Times New Roman" w:hAnsi="Times New Roman" w:cs="Times New Roman"/>
          <w:bCs/>
        </w:rPr>
        <w:t>v rámci realizace projektu</w:t>
      </w:r>
      <w:r w:rsidRPr="00DD70C1">
        <w:rPr>
          <w:rFonts w:ascii="Times New Roman" w:hAnsi="Times New Roman" w:cs="Times New Roman"/>
          <w:b/>
          <w:bCs/>
        </w:rPr>
        <w:t xml:space="preserve"> </w:t>
      </w:r>
      <w:r>
        <w:rPr>
          <w:rFonts w:ascii="Times New Roman" w:hAnsi="Times New Roman" w:cs="Times New Roman"/>
          <w:bCs/>
        </w:rPr>
        <w:t>„</w:t>
      </w:r>
      <w:r w:rsidRPr="00B613E7">
        <w:rPr>
          <w:rFonts w:ascii="Times New Roman" w:hAnsi="Times New Roman" w:cs="Times New Roman"/>
          <w:bCs/>
        </w:rPr>
        <w:t>Sdílený muzejní depozitář Benešov – architektonická studie a PD pro ÚR a SP</w:t>
      </w:r>
      <w:r>
        <w:rPr>
          <w:rFonts w:ascii="Times New Roman" w:hAnsi="Times New Roman" w:cs="Times New Roman"/>
          <w:bCs/>
        </w:rPr>
        <w:t>“</w:t>
      </w:r>
      <w:r w:rsidR="00A11A8B">
        <w:rPr>
          <w:rFonts w:ascii="Times New Roman" w:hAnsi="Times New Roman" w:cs="Times New Roman"/>
          <w:bCs/>
        </w:rPr>
        <w:t>;</w:t>
      </w:r>
    </w:p>
    <w:p w14:paraId="65262BAB" w14:textId="44AF8226" w:rsidR="00A11A8B" w:rsidRPr="00F026F5" w:rsidRDefault="00A11A8B" w:rsidP="00BA159E">
      <w:pPr>
        <w:pStyle w:val="AKFZFnormln"/>
        <w:numPr>
          <w:ilvl w:val="2"/>
          <w:numId w:val="38"/>
        </w:numPr>
        <w:rPr>
          <w:rFonts w:ascii="Times New Roman" w:hAnsi="Times New Roman" w:cs="Times New Roman"/>
          <w:bCs/>
        </w:rPr>
      </w:pPr>
      <w:r>
        <w:rPr>
          <w:rFonts w:ascii="Times New Roman" w:hAnsi="Times New Roman" w:cs="Times New Roman"/>
          <w:bCs/>
        </w:rPr>
        <w:t>účast a zastupování zadavatele na koordinačních jednáních ze zhotovitelem PD v rámci realizace projektu „</w:t>
      </w:r>
      <w:r w:rsidRPr="00B613E7">
        <w:rPr>
          <w:rFonts w:ascii="Times New Roman" w:hAnsi="Times New Roman" w:cs="Times New Roman"/>
          <w:bCs/>
        </w:rPr>
        <w:t>Sdílený muzejní depozitář Benešov – architektonická studie a PD pro ÚR a SP</w:t>
      </w:r>
      <w:r>
        <w:rPr>
          <w:rFonts w:ascii="Times New Roman" w:hAnsi="Times New Roman" w:cs="Times New Roman"/>
          <w:bCs/>
        </w:rPr>
        <w:t xml:space="preserve">“ </w:t>
      </w:r>
      <w:r w:rsidR="00AB2A8F">
        <w:rPr>
          <w:rFonts w:ascii="Times New Roman" w:hAnsi="Times New Roman" w:cs="Times New Roman"/>
          <w:bCs/>
        </w:rPr>
        <w:t>dle potřeb zadavatele</w:t>
      </w:r>
      <w:r>
        <w:rPr>
          <w:rFonts w:ascii="Times New Roman" w:hAnsi="Times New Roman" w:cs="Times New Roman"/>
          <w:bCs/>
        </w:rPr>
        <w:t>.</w:t>
      </w:r>
    </w:p>
    <w:p w14:paraId="1963D987" w14:textId="61655696" w:rsidR="00CA52F7" w:rsidRPr="00D26B09" w:rsidRDefault="00DA3CF1" w:rsidP="000228DA">
      <w:pPr>
        <w:pStyle w:val="AKFZFnormln"/>
        <w:spacing w:line="240" w:lineRule="auto"/>
        <w:rPr>
          <w:rFonts w:ascii="Times New Roman" w:hAnsi="Times New Roman" w:cs="Times New Roman"/>
          <w:b/>
        </w:rPr>
      </w:pPr>
      <w:r w:rsidRPr="00DD70C1">
        <w:rPr>
          <w:rFonts w:ascii="Times New Roman" w:hAnsi="Times New Roman" w:cs="Times New Roman"/>
        </w:rPr>
        <w:t>Detailní informace o předmětu plnění Veřejné zakázky obsahuje závazný návrh smlouvy na plnění Veřejné zakázky (příloha č. 5 této zadávací dokumentace</w:t>
      </w:r>
      <w:r w:rsidRPr="00D26B09">
        <w:rPr>
          <w:rFonts w:ascii="Times New Roman" w:hAnsi="Times New Roman" w:cs="Times New Roman"/>
        </w:rPr>
        <w:t>).</w:t>
      </w:r>
      <w:r w:rsidR="003F73E1" w:rsidRPr="00D26B09">
        <w:rPr>
          <w:rFonts w:ascii="Times New Roman" w:hAnsi="Times New Roman" w:cs="Times New Roman"/>
          <w:b/>
        </w:rPr>
        <w:t xml:space="preserve"> </w:t>
      </w:r>
    </w:p>
    <w:p w14:paraId="269CD49B" w14:textId="77777777" w:rsidR="00DA3CF1" w:rsidRPr="00DD70C1" w:rsidRDefault="00DA3CF1" w:rsidP="000228DA">
      <w:pPr>
        <w:pStyle w:val="AKFZFnormln"/>
        <w:spacing w:line="240" w:lineRule="auto"/>
        <w:rPr>
          <w:rFonts w:ascii="Times New Roman" w:hAnsi="Times New Roman" w:cs="Times New Roman"/>
        </w:rPr>
      </w:pPr>
      <w:r w:rsidRPr="00DD70C1">
        <w:rPr>
          <w:rFonts w:ascii="Times New Roman" w:hAnsi="Times New Roman" w:cs="Times New Roman"/>
        </w:rPr>
        <w:t>V případě, že popis předmětu plnění obsahuje požadavky nebo odkazy na určité dodavatele, nebo na patenty na vynálezy, užitné vzory, průmyslové vzory, ochranné známky nebo označení původu, umožňuje Zadavatel použití i jiných, kvalitativně a technicky rovnocenných řešení, které naplní Zadavatelem požadovanou funkcionalitu.</w:t>
      </w:r>
    </w:p>
    <w:p w14:paraId="6994F980" w14:textId="77777777" w:rsidR="00DA3CF1" w:rsidRPr="00DD70C1" w:rsidRDefault="00DA3CF1" w:rsidP="000228DA">
      <w:pPr>
        <w:pStyle w:val="AKFZFnovnadpis3"/>
        <w:spacing w:line="240" w:lineRule="auto"/>
        <w:rPr>
          <w:rFonts w:ascii="Times New Roman" w:hAnsi="Times New Roman" w:cs="Times New Roman"/>
        </w:rPr>
      </w:pPr>
      <w:bookmarkStart w:id="10" w:name="_Toc479667786"/>
      <w:r w:rsidRPr="00DD70C1">
        <w:rPr>
          <w:rFonts w:ascii="Times New Roman" w:hAnsi="Times New Roman" w:cs="Times New Roman"/>
        </w:rPr>
        <w:t>Klasifikace předmětu Veřejné zakázky</w:t>
      </w:r>
      <w:bookmarkEnd w:id="10"/>
    </w:p>
    <w:tbl>
      <w:tblPr>
        <w:tblW w:w="10022" w:type="dxa"/>
        <w:tblInd w:w="-112" w:type="dxa"/>
        <w:tblLook w:val="00A0" w:firstRow="1" w:lastRow="0" w:firstColumn="1" w:lastColumn="0" w:noHBand="0" w:noVBand="0"/>
      </w:tblPr>
      <w:tblGrid>
        <w:gridCol w:w="3268"/>
        <w:gridCol w:w="6754"/>
      </w:tblGrid>
      <w:tr w:rsidR="00DA3CF1" w:rsidRPr="00DD70C1" w14:paraId="4B5A4169" w14:textId="77777777">
        <w:tc>
          <w:tcPr>
            <w:tcW w:w="3268" w:type="dxa"/>
          </w:tcPr>
          <w:p w14:paraId="13349060" w14:textId="77777777" w:rsidR="00DA3CF1" w:rsidRPr="00DD70C1" w:rsidRDefault="00DA3CF1" w:rsidP="00E7417A">
            <w:pPr>
              <w:pStyle w:val="AKFZFnormln"/>
              <w:spacing w:before="100" w:line="240" w:lineRule="auto"/>
              <w:rPr>
                <w:rFonts w:ascii="Times New Roman" w:hAnsi="Times New Roman" w:cs="Times New Roman"/>
                <w:b/>
              </w:rPr>
            </w:pPr>
            <w:r w:rsidRPr="00DD70C1">
              <w:rPr>
                <w:rFonts w:ascii="Times New Roman" w:hAnsi="Times New Roman" w:cs="Times New Roman"/>
                <w:b/>
              </w:rPr>
              <w:t>Kód CPV</w:t>
            </w:r>
          </w:p>
        </w:tc>
        <w:tc>
          <w:tcPr>
            <w:tcW w:w="6754" w:type="dxa"/>
            <w:vAlign w:val="center"/>
          </w:tcPr>
          <w:p w14:paraId="6293636D" w14:textId="77777777" w:rsidR="00DA3CF1" w:rsidRPr="00DD70C1" w:rsidRDefault="00DA3CF1" w:rsidP="00E7417A">
            <w:pPr>
              <w:pStyle w:val="AKFZFnormln"/>
              <w:spacing w:before="100" w:line="240" w:lineRule="auto"/>
              <w:jc w:val="left"/>
              <w:rPr>
                <w:rFonts w:ascii="Times New Roman" w:hAnsi="Times New Roman" w:cs="Times New Roman"/>
                <w:b/>
              </w:rPr>
            </w:pPr>
            <w:r w:rsidRPr="00DD70C1">
              <w:rPr>
                <w:rFonts w:ascii="Times New Roman" w:hAnsi="Times New Roman" w:cs="Times New Roman"/>
                <w:b/>
              </w:rPr>
              <w:t>Popis CPV</w:t>
            </w:r>
          </w:p>
        </w:tc>
      </w:tr>
      <w:tr w:rsidR="00BA159E" w:rsidRPr="00DD70C1" w14:paraId="103D10EA" w14:textId="77777777">
        <w:tc>
          <w:tcPr>
            <w:tcW w:w="3268" w:type="dxa"/>
          </w:tcPr>
          <w:p w14:paraId="608C39CD" w14:textId="77777777" w:rsidR="00BA159E" w:rsidRPr="00DD70C1" w:rsidRDefault="00BA159E">
            <w:pPr>
              <w:pStyle w:val="AKFZFnormln"/>
              <w:spacing w:before="100" w:line="240" w:lineRule="auto"/>
              <w:rPr>
                <w:rFonts w:ascii="Times New Roman" w:hAnsi="Times New Roman" w:cs="Times New Roman"/>
                <w:lang w:eastAsia="ar-SA"/>
              </w:rPr>
            </w:pPr>
            <w:r w:rsidRPr="00DD70C1">
              <w:rPr>
                <w:rFonts w:ascii="Times New Roman" w:hAnsi="Times New Roman" w:cs="Times New Roman"/>
                <w:lang w:eastAsia="ar-SA"/>
              </w:rPr>
              <w:t>71300000-1</w:t>
            </w:r>
          </w:p>
          <w:p w14:paraId="7E925372" w14:textId="77777777" w:rsidR="00BA159E" w:rsidRPr="00DD70C1" w:rsidRDefault="00BA159E">
            <w:pPr>
              <w:pStyle w:val="AKFZFnormln"/>
              <w:spacing w:before="100" w:line="240" w:lineRule="auto"/>
              <w:rPr>
                <w:rFonts w:ascii="Times New Roman" w:hAnsi="Times New Roman" w:cs="Times New Roman"/>
                <w:lang w:eastAsia="ar-SA"/>
              </w:rPr>
            </w:pPr>
            <w:r w:rsidRPr="00DD70C1">
              <w:rPr>
                <w:rFonts w:ascii="Times New Roman" w:hAnsi="Times New Roman" w:cs="Times New Roman"/>
                <w:lang w:eastAsia="ar-SA"/>
              </w:rPr>
              <w:t>71315400-3</w:t>
            </w:r>
          </w:p>
          <w:p w14:paraId="4E9844C8" w14:textId="77777777" w:rsidR="00BA159E" w:rsidRPr="00DD70C1" w:rsidRDefault="00BA159E">
            <w:pPr>
              <w:pStyle w:val="AKFZFnormln"/>
              <w:spacing w:before="100" w:line="240" w:lineRule="auto"/>
              <w:rPr>
                <w:rFonts w:ascii="Times New Roman" w:hAnsi="Times New Roman" w:cs="Times New Roman"/>
              </w:rPr>
            </w:pPr>
            <w:r w:rsidRPr="00DD70C1">
              <w:rPr>
                <w:rFonts w:ascii="Times New Roman" w:hAnsi="Times New Roman" w:cs="Times New Roman"/>
                <w:lang w:eastAsia="ar-SA"/>
              </w:rPr>
              <w:t>71317200-5</w:t>
            </w:r>
          </w:p>
        </w:tc>
        <w:tc>
          <w:tcPr>
            <w:tcW w:w="6754" w:type="dxa"/>
            <w:vAlign w:val="center"/>
          </w:tcPr>
          <w:p w14:paraId="42939CF9" w14:textId="77777777" w:rsidR="00BA159E" w:rsidRPr="00DD70C1" w:rsidRDefault="00BA159E">
            <w:pPr>
              <w:suppressAutoHyphens/>
              <w:spacing w:after="0" w:line="240" w:lineRule="auto"/>
              <w:rPr>
                <w:rFonts w:ascii="Times New Roman" w:hAnsi="Times New Roman" w:cs="Times New Roman"/>
                <w:lang w:eastAsia="ar-SA"/>
              </w:rPr>
            </w:pPr>
            <w:r w:rsidRPr="00DD70C1">
              <w:rPr>
                <w:rFonts w:ascii="Times New Roman" w:hAnsi="Times New Roman" w:cs="Times New Roman"/>
                <w:lang w:eastAsia="ar-SA"/>
              </w:rPr>
              <w:t xml:space="preserve">Technicko-inženýrské služby </w:t>
            </w:r>
          </w:p>
          <w:p w14:paraId="33F9E103" w14:textId="77777777" w:rsidR="00BA159E" w:rsidRPr="00DD70C1" w:rsidRDefault="00BA159E">
            <w:pPr>
              <w:pStyle w:val="AKFZFnormln"/>
              <w:spacing w:before="100" w:line="240" w:lineRule="auto"/>
              <w:jc w:val="left"/>
              <w:rPr>
                <w:rFonts w:ascii="Times New Roman" w:hAnsi="Times New Roman" w:cs="Times New Roman"/>
                <w:lang w:eastAsia="ar-SA"/>
              </w:rPr>
            </w:pPr>
            <w:r w:rsidRPr="00DD70C1">
              <w:rPr>
                <w:rFonts w:ascii="Times New Roman" w:hAnsi="Times New Roman" w:cs="Times New Roman"/>
                <w:lang w:eastAsia="ar-SA"/>
              </w:rPr>
              <w:t xml:space="preserve">Stavební dozor </w:t>
            </w:r>
          </w:p>
          <w:p w14:paraId="143A00CA" w14:textId="77777777" w:rsidR="00BA159E" w:rsidRPr="00DD70C1" w:rsidRDefault="00BA159E">
            <w:pPr>
              <w:pStyle w:val="AKFZFnormln"/>
              <w:spacing w:before="100" w:line="240" w:lineRule="auto"/>
              <w:jc w:val="left"/>
              <w:rPr>
                <w:rFonts w:ascii="Times New Roman" w:hAnsi="Times New Roman" w:cs="Times New Roman"/>
                <w:lang w:eastAsia="ar-SA"/>
              </w:rPr>
            </w:pPr>
            <w:r w:rsidRPr="00DD70C1">
              <w:rPr>
                <w:rFonts w:ascii="Times New Roman" w:hAnsi="Times New Roman" w:cs="Times New Roman"/>
                <w:lang w:eastAsia="ar-SA"/>
              </w:rPr>
              <w:t>Služby v oblasti bezpečnosti a zdraví</w:t>
            </w:r>
          </w:p>
        </w:tc>
      </w:tr>
    </w:tbl>
    <w:p w14:paraId="11BE9815" w14:textId="77777777" w:rsidR="00DA3CF1" w:rsidRPr="00DD70C1" w:rsidRDefault="00DA3CF1" w:rsidP="000228DA">
      <w:pPr>
        <w:pStyle w:val="AKFZFnovnadpis3"/>
        <w:spacing w:line="240" w:lineRule="auto"/>
        <w:rPr>
          <w:rFonts w:ascii="Times New Roman" w:hAnsi="Times New Roman" w:cs="Times New Roman"/>
        </w:rPr>
      </w:pPr>
      <w:bookmarkStart w:id="11" w:name="_Toc479667787"/>
      <w:r w:rsidRPr="00DD70C1">
        <w:rPr>
          <w:rFonts w:ascii="Times New Roman" w:hAnsi="Times New Roman" w:cs="Times New Roman"/>
        </w:rPr>
        <w:t>Předpokládaná hodnota Veřejné zakázky</w:t>
      </w:r>
      <w:bookmarkEnd w:id="11"/>
    </w:p>
    <w:p w14:paraId="0CA7DA01" w14:textId="77777777" w:rsidR="00B02A33" w:rsidRDefault="00DA3CF1" w:rsidP="002173B8">
      <w:pPr>
        <w:pStyle w:val="AKFZFnormln"/>
        <w:spacing w:line="240" w:lineRule="auto"/>
        <w:rPr>
          <w:rFonts w:ascii="Times New Roman" w:hAnsi="Times New Roman" w:cs="Times New Roman"/>
        </w:rPr>
      </w:pPr>
      <w:r w:rsidRPr="00B10EED">
        <w:rPr>
          <w:rFonts w:ascii="Times New Roman" w:hAnsi="Times New Roman" w:cs="Times New Roman"/>
        </w:rPr>
        <w:t>Předpokládaná hodnota Veřejné zakázky byla stanovena na základě § 16 a násl. zákona a činí</w:t>
      </w:r>
      <w:r w:rsidR="00B02A33">
        <w:rPr>
          <w:rFonts w:ascii="Times New Roman" w:hAnsi="Times New Roman" w:cs="Times New Roman"/>
        </w:rPr>
        <w:t>:</w:t>
      </w:r>
    </w:p>
    <w:p w14:paraId="59CE88FC" w14:textId="6E56AF0B" w:rsidR="00DA3CF1" w:rsidRPr="008B64C9" w:rsidRDefault="00A11A8B" w:rsidP="00A11A8B">
      <w:pPr>
        <w:rPr>
          <w:rFonts w:ascii="Times New Roman" w:hAnsi="Times New Roman" w:cs="Times New Roman"/>
          <w:b/>
        </w:rPr>
      </w:pPr>
      <w:r w:rsidRPr="00A11A8B">
        <w:rPr>
          <w:rFonts w:ascii="Times New Roman" w:hAnsi="Times New Roman" w:cs="Times New Roman"/>
          <w:b/>
        </w:rPr>
        <w:t>410</w:t>
      </w:r>
      <w:r w:rsidR="00B02A33" w:rsidRPr="00A11A8B">
        <w:rPr>
          <w:rFonts w:ascii="Times New Roman" w:hAnsi="Times New Roman" w:cs="Times New Roman"/>
          <w:b/>
        </w:rPr>
        <w:t xml:space="preserve"> 000</w:t>
      </w:r>
      <w:r w:rsidR="00FA155E" w:rsidRPr="00A11A8B">
        <w:rPr>
          <w:rFonts w:ascii="Times New Roman" w:hAnsi="Times New Roman" w:cs="Times New Roman"/>
          <w:b/>
        </w:rPr>
        <w:t>,</w:t>
      </w:r>
      <w:r w:rsidR="00B02A33" w:rsidRPr="00A11A8B">
        <w:rPr>
          <w:rFonts w:ascii="Times New Roman" w:hAnsi="Times New Roman" w:cs="Times New Roman"/>
          <w:b/>
        </w:rPr>
        <w:t>00</w:t>
      </w:r>
      <w:r w:rsidR="00517742" w:rsidRPr="00A11A8B">
        <w:rPr>
          <w:rFonts w:ascii="Times New Roman" w:hAnsi="Times New Roman" w:cs="Times New Roman"/>
          <w:b/>
        </w:rPr>
        <w:t xml:space="preserve"> Kč bez DPH</w:t>
      </w:r>
      <w:r w:rsidR="008B64C9">
        <w:rPr>
          <w:rFonts w:ascii="Times New Roman" w:hAnsi="Times New Roman" w:cs="Times New Roman"/>
          <w:b/>
        </w:rPr>
        <w:t xml:space="preserve">; </w:t>
      </w:r>
      <w:r w:rsidR="00AB2A8F">
        <w:rPr>
          <w:rFonts w:ascii="Times New Roman" w:hAnsi="Times New Roman" w:cs="Times New Roman"/>
        </w:rPr>
        <w:t>4</w:t>
      </w:r>
      <w:r w:rsidRPr="00A11A8B">
        <w:rPr>
          <w:rFonts w:ascii="Times New Roman" w:hAnsi="Times New Roman" w:cs="Times New Roman"/>
        </w:rPr>
        <w:t>96 100</w:t>
      </w:r>
      <w:r w:rsidR="00FA155E" w:rsidRPr="00A11A8B">
        <w:rPr>
          <w:rFonts w:ascii="Times New Roman" w:hAnsi="Times New Roman" w:cs="Times New Roman"/>
        </w:rPr>
        <w:t>,00</w:t>
      </w:r>
      <w:r w:rsidR="00517742" w:rsidRPr="00A11A8B">
        <w:rPr>
          <w:rFonts w:ascii="Times New Roman" w:hAnsi="Times New Roman" w:cs="Times New Roman"/>
        </w:rPr>
        <w:t xml:space="preserve"> Kč </w:t>
      </w:r>
      <w:r w:rsidR="00DA3CF1" w:rsidRPr="00A11A8B">
        <w:rPr>
          <w:rFonts w:ascii="Times New Roman" w:hAnsi="Times New Roman" w:cs="Times New Roman"/>
        </w:rPr>
        <w:t>včetně DPH</w:t>
      </w:r>
    </w:p>
    <w:p w14:paraId="636A0BC1" w14:textId="78BA8581" w:rsidR="0056442C" w:rsidRDefault="0056442C" w:rsidP="0056442C">
      <w:pPr>
        <w:spacing w:before="120" w:line="300" w:lineRule="exact"/>
        <w:rPr>
          <w:rFonts w:ascii="Times New Roman" w:hAnsi="Times New Roman" w:cs="Times New Roman"/>
        </w:rPr>
      </w:pPr>
      <w:r w:rsidRPr="00DD70C1">
        <w:rPr>
          <w:rFonts w:ascii="Times New Roman" w:hAnsi="Times New Roman" w:cs="Times New Roman"/>
        </w:rPr>
        <w:t xml:space="preserve">Předpokládaná hodnota je stanovena jako maximální a nepřekročitelná. Nabídka </w:t>
      </w:r>
      <w:r w:rsidR="003F73E1" w:rsidRPr="00DD70C1">
        <w:rPr>
          <w:rFonts w:ascii="Times New Roman" w:hAnsi="Times New Roman" w:cs="Times New Roman"/>
        </w:rPr>
        <w:t>účastníka</w:t>
      </w:r>
      <w:r w:rsidRPr="00DD70C1">
        <w:rPr>
          <w:rFonts w:ascii="Times New Roman" w:hAnsi="Times New Roman" w:cs="Times New Roman"/>
        </w:rPr>
        <w:t xml:space="preserve">, která bude obsahovat nabídkovou cenu vyšší, než je předpokládaná hodnota, bude vyřazena z důvodu nesplnění zadávacích </w:t>
      </w:r>
      <w:r w:rsidRPr="000B6A4B">
        <w:rPr>
          <w:rFonts w:ascii="Times New Roman" w:hAnsi="Times New Roman" w:cs="Times New Roman"/>
        </w:rPr>
        <w:t xml:space="preserve">podmínek a příslušný </w:t>
      </w:r>
      <w:r w:rsidR="003F73E1" w:rsidRPr="000B6A4B">
        <w:rPr>
          <w:rFonts w:ascii="Times New Roman" w:hAnsi="Times New Roman" w:cs="Times New Roman"/>
        </w:rPr>
        <w:t>účastník</w:t>
      </w:r>
      <w:r w:rsidRPr="000B6A4B">
        <w:rPr>
          <w:rFonts w:ascii="Times New Roman" w:hAnsi="Times New Roman" w:cs="Times New Roman"/>
        </w:rPr>
        <w:t xml:space="preserve"> bude vyloučen z další účasti v zadávacím řízení.</w:t>
      </w:r>
    </w:p>
    <w:p w14:paraId="4B5ACBA1" w14:textId="77777777" w:rsidR="00DA3CF1" w:rsidRPr="00DD70C1" w:rsidRDefault="00DA3CF1" w:rsidP="000228DA">
      <w:pPr>
        <w:pStyle w:val="AKFZFnovnadpis3"/>
        <w:spacing w:line="240" w:lineRule="auto"/>
        <w:rPr>
          <w:rFonts w:ascii="Times New Roman" w:hAnsi="Times New Roman" w:cs="Times New Roman"/>
        </w:rPr>
      </w:pPr>
      <w:bookmarkStart w:id="12" w:name="_Toc479667788"/>
      <w:r w:rsidRPr="00DD70C1">
        <w:rPr>
          <w:rFonts w:ascii="Times New Roman" w:hAnsi="Times New Roman" w:cs="Times New Roman"/>
        </w:rPr>
        <w:t>Doba plnění</w:t>
      </w:r>
      <w:bookmarkEnd w:id="12"/>
    </w:p>
    <w:p w14:paraId="52469B18" w14:textId="737751AE" w:rsidR="00061EB6" w:rsidRDefault="00BA159E" w:rsidP="00187834">
      <w:pPr>
        <w:pStyle w:val="AKFZFnormln"/>
        <w:spacing w:line="240" w:lineRule="auto"/>
        <w:rPr>
          <w:rFonts w:ascii="Times New Roman" w:hAnsi="Times New Roman" w:cs="Times New Roman"/>
        </w:rPr>
      </w:pPr>
      <w:r w:rsidRPr="00DD70C1">
        <w:rPr>
          <w:rFonts w:ascii="Times New Roman" w:hAnsi="Times New Roman" w:cs="Times New Roman"/>
        </w:rPr>
        <w:t xml:space="preserve">Předpokládaná doba </w:t>
      </w:r>
      <w:r w:rsidR="00CD52D1">
        <w:rPr>
          <w:rFonts w:ascii="Times New Roman" w:hAnsi="Times New Roman" w:cs="Times New Roman"/>
        </w:rPr>
        <w:t>vykonání služeb</w:t>
      </w:r>
      <w:r w:rsidRPr="00DD70C1">
        <w:rPr>
          <w:rFonts w:ascii="Times New Roman" w:hAnsi="Times New Roman" w:cs="Times New Roman"/>
        </w:rPr>
        <w:t xml:space="preserve"> </w:t>
      </w:r>
      <w:r w:rsidR="00FA155E" w:rsidRPr="000A36F1">
        <w:rPr>
          <w:rFonts w:ascii="Times New Roman" w:hAnsi="Times New Roman" w:cs="Times New Roman"/>
        </w:rPr>
        <w:t xml:space="preserve">TDS </w:t>
      </w:r>
      <w:r w:rsidR="00A11A8B" w:rsidRPr="00A11A8B">
        <w:rPr>
          <w:rFonts w:ascii="Times New Roman" w:hAnsi="Times New Roman" w:cs="Times New Roman"/>
        </w:rPr>
        <w:t>v rámci realizace projektu „Sdílený muzejní depozitář Benešov – architektonická studie a PD pro ÚR a SP“</w:t>
      </w:r>
      <w:r w:rsidR="00A11A8B">
        <w:rPr>
          <w:rFonts w:ascii="Times New Roman" w:hAnsi="Times New Roman" w:cs="Times New Roman"/>
        </w:rPr>
        <w:t xml:space="preserve"> je </w:t>
      </w:r>
      <w:r w:rsidRPr="000A36F1">
        <w:rPr>
          <w:rFonts w:ascii="Times New Roman" w:hAnsi="Times New Roman" w:cs="Times New Roman"/>
        </w:rPr>
        <w:t>od</w:t>
      </w:r>
      <w:r w:rsidR="00E912AC" w:rsidRPr="000A36F1">
        <w:rPr>
          <w:rFonts w:ascii="Times New Roman" w:hAnsi="Times New Roman" w:cs="Times New Roman"/>
        </w:rPr>
        <w:t xml:space="preserve"> </w:t>
      </w:r>
      <w:r w:rsidR="00A11A8B">
        <w:rPr>
          <w:rFonts w:ascii="Times New Roman" w:hAnsi="Times New Roman" w:cs="Times New Roman"/>
        </w:rPr>
        <w:t xml:space="preserve">října </w:t>
      </w:r>
      <w:r w:rsidR="00FA155E" w:rsidRPr="00D57F21">
        <w:rPr>
          <w:rFonts w:ascii="Times New Roman" w:hAnsi="Times New Roman" w:cs="Times New Roman"/>
        </w:rPr>
        <w:t>2019</w:t>
      </w:r>
      <w:r w:rsidR="00CD52D1" w:rsidRPr="00D57F21">
        <w:rPr>
          <w:rFonts w:ascii="Times New Roman" w:hAnsi="Times New Roman" w:cs="Times New Roman"/>
        </w:rPr>
        <w:t xml:space="preserve"> </w:t>
      </w:r>
      <w:r w:rsidR="00FA155E" w:rsidRPr="00D57F21">
        <w:rPr>
          <w:rFonts w:ascii="Times New Roman" w:hAnsi="Times New Roman" w:cs="Times New Roman"/>
        </w:rPr>
        <w:t xml:space="preserve">do </w:t>
      </w:r>
      <w:r w:rsidR="00A11A8B">
        <w:rPr>
          <w:rFonts w:ascii="Times New Roman" w:hAnsi="Times New Roman" w:cs="Times New Roman"/>
        </w:rPr>
        <w:t>července</w:t>
      </w:r>
      <w:r w:rsidR="00CD52D1" w:rsidRPr="00D57F21">
        <w:rPr>
          <w:rFonts w:ascii="Times New Roman" w:hAnsi="Times New Roman" w:cs="Times New Roman"/>
        </w:rPr>
        <w:t xml:space="preserve"> </w:t>
      </w:r>
      <w:r w:rsidR="00FA155E" w:rsidRPr="00D57F21">
        <w:rPr>
          <w:rFonts w:ascii="Times New Roman" w:hAnsi="Times New Roman" w:cs="Times New Roman"/>
        </w:rPr>
        <w:t>20</w:t>
      </w:r>
      <w:r w:rsidR="00B02A33">
        <w:rPr>
          <w:rFonts w:ascii="Times New Roman" w:hAnsi="Times New Roman" w:cs="Times New Roman"/>
        </w:rPr>
        <w:t>20</w:t>
      </w:r>
      <w:r w:rsidR="00061EB6">
        <w:rPr>
          <w:rFonts w:ascii="Times New Roman" w:hAnsi="Times New Roman" w:cs="Times New Roman"/>
        </w:rPr>
        <w:t>.</w:t>
      </w:r>
    </w:p>
    <w:p w14:paraId="7542B07C" w14:textId="1D5BB081" w:rsidR="00DA3CF1" w:rsidRPr="00B10EED" w:rsidRDefault="00BA159E" w:rsidP="00187834">
      <w:pPr>
        <w:pStyle w:val="AKFZFnormln"/>
        <w:spacing w:line="240" w:lineRule="auto"/>
        <w:rPr>
          <w:rFonts w:ascii="Times New Roman" w:hAnsi="Times New Roman" w:cs="Times New Roman"/>
        </w:rPr>
      </w:pPr>
      <w:r w:rsidRPr="00B10EED">
        <w:rPr>
          <w:rFonts w:ascii="Times New Roman" w:hAnsi="Times New Roman" w:cs="Times New Roman"/>
        </w:rPr>
        <w:t xml:space="preserve">Přesný termín realizace bude znám až po výběru </w:t>
      </w:r>
      <w:r w:rsidR="00A11A8B">
        <w:rPr>
          <w:rFonts w:ascii="Times New Roman" w:hAnsi="Times New Roman" w:cs="Times New Roman"/>
        </w:rPr>
        <w:t xml:space="preserve">dodavatele PD </w:t>
      </w:r>
      <w:r w:rsidR="00A11A8B" w:rsidRPr="00A11A8B">
        <w:rPr>
          <w:rFonts w:ascii="Times New Roman" w:hAnsi="Times New Roman" w:cs="Times New Roman"/>
        </w:rPr>
        <w:t>v rámci realizace projektu „Sdílený muzejní depozitář Benešov – architektonická studie a PD pro ÚR a SP“</w:t>
      </w:r>
      <w:r w:rsidR="00187834" w:rsidRPr="00B10EED">
        <w:rPr>
          <w:rFonts w:ascii="Times New Roman" w:hAnsi="Times New Roman" w:cs="Times New Roman"/>
        </w:rPr>
        <w:t>.</w:t>
      </w:r>
    </w:p>
    <w:p w14:paraId="1A796C73" w14:textId="77777777" w:rsidR="00DA3CF1" w:rsidRPr="00DD70C1" w:rsidRDefault="00DA3CF1" w:rsidP="000228DA">
      <w:pPr>
        <w:pStyle w:val="AKFZFnovnadpis3"/>
        <w:spacing w:line="240" w:lineRule="auto"/>
        <w:rPr>
          <w:rFonts w:ascii="Times New Roman" w:hAnsi="Times New Roman" w:cs="Times New Roman"/>
        </w:rPr>
      </w:pPr>
      <w:bookmarkStart w:id="13" w:name="_Toc479667789"/>
      <w:r w:rsidRPr="00DD70C1">
        <w:rPr>
          <w:rFonts w:ascii="Times New Roman" w:hAnsi="Times New Roman" w:cs="Times New Roman"/>
        </w:rPr>
        <w:lastRenderedPageBreak/>
        <w:t>Místo plnění</w:t>
      </w:r>
      <w:bookmarkEnd w:id="13"/>
    </w:p>
    <w:p w14:paraId="4ED5BB7F" w14:textId="284D3C02" w:rsidR="002472AE" w:rsidRPr="00C82DD0" w:rsidRDefault="002472AE" w:rsidP="002472AE">
      <w:pPr>
        <w:pStyle w:val="AKFZFnormln"/>
        <w:rPr>
          <w:rFonts w:ascii="Times New Roman" w:hAnsi="Times New Roman" w:cs="Times New Roman"/>
        </w:rPr>
      </w:pPr>
      <w:r w:rsidRPr="00C82DD0">
        <w:rPr>
          <w:rFonts w:ascii="Times New Roman" w:hAnsi="Times New Roman" w:cs="Times New Roman"/>
        </w:rPr>
        <w:t>Místem plnění je</w:t>
      </w:r>
      <w:r w:rsidR="00CD52D1" w:rsidRPr="00C82DD0">
        <w:rPr>
          <w:rFonts w:ascii="Times New Roman" w:hAnsi="Times New Roman" w:cs="Times New Roman"/>
        </w:rPr>
        <w:t>:</w:t>
      </w:r>
      <w:r w:rsidR="00CD52D1">
        <w:rPr>
          <w:rFonts w:ascii="Times New Roman" w:hAnsi="Times New Roman" w:cs="Times New Roman"/>
        </w:rPr>
        <w:t xml:space="preserve"> </w:t>
      </w:r>
      <w:r w:rsidR="00A11A8B">
        <w:rPr>
          <w:rFonts w:ascii="Times New Roman" w:hAnsi="Times New Roman" w:cs="Times New Roman"/>
        </w:rPr>
        <w:t>Křižíkova 1351, 256 01 Benešov</w:t>
      </w:r>
      <w:r w:rsidR="00B02A33">
        <w:rPr>
          <w:rFonts w:ascii="Times New Roman" w:hAnsi="Times New Roman" w:cs="Times New Roman"/>
        </w:rPr>
        <w:t xml:space="preserve">, </w:t>
      </w:r>
      <w:r w:rsidRPr="00C82DD0">
        <w:rPr>
          <w:rFonts w:ascii="Times New Roman" w:hAnsi="Times New Roman" w:cs="Times New Roman"/>
        </w:rPr>
        <w:t>zároveň je uvedeno v závazném návrhu sml</w:t>
      </w:r>
      <w:r>
        <w:rPr>
          <w:rFonts w:ascii="Times New Roman" w:hAnsi="Times New Roman" w:cs="Times New Roman"/>
        </w:rPr>
        <w:t>ouvy na plnění Veřejné zakázky</w:t>
      </w:r>
      <w:r w:rsidRPr="00C82DD0">
        <w:rPr>
          <w:rFonts w:ascii="Times New Roman" w:hAnsi="Times New Roman" w:cs="Times New Roman"/>
        </w:rPr>
        <w:t xml:space="preserve">. </w:t>
      </w:r>
    </w:p>
    <w:p w14:paraId="5ABB22BC" w14:textId="77777777" w:rsidR="00DA3CF1" w:rsidRPr="00016D42" w:rsidRDefault="00DA3CF1" w:rsidP="000228DA">
      <w:pPr>
        <w:pStyle w:val="AKFZFnovnadpis3"/>
        <w:spacing w:line="240" w:lineRule="auto"/>
        <w:rPr>
          <w:rFonts w:ascii="Times New Roman" w:hAnsi="Times New Roman" w:cs="Times New Roman"/>
        </w:rPr>
      </w:pPr>
      <w:bookmarkStart w:id="14" w:name="_Toc479667790"/>
      <w:r w:rsidRPr="00016D42">
        <w:rPr>
          <w:rFonts w:ascii="Times New Roman" w:hAnsi="Times New Roman" w:cs="Times New Roman"/>
        </w:rPr>
        <w:t>Závaznost požadavků zadavatele</w:t>
      </w:r>
      <w:bookmarkEnd w:id="14"/>
    </w:p>
    <w:p w14:paraId="5301AF18" w14:textId="62C47C7E" w:rsidR="00DA3CF1" w:rsidRPr="00DD70C1" w:rsidRDefault="00DA3CF1" w:rsidP="000228DA">
      <w:pPr>
        <w:pStyle w:val="AKFZFnormln"/>
        <w:spacing w:line="240" w:lineRule="auto"/>
        <w:rPr>
          <w:rFonts w:ascii="Times New Roman" w:hAnsi="Times New Roman" w:cs="Times New Roman"/>
        </w:rPr>
      </w:pPr>
      <w:r w:rsidRPr="00DD70C1">
        <w:rPr>
          <w:rFonts w:ascii="Times New Roman" w:hAnsi="Times New Roman" w:cs="Times New Roman"/>
        </w:rPr>
        <w:t>Informace a údaje uvedené v jednotlivých částech této zadávací dokumentace a v jejích přílohách vymezují závazné požadavky Zadavatele na plnění této Veřejné zakázky, není-li uvedeno jinak. Tyto požadavky jsou účastníci povinni plně a bezvýhradně dodržet při zpracování své nabídky. Nedodržení závazných požadavků Zadavatele bude považováno za nesplnění zadávacích podmínek, jehož následkem může být vyloučení účastníka z poptávkového řízení.</w:t>
      </w:r>
    </w:p>
    <w:p w14:paraId="02A70244" w14:textId="77777777" w:rsidR="00DA3CF1" w:rsidRPr="00DD70C1" w:rsidDel="00697906" w:rsidRDefault="00DA3CF1" w:rsidP="000228DA">
      <w:pPr>
        <w:pStyle w:val="AKFZFnovNadpis1"/>
        <w:spacing w:line="240" w:lineRule="auto"/>
        <w:rPr>
          <w:rFonts w:ascii="Times New Roman" w:hAnsi="Times New Roman" w:cs="Times New Roman"/>
        </w:rPr>
      </w:pPr>
      <w:bookmarkStart w:id="15" w:name="_Toc479667791"/>
      <w:r w:rsidRPr="00DD70C1" w:rsidDel="00697906">
        <w:rPr>
          <w:rFonts w:ascii="Times New Roman" w:hAnsi="Times New Roman" w:cs="Times New Roman"/>
        </w:rPr>
        <w:t>POŽADAVKY NA ZPRACOVÁNÍ NABÍDEK</w:t>
      </w:r>
      <w:bookmarkEnd w:id="15"/>
    </w:p>
    <w:p w14:paraId="5C0E964F" w14:textId="77777777" w:rsidR="00DA3CF1" w:rsidRPr="00DD70C1" w:rsidDel="00697906" w:rsidRDefault="00DA3CF1" w:rsidP="000228DA">
      <w:pPr>
        <w:pStyle w:val="AKFZFnovnadpis2"/>
        <w:spacing w:line="240" w:lineRule="auto"/>
        <w:rPr>
          <w:rFonts w:ascii="Times New Roman" w:hAnsi="Times New Roman" w:cs="Times New Roman"/>
        </w:rPr>
      </w:pPr>
      <w:bookmarkStart w:id="16" w:name="_Toc479667792"/>
      <w:r w:rsidRPr="00DD70C1" w:rsidDel="00697906">
        <w:rPr>
          <w:rFonts w:ascii="Times New Roman" w:hAnsi="Times New Roman" w:cs="Times New Roman"/>
        </w:rPr>
        <w:t>Podání nabídky</w:t>
      </w:r>
      <w:bookmarkEnd w:id="16"/>
    </w:p>
    <w:p w14:paraId="36A949F7" w14:textId="77777777" w:rsidR="00DA3CF1" w:rsidRPr="00DD70C1" w:rsidRDefault="00DA3CF1" w:rsidP="000228DA">
      <w:pPr>
        <w:pStyle w:val="AKFZFnormln"/>
        <w:spacing w:line="240" w:lineRule="auto"/>
        <w:rPr>
          <w:rFonts w:ascii="Times New Roman" w:hAnsi="Times New Roman" w:cs="Times New Roman"/>
        </w:rPr>
      </w:pPr>
      <w:r w:rsidRPr="00DD70C1">
        <w:rPr>
          <w:rFonts w:ascii="Times New Roman" w:hAnsi="Times New Roman" w:cs="Times New Roman"/>
        </w:rPr>
        <w:t xml:space="preserve">Nabídka bude zpracována v souladu se zákonem a dle formálních, technických a smluvních požadavků zadavatele uvedených v této výzvě k podání nabídky a zadávací dokumentace. </w:t>
      </w:r>
    </w:p>
    <w:p w14:paraId="17875D7A" w14:textId="0A2E4B1E" w:rsidR="00DA3CF1" w:rsidRPr="00DD70C1" w:rsidDel="00697906" w:rsidRDefault="00DA3CF1" w:rsidP="002173B8">
      <w:pPr>
        <w:pStyle w:val="AKFZFnormln"/>
        <w:spacing w:line="240" w:lineRule="auto"/>
        <w:rPr>
          <w:rFonts w:ascii="Times New Roman" w:hAnsi="Times New Roman" w:cs="Times New Roman"/>
        </w:rPr>
      </w:pPr>
      <w:r w:rsidRPr="00DD70C1" w:rsidDel="00697906">
        <w:rPr>
          <w:rFonts w:ascii="Times New Roman" w:hAnsi="Times New Roman" w:cs="Times New Roman"/>
        </w:rPr>
        <w:t>Nabídky na Veřejnou zakázku se podávají písemně v listinné formě v uzavřené obálce opatřené na uzavřeních razítkem či podpisem osoby oprávněné jednat za účastníka a označené</w:t>
      </w:r>
      <w:r w:rsidR="008F48D3">
        <w:rPr>
          <w:rFonts w:ascii="Times New Roman" w:hAnsi="Times New Roman" w:cs="Times New Roman"/>
        </w:rPr>
        <w:t xml:space="preserve"> </w:t>
      </w:r>
      <w:r w:rsidR="00A11A8B">
        <w:rPr>
          <w:rFonts w:ascii="Times New Roman" w:hAnsi="Times New Roman" w:cs="Times New Roman"/>
        </w:rPr>
        <w:t>„</w:t>
      </w:r>
      <w:r w:rsidR="00A11A8B">
        <w:rPr>
          <w:rFonts w:ascii="Times New Roman" w:hAnsi="Times New Roman" w:cs="Times New Roman"/>
          <w:b/>
          <w:bCs/>
        </w:rPr>
        <w:t>Sdílený muzejní depozitář Benešov – výkon činnosti TDS pro fázi tvorby architektonické studie a PD pro ÚR a SP“</w:t>
      </w:r>
      <w:r w:rsidR="00A11A8B" w:rsidRPr="00DD70C1">
        <w:rPr>
          <w:rFonts w:ascii="Times New Roman" w:hAnsi="Times New Roman" w:cs="Times New Roman"/>
          <w:b/>
        </w:rPr>
        <w:t xml:space="preserve"> </w:t>
      </w:r>
      <w:r w:rsidR="00B94FBA" w:rsidRPr="00DD70C1">
        <w:rPr>
          <w:rFonts w:ascii="Times New Roman" w:hAnsi="Times New Roman" w:cs="Times New Roman"/>
          <w:b/>
        </w:rPr>
        <w:t>–</w:t>
      </w:r>
      <w:r w:rsidRPr="00DD70C1" w:rsidDel="00697906">
        <w:rPr>
          <w:rFonts w:ascii="Times New Roman" w:hAnsi="Times New Roman" w:cs="Times New Roman"/>
          <w:b/>
        </w:rPr>
        <w:t xml:space="preserve"> </w:t>
      </w:r>
      <w:r w:rsidR="009B7D7D" w:rsidRPr="00DD70C1">
        <w:rPr>
          <w:rFonts w:ascii="Times New Roman" w:hAnsi="Times New Roman" w:cs="Times New Roman"/>
          <w:b/>
        </w:rPr>
        <w:t>NABÍDKA – NEOTVÍRAT</w:t>
      </w:r>
      <w:r w:rsidRPr="00DD70C1" w:rsidDel="00697906">
        <w:rPr>
          <w:rFonts w:ascii="Times New Roman" w:hAnsi="Times New Roman" w:cs="Times New Roman"/>
          <w:b/>
        </w:rPr>
        <w:t>“</w:t>
      </w:r>
      <w:r w:rsidR="00016B57" w:rsidRPr="00DD70C1">
        <w:rPr>
          <w:rFonts w:ascii="Times New Roman" w:hAnsi="Times New Roman" w:cs="Times New Roman"/>
          <w:b/>
        </w:rPr>
        <w:t xml:space="preserve"> </w:t>
      </w:r>
      <w:r w:rsidRPr="00DD70C1">
        <w:rPr>
          <w:rFonts w:ascii="Times New Roman" w:hAnsi="Times New Roman" w:cs="Times New Roman"/>
          <w:bCs/>
        </w:rPr>
        <w:t xml:space="preserve">a současně bude označena názvem </w:t>
      </w:r>
      <w:r w:rsidR="003F73E1" w:rsidRPr="00DD70C1">
        <w:rPr>
          <w:rFonts w:ascii="Times New Roman" w:hAnsi="Times New Roman" w:cs="Times New Roman"/>
          <w:bCs/>
        </w:rPr>
        <w:t>účastníka</w:t>
      </w:r>
      <w:r w:rsidRPr="00DD70C1">
        <w:rPr>
          <w:rFonts w:ascii="Times New Roman" w:hAnsi="Times New Roman" w:cs="Times New Roman"/>
          <w:bCs/>
        </w:rPr>
        <w:t xml:space="preserve"> a adresou, na niž je možné zaslat oznámení</w:t>
      </w:r>
      <w:r w:rsidRPr="00DD70C1" w:rsidDel="00697906">
        <w:rPr>
          <w:rFonts w:ascii="Times New Roman" w:hAnsi="Times New Roman" w:cs="Times New Roman"/>
        </w:rPr>
        <w:t xml:space="preserve">. </w:t>
      </w:r>
    </w:p>
    <w:p w14:paraId="3F19D581" w14:textId="77777777" w:rsidR="00DA3CF1" w:rsidRPr="00DD70C1" w:rsidDel="00697906" w:rsidRDefault="00DA3CF1" w:rsidP="000228DA">
      <w:pPr>
        <w:pStyle w:val="AKFZFnormln"/>
        <w:spacing w:line="240" w:lineRule="auto"/>
        <w:rPr>
          <w:rFonts w:ascii="Times New Roman" w:hAnsi="Times New Roman" w:cs="Times New Roman"/>
        </w:rPr>
      </w:pPr>
      <w:r w:rsidRPr="00DD70C1" w:rsidDel="00697906">
        <w:rPr>
          <w:rFonts w:ascii="Times New Roman" w:hAnsi="Times New Roman" w:cs="Times New Roman"/>
        </w:rPr>
        <w:t xml:space="preserve">V nabídce musejí být </w:t>
      </w:r>
      <w:r w:rsidRPr="00DD70C1">
        <w:rPr>
          <w:rFonts w:ascii="Times New Roman" w:hAnsi="Times New Roman" w:cs="Times New Roman"/>
        </w:rPr>
        <w:t>na krycím listě dle vzoru, který tvoří přílohu č.1 této zadávací dokumentace,</w:t>
      </w:r>
      <w:r w:rsidRPr="00DD70C1" w:rsidDel="00697906">
        <w:rPr>
          <w:rFonts w:ascii="Times New Roman" w:hAnsi="Times New Roman" w:cs="Times New Roman"/>
        </w:rPr>
        <w:t xml:space="preserve"> uvedeny identifikační údaje účastníka v rozsahu </w:t>
      </w:r>
      <w:r w:rsidRPr="00DD70C1">
        <w:rPr>
          <w:rFonts w:ascii="Times New Roman" w:hAnsi="Times New Roman" w:cs="Times New Roman"/>
        </w:rPr>
        <w:t xml:space="preserve">analogicky </w:t>
      </w:r>
      <w:r w:rsidRPr="00DD70C1" w:rsidDel="00697906">
        <w:rPr>
          <w:rFonts w:ascii="Times New Roman" w:hAnsi="Times New Roman" w:cs="Times New Roman"/>
        </w:rPr>
        <w:t>dle § 28 odst. 1 písm. g) zákona.</w:t>
      </w:r>
    </w:p>
    <w:p w14:paraId="5D209AF1" w14:textId="77777777" w:rsidR="00DA3CF1" w:rsidRPr="00DD70C1" w:rsidDel="00697906" w:rsidRDefault="00DA3CF1" w:rsidP="000228DA">
      <w:pPr>
        <w:pStyle w:val="AKFZFnormln"/>
        <w:spacing w:line="240" w:lineRule="auto"/>
        <w:rPr>
          <w:rFonts w:ascii="Times New Roman" w:hAnsi="Times New Roman" w:cs="Times New Roman"/>
        </w:rPr>
      </w:pPr>
      <w:r w:rsidRPr="00DD70C1" w:rsidDel="00697906">
        <w:rPr>
          <w:rFonts w:ascii="Times New Roman" w:hAnsi="Times New Roman" w:cs="Times New Roman"/>
        </w:rPr>
        <w:t>Účastník může v poptávkovém řízení podat pouze jedinou nabídku, a pokud podá nabídku, nesmí být současně osobou, jejímž prostřednictvím jiný účastník v tomtéž poptávkovém řízení prokazuje kvalifikaci.</w:t>
      </w:r>
    </w:p>
    <w:p w14:paraId="46E4EAAA" w14:textId="77777777" w:rsidR="00DA3CF1" w:rsidRPr="00DD70C1" w:rsidDel="00697906" w:rsidRDefault="00DA3CF1" w:rsidP="000228DA">
      <w:pPr>
        <w:pStyle w:val="AKFZFnovnadpis2"/>
        <w:spacing w:line="240" w:lineRule="auto"/>
        <w:rPr>
          <w:rFonts w:ascii="Times New Roman" w:hAnsi="Times New Roman" w:cs="Times New Roman"/>
        </w:rPr>
      </w:pPr>
      <w:bookmarkStart w:id="17" w:name="_Toc479667793"/>
      <w:r w:rsidRPr="00DD70C1" w:rsidDel="00697906">
        <w:rPr>
          <w:rFonts w:ascii="Times New Roman" w:hAnsi="Times New Roman" w:cs="Times New Roman"/>
        </w:rPr>
        <w:t>Požadavky na obsah nabídky</w:t>
      </w:r>
      <w:bookmarkEnd w:id="17"/>
    </w:p>
    <w:p w14:paraId="570B50CD" w14:textId="77777777" w:rsidR="00DA3CF1" w:rsidRPr="00DD70C1" w:rsidDel="00697906" w:rsidRDefault="00DA3CF1" w:rsidP="000228DA">
      <w:pPr>
        <w:pStyle w:val="AKFZFnormln"/>
        <w:spacing w:line="240" w:lineRule="auto"/>
        <w:rPr>
          <w:rFonts w:ascii="Times New Roman" w:hAnsi="Times New Roman" w:cs="Times New Roman"/>
        </w:rPr>
      </w:pPr>
      <w:r w:rsidRPr="00DD70C1" w:rsidDel="00697906">
        <w:rPr>
          <w:rFonts w:ascii="Times New Roman" w:hAnsi="Times New Roman" w:cs="Times New Roman"/>
        </w:rPr>
        <w:t xml:space="preserve">Účastník předloží nabídku na Veřejnou zakázku </w:t>
      </w:r>
      <w:r w:rsidRPr="00DD70C1">
        <w:rPr>
          <w:rFonts w:ascii="Times New Roman" w:hAnsi="Times New Roman" w:cs="Times New Roman"/>
        </w:rPr>
        <w:t>v jednom výtisku</w:t>
      </w:r>
      <w:r w:rsidRPr="00DD70C1" w:rsidDel="00697906">
        <w:rPr>
          <w:rFonts w:ascii="Times New Roman" w:hAnsi="Times New Roman" w:cs="Times New Roman"/>
        </w:rPr>
        <w:t>. Všechny listy nabídky budou navzájem pevně spojeny či sešity tak, aby byly dostatečně zabezpečeny před jejich vyjmutím z nabídky. Všechny výtisky budou řádně čitelné, bez škrtů a přepisů. Všechny stránky nabídky, resp. jednotlivých výtisků, budou očíslovány vzestupnou kontinuální řadou; není třeba číslovat originály či úředně ověřené kopie požadovaných dokumentů.</w:t>
      </w:r>
    </w:p>
    <w:p w14:paraId="6827A887" w14:textId="5FF2F020" w:rsidR="00DA3CF1" w:rsidRPr="00DD70C1" w:rsidDel="00697906" w:rsidRDefault="00DA3CF1" w:rsidP="000228DA">
      <w:pPr>
        <w:pStyle w:val="AKFZFnormln"/>
        <w:spacing w:line="240" w:lineRule="auto"/>
        <w:rPr>
          <w:rFonts w:ascii="Times New Roman" w:hAnsi="Times New Roman" w:cs="Times New Roman"/>
        </w:rPr>
      </w:pPr>
      <w:r w:rsidRPr="00DD70C1" w:rsidDel="00697906">
        <w:rPr>
          <w:rFonts w:ascii="Times New Roman" w:hAnsi="Times New Roman" w:cs="Times New Roman"/>
        </w:rPr>
        <w:t>Účastník předloží nabídku vedle listinné formy též v elektronické podobě na CD</w:t>
      </w:r>
      <w:r w:rsidR="00883239">
        <w:rPr>
          <w:rFonts w:ascii="Times New Roman" w:hAnsi="Times New Roman" w:cs="Times New Roman"/>
        </w:rPr>
        <w:t xml:space="preserve"> (nebo </w:t>
      </w:r>
      <w:proofErr w:type="spellStart"/>
      <w:r w:rsidR="00883239">
        <w:rPr>
          <w:rFonts w:ascii="Times New Roman" w:hAnsi="Times New Roman" w:cs="Times New Roman"/>
        </w:rPr>
        <w:t>flash</w:t>
      </w:r>
      <w:proofErr w:type="spellEnd"/>
      <w:r w:rsidR="00883239">
        <w:rPr>
          <w:rFonts w:ascii="Times New Roman" w:hAnsi="Times New Roman" w:cs="Times New Roman"/>
        </w:rPr>
        <w:t xml:space="preserve"> disk)</w:t>
      </w:r>
      <w:r w:rsidRPr="00DD70C1" w:rsidDel="00697906">
        <w:rPr>
          <w:rFonts w:ascii="Times New Roman" w:hAnsi="Times New Roman" w:cs="Times New Roman"/>
        </w:rPr>
        <w:t>. Informace na CD mají pouze informativní povahu. Každý účastník je povinen předložit návrh smlouvy v elektronické podobě ve formátu .doc nebo .</w:t>
      </w:r>
      <w:proofErr w:type="spellStart"/>
      <w:r w:rsidRPr="00DD70C1" w:rsidDel="00697906">
        <w:rPr>
          <w:rFonts w:ascii="Times New Roman" w:hAnsi="Times New Roman" w:cs="Times New Roman"/>
        </w:rPr>
        <w:t>docx</w:t>
      </w:r>
      <w:proofErr w:type="spellEnd"/>
      <w:r w:rsidRPr="00DD70C1" w:rsidDel="00697906">
        <w:rPr>
          <w:rFonts w:ascii="Times New Roman" w:hAnsi="Times New Roman" w:cs="Times New Roman"/>
        </w:rPr>
        <w:t>.</w:t>
      </w:r>
    </w:p>
    <w:p w14:paraId="54793E00" w14:textId="77777777" w:rsidR="00DA3CF1" w:rsidRPr="00DD70C1" w:rsidDel="00697906" w:rsidRDefault="00DA3CF1" w:rsidP="000228DA">
      <w:pPr>
        <w:pStyle w:val="AKFZFnormln"/>
        <w:spacing w:line="240" w:lineRule="auto"/>
        <w:ind w:left="708" w:hanging="708"/>
        <w:rPr>
          <w:rFonts w:ascii="Times New Roman" w:hAnsi="Times New Roman" w:cs="Times New Roman"/>
        </w:rPr>
      </w:pPr>
      <w:r w:rsidRPr="00DD70C1" w:rsidDel="00697906">
        <w:rPr>
          <w:rFonts w:ascii="Times New Roman" w:hAnsi="Times New Roman" w:cs="Times New Roman"/>
        </w:rPr>
        <w:t>Nabídka na Veřejnou zakázku bude předložena v následující struktuře:</w:t>
      </w:r>
    </w:p>
    <w:p w14:paraId="4A4C629C" w14:textId="77777777" w:rsidR="00DA3CF1" w:rsidRPr="00DD70C1" w:rsidRDefault="00DA3CF1" w:rsidP="000228DA">
      <w:pPr>
        <w:pStyle w:val="AKFZFnormln"/>
        <w:numPr>
          <w:ilvl w:val="0"/>
          <w:numId w:val="17"/>
        </w:numPr>
        <w:spacing w:line="240" w:lineRule="auto"/>
        <w:ind w:left="708" w:hanging="708"/>
        <w:rPr>
          <w:rFonts w:ascii="Times New Roman" w:hAnsi="Times New Roman" w:cs="Times New Roman"/>
        </w:rPr>
      </w:pPr>
      <w:r w:rsidRPr="00DD70C1">
        <w:rPr>
          <w:rFonts w:ascii="Times New Roman" w:hAnsi="Times New Roman" w:cs="Times New Roman"/>
        </w:rPr>
        <w:t>Krycí list nabídky dle vzoru, který tvoří přílohu č.1 této zadávací dokumentace</w:t>
      </w:r>
    </w:p>
    <w:p w14:paraId="6F6FE7FD" w14:textId="77777777" w:rsidR="00DA3CF1" w:rsidRPr="00DD70C1" w:rsidDel="00697906" w:rsidRDefault="00DA3CF1" w:rsidP="000228DA">
      <w:pPr>
        <w:pStyle w:val="AKFZFnormln"/>
        <w:numPr>
          <w:ilvl w:val="0"/>
          <w:numId w:val="17"/>
        </w:numPr>
        <w:spacing w:line="240" w:lineRule="auto"/>
        <w:ind w:left="708" w:hanging="708"/>
        <w:rPr>
          <w:rFonts w:ascii="Times New Roman" w:hAnsi="Times New Roman" w:cs="Times New Roman"/>
        </w:rPr>
      </w:pPr>
      <w:r w:rsidRPr="00DD70C1" w:rsidDel="00697906">
        <w:rPr>
          <w:rFonts w:ascii="Times New Roman" w:hAnsi="Times New Roman" w:cs="Times New Roman"/>
        </w:rPr>
        <w:t>Obsah nabídky</w:t>
      </w:r>
    </w:p>
    <w:p w14:paraId="3323D5A3" w14:textId="77777777" w:rsidR="00DA3CF1" w:rsidRPr="00DD70C1" w:rsidDel="00697906" w:rsidRDefault="00DA3CF1" w:rsidP="000228DA">
      <w:pPr>
        <w:pStyle w:val="AKFZFnormln"/>
        <w:numPr>
          <w:ilvl w:val="0"/>
          <w:numId w:val="17"/>
        </w:numPr>
        <w:spacing w:line="240" w:lineRule="auto"/>
        <w:ind w:left="708" w:hanging="708"/>
        <w:rPr>
          <w:rFonts w:ascii="Times New Roman" w:hAnsi="Times New Roman" w:cs="Times New Roman"/>
        </w:rPr>
      </w:pPr>
      <w:r w:rsidRPr="00DD70C1" w:rsidDel="00697906">
        <w:rPr>
          <w:rFonts w:ascii="Times New Roman" w:hAnsi="Times New Roman" w:cs="Times New Roman"/>
          <w:snapToGrid w:val="0"/>
        </w:rPr>
        <w:t>Doklady</w:t>
      </w:r>
      <w:r w:rsidRPr="00DD70C1" w:rsidDel="00697906">
        <w:rPr>
          <w:rFonts w:ascii="Times New Roman" w:hAnsi="Times New Roman" w:cs="Times New Roman"/>
        </w:rPr>
        <w:t xml:space="preserve"> prokazující splnění kvalifikačních předpokladů</w:t>
      </w:r>
      <w:r w:rsidRPr="00DD70C1">
        <w:rPr>
          <w:rFonts w:ascii="Times New Roman" w:hAnsi="Times New Roman" w:cs="Times New Roman"/>
        </w:rPr>
        <w:t>, které jsou obsahem přílohy č. 2 této zadávací dokumentace</w:t>
      </w:r>
    </w:p>
    <w:p w14:paraId="06E2EEA0" w14:textId="02848993" w:rsidR="00DA3CF1" w:rsidRPr="00DD70C1" w:rsidDel="00697906" w:rsidRDefault="00DA3CF1" w:rsidP="000228DA">
      <w:pPr>
        <w:pStyle w:val="AKFZFnormln"/>
        <w:numPr>
          <w:ilvl w:val="0"/>
          <w:numId w:val="17"/>
        </w:numPr>
        <w:spacing w:line="240" w:lineRule="auto"/>
        <w:ind w:left="708" w:hanging="708"/>
        <w:rPr>
          <w:rFonts w:ascii="Times New Roman" w:hAnsi="Times New Roman" w:cs="Times New Roman"/>
        </w:rPr>
      </w:pPr>
      <w:r w:rsidRPr="00DD70C1" w:rsidDel="00697906">
        <w:rPr>
          <w:rFonts w:ascii="Times New Roman" w:hAnsi="Times New Roman" w:cs="Times New Roman"/>
        </w:rPr>
        <w:t>Seznam poddodavatelů</w:t>
      </w:r>
      <w:r w:rsidRPr="00DD70C1">
        <w:rPr>
          <w:rFonts w:ascii="Times New Roman" w:hAnsi="Times New Roman" w:cs="Times New Roman"/>
        </w:rPr>
        <w:t xml:space="preserve">, který tvoří přílohu č. </w:t>
      </w:r>
      <w:r w:rsidR="002472AE">
        <w:rPr>
          <w:rFonts w:ascii="Times New Roman" w:hAnsi="Times New Roman" w:cs="Times New Roman"/>
        </w:rPr>
        <w:t>4</w:t>
      </w:r>
      <w:r w:rsidRPr="00DD70C1">
        <w:rPr>
          <w:rFonts w:ascii="Times New Roman" w:hAnsi="Times New Roman" w:cs="Times New Roman"/>
        </w:rPr>
        <w:t xml:space="preserve"> této zadávací dokumentace</w:t>
      </w:r>
    </w:p>
    <w:p w14:paraId="4AE9125E" w14:textId="29FB5CA3" w:rsidR="00DA3CF1" w:rsidRPr="00DD70C1" w:rsidDel="00697906" w:rsidRDefault="00DA3CF1" w:rsidP="000228DA">
      <w:pPr>
        <w:pStyle w:val="AKFZFnormln"/>
        <w:numPr>
          <w:ilvl w:val="0"/>
          <w:numId w:val="17"/>
        </w:numPr>
        <w:spacing w:line="240" w:lineRule="auto"/>
        <w:ind w:left="708" w:hanging="708"/>
        <w:rPr>
          <w:rFonts w:ascii="Times New Roman" w:hAnsi="Times New Roman" w:cs="Times New Roman"/>
        </w:rPr>
      </w:pPr>
      <w:r w:rsidRPr="00DD70C1" w:rsidDel="00697906">
        <w:rPr>
          <w:rFonts w:ascii="Times New Roman" w:hAnsi="Times New Roman" w:cs="Times New Roman"/>
        </w:rPr>
        <w:t>Podepsaný závazný návrh smlouvy na plnění Veřejné zakázky</w:t>
      </w:r>
      <w:r w:rsidRPr="00DD70C1">
        <w:rPr>
          <w:rFonts w:ascii="Times New Roman" w:hAnsi="Times New Roman" w:cs="Times New Roman"/>
        </w:rPr>
        <w:t xml:space="preserve">, který tvoří přílohu č. </w:t>
      </w:r>
      <w:r w:rsidR="002472AE">
        <w:rPr>
          <w:rFonts w:ascii="Times New Roman" w:hAnsi="Times New Roman" w:cs="Times New Roman"/>
        </w:rPr>
        <w:t>5</w:t>
      </w:r>
      <w:r w:rsidRPr="00DD70C1">
        <w:rPr>
          <w:rFonts w:ascii="Times New Roman" w:hAnsi="Times New Roman" w:cs="Times New Roman"/>
        </w:rPr>
        <w:t xml:space="preserve"> této zadávací dokumentace</w:t>
      </w:r>
    </w:p>
    <w:p w14:paraId="6A7285DC" w14:textId="77777777" w:rsidR="00DA3CF1" w:rsidRPr="00DD70C1" w:rsidDel="00697906" w:rsidRDefault="00DA3CF1" w:rsidP="000228DA">
      <w:pPr>
        <w:pStyle w:val="AKFZFnormln"/>
        <w:numPr>
          <w:ilvl w:val="0"/>
          <w:numId w:val="17"/>
        </w:numPr>
        <w:spacing w:line="240" w:lineRule="auto"/>
        <w:ind w:left="708" w:hanging="708"/>
        <w:rPr>
          <w:rFonts w:ascii="Times New Roman" w:hAnsi="Times New Roman" w:cs="Times New Roman"/>
        </w:rPr>
      </w:pPr>
      <w:r w:rsidRPr="00DD70C1" w:rsidDel="00697906">
        <w:rPr>
          <w:rFonts w:ascii="Times New Roman" w:hAnsi="Times New Roman" w:cs="Times New Roman"/>
        </w:rPr>
        <w:t>Další dokumenty požadované zadávací dokumentací anebo dle uvážení účastníka</w:t>
      </w:r>
      <w:r w:rsidRPr="00DD70C1">
        <w:rPr>
          <w:rFonts w:ascii="Times New Roman" w:hAnsi="Times New Roman" w:cs="Times New Roman"/>
        </w:rPr>
        <w:t xml:space="preserve"> – doklady osvědčující odbornou způsobilost osob, vyplněné formuláře 3.1 až 3.3 (nebo poddodavatelské smlouvy)</w:t>
      </w:r>
    </w:p>
    <w:p w14:paraId="46864C0C" w14:textId="77777777" w:rsidR="00DA3CF1" w:rsidRPr="00DD70C1" w:rsidDel="00697906" w:rsidRDefault="00DA3CF1" w:rsidP="000228DA">
      <w:pPr>
        <w:pStyle w:val="AKFZFnormln"/>
        <w:spacing w:line="240" w:lineRule="auto"/>
        <w:rPr>
          <w:rFonts w:ascii="Times New Roman" w:hAnsi="Times New Roman" w:cs="Times New Roman"/>
        </w:rPr>
      </w:pPr>
      <w:r w:rsidRPr="00DD70C1" w:rsidDel="00697906">
        <w:rPr>
          <w:rFonts w:ascii="Times New Roman" w:hAnsi="Times New Roman" w:cs="Times New Roman"/>
        </w:rPr>
        <w:t>Požadavky na členění nabídky dle výše uvedeného mají doporučující charakter.</w:t>
      </w:r>
    </w:p>
    <w:p w14:paraId="29203D41" w14:textId="77777777" w:rsidR="00DA3CF1" w:rsidRPr="00DD70C1" w:rsidDel="00697906" w:rsidRDefault="00DA3CF1" w:rsidP="000228DA">
      <w:pPr>
        <w:pStyle w:val="AKFZFnovnadpis2"/>
        <w:spacing w:line="240" w:lineRule="auto"/>
        <w:rPr>
          <w:rFonts w:ascii="Times New Roman" w:hAnsi="Times New Roman" w:cs="Times New Roman"/>
        </w:rPr>
      </w:pPr>
      <w:bookmarkStart w:id="18" w:name="_Toc479667794"/>
      <w:r w:rsidRPr="00DD70C1" w:rsidDel="00697906">
        <w:rPr>
          <w:rFonts w:ascii="Times New Roman" w:hAnsi="Times New Roman" w:cs="Times New Roman"/>
        </w:rPr>
        <w:lastRenderedPageBreak/>
        <w:t>Jazyk nabídky</w:t>
      </w:r>
      <w:bookmarkEnd w:id="18"/>
    </w:p>
    <w:p w14:paraId="54DAB8BC" w14:textId="77777777" w:rsidR="00DA3CF1" w:rsidRPr="00DD70C1" w:rsidDel="00697906" w:rsidRDefault="00DA3CF1" w:rsidP="000228DA">
      <w:pPr>
        <w:pStyle w:val="AKFZFnormln"/>
        <w:spacing w:line="240" w:lineRule="auto"/>
        <w:rPr>
          <w:rFonts w:ascii="Times New Roman" w:hAnsi="Times New Roman" w:cs="Times New Roman"/>
        </w:rPr>
      </w:pPr>
      <w:r w:rsidRPr="00DD70C1" w:rsidDel="00697906">
        <w:rPr>
          <w:rFonts w:ascii="Times New Roman" w:hAnsi="Times New Roman" w:cs="Times New Roman"/>
        </w:rPr>
        <w:t>Nabídka musí být zpracována ve všech svých částech v českém jazyce (výjimku tvoří odborné údaje a názvy).</w:t>
      </w:r>
    </w:p>
    <w:p w14:paraId="65EDE122" w14:textId="77777777" w:rsidR="00DA3CF1" w:rsidRPr="00DD70C1" w:rsidRDefault="00DA3CF1" w:rsidP="000228DA">
      <w:pPr>
        <w:pStyle w:val="AKFZFnovNadpis1"/>
        <w:spacing w:line="240" w:lineRule="auto"/>
        <w:rPr>
          <w:rFonts w:ascii="Times New Roman" w:hAnsi="Times New Roman" w:cs="Times New Roman"/>
        </w:rPr>
      </w:pPr>
      <w:bookmarkStart w:id="19" w:name="_Toc479667795"/>
      <w:r w:rsidRPr="00DD70C1">
        <w:rPr>
          <w:rFonts w:ascii="Times New Roman" w:hAnsi="Times New Roman" w:cs="Times New Roman"/>
        </w:rPr>
        <w:t>KVALIFIKACE ÚČASTNÍKŮ</w:t>
      </w:r>
      <w:bookmarkEnd w:id="19"/>
    </w:p>
    <w:p w14:paraId="71E2B136" w14:textId="77777777" w:rsidR="00DA3CF1" w:rsidRPr="00DD70C1" w:rsidRDefault="00DA3CF1" w:rsidP="000228DA">
      <w:pPr>
        <w:pStyle w:val="AKFZFnovnadpis2"/>
        <w:spacing w:line="240" w:lineRule="auto"/>
        <w:rPr>
          <w:rFonts w:ascii="Times New Roman" w:hAnsi="Times New Roman" w:cs="Times New Roman"/>
        </w:rPr>
      </w:pPr>
      <w:bookmarkStart w:id="20" w:name="_Toc479667796"/>
      <w:r w:rsidRPr="00DD70C1">
        <w:rPr>
          <w:rFonts w:ascii="Times New Roman" w:hAnsi="Times New Roman" w:cs="Times New Roman"/>
        </w:rPr>
        <w:t>Obecná ustanovení o prokazování kvalifikace</w:t>
      </w:r>
      <w:bookmarkEnd w:id="20"/>
    </w:p>
    <w:p w14:paraId="20B558FC" w14:textId="77777777" w:rsidR="00DA3CF1" w:rsidRPr="00DD70C1" w:rsidRDefault="00DA3CF1" w:rsidP="000228DA">
      <w:pPr>
        <w:pStyle w:val="AKFZFnormln"/>
        <w:spacing w:line="240" w:lineRule="auto"/>
        <w:rPr>
          <w:rFonts w:ascii="Times New Roman" w:hAnsi="Times New Roman" w:cs="Times New Roman"/>
        </w:rPr>
      </w:pPr>
      <w:r w:rsidRPr="00DD70C1">
        <w:rPr>
          <w:rFonts w:ascii="Times New Roman" w:hAnsi="Times New Roman" w:cs="Times New Roman"/>
        </w:rPr>
        <w:t>Zadavatel stanovil požadavky na kvalifikaci analogicky k požadavkům uvedeným v § 73 zákona.</w:t>
      </w:r>
    </w:p>
    <w:p w14:paraId="68237278" w14:textId="77777777" w:rsidR="00DA3CF1" w:rsidRPr="00DD70C1" w:rsidRDefault="00DA3CF1" w:rsidP="000228DA">
      <w:pPr>
        <w:pStyle w:val="AKFZFnormln"/>
        <w:spacing w:line="240" w:lineRule="auto"/>
        <w:rPr>
          <w:rFonts w:ascii="Times New Roman" w:hAnsi="Times New Roman" w:cs="Times New Roman"/>
        </w:rPr>
      </w:pPr>
      <w:r w:rsidRPr="00DD70C1">
        <w:rPr>
          <w:rFonts w:ascii="Times New Roman" w:hAnsi="Times New Roman" w:cs="Times New Roman"/>
        </w:rPr>
        <w:t>Kvalifikovaným pro splnění Veřejné zakázky je účastník, který:</w:t>
      </w:r>
    </w:p>
    <w:p w14:paraId="32EB44E7" w14:textId="06826313" w:rsidR="00DA3CF1" w:rsidRPr="00DD70C1" w:rsidRDefault="00DA3CF1" w:rsidP="000228DA">
      <w:pPr>
        <w:pStyle w:val="AKFZFnormln"/>
        <w:numPr>
          <w:ilvl w:val="0"/>
          <w:numId w:val="12"/>
        </w:numPr>
        <w:spacing w:line="240" w:lineRule="auto"/>
        <w:ind w:hanging="720"/>
        <w:rPr>
          <w:rFonts w:ascii="Times New Roman" w:hAnsi="Times New Roman" w:cs="Times New Roman"/>
        </w:rPr>
      </w:pPr>
      <w:r w:rsidRPr="00DD70C1">
        <w:rPr>
          <w:rFonts w:ascii="Times New Roman" w:hAnsi="Times New Roman" w:cs="Times New Roman"/>
        </w:rPr>
        <w:t xml:space="preserve">splní základní způsobilosti ve smyslu § 74 a násl. zákona, v rozsahu dle odst. </w:t>
      </w:r>
      <w:r w:rsidR="009539D8" w:rsidRPr="00DD70C1">
        <w:rPr>
          <w:rFonts w:ascii="Times New Roman" w:hAnsi="Times New Roman" w:cs="Times New Roman"/>
        </w:rPr>
        <w:fldChar w:fldCharType="begin"/>
      </w:r>
      <w:r w:rsidR="009539D8" w:rsidRPr="00DD70C1">
        <w:rPr>
          <w:rFonts w:ascii="Times New Roman" w:hAnsi="Times New Roman" w:cs="Times New Roman"/>
        </w:rPr>
        <w:instrText xml:space="preserve"> REF _Ref460340856 \r \h  \* MERGEFORMAT </w:instrText>
      </w:r>
      <w:r w:rsidR="009539D8" w:rsidRPr="00DD70C1">
        <w:rPr>
          <w:rFonts w:ascii="Times New Roman" w:hAnsi="Times New Roman" w:cs="Times New Roman"/>
        </w:rPr>
      </w:r>
      <w:r w:rsidR="009539D8" w:rsidRPr="00DD70C1">
        <w:rPr>
          <w:rFonts w:ascii="Times New Roman" w:hAnsi="Times New Roman" w:cs="Times New Roman"/>
        </w:rPr>
        <w:fldChar w:fldCharType="separate"/>
      </w:r>
      <w:r w:rsidR="0057346A">
        <w:rPr>
          <w:rFonts w:ascii="Times New Roman" w:hAnsi="Times New Roman" w:cs="Times New Roman"/>
        </w:rPr>
        <w:t>3.2</w:t>
      </w:r>
      <w:r w:rsidR="009539D8" w:rsidRPr="00DD70C1">
        <w:rPr>
          <w:rFonts w:ascii="Times New Roman" w:hAnsi="Times New Roman" w:cs="Times New Roman"/>
        </w:rPr>
        <w:fldChar w:fldCharType="end"/>
      </w:r>
      <w:r w:rsidRPr="00DD70C1">
        <w:rPr>
          <w:rFonts w:ascii="Times New Roman" w:hAnsi="Times New Roman" w:cs="Times New Roman"/>
        </w:rPr>
        <w:t xml:space="preserve"> této zadávací dokumentace;</w:t>
      </w:r>
    </w:p>
    <w:p w14:paraId="06BF2D8F" w14:textId="77777777" w:rsidR="00DA3CF1" w:rsidRPr="00DD70C1" w:rsidRDefault="00DA3CF1" w:rsidP="000228DA">
      <w:pPr>
        <w:pStyle w:val="AKFZFnormln"/>
        <w:numPr>
          <w:ilvl w:val="0"/>
          <w:numId w:val="12"/>
        </w:numPr>
        <w:spacing w:line="240" w:lineRule="auto"/>
        <w:ind w:hanging="720"/>
        <w:rPr>
          <w:rFonts w:ascii="Times New Roman" w:hAnsi="Times New Roman" w:cs="Times New Roman"/>
        </w:rPr>
      </w:pPr>
      <w:r w:rsidRPr="00DD70C1">
        <w:rPr>
          <w:rFonts w:ascii="Times New Roman" w:hAnsi="Times New Roman" w:cs="Times New Roman"/>
        </w:rPr>
        <w:t>splní profesní způsobilosti ve smyslu § 77 zákona, v rozsahu dle odst. 3.3 této zadávací dokumentace;</w:t>
      </w:r>
    </w:p>
    <w:p w14:paraId="6F43800B" w14:textId="77777777" w:rsidR="00DA3CF1" w:rsidRPr="00DD70C1" w:rsidRDefault="00DA3CF1" w:rsidP="000228DA">
      <w:pPr>
        <w:pStyle w:val="AKFZFnormln"/>
        <w:numPr>
          <w:ilvl w:val="0"/>
          <w:numId w:val="12"/>
        </w:numPr>
        <w:spacing w:line="240" w:lineRule="auto"/>
        <w:ind w:hanging="720"/>
        <w:rPr>
          <w:rFonts w:ascii="Times New Roman" w:hAnsi="Times New Roman" w:cs="Times New Roman"/>
        </w:rPr>
      </w:pPr>
      <w:r w:rsidRPr="00DD70C1">
        <w:rPr>
          <w:rFonts w:ascii="Times New Roman" w:hAnsi="Times New Roman" w:cs="Times New Roman"/>
        </w:rPr>
        <w:t>splní technickou kvalifikaci ve smyslu § 79 a násl. zákona, v rozsahu dle odst. 3.4 této zadávací dokumentace.</w:t>
      </w:r>
    </w:p>
    <w:p w14:paraId="0B940F93" w14:textId="77777777" w:rsidR="00DA3CF1" w:rsidRPr="00DD70C1" w:rsidRDefault="00DA3CF1" w:rsidP="000228DA">
      <w:pPr>
        <w:pStyle w:val="AKFZFnovnadpis2"/>
        <w:spacing w:line="240" w:lineRule="auto"/>
        <w:rPr>
          <w:rFonts w:ascii="Times New Roman" w:hAnsi="Times New Roman" w:cs="Times New Roman"/>
        </w:rPr>
      </w:pPr>
      <w:bookmarkStart w:id="21" w:name="_Ref460340856"/>
      <w:bookmarkStart w:id="22" w:name="_Toc479667797"/>
      <w:r w:rsidRPr="00DD70C1">
        <w:rPr>
          <w:rFonts w:ascii="Times New Roman" w:hAnsi="Times New Roman" w:cs="Times New Roman"/>
        </w:rPr>
        <w:t>Základní způsobilost</w:t>
      </w:r>
      <w:bookmarkEnd w:id="21"/>
      <w:bookmarkEnd w:id="22"/>
    </w:p>
    <w:p w14:paraId="4A262B55" w14:textId="77777777" w:rsidR="00DA3CF1" w:rsidRPr="00DD70C1" w:rsidRDefault="00DA3CF1" w:rsidP="000228DA">
      <w:pPr>
        <w:pStyle w:val="AKFZFnormln"/>
        <w:spacing w:line="240" w:lineRule="auto"/>
        <w:rPr>
          <w:rFonts w:ascii="Times New Roman" w:hAnsi="Times New Roman" w:cs="Times New Roman"/>
        </w:rPr>
      </w:pPr>
      <w:r w:rsidRPr="00DD70C1">
        <w:rPr>
          <w:rFonts w:ascii="Times New Roman" w:hAnsi="Times New Roman" w:cs="Times New Roman"/>
        </w:rPr>
        <w:t>Účastník je povinen prokázat základní způsobilost v rozsahu dle písm. a) až e) ustanovení § 74 odst. 1 zákona. Ustanovení § 74 odst. 2 a 3 zákona se aplikují obdobně.</w:t>
      </w:r>
    </w:p>
    <w:p w14:paraId="355926CF" w14:textId="77777777" w:rsidR="00DA3CF1" w:rsidRPr="00DD70C1" w:rsidRDefault="00DA3CF1" w:rsidP="000228DA">
      <w:pPr>
        <w:pStyle w:val="AKFZFnormln"/>
        <w:spacing w:line="240" w:lineRule="auto"/>
        <w:rPr>
          <w:rFonts w:ascii="Times New Roman" w:hAnsi="Times New Roman" w:cs="Times New Roman"/>
        </w:rPr>
      </w:pPr>
      <w:r w:rsidRPr="00DD70C1">
        <w:rPr>
          <w:rFonts w:ascii="Times New Roman" w:hAnsi="Times New Roman" w:cs="Times New Roman"/>
        </w:rPr>
        <w:t>Účastník</w:t>
      </w:r>
      <w:r w:rsidRPr="00DD70C1">
        <w:rPr>
          <w:rFonts w:ascii="Times New Roman" w:hAnsi="Times New Roman" w:cs="Times New Roman"/>
          <w:snapToGrid w:val="0"/>
        </w:rPr>
        <w:t xml:space="preserve"> prokáže základní způsobilost následujícími způsoby:</w:t>
      </w:r>
    </w:p>
    <w:p w14:paraId="38329F41" w14:textId="77777777" w:rsidR="00DA3CF1" w:rsidRPr="00DD70C1" w:rsidRDefault="00DA3CF1" w:rsidP="000228DA">
      <w:pPr>
        <w:pStyle w:val="AKFZFnormln"/>
        <w:numPr>
          <w:ilvl w:val="0"/>
          <w:numId w:val="15"/>
        </w:numPr>
        <w:spacing w:line="240" w:lineRule="auto"/>
        <w:ind w:hanging="720"/>
        <w:rPr>
          <w:rFonts w:ascii="Times New Roman" w:hAnsi="Times New Roman" w:cs="Times New Roman"/>
        </w:rPr>
      </w:pPr>
      <w:r w:rsidRPr="00DD70C1">
        <w:rPr>
          <w:rFonts w:ascii="Times New Roman" w:hAnsi="Times New Roman" w:cs="Times New Roman"/>
        </w:rPr>
        <w:t>splnění základní způsobilosti podle § 74 odst. 1 písm. a) zákona předložením výpisu z evidence Rejstříků trestů,</w:t>
      </w:r>
    </w:p>
    <w:p w14:paraId="0914421B" w14:textId="77777777" w:rsidR="00DA3CF1" w:rsidRPr="00DD70C1" w:rsidRDefault="00DA3CF1" w:rsidP="000228DA">
      <w:pPr>
        <w:pStyle w:val="AKFZFnormln"/>
        <w:numPr>
          <w:ilvl w:val="0"/>
          <w:numId w:val="15"/>
        </w:numPr>
        <w:spacing w:line="240" w:lineRule="auto"/>
        <w:ind w:hanging="720"/>
        <w:rPr>
          <w:rFonts w:ascii="Times New Roman" w:hAnsi="Times New Roman" w:cs="Times New Roman"/>
        </w:rPr>
      </w:pPr>
      <w:r w:rsidRPr="00DD70C1">
        <w:rPr>
          <w:rFonts w:ascii="Times New Roman" w:hAnsi="Times New Roman" w:cs="Times New Roman"/>
        </w:rPr>
        <w:t>splnění základní způsobilosti podle § 74 odst. 1 písm. b) zákona předložením potvrzení příslušného finančního úřadu,</w:t>
      </w:r>
    </w:p>
    <w:p w14:paraId="6938AFD7" w14:textId="77777777" w:rsidR="00DA3CF1" w:rsidRPr="00DD70C1" w:rsidRDefault="00DA3CF1" w:rsidP="000228DA">
      <w:pPr>
        <w:pStyle w:val="AKFZFnormln"/>
        <w:numPr>
          <w:ilvl w:val="0"/>
          <w:numId w:val="15"/>
        </w:numPr>
        <w:spacing w:line="240" w:lineRule="auto"/>
        <w:ind w:hanging="720"/>
        <w:rPr>
          <w:rFonts w:ascii="Times New Roman" w:hAnsi="Times New Roman" w:cs="Times New Roman"/>
        </w:rPr>
      </w:pPr>
      <w:r w:rsidRPr="00DD70C1">
        <w:rPr>
          <w:rFonts w:ascii="Times New Roman" w:hAnsi="Times New Roman" w:cs="Times New Roman"/>
        </w:rPr>
        <w:t>splnění základní způsobilosti ve vztahu ke spotřební dani podle § 74 odst. 1 písm. b) předložením písemného čestného prohlášení,</w:t>
      </w:r>
    </w:p>
    <w:p w14:paraId="3EBEC77D" w14:textId="77777777" w:rsidR="00DA3CF1" w:rsidRPr="00DD70C1" w:rsidRDefault="00DA3CF1" w:rsidP="000228DA">
      <w:pPr>
        <w:pStyle w:val="AKFZFnormln"/>
        <w:numPr>
          <w:ilvl w:val="0"/>
          <w:numId w:val="15"/>
        </w:numPr>
        <w:spacing w:line="240" w:lineRule="auto"/>
        <w:ind w:hanging="720"/>
        <w:rPr>
          <w:rFonts w:ascii="Times New Roman" w:hAnsi="Times New Roman" w:cs="Times New Roman"/>
        </w:rPr>
      </w:pPr>
      <w:r w:rsidRPr="00DD70C1">
        <w:rPr>
          <w:rFonts w:ascii="Times New Roman" w:hAnsi="Times New Roman" w:cs="Times New Roman"/>
        </w:rPr>
        <w:t>splnění základní způsobilosti podle § 74 odst. 1 písm. c) předložením čestného prohlášení,</w:t>
      </w:r>
    </w:p>
    <w:p w14:paraId="37F7CDF8" w14:textId="77777777" w:rsidR="00DA3CF1" w:rsidRPr="00DD70C1" w:rsidRDefault="00DA3CF1" w:rsidP="000228DA">
      <w:pPr>
        <w:pStyle w:val="AKFZFnormln"/>
        <w:numPr>
          <w:ilvl w:val="0"/>
          <w:numId w:val="15"/>
        </w:numPr>
        <w:spacing w:line="240" w:lineRule="auto"/>
        <w:ind w:hanging="720"/>
        <w:rPr>
          <w:rFonts w:ascii="Times New Roman" w:hAnsi="Times New Roman" w:cs="Times New Roman"/>
        </w:rPr>
      </w:pPr>
      <w:r w:rsidRPr="00DD70C1">
        <w:rPr>
          <w:rFonts w:ascii="Times New Roman" w:hAnsi="Times New Roman" w:cs="Times New Roman"/>
        </w:rPr>
        <w:t>splnění základní způsobilosti podle § 74 odst. 1 písm. d) předložením potvrzení příslušné okresní správy sociálního zabezpečení,</w:t>
      </w:r>
    </w:p>
    <w:p w14:paraId="38A5687A" w14:textId="77777777" w:rsidR="00DA3CF1" w:rsidRPr="00DD70C1" w:rsidRDefault="00DA3CF1" w:rsidP="000228DA">
      <w:pPr>
        <w:pStyle w:val="AKFZFnormln"/>
        <w:numPr>
          <w:ilvl w:val="0"/>
          <w:numId w:val="15"/>
        </w:numPr>
        <w:spacing w:line="240" w:lineRule="auto"/>
        <w:ind w:hanging="720"/>
        <w:rPr>
          <w:rFonts w:ascii="Times New Roman" w:hAnsi="Times New Roman" w:cs="Times New Roman"/>
        </w:rPr>
      </w:pPr>
      <w:r w:rsidRPr="00DD70C1">
        <w:rPr>
          <w:rFonts w:ascii="Times New Roman" w:hAnsi="Times New Roman" w:cs="Times New Roman"/>
        </w:rPr>
        <w:t>splnění základní způsobilosti podle § 74 odst. 1 písm. e) předložením výpisu z obchodního rejstříku, nebo předložením písemného čestného prohlášení v případě, že není v obchodním rejstříku zapsán</w:t>
      </w:r>
    </w:p>
    <w:p w14:paraId="3CA5F1CD" w14:textId="77777777" w:rsidR="00DA3CF1" w:rsidRPr="00883239" w:rsidRDefault="00E64FB5" w:rsidP="000228DA">
      <w:pPr>
        <w:pStyle w:val="AKFZFnormln"/>
        <w:spacing w:line="240" w:lineRule="auto"/>
        <w:rPr>
          <w:rFonts w:ascii="Times New Roman" w:hAnsi="Times New Roman" w:cs="Times New Roman"/>
          <w:b/>
        </w:rPr>
      </w:pPr>
      <w:r w:rsidRPr="00883239">
        <w:rPr>
          <w:rFonts w:ascii="Times New Roman" w:hAnsi="Times New Roman" w:cs="Times New Roman"/>
          <w:b/>
        </w:rPr>
        <w:t>nebo</w:t>
      </w:r>
      <w:r w:rsidR="00DA3CF1" w:rsidRPr="00883239">
        <w:rPr>
          <w:rFonts w:ascii="Times New Roman" w:hAnsi="Times New Roman" w:cs="Times New Roman"/>
          <w:b/>
        </w:rPr>
        <w:t xml:space="preserve"> </w:t>
      </w:r>
      <w:r w:rsidR="00DA3CF1" w:rsidRPr="00883239">
        <w:rPr>
          <w:rFonts w:ascii="Times New Roman" w:hAnsi="Times New Roman" w:cs="Times New Roman"/>
          <w:b/>
          <w:snapToGrid w:val="0"/>
        </w:rPr>
        <w:t>předložením písemného čestného prohlášení. Za tímto účelem lze využít vzoru uvedeného v příloze č. 2 této zadávací dokumentace.</w:t>
      </w:r>
    </w:p>
    <w:p w14:paraId="453A2B60" w14:textId="77777777" w:rsidR="00DA3CF1" w:rsidRPr="00DD70C1" w:rsidRDefault="00DA3CF1" w:rsidP="000228DA">
      <w:pPr>
        <w:pStyle w:val="AKFZFnovnadpis2"/>
        <w:spacing w:line="240" w:lineRule="auto"/>
        <w:rPr>
          <w:rFonts w:ascii="Times New Roman" w:hAnsi="Times New Roman" w:cs="Times New Roman"/>
        </w:rPr>
      </w:pPr>
      <w:bookmarkStart w:id="23" w:name="_Ref460843626"/>
      <w:bookmarkStart w:id="24" w:name="_Toc479667798"/>
      <w:r w:rsidRPr="00DD70C1">
        <w:rPr>
          <w:rFonts w:ascii="Times New Roman" w:hAnsi="Times New Roman" w:cs="Times New Roman"/>
        </w:rPr>
        <w:t>Profesní způsobilost</w:t>
      </w:r>
      <w:bookmarkEnd w:id="23"/>
      <w:bookmarkEnd w:id="24"/>
    </w:p>
    <w:p w14:paraId="639EDCE9" w14:textId="77777777" w:rsidR="00DA3CF1" w:rsidRPr="00DD70C1" w:rsidRDefault="00DA3CF1" w:rsidP="000228DA">
      <w:pPr>
        <w:pStyle w:val="AKFZFnormln"/>
        <w:spacing w:line="240" w:lineRule="auto"/>
        <w:rPr>
          <w:rFonts w:ascii="Times New Roman" w:hAnsi="Times New Roman" w:cs="Times New Roman"/>
        </w:rPr>
      </w:pPr>
      <w:r w:rsidRPr="00DD70C1">
        <w:rPr>
          <w:rFonts w:ascii="Times New Roman" w:hAnsi="Times New Roman" w:cs="Times New Roman"/>
        </w:rPr>
        <w:t>Účastník je povinen prokázat profesní způsobilost předložením:</w:t>
      </w:r>
    </w:p>
    <w:p w14:paraId="608DCB15" w14:textId="77777777" w:rsidR="00DA3CF1" w:rsidRPr="00DD70C1" w:rsidRDefault="00DA3CF1" w:rsidP="000228DA">
      <w:pPr>
        <w:pStyle w:val="AKFZFnormln"/>
        <w:numPr>
          <w:ilvl w:val="0"/>
          <w:numId w:val="16"/>
        </w:numPr>
        <w:spacing w:line="240" w:lineRule="auto"/>
        <w:ind w:hanging="720"/>
        <w:rPr>
          <w:rFonts w:ascii="Times New Roman" w:hAnsi="Times New Roman" w:cs="Times New Roman"/>
        </w:rPr>
      </w:pPr>
      <w:bookmarkStart w:id="25" w:name="_Ref460844231"/>
      <w:r w:rsidRPr="00DD70C1">
        <w:rPr>
          <w:rFonts w:ascii="Times New Roman" w:hAnsi="Times New Roman" w:cs="Times New Roman"/>
        </w:rPr>
        <w:t>výpisu z obchodního rejstříku, pokud je v něm účastník zapsán, či výpisu z jiné obdobné evidence, pokud jiný právní předpis zápis do takové evidence vyžaduje;</w:t>
      </w:r>
      <w:bookmarkEnd w:id="25"/>
    </w:p>
    <w:p w14:paraId="1D8FAC49" w14:textId="77777777" w:rsidR="00A11A8B" w:rsidRDefault="00DA3CF1" w:rsidP="000228DA">
      <w:pPr>
        <w:pStyle w:val="AKFZFnormln"/>
        <w:numPr>
          <w:ilvl w:val="0"/>
          <w:numId w:val="16"/>
        </w:numPr>
        <w:spacing w:line="240" w:lineRule="auto"/>
        <w:ind w:hanging="720"/>
        <w:rPr>
          <w:rFonts w:ascii="Times New Roman" w:hAnsi="Times New Roman" w:cs="Times New Roman"/>
        </w:rPr>
      </w:pPr>
      <w:r w:rsidRPr="00DD70C1">
        <w:rPr>
          <w:rFonts w:ascii="Times New Roman" w:hAnsi="Times New Roman" w:cs="Times New Roman"/>
        </w:rPr>
        <w:t>dokladu o oprávnění k podnikání v rozsahu odpovídajícím předmětu Veřejné zakázky, zejména dokladu prokazujícího příslušné ži</w:t>
      </w:r>
      <w:r w:rsidR="00A11A8B">
        <w:rPr>
          <w:rFonts w:ascii="Times New Roman" w:hAnsi="Times New Roman" w:cs="Times New Roman"/>
        </w:rPr>
        <w:t>vnostenské oprávnění či licenci:</w:t>
      </w:r>
    </w:p>
    <w:p w14:paraId="3AB4C8CF" w14:textId="4E992DC6" w:rsidR="00DA3CF1" w:rsidRPr="00AB2A8F" w:rsidRDefault="00A11A8B" w:rsidP="00AB2A8F">
      <w:pPr>
        <w:pStyle w:val="AKFZFnormln"/>
        <w:numPr>
          <w:ilvl w:val="0"/>
          <w:numId w:val="46"/>
        </w:numPr>
        <w:spacing w:line="240" w:lineRule="auto"/>
        <w:rPr>
          <w:rFonts w:ascii="Times New Roman" w:hAnsi="Times New Roman" w:cs="Times New Roman"/>
          <w:b/>
        </w:rPr>
      </w:pPr>
      <w:r w:rsidRPr="00AB2A8F">
        <w:rPr>
          <w:rFonts w:ascii="Times New Roman" w:hAnsi="Times New Roman" w:cs="Times New Roman"/>
          <w:b/>
        </w:rPr>
        <w:t>projektová činnost ve výstavbě</w:t>
      </w:r>
    </w:p>
    <w:p w14:paraId="307D233F" w14:textId="2D990B13" w:rsidR="00C84AE6" w:rsidRDefault="00C84AE6" w:rsidP="00AB2A8F">
      <w:pPr>
        <w:pStyle w:val="AKFZFnormln"/>
        <w:numPr>
          <w:ilvl w:val="0"/>
          <w:numId w:val="46"/>
        </w:numPr>
        <w:spacing w:line="240" w:lineRule="auto"/>
        <w:rPr>
          <w:rFonts w:ascii="Times New Roman" w:hAnsi="Times New Roman" w:cs="Times New Roman"/>
          <w:b/>
        </w:rPr>
      </w:pPr>
      <w:r w:rsidRPr="00AB2A8F">
        <w:rPr>
          <w:rFonts w:ascii="Times New Roman" w:hAnsi="Times New Roman" w:cs="Times New Roman"/>
          <w:b/>
        </w:rPr>
        <w:t>poradenská a konzultační činnost, zpracování odborných studií a posudků</w:t>
      </w:r>
    </w:p>
    <w:p w14:paraId="6698101E" w14:textId="77777777" w:rsidR="00AB2A8F" w:rsidRPr="00AB2A8F" w:rsidRDefault="00AB2A8F" w:rsidP="00AB2A8F">
      <w:pPr>
        <w:pStyle w:val="AKFZFnormln"/>
        <w:spacing w:line="240" w:lineRule="auto"/>
        <w:ind w:left="1500"/>
        <w:rPr>
          <w:rFonts w:ascii="Times New Roman" w:hAnsi="Times New Roman" w:cs="Times New Roman"/>
          <w:b/>
        </w:rPr>
      </w:pPr>
    </w:p>
    <w:p w14:paraId="243A2F97" w14:textId="28E7E596" w:rsidR="00E166FF" w:rsidRPr="00883239" w:rsidRDefault="00ED2A61" w:rsidP="00E166FF">
      <w:pPr>
        <w:pStyle w:val="AKFZFnormln"/>
        <w:spacing w:line="240" w:lineRule="auto"/>
        <w:rPr>
          <w:rFonts w:ascii="Times New Roman" w:hAnsi="Times New Roman" w:cs="Times New Roman"/>
          <w:b/>
        </w:rPr>
      </w:pPr>
      <w:r w:rsidRPr="00883239">
        <w:rPr>
          <w:rFonts w:ascii="Times New Roman" w:hAnsi="Times New Roman" w:cs="Times New Roman"/>
          <w:b/>
        </w:rPr>
        <w:t xml:space="preserve">Nebo </w:t>
      </w:r>
      <w:r w:rsidR="0083550F" w:rsidRPr="00883239">
        <w:rPr>
          <w:rFonts w:ascii="Times New Roman" w:hAnsi="Times New Roman" w:cs="Times New Roman"/>
          <w:b/>
        </w:rPr>
        <w:t>účastník k</w:t>
      </w:r>
      <w:r w:rsidR="00DA3CF1" w:rsidRPr="00883239">
        <w:rPr>
          <w:rFonts w:ascii="Times New Roman" w:hAnsi="Times New Roman" w:cs="Times New Roman"/>
          <w:b/>
        </w:rPr>
        <w:t xml:space="preserve"> prokázání profesní způsobilosti </w:t>
      </w:r>
      <w:r w:rsidR="001B5AE2" w:rsidRPr="00883239">
        <w:rPr>
          <w:rFonts w:ascii="Times New Roman" w:hAnsi="Times New Roman" w:cs="Times New Roman"/>
          <w:b/>
        </w:rPr>
        <w:t>předloží podepsané</w:t>
      </w:r>
      <w:r w:rsidR="00DA3CF1" w:rsidRPr="00883239">
        <w:rPr>
          <w:rFonts w:ascii="Times New Roman" w:hAnsi="Times New Roman" w:cs="Times New Roman"/>
          <w:b/>
        </w:rPr>
        <w:t xml:space="preserve"> čestné prohlášení dle vzoru uvedeného v příloze č. 2 této zadávací dokumentace.</w:t>
      </w:r>
      <w:r w:rsidR="00E166FF" w:rsidRPr="00883239">
        <w:rPr>
          <w:rFonts w:ascii="Times New Roman" w:hAnsi="Times New Roman" w:cs="Times New Roman"/>
          <w:b/>
        </w:rPr>
        <w:t xml:space="preserve"> </w:t>
      </w:r>
    </w:p>
    <w:p w14:paraId="67407B2F" w14:textId="7C33C549" w:rsidR="00E166FF" w:rsidRPr="00DD70C1" w:rsidRDefault="00ED2A61" w:rsidP="00E166FF">
      <w:pPr>
        <w:pStyle w:val="AKFZFnormln"/>
        <w:spacing w:line="240" w:lineRule="auto"/>
        <w:rPr>
          <w:rFonts w:ascii="Times New Roman" w:hAnsi="Times New Roman" w:cs="Times New Roman"/>
        </w:rPr>
      </w:pPr>
      <w:r>
        <w:rPr>
          <w:rFonts w:ascii="Times New Roman" w:hAnsi="Times New Roman" w:cs="Times New Roman"/>
        </w:rPr>
        <w:lastRenderedPageBreak/>
        <w:t xml:space="preserve">Dále </w:t>
      </w:r>
      <w:r w:rsidR="00E166FF" w:rsidRPr="00DD70C1">
        <w:rPr>
          <w:rFonts w:ascii="Times New Roman" w:hAnsi="Times New Roman" w:cs="Times New Roman"/>
        </w:rPr>
        <w:t xml:space="preserve">Účastník prokáže profesní </w:t>
      </w:r>
      <w:r w:rsidR="000367ED">
        <w:rPr>
          <w:rFonts w:ascii="Times New Roman" w:hAnsi="Times New Roman" w:cs="Times New Roman"/>
        </w:rPr>
        <w:t>způsobilost</w:t>
      </w:r>
      <w:r w:rsidR="00E166FF" w:rsidRPr="00DD70C1">
        <w:rPr>
          <w:rFonts w:ascii="Times New Roman" w:hAnsi="Times New Roman" w:cs="Times New Roman"/>
        </w:rPr>
        <w:t xml:space="preserve"> předložením:</w:t>
      </w:r>
    </w:p>
    <w:p w14:paraId="07DB8656" w14:textId="77777777" w:rsidR="00C84AE6" w:rsidRDefault="00E166FF" w:rsidP="00E166FF">
      <w:pPr>
        <w:suppressAutoHyphens/>
        <w:spacing w:before="120" w:after="60" w:line="300" w:lineRule="exact"/>
        <w:rPr>
          <w:rFonts w:ascii="Times New Roman" w:hAnsi="Times New Roman" w:cs="Times New Roman"/>
        </w:rPr>
      </w:pPr>
      <w:r w:rsidRPr="00DD70C1">
        <w:rPr>
          <w:rFonts w:ascii="Times New Roman" w:hAnsi="Times New Roman" w:cs="Times New Roman"/>
        </w:rPr>
        <w:t>•</w:t>
      </w:r>
      <w:r w:rsidRPr="00DD70C1">
        <w:rPr>
          <w:rFonts w:ascii="Times New Roman" w:hAnsi="Times New Roman" w:cs="Times New Roman"/>
        </w:rPr>
        <w:tab/>
        <w:t xml:space="preserve">dokladu osvědčující odbornou způsobilost osoby, jejímž prostřednictvím dodavatel zabezpečuje odbornou způsobilost, nezbytnou pro plnění veřejné zakázky malého rozsahu dle zák. č. 360/1992 Sb., o výkonu povolání autorizovaných architektů a o výkonu povolání autorizovaných inženýrů nebo techniků činných ve výstavbě, ve </w:t>
      </w:r>
      <w:r w:rsidRPr="00A44F43">
        <w:rPr>
          <w:rFonts w:ascii="Times New Roman" w:hAnsi="Times New Roman" w:cs="Times New Roman"/>
        </w:rPr>
        <w:t>znění pozdějších předpisů, prokazujícího autorizaci autorizovaného inženýra, architekta nebo autorizovaného technika pro obor</w:t>
      </w:r>
      <w:r w:rsidR="00C84AE6">
        <w:rPr>
          <w:rFonts w:ascii="Times New Roman" w:hAnsi="Times New Roman" w:cs="Times New Roman"/>
        </w:rPr>
        <w:t>y:</w:t>
      </w:r>
    </w:p>
    <w:p w14:paraId="2FC2B748" w14:textId="1A4B6FCC" w:rsidR="00E166FF" w:rsidRDefault="00E166FF" w:rsidP="00C84AE6">
      <w:pPr>
        <w:pStyle w:val="Odstavecseseznamem"/>
        <w:numPr>
          <w:ilvl w:val="0"/>
          <w:numId w:val="45"/>
        </w:numPr>
        <w:suppressAutoHyphens/>
        <w:spacing w:before="120" w:after="60" w:line="300" w:lineRule="exact"/>
        <w:rPr>
          <w:rFonts w:ascii="Times New Roman" w:hAnsi="Times New Roman"/>
        </w:rPr>
      </w:pPr>
      <w:r w:rsidRPr="00C84AE6">
        <w:rPr>
          <w:rFonts w:ascii="Times New Roman" w:hAnsi="Times New Roman"/>
          <w:b/>
        </w:rPr>
        <w:t>pozemní stavby</w:t>
      </w:r>
    </w:p>
    <w:p w14:paraId="3C37ADFE" w14:textId="4C35DEA7" w:rsidR="00DA3CF1" w:rsidRPr="0049763F" w:rsidRDefault="00C84AE6" w:rsidP="00D57F21">
      <w:pPr>
        <w:pStyle w:val="Odstavecseseznamem"/>
        <w:numPr>
          <w:ilvl w:val="0"/>
          <w:numId w:val="45"/>
        </w:numPr>
        <w:suppressAutoHyphens/>
        <w:spacing w:before="120" w:after="60" w:line="300" w:lineRule="exact"/>
        <w:rPr>
          <w:rFonts w:ascii="Times New Roman" w:hAnsi="Times New Roman"/>
          <w:b/>
        </w:rPr>
      </w:pPr>
      <w:r w:rsidRPr="00C84AE6">
        <w:rPr>
          <w:rFonts w:ascii="Times New Roman" w:hAnsi="Times New Roman"/>
          <w:b/>
        </w:rPr>
        <w:t>technika prostředí staveb, specializace technická zařízení</w:t>
      </w:r>
    </w:p>
    <w:p w14:paraId="3F1ACEE0" w14:textId="77777777" w:rsidR="00DA3CF1" w:rsidRPr="00DD70C1" w:rsidRDefault="00DA3CF1" w:rsidP="000228DA">
      <w:pPr>
        <w:pStyle w:val="AKFZFnovnadpis2"/>
        <w:spacing w:line="240" w:lineRule="auto"/>
        <w:rPr>
          <w:rFonts w:ascii="Times New Roman" w:hAnsi="Times New Roman" w:cs="Times New Roman"/>
        </w:rPr>
      </w:pPr>
      <w:bookmarkStart w:id="26" w:name="_Toc479667799"/>
      <w:r w:rsidRPr="00DD70C1">
        <w:rPr>
          <w:rFonts w:ascii="Times New Roman" w:hAnsi="Times New Roman" w:cs="Times New Roman"/>
        </w:rPr>
        <w:t>Technická kvalifikace</w:t>
      </w:r>
      <w:bookmarkEnd w:id="26"/>
    </w:p>
    <w:p w14:paraId="027F4CE8" w14:textId="77777777" w:rsidR="000E4484" w:rsidRPr="003C3A28" w:rsidRDefault="000E4484" w:rsidP="000E4484">
      <w:pPr>
        <w:suppressAutoHyphens/>
        <w:spacing w:before="120" w:after="60" w:line="300" w:lineRule="exact"/>
        <w:rPr>
          <w:rFonts w:ascii="Times New Roman" w:eastAsia="Times New Roman" w:hAnsi="Times New Roman" w:cs="Times New Roman"/>
          <w:lang w:eastAsia="zh-CN"/>
        </w:rPr>
      </w:pPr>
      <w:r w:rsidRPr="00DD70C1">
        <w:rPr>
          <w:rFonts w:ascii="Times New Roman" w:eastAsia="Times New Roman" w:hAnsi="Times New Roman" w:cs="Times New Roman"/>
          <w:lang w:eastAsia="zh-CN"/>
        </w:rPr>
        <w:t xml:space="preserve">K prokázání </w:t>
      </w:r>
      <w:r w:rsidR="00E166FF" w:rsidRPr="00DD70C1">
        <w:rPr>
          <w:rFonts w:ascii="Times New Roman" w:eastAsia="Times New Roman" w:hAnsi="Times New Roman" w:cs="Times New Roman"/>
          <w:lang w:eastAsia="zh-CN"/>
        </w:rPr>
        <w:t>technické kvalifikaci</w:t>
      </w:r>
      <w:r w:rsidRPr="00DD70C1">
        <w:rPr>
          <w:rFonts w:ascii="Times New Roman" w:eastAsia="Times New Roman" w:hAnsi="Times New Roman" w:cs="Times New Roman"/>
          <w:lang w:eastAsia="zh-CN"/>
        </w:rPr>
        <w:t xml:space="preserve"> </w:t>
      </w:r>
      <w:r w:rsidR="003F73E1" w:rsidRPr="00DD70C1">
        <w:rPr>
          <w:rFonts w:ascii="Times New Roman" w:eastAsia="Times New Roman" w:hAnsi="Times New Roman" w:cs="Times New Roman"/>
          <w:lang w:eastAsia="zh-CN"/>
        </w:rPr>
        <w:t>účastník</w:t>
      </w:r>
      <w:r w:rsidRPr="00DD70C1">
        <w:rPr>
          <w:rFonts w:ascii="Times New Roman" w:eastAsia="Times New Roman" w:hAnsi="Times New Roman" w:cs="Times New Roman"/>
          <w:lang w:eastAsia="zh-CN"/>
        </w:rPr>
        <w:t xml:space="preserve"> předloží </w:t>
      </w:r>
      <w:r w:rsidRPr="003C3A28">
        <w:rPr>
          <w:rFonts w:ascii="Times New Roman" w:eastAsia="Times New Roman" w:hAnsi="Times New Roman" w:cs="Times New Roman"/>
          <w:lang w:eastAsia="zh-CN"/>
        </w:rPr>
        <w:t xml:space="preserve">formou čestného prohlášení seznam významných služeb poskytnutých za poslední 3 roky před zahájením zadávacího řízení včetně </w:t>
      </w:r>
      <w:r w:rsidRPr="003C3A28">
        <w:rPr>
          <w:rFonts w:ascii="Times New Roman" w:eastAsia="Times New Roman" w:hAnsi="Times New Roman" w:cs="Times New Roman"/>
          <w:u w:val="single"/>
          <w:lang w:eastAsia="zh-CN"/>
        </w:rPr>
        <w:t>uvedení ceny za služby</w:t>
      </w:r>
      <w:r w:rsidRPr="003C3A28">
        <w:rPr>
          <w:rFonts w:ascii="Times New Roman" w:eastAsia="Times New Roman" w:hAnsi="Times New Roman" w:cs="Times New Roman"/>
          <w:lang w:eastAsia="zh-CN"/>
        </w:rPr>
        <w:t>, doby jejich poskytnutí a identifikace objednatele (s uvedením kontaktu, na kterém lze reference ověřit);</w:t>
      </w:r>
    </w:p>
    <w:p w14:paraId="2CD5E301" w14:textId="5EEED0BF" w:rsidR="00441E60" w:rsidRDefault="003F73E1" w:rsidP="000E4484">
      <w:pPr>
        <w:suppressAutoHyphens/>
        <w:spacing w:before="120" w:after="60" w:line="300" w:lineRule="exact"/>
        <w:rPr>
          <w:rFonts w:ascii="Times New Roman" w:eastAsia="Times New Roman" w:hAnsi="Times New Roman" w:cs="Times New Roman"/>
          <w:lang w:eastAsia="zh-CN"/>
        </w:rPr>
      </w:pPr>
      <w:r w:rsidRPr="003C3A28">
        <w:rPr>
          <w:rFonts w:ascii="Times New Roman" w:eastAsia="Times New Roman" w:hAnsi="Times New Roman" w:cs="Times New Roman"/>
          <w:lang w:eastAsia="zh-CN"/>
        </w:rPr>
        <w:t xml:space="preserve">Účastník </w:t>
      </w:r>
      <w:r w:rsidR="000E4484" w:rsidRPr="003C3A28">
        <w:rPr>
          <w:rFonts w:ascii="Times New Roman" w:eastAsia="Times New Roman" w:hAnsi="Times New Roman" w:cs="Times New Roman"/>
          <w:lang w:eastAsia="zh-CN"/>
        </w:rPr>
        <w:t xml:space="preserve">splňuje kritéria technické kvalifikace, pokud v posledních 3 letech provedl alespoň </w:t>
      </w:r>
      <w:r w:rsidR="00114520">
        <w:rPr>
          <w:rFonts w:ascii="Times New Roman" w:eastAsia="Times New Roman" w:hAnsi="Times New Roman" w:cs="Times New Roman"/>
          <w:lang w:eastAsia="zh-CN"/>
        </w:rPr>
        <w:t>3</w:t>
      </w:r>
      <w:r w:rsidR="000E4484" w:rsidRPr="003C3A28">
        <w:rPr>
          <w:rFonts w:ascii="Times New Roman" w:eastAsia="Times New Roman" w:hAnsi="Times New Roman" w:cs="Times New Roman"/>
          <w:lang w:eastAsia="zh-CN"/>
        </w:rPr>
        <w:t xml:space="preserve"> služby </w:t>
      </w:r>
      <w:r w:rsidR="000E4484" w:rsidRPr="003C3A28">
        <w:rPr>
          <w:rFonts w:ascii="Times New Roman" w:hAnsi="Times New Roman" w:cs="Times New Roman"/>
          <w:bCs/>
        </w:rPr>
        <w:t xml:space="preserve">spočívající </w:t>
      </w:r>
      <w:r w:rsidR="00441E60" w:rsidRPr="003C3A28">
        <w:rPr>
          <w:rFonts w:ascii="Times New Roman" w:hAnsi="Times New Roman" w:cs="Times New Roman"/>
          <w:bCs/>
        </w:rPr>
        <w:t xml:space="preserve">v </w:t>
      </w:r>
      <w:r w:rsidR="000E4484" w:rsidRPr="003C3A28">
        <w:rPr>
          <w:rFonts w:ascii="Times New Roman" w:hAnsi="Times New Roman" w:cs="Times New Roman"/>
          <w:bCs/>
          <w:lang w:val="x-none"/>
        </w:rPr>
        <w:t xml:space="preserve">zajištění výkonu činnosti </w:t>
      </w:r>
      <w:r w:rsidR="000E4484" w:rsidRPr="00C4284C">
        <w:rPr>
          <w:rFonts w:ascii="Times New Roman" w:hAnsi="Times New Roman" w:cs="Times New Roman"/>
          <w:bCs/>
          <w:lang w:val="x-none"/>
        </w:rPr>
        <w:t>technického</w:t>
      </w:r>
      <w:r w:rsidR="000E4484" w:rsidRPr="003C3A28">
        <w:rPr>
          <w:rFonts w:ascii="Times New Roman" w:hAnsi="Times New Roman" w:cs="Times New Roman"/>
          <w:bCs/>
          <w:lang w:val="x-none"/>
        </w:rPr>
        <w:t xml:space="preserve"> dozoru </w:t>
      </w:r>
      <w:r w:rsidR="000E4484" w:rsidRPr="000A36F1">
        <w:rPr>
          <w:rFonts w:ascii="Times New Roman" w:hAnsi="Times New Roman" w:cs="Times New Roman"/>
          <w:bCs/>
        </w:rPr>
        <w:t>stavebníka</w:t>
      </w:r>
      <w:r w:rsidR="000E4484" w:rsidRPr="000A36F1">
        <w:rPr>
          <w:rFonts w:ascii="Times New Roman" w:hAnsi="Times New Roman" w:cs="Times New Roman"/>
          <w:bCs/>
          <w:lang w:val="x-none"/>
        </w:rPr>
        <w:t xml:space="preserve"> </w:t>
      </w:r>
      <w:r w:rsidR="001B5AE2" w:rsidRPr="000A36F1">
        <w:rPr>
          <w:rFonts w:ascii="Times New Roman" w:eastAsia="Times New Roman" w:hAnsi="Times New Roman" w:cs="Times New Roman"/>
          <w:lang w:eastAsia="zh-CN"/>
        </w:rPr>
        <w:t xml:space="preserve">objemu celkových stavebních nákladů této stavby </w:t>
      </w:r>
      <w:r w:rsidR="001B5AE2" w:rsidRPr="00A44F43">
        <w:rPr>
          <w:rFonts w:ascii="Times New Roman" w:eastAsia="Times New Roman" w:hAnsi="Times New Roman" w:cs="Times New Roman"/>
          <w:lang w:eastAsia="zh-CN"/>
        </w:rPr>
        <w:t xml:space="preserve">minimálně </w:t>
      </w:r>
      <w:r w:rsidR="00C84AE6">
        <w:rPr>
          <w:rFonts w:ascii="Times New Roman" w:eastAsia="Times New Roman" w:hAnsi="Times New Roman" w:cs="Times New Roman"/>
          <w:lang w:eastAsia="zh-CN"/>
        </w:rPr>
        <w:t>30</w:t>
      </w:r>
      <w:r w:rsidR="00883239">
        <w:rPr>
          <w:rFonts w:ascii="Times New Roman" w:eastAsia="Times New Roman" w:hAnsi="Times New Roman" w:cs="Times New Roman"/>
          <w:lang w:eastAsia="zh-CN"/>
        </w:rPr>
        <w:t xml:space="preserve"> 0</w:t>
      </w:r>
      <w:r w:rsidR="00814EED" w:rsidRPr="00A44F43">
        <w:rPr>
          <w:rFonts w:ascii="Times New Roman" w:eastAsia="Times New Roman" w:hAnsi="Times New Roman" w:cs="Times New Roman"/>
          <w:lang w:eastAsia="zh-CN"/>
        </w:rPr>
        <w:t>00</w:t>
      </w:r>
      <w:r w:rsidR="000A36F1" w:rsidRPr="00A44F43">
        <w:rPr>
          <w:rFonts w:ascii="Times New Roman" w:eastAsia="Times New Roman" w:hAnsi="Times New Roman" w:cs="Times New Roman"/>
          <w:lang w:eastAsia="zh-CN"/>
        </w:rPr>
        <w:t xml:space="preserve"> 000</w:t>
      </w:r>
      <w:r w:rsidR="001B5AE2" w:rsidRPr="00A44F43">
        <w:rPr>
          <w:rFonts w:ascii="Times New Roman" w:eastAsia="Times New Roman" w:hAnsi="Times New Roman" w:cs="Times New Roman"/>
          <w:lang w:eastAsia="zh-CN"/>
        </w:rPr>
        <w:t>,</w:t>
      </w:r>
      <w:r w:rsidR="003C3A28" w:rsidRPr="00A44F43">
        <w:rPr>
          <w:rFonts w:ascii="Times New Roman" w:eastAsia="Times New Roman" w:hAnsi="Times New Roman" w:cs="Times New Roman"/>
          <w:lang w:eastAsia="zh-CN"/>
        </w:rPr>
        <w:t>00</w:t>
      </w:r>
      <w:r w:rsidR="001B5AE2" w:rsidRPr="00A44F43">
        <w:rPr>
          <w:rFonts w:ascii="Times New Roman" w:eastAsia="Times New Roman" w:hAnsi="Times New Roman" w:cs="Times New Roman"/>
          <w:lang w:eastAsia="zh-CN"/>
        </w:rPr>
        <w:t xml:space="preserve"> Kč bez DPH</w:t>
      </w:r>
      <w:r w:rsidR="00C84AE6">
        <w:rPr>
          <w:rFonts w:ascii="Times New Roman" w:eastAsia="Times New Roman" w:hAnsi="Times New Roman" w:cs="Times New Roman"/>
          <w:lang w:eastAsia="zh-CN"/>
        </w:rPr>
        <w:t>.</w:t>
      </w:r>
    </w:p>
    <w:p w14:paraId="31EC634D" w14:textId="77777777" w:rsidR="00C84AE6" w:rsidRPr="00C84AE6" w:rsidRDefault="00C84AE6" w:rsidP="00C84AE6">
      <w:pPr>
        <w:suppressAutoHyphens/>
        <w:spacing w:before="120" w:after="60" w:line="300" w:lineRule="exact"/>
        <w:rPr>
          <w:rFonts w:ascii="Times New Roman" w:eastAsia="Times New Roman" w:hAnsi="Times New Roman" w:cs="Times New Roman"/>
          <w:lang w:eastAsia="zh-CN"/>
        </w:rPr>
      </w:pPr>
      <w:r w:rsidRPr="00C84AE6">
        <w:rPr>
          <w:rFonts w:ascii="Times New Roman" w:eastAsia="Times New Roman" w:hAnsi="Times New Roman" w:cs="Times New Roman"/>
          <w:lang w:eastAsia="zh-CN"/>
        </w:rPr>
        <w:t>Na seznamu musí být ve vztahu ke každé akci (zakázce) uvedeny:</w:t>
      </w:r>
    </w:p>
    <w:p w14:paraId="54AA56EA" w14:textId="77777777" w:rsidR="00C84AE6" w:rsidRPr="00C84AE6" w:rsidRDefault="00C84AE6" w:rsidP="00C84AE6">
      <w:pPr>
        <w:suppressAutoHyphens/>
        <w:spacing w:after="0" w:line="240" w:lineRule="auto"/>
        <w:rPr>
          <w:rFonts w:ascii="Times New Roman" w:eastAsia="Times New Roman" w:hAnsi="Times New Roman" w:cs="Times New Roman"/>
          <w:lang w:eastAsia="zh-CN"/>
        </w:rPr>
      </w:pPr>
      <w:r w:rsidRPr="00C84AE6">
        <w:rPr>
          <w:rFonts w:ascii="Times New Roman" w:eastAsia="Times New Roman" w:hAnsi="Times New Roman" w:cs="Times New Roman"/>
          <w:lang w:eastAsia="zh-CN"/>
        </w:rPr>
        <w:t>•</w:t>
      </w:r>
      <w:r w:rsidRPr="00C84AE6">
        <w:rPr>
          <w:rFonts w:ascii="Times New Roman" w:eastAsia="Times New Roman" w:hAnsi="Times New Roman" w:cs="Times New Roman"/>
          <w:lang w:eastAsia="zh-CN"/>
        </w:rPr>
        <w:tab/>
        <w:t xml:space="preserve">identifikační údaje objednatele a zhotovitele, </w:t>
      </w:r>
    </w:p>
    <w:p w14:paraId="25D535F6" w14:textId="77777777" w:rsidR="00C84AE6" w:rsidRPr="00C84AE6" w:rsidRDefault="00C84AE6" w:rsidP="00C84AE6">
      <w:pPr>
        <w:suppressAutoHyphens/>
        <w:spacing w:after="0" w:line="240" w:lineRule="auto"/>
        <w:rPr>
          <w:rFonts w:ascii="Times New Roman" w:eastAsia="Times New Roman" w:hAnsi="Times New Roman" w:cs="Times New Roman"/>
          <w:lang w:eastAsia="zh-CN"/>
        </w:rPr>
      </w:pPr>
      <w:r w:rsidRPr="00C84AE6">
        <w:rPr>
          <w:rFonts w:ascii="Times New Roman" w:eastAsia="Times New Roman" w:hAnsi="Times New Roman" w:cs="Times New Roman"/>
          <w:lang w:eastAsia="zh-CN"/>
        </w:rPr>
        <w:t>•</w:t>
      </w:r>
      <w:r w:rsidRPr="00C84AE6">
        <w:rPr>
          <w:rFonts w:ascii="Times New Roman" w:eastAsia="Times New Roman" w:hAnsi="Times New Roman" w:cs="Times New Roman"/>
          <w:lang w:eastAsia="zh-CN"/>
        </w:rPr>
        <w:tab/>
        <w:t>popis prováděných prací, ze kterého bude jasně patrné, jaké stupně PD byly zhotovitelem zpracovány</w:t>
      </w:r>
    </w:p>
    <w:p w14:paraId="7F83E7DE" w14:textId="77777777" w:rsidR="00C84AE6" w:rsidRPr="00C84AE6" w:rsidRDefault="00C84AE6" w:rsidP="00C84AE6">
      <w:pPr>
        <w:suppressAutoHyphens/>
        <w:spacing w:after="0" w:line="240" w:lineRule="auto"/>
        <w:rPr>
          <w:rFonts w:ascii="Times New Roman" w:eastAsia="Times New Roman" w:hAnsi="Times New Roman" w:cs="Times New Roman"/>
          <w:lang w:eastAsia="zh-CN"/>
        </w:rPr>
      </w:pPr>
      <w:r w:rsidRPr="00C84AE6">
        <w:rPr>
          <w:rFonts w:ascii="Times New Roman" w:eastAsia="Times New Roman" w:hAnsi="Times New Roman" w:cs="Times New Roman"/>
          <w:lang w:eastAsia="zh-CN"/>
        </w:rPr>
        <w:t>•</w:t>
      </w:r>
      <w:r w:rsidRPr="00C84AE6">
        <w:rPr>
          <w:rFonts w:ascii="Times New Roman" w:eastAsia="Times New Roman" w:hAnsi="Times New Roman" w:cs="Times New Roman"/>
          <w:lang w:eastAsia="zh-CN"/>
        </w:rPr>
        <w:tab/>
        <w:t xml:space="preserve">stručný popis projektu, ze kterého bude jasně patrné splnění výše uvedených požadavků, </w:t>
      </w:r>
    </w:p>
    <w:p w14:paraId="0263371F" w14:textId="77777777" w:rsidR="00C84AE6" w:rsidRPr="00C84AE6" w:rsidRDefault="00C84AE6" w:rsidP="00C84AE6">
      <w:pPr>
        <w:suppressAutoHyphens/>
        <w:spacing w:after="0" w:line="240" w:lineRule="auto"/>
        <w:rPr>
          <w:rFonts w:ascii="Times New Roman" w:eastAsia="Times New Roman" w:hAnsi="Times New Roman" w:cs="Times New Roman"/>
          <w:lang w:eastAsia="zh-CN"/>
        </w:rPr>
      </w:pPr>
      <w:r w:rsidRPr="00C84AE6">
        <w:rPr>
          <w:rFonts w:ascii="Times New Roman" w:eastAsia="Times New Roman" w:hAnsi="Times New Roman" w:cs="Times New Roman"/>
          <w:lang w:eastAsia="zh-CN"/>
        </w:rPr>
        <w:t>•</w:t>
      </w:r>
      <w:r w:rsidRPr="00C84AE6">
        <w:rPr>
          <w:rFonts w:ascii="Times New Roman" w:eastAsia="Times New Roman" w:hAnsi="Times New Roman" w:cs="Times New Roman"/>
          <w:lang w:eastAsia="zh-CN"/>
        </w:rPr>
        <w:tab/>
        <w:t xml:space="preserve">hodnota poskytnutého plnění (v případě sdružení dodavatelů uvést procentuální podíl jednotlivých dodavatelů) </w:t>
      </w:r>
    </w:p>
    <w:p w14:paraId="33466353" w14:textId="77777777" w:rsidR="00C84AE6" w:rsidRPr="00C84AE6" w:rsidRDefault="00C84AE6" w:rsidP="00C84AE6">
      <w:pPr>
        <w:suppressAutoHyphens/>
        <w:spacing w:after="0" w:line="240" w:lineRule="auto"/>
        <w:rPr>
          <w:rFonts w:ascii="Times New Roman" w:eastAsia="Times New Roman" w:hAnsi="Times New Roman" w:cs="Times New Roman"/>
          <w:lang w:eastAsia="zh-CN"/>
        </w:rPr>
      </w:pPr>
      <w:r w:rsidRPr="00C84AE6">
        <w:rPr>
          <w:rFonts w:ascii="Times New Roman" w:eastAsia="Times New Roman" w:hAnsi="Times New Roman" w:cs="Times New Roman"/>
          <w:lang w:eastAsia="zh-CN"/>
        </w:rPr>
        <w:t>•</w:t>
      </w:r>
      <w:r w:rsidRPr="00C84AE6">
        <w:rPr>
          <w:rFonts w:ascii="Times New Roman" w:eastAsia="Times New Roman" w:hAnsi="Times New Roman" w:cs="Times New Roman"/>
          <w:lang w:eastAsia="zh-CN"/>
        </w:rPr>
        <w:tab/>
        <w:t xml:space="preserve">doba realizace </w:t>
      </w:r>
    </w:p>
    <w:p w14:paraId="2E5D3070" w14:textId="77777777" w:rsidR="00C84AE6" w:rsidRPr="00C84AE6" w:rsidRDefault="00C84AE6" w:rsidP="00C84AE6">
      <w:pPr>
        <w:suppressAutoHyphens/>
        <w:spacing w:after="0" w:line="240" w:lineRule="auto"/>
        <w:rPr>
          <w:rFonts w:ascii="Times New Roman" w:eastAsia="Times New Roman" w:hAnsi="Times New Roman" w:cs="Times New Roman"/>
          <w:lang w:eastAsia="zh-CN"/>
        </w:rPr>
      </w:pPr>
      <w:r w:rsidRPr="00C84AE6">
        <w:rPr>
          <w:rFonts w:ascii="Times New Roman" w:eastAsia="Times New Roman" w:hAnsi="Times New Roman" w:cs="Times New Roman"/>
          <w:lang w:eastAsia="zh-CN"/>
        </w:rPr>
        <w:t>•</w:t>
      </w:r>
      <w:r w:rsidRPr="00C84AE6">
        <w:rPr>
          <w:rFonts w:ascii="Times New Roman" w:eastAsia="Times New Roman" w:hAnsi="Times New Roman" w:cs="Times New Roman"/>
          <w:lang w:eastAsia="zh-CN"/>
        </w:rPr>
        <w:tab/>
        <w:t>kontaktní údaje objednatele (na osobu, u níž lze informace ověřit).</w:t>
      </w:r>
    </w:p>
    <w:p w14:paraId="1CF33A90" w14:textId="5A3328C3" w:rsidR="00C84AE6" w:rsidRPr="000A36F1" w:rsidRDefault="00C84AE6" w:rsidP="00C84AE6">
      <w:pPr>
        <w:suppressAutoHyphens/>
        <w:spacing w:before="120" w:after="60" w:line="300" w:lineRule="exact"/>
        <w:rPr>
          <w:rFonts w:ascii="Times New Roman" w:eastAsia="Times New Roman" w:hAnsi="Times New Roman" w:cs="Times New Roman"/>
          <w:lang w:eastAsia="zh-CN"/>
        </w:rPr>
      </w:pPr>
      <w:r w:rsidRPr="00C84AE6">
        <w:rPr>
          <w:rFonts w:ascii="Times New Roman" w:eastAsia="Times New Roman" w:hAnsi="Times New Roman" w:cs="Times New Roman"/>
          <w:lang w:eastAsia="zh-CN"/>
        </w:rPr>
        <w:t>Pokud byla referenční zakázka plněna ve sdružení či seskupení dodavatelů, kteří plnili zakázku společně, a dodavatel (dodavatel zadávacího řízení) byl členem tohoto sdružení či seskupení, Zadavatel je oprávněn u dodavatele nebo u kontaktní osoby objednatele ověřit, že ta část, kterou dodavatel v rámci sdružení či seskupení dodavatelů plnil, splňuje požadavky Zadavatele na minimální úroveň požadovaných významných služeb.</w:t>
      </w:r>
    </w:p>
    <w:p w14:paraId="5014424F" w14:textId="63DFB00F" w:rsidR="000A36F1" w:rsidRPr="00D57F21" w:rsidRDefault="000E4484" w:rsidP="000E4484">
      <w:pPr>
        <w:suppressAutoHyphens/>
        <w:spacing w:before="120" w:after="60" w:line="300" w:lineRule="exact"/>
        <w:rPr>
          <w:rFonts w:ascii="Times New Roman" w:eastAsia="Times New Roman" w:hAnsi="Times New Roman" w:cs="Times New Roman"/>
          <w:iCs/>
          <w:lang w:eastAsia="zh-CN"/>
        </w:rPr>
      </w:pPr>
      <w:r w:rsidRPr="000A36F1">
        <w:rPr>
          <w:rFonts w:ascii="Times New Roman" w:eastAsia="Times New Roman" w:hAnsi="Times New Roman" w:cs="Times New Roman"/>
          <w:lang w:eastAsia="zh-CN"/>
        </w:rPr>
        <w:t xml:space="preserve">Zadavatel dále uvádí požadavky na tým </w:t>
      </w:r>
      <w:r w:rsidR="003F73E1" w:rsidRPr="000A36F1">
        <w:rPr>
          <w:rFonts w:ascii="Times New Roman" w:eastAsia="Times New Roman" w:hAnsi="Times New Roman" w:cs="Times New Roman"/>
          <w:lang w:eastAsia="zh-CN"/>
        </w:rPr>
        <w:t>účastníka</w:t>
      </w:r>
      <w:r w:rsidRPr="000A36F1">
        <w:rPr>
          <w:rFonts w:ascii="Times New Roman" w:eastAsia="Times New Roman" w:hAnsi="Times New Roman" w:cs="Times New Roman"/>
          <w:lang w:eastAsia="zh-CN"/>
        </w:rPr>
        <w:t xml:space="preserve">, který se bude podílet na plnění předmětu veřejné zakázky. Zadavatel požaduje, aby počet členů týmu byl </w:t>
      </w:r>
      <w:r w:rsidRPr="007A3AA1">
        <w:rPr>
          <w:rFonts w:ascii="Times New Roman" w:eastAsia="Times New Roman" w:hAnsi="Times New Roman" w:cs="Times New Roman"/>
          <w:lang w:eastAsia="zh-CN"/>
        </w:rPr>
        <w:t xml:space="preserve">minimálně v počtu </w:t>
      </w:r>
      <w:r w:rsidR="007A3AA1">
        <w:rPr>
          <w:rFonts w:ascii="Times New Roman" w:eastAsia="Times New Roman" w:hAnsi="Times New Roman" w:cs="Times New Roman"/>
          <w:b/>
          <w:lang w:eastAsia="zh-CN"/>
        </w:rPr>
        <w:t>tří</w:t>
      </w:r>
      <w:r w:rsidRPr="007A3AA1">
        <w:rPr>
          <w:rFonts w:ascii="Times New Roman" w:eastAsia="Times New Roman" w:hAnsi="Times New Roman" w:cs="Times New Roman"/>
          <w:b/>
          <w:lang w:eastAsia="zh-CN"/>
        </w:rPr>
        <w:t xml:space="preserve"> osob</w:t>
      </w:r>
      <w:r w:rsidRPr="007A3AA1">
        <w:rPr>
          <w:rFonts w:ascii="Times New Roman" w:eastAsia="Times New Roman" w:hAnsi="Times New Roman" w:cs="Times New Roman"/>
          <w:lang w:eastAsia="zh-CN"/>
        </w:rPr>
        <w:t>.</w:t>
      </w:r>
      <w:r w:rsidRPr="00C4284C">
        <w:rPr>
          <w:rFonts w:ascii="Times New Roman" w:eastAsia="Times New Roman" w:hAnsi="Times New Roman" w:cs="Times New Roman"/>
          <w:i/>
          <w:iCs/>
          <w:lang w:eastAsia="zh-CN"/>
        </w:rPr>
        <w:t xml:space="preserve"> </w:t>
      </w:r>
      <w:r w:rsidRPr="00C4284C">
        <w:rPr>
          <w:rFonts w:ascii="Times New Roman" w:eastAsia="Times New Roman" w:hAnsi="Times New Roman" w:cs="Times New Roman"/>
          <w:iCs/>
          <w:lang w:eastAsia="zh-CN"/>
        </w:rPr>
        <w:t>Zadavatel požaduje, aby členové týmu měli vzájemnou zastupitelnost v činnostech při nepřítomnosti člena týmu odpovídající za konkrétní činnosti.</w:t>
      </w:r>
    </w:p>
    <w:p w14:paraId="07771E20" w14:textId="3440AFEF" w:rsidR="00615677" w:rsidRPr="00C4284C" w:rsidRDefault="000E4484" w:rsidP="000E4484">
      <w:pPr>
        <w:suppressAutoHyphens/>
        <w:spacing w:before="120" w:after="60" w:line="300" w:lineRule="exact"/>
        <w:rPr>
          <w:rFonts w:ascii="Times New Roman" w:eastAsia="Times New Roman" w:hAnsi="Times New Roman" w:cs="Times New Roman"/>
          <w:lang w:eastAsia="zh-CN"/>
        </w:rPr>
      </w:pPr>
      <w:r w:rsidRPr="007A3AA1">
        <w:rPr>
          <w:rFonts w:ascii="Times New Roman" w:eastAsia="Times New Roman" w:hAnsi="Times New Roman" w:cs="Times New Roman"/>
          <w:lang w:eastAsia="zh-CN"/>
        </w:rPr>
        <w:t xml:space="preserve">Požadavky na tým / </w:t>
      </w:r>
      <w:r w:rsidR="003F73E1" w:rsidRPr="007A3AA1">
        <w:rPr>
          <w:rFonts w:ascii="Times New Roman" w:eastAsia="Times New Roman" w:hAnsi="Times New Roman" w:cs="Times New Roman"/>
          <w:lang w:eastAsia="zh-CN"/>
        </w:rPr>
        <w:t xml:space="preserve">účastník </w:t>
      </w:r>
      <w:r w:rsidRPr="007A3AA1">
        <w:rPr>
          <w:rFonts w:ascii="Times New Roman" w:eastAsia="Times New Roman" w:hAnsi="Times New Roman" w:cs="Times New Roman"/>
          <w:lang w:eastAsia="zh-CN"/>
        </w:rPr>
        <w:t>doloží:</w:t>
      </w:r>
    </w:p>
    <w:p w14:paraId="11B02E8E" w14:textId="77777777" w:rsidR="00C4284C" w:rsidRPr="00C4284C" w:rsidRDefault="00C4284C" w:rsidP="00C4284C">
      <w:pPr>
        <w:numPr>
          <w:ilvl w:val="0"/>
          <w:numId w:val="27"/>
        </w:numPr>
        <w:suppressAutoHyphens/>
        <w:spacing w:before="120" w:after="60" w:line="300" w:lineRule="exact"/>
        <w:rPr>
          <w:rFonts w:ascii="Times New Roman" w:eastAsia="Times New Roman" w:hAnsi="Times New Roman" w:cs="Times New Roman"/>
          <w:u w:val="single"/>
          <w:lang w:eastAsia="zh-CN"/>
        </w:rPr>
      </w:pPr>
      <w:r w:rsidRPr="00C4284C">
        <w:rPr>
          <w:rFonts w:ascii="Times New Roman" w:eastAsia="Times New Roman" w:hAnsi="Times New Roman" w:cs="Times New Roman"/>
          <w:u w:val="single"/>
          <w:lang w:eastAsia="zh-CN"/>
        </w:rPr>
        <w:t>u osob poskytujících služby na pozici hlavní stavební dozor projektu pozemních staveb</w:t>
      </w:r>
    </w:p>
    <w:p w14:paraId="2EF6AAB2" w14:textId="000CAF85" w:rsidR="00C4284C" w:rsidRPr="00C4284C" w:rsidRDefault="00C4284C" w:rsidP="00C4284C">
      <w:pPr>
        <w:suppressAutoHyphens/>
        <w:spacing w:before="120" w:after="60" w:line="300" w:lineRule="exact"/>
        <w:rPr>
          <w:rFonts w:ascii="Times New Roman" w:eastAsia="Times New Roman" w:hAnsi="Times New Roman" w:cs="Times New Roman"/>
          <w:lang w:eastAsia="zh-CN"/>
        </w:rPr>
      </w:pPr>
      <w:r w:rsidRPr="00C4284C">
        <w:rPr>
          <w:rFonts w:ascii="Times New Roman" w:eastAsia="Times New Roman" w:hAnsi="Times New Roman" w:cs="Times New Roman"/>
          <w:lang w:eastAsia="zh-CN"/>
        </w:rPr>
        <w:t>(i) vysokoškolské vzdělání technického směru absolvováním fakulty stavební fakulty příslušné vysoké školy nebo i jiné vysoké školy v oboru stavebnictví, (</w:t>
      </w:r>
      <w:proofErr w:type="spellStart"/>
      <w:r w:rsidRPr="00C4284C">
        <w:rPr>
          <w:rFonts w:ascii="Times New Roman" w:eastAsia="Times New Roman" w:hAnsi="Times New Roman" w:cs="Times New Roman"/>
          <w:lang w:eastAsia="zh-CN"/>
        </w:rPr>
        <w:t>ii</w:t>
      </w:r>
      <w:proofErr w:type="spellEnd"/>
      <w:r w:rsidRPr="00C4284C">
        <w:rPr>
          <w:rFonts w:ascii="Times New Roman" w:eastAsia="Times New Roman" w:hAnsi="Times New Roman" w:cs="Times New Roman"/>
          <w:lang w:eastAsia="zh-CN"/>
        </w:rPr>
        <w:t>) minimálně 3 roky prokazatelné praxe v oboru stavebnictví, z toho minimálně 2 roky praxe ve výkonu stavebního dozoru, (</w:t>
      </w:r>
      <w:proofErr w:type="spellStart"/>
      <w:r w:rsidRPr="00C4284C">
        <w:rPr>
          <w:rFonts w:ascii="Times New Roman" w:eastAsia="Times New Roman" w:hAnsi="Times New Roman" w:cs="Times New Roman"/>
          <w:lang w:eastAsia="zh-CN"/>
        </w:rPr>
        <w:t>iii</w:t>
      </w:r>
      <w:proofErr w:type="spellEnd"/>
      <w:r w:rsidRPr="00C4284C">
        <w:rPr>
          <w:rFonts w:ascii="Times New Roman" w:eastAsia="Times New Roman" w:hAnsi="Times New Roman" w:cs="Times New Roman"/>
          <w:lang w:eastAsia="zh-CN"/>
        </w:rPr>
        <w:t xml:space="preserve">) prokazatelnou praxi při realizaci minimálně 3 obdobných zakázek spočívajících ve výkonu stavebního dozoru na stavbě pozemní stavby, ve finančním objemu celkových stavebních nákladů </w:t>
      </w:r>
      <w:r w:rsidRPr="000A36F1">
        <w:rPr>
          <w:rFonts w:ascii="Times New Roman" w:eastAsia="Times New Roman" w:hAnsi="Times New Roman" w:cs="Times New Roman"/>
          <w:lang w:eastAsia="zh-CN"/>
        </w:rPr>
        <w:t xml:space="preserve">této stavby minimálně </w:t>
      </w:r>
      <w:r w:rsidR="00C84AE6">
        <w:rPr>
          <w:rFonts w:ascii="Times New Roman" w:eastAsia="Times New Roman" w:hAnsi="Times New Roman" w:cs="Times New Roman"/>
          <w:lang w:eastAsia="zh-CN"/>
        </w:rPr>
        <w:t>30</w:t>
      </w:r>
      <w:r w:rsidR="00883239">
        <w:rPr>
          <w:rFonts w:ascii="Times New Roman" w:eastAsia="Times New Roman" w:hAnsi="Times New Roman" w:cs="Times New Roman"/>
          <w:lang w:eastAsia="zh-CN"/>
        </w:rPr>
        <w:t xml:space="preserve"> 0</w:t>
      </w:r>
      <w:r w:rsidR="00814EED">
        <w:rPr>
          <w:rFonts w:ascii="Times New Roman" w:eastAsia="Times New Roman" w:hAnsi="Times New Roman" w:cs="Times New Roman"/>
          <w:lang w:eastAsia="zh-CN"/>
        </w:rPr>
        <w:t>00</w:t>
      </w:r>
      <w:r w:rsidR="000A36F1" w:rsidRPr="000A36F1">
        <w:rPr>
          <w:rFonts w:ascii="Times New Roman" w:eastAsia="Times New Roman" w:hAnsi="Times New Roman" w:cs="Times New Roman"/>
          <w:lang w:eastAsia="zh-CN"/>
        </w:rPr>
        <w:t xml:space="preserve"> 000</w:t>
      </w:r>
      <w:r w:rsidR="00304906" w:rsidRPr="000A36F1">
        <w:rPr>
          <w:rFonts w:ascii="Times New Roman" w:eastAsia="Times New Roman" w:hAnsi="Times New Roman" w:cs="Times New Roman"/>
          <w:lang w:eastAsia="zh-CN"/>
        </w:rPr>
        <w:t>,</w:t>
      </w:r>
      <w:r w:rsidRPr="000A36F1">
        <w:rPr>
          <w:rFonts w:ascii="Times New Roman" w:eastAsia="Times New Roman" w:hAnsi="Times New Roman" w:cs="Times New Roman"/>
          <w:lang w:eastAsia="zh-CN"/>
        </w:rPr>
        <w:t>00 Kč bez DPH</w:t>
      </w:r>
      <w:r w:rsidRPr="00C4284C">
        <w:rPr>
          <w:rFonts w:ascii="Times New Roman" w:eastAsia="Times New Roman" w:hAnsi="Times New Roman" w:cs="Times New Roman"/>
          <w:lang w:eastAsia="zh-CN"/>
        </w:rPr>
        <w:t>, (</w:t>
      </w:r>
      <w:proofErr w:type="spellStart"/>
      <w:r w:rsidRPr="00C4284C">
        <w:rPr>
          <w:rFonts w:ascii="Times New Roman" w:eastAsia="Times New Roman" w:hAnsi="Times New Roman" w:cs="Times New Roman"/>
          <w:lang w:eastAsia="zh-CN"/>
        </w:rPr>
        <w:t>iv</w:t>
      </w:r>
      <w:proofErr w:type="spellEnd"/>
      <w:r w:rsidRPr="00C4284C">
        <w:rPr>
          <w:rFonts w:ascii="Times New Roman" w:eastAsia="Times New Roman" w:hAnsi="Times New Roman" w:cs="Times New Roman"/>
          <w:lang w:eastAsia="zh-CN"/>
        </w:rPr>
        <w:t xml:space="preserve">) existenci pracovního poměru či obdobného poměru u dodavatele, (v) autorizaci v oboru pozemní stavby, a to minimálně ve stupni autorizovaný </w:t>
      </w:r>
      <w:r w:rsidR="00814EED">
        <w:rPr>
          <w:rFonts w:ascii="Times New Roman" w:eastAsia="Times New Roman" w:hAnsi="Times New Roman" w:cs="Times New Roman"/>
          <w:lang w:eastAsia="zh-CN"/>
        </w:rPr>
        <w:t>technik</w:t>
      </w:r>
      <w:r w:rsidRPr="00C4284C">
        <w:rPr>
          <w:rFonts w:ascii="Times New Roman" w:eastAsia="Times New Roman" w:hAnsi="Times New Roman" w:cs="Times New Roman"/>
          <w:lang w:eastAsia="zh-CN"/>
        </w:rPr>
        <w:t xml:space="preserve"> </w:t>
      </w:r>
      <w:r w:rsidRPr="00C4284C">
        <w:rPr>
          <w:rFonts w:ascii="Times New Roman" w:eastAsia="Times New Roman" w:hAnsi="Times New Roman" w:cs="Times New Roman"/>
          <w:i/>
          <w:lang w:eastAsia="zh-CN"/>
        </w:rPr>
        <w:t>(viz</w:t>
      </w:r>
      <w:r w:rsidRPr="00C4284C">
        <w:rPr>
          <w:rFonts w:ascii="Times New Roman" w:eastAsia="Times New Roman" w:hAnsi="Times New Roman" w:cs="Times New Roman"/>
          <w:lang w:eastAsia="zh-CN"/>
        </w:rPr>
        <w:t xml:space="preserve"> </w:t>
      </w:r>
      <w:r w:rsidRPr="00C4284C">
        <w:rPr>
          <w:rFonts w:ascii="Times New Roman" w:eastAsia="Times New Roman" w:hAnsi="Times New Roman" w:cs="Times New Roman"/>
          <w:bCs/>
          <w:i/>
          <w:lang w:eastAsia="zh-CN"/>
        </w:rPr>
        <w:t xml:space="preserve">Čestné prohlášení o splnění kvalifikačních předpokladů (formuláře 3.1 a </w:t>
      </w:r>
      <w:r w:rsidRPr="00C4284C">
        <w:rPr>
          <w:rFonts w:ascii="Times New Roman" w:eastAsia="Times New Roman" w:hAnsi="Times New Roman" w:cs="Times New Roman"/>
          <w:bCs/>
          <w:i/>
          <w:lang w:eastAsia="zh-CN"/>
        </w:rPr>
        <w:lastRenderedPageBreak/>
        <w:t>3.2) a Potvrzení dodavatele o existenci pracovního nebo obdobného poměru u každé osoby poskytující služby na pozici stavebního dozoru pozemních staveb u dodavatele (formulář 3.3)).</w:t>
      </w:r>
    </w:p>
    <w:p w14:paraId="47FF2F7A" w14:textId="77777777" w:rsidR="00C4284C" w:rsidRPr="00C4284C" w:rsidRDefault="00C4284C" w:rsidP="00C4284C">
      <w:pPr>
        <w:suppressAutoHyphens/>
        <w:spacing w:before="120" w:after="60" w:line="300" w:lineRule="exact"/>
        <w:rPr>
          <w:rFonts w:ascii="Times New Roman" w:eastAsia="Times New Roman" w:hAnsi="Times New Roman" w:cs="Times New Roman"/>
          <w:lang w:eastAsia="zh-CN"/>
        </w:rPr>
      </w:pPr>
      <w:r w:rsidRPr="00C4284C">
        <w:rPr>
          <w:rFonts w:ascii="Times New Roman" w:eastAsia="Times New Roman" w:hAnsi="Times New Roman" w:cs="Times New Roman"/>
          <w:lang w:eastAsia="zh-CN"/>
        </w:rPr>
        <w:t>nebo</w:t>
      </w:r>
    </w:p>
    <w:p w14:paraId="23CD39BB" w14:textId="47281501" w:rsidR="00C4284C" w:rsidRDefault="00C4284C" w:rsidP="00C4284C">
      <w:pPr>
        <w:suppressAutoHyphens/>
        <w:spacing w:before="120" w:line="300" w:lineRule="exact"/>
        <w:rPr>
          <w:rFonts w:ascii="Times New Roman" w:eastAsia="Times New Roman" w:hAnsi="Times New Roman" w:cs="Times New Roman"/>
          <w:bCs/>
          <w:i/>
          <w:lang w:eastAsia="zh-CN"/>
        </w:rPr>
      </w:pPr>
      <w:r w:rsidRPr="00C4284C">
        <w:rPr>
          <w:rFonts w:ascii="Times New Roman" w:eastAsia="Times New Roman" w:hAnsi="Times New Roman" w:cs="Times New Roman"/>
          <w:lang w:eastAsia="zh-CN"/>
        </w:rPr>
        <w:t>(i) středoškolské vzdělání technického směru, (</w:t>
      </w:r>
      <w:proofErr w:type="spellStart"/>
      <w:r w:rsidRPr="00C4284C">
        <w:rPr>
          <w:rFonts w:ascii="Times New Roman" w:eastAsia="Times New Roman" w:hAnsi="Times New Roman" w:cs="Times New Roman"/>
          <w:lang w:eastAsia="zh-CN"/>
        </w:rPr>
        <w:t>ii</w:t>
      </w:r>
      <w:proofErr w:type="spellEnd"/>
      <w:r w:rsidRPr="00C4284C">
        <w:rPr>
          <w:rFonts w:ascii="Times New Roman" w:eastAsia="Times New Roman" w:hAnsi="Times New Roman" w:cs="Times New Roman"/>
          <w:lang w:eastAsia="zh-CN"/>
        </w:rPr>
        <w:t>) minimálně 5 let prokazatelné praxe v oboru stavebnictví, z toho minimálně 3 roky praxe ve výkonu stavebního dozoru, (</w:t>
      </w:r>
      <w:proofErr w:type="spellStart"/>
      <w:r w:rsidRPr="00C4284C">
        <w:rPr>
          <w:rFonts w:ascii="Times New Roman" w:eastAsia="Times New Roman" w:hAnsi="Times New Roman" w:cs="Times New Roman"/>
          <w:lang w:eastAsia="zh-CN"/>
        </w:rPr>
        <w:t>iii</w:t>
      </w:r>
      <w:proofErr w:type="spellEnd"/>
      <w:r w:rsidRPr="00C4284C">
        <w:rPr>
          <w:rFonts w:ascii="Times New Roman" w:eastAsia="Times New Roman" w:hAnsi="Times New Roman" w:cs="Times New Roman"/>
          <w:lang w:eastAsia="zh-CN"/>
        </w:rPr>
        <w:t xml:space="preserve">) prokazatelnou praxi při realizaci minimálně 3 obdobných zakázek spočívajících ve výkonu stavebního dozoru na pozemní stavbě, ve finančním objemu celkových stavebních nákladů této </w:t>
      </w:r>
      <w:r w:rsidRPr="000A36F1">
        <w:rPr>
          <w:rFonts w:ascii="Times New Roman" w:eastAsia="Times New Roman" w:hAnsi="Times New Roman" w:cs="Times New Roman"/>
          <w:lang w:eastAsia="zh-CN"/>
        </w:rPr>
        <w:t xml:space="preserve">stavby minimálně </w:t>
      </w:r>
      <w:r w:rsidR="00C84AE6">
        <w:rPr>
          <w:rFonts w:ascii="Times New Roman" w:eastAsia="Times New Roman" w:hAnsi="Times New Roman" w:cs="Times New Roman"/>
          <w:lang w:eastAsia="zh-CN"/>
        </w:rPr>
        <w:t>30</w:t>
      </w:r>
      <w:r w:rsidR="00883239">
        <w:rPr>
          <w:rFonts w:ascii="Times New Roman" w:eastAsia="Times New Roman" w:hAnsi="Times New Roman" w:cs="Times New Roman"/>
          <w:lang w:eastAsia="zh-CN"/>
        </w:rPr>
        <w:t xml:space="preserve"> 0</w:t>
      </w:r>
      <w:r w:rsidR="00814EED">
        <w:rPr>
          <w:rFonts w:ascii="Times New Roman" w:eastAsia="Times New Roman" w:hAnsi="Times New Roman" w:cs="Times New Roman"/>
          <w:lang w:eastAsia="zh-CN"/>
        </w:rPr>
        <w:t>00</w:t>
      </w:r>
      <w:r w:rsidR="000A36F1" w:rsidRPr="000A36F1">
        <w:rPr>
          <w:rFonts w:ascii="Times New Roman" w:eastAsia="Times New Roman" w:hAnsi="Times New Roman" w:cs="Times New Roman"/>
          <w:lang w:eastAsia="zh-CN"/>
        </w:rPr>
        <w:t xml:space="preserve"> 000</w:t>
      </w:r>
      <w:r w:rsidR="00304906" w:rsidRPr="000A36F1">
        <w:rPr>
          <w:rFonts w:ascii="Times New Roman" w:eastAsia="Times New Roman" w:hAnsi="Times New Roman" w:cs="Times New Roman"/>
          <w:lang w:eastAsia="zh-CN"/>
        </w:rPr>
        <w:t>,</w:t>
      </w:r>
      <w:r w:rsidRPr="000A36F1">
        <w:rPr>
          <w:rFonts w:ascii="Times New Roman" w:eastAsia="Times New Roman" w:hAnsi="Times New Roman" w:cs="Times New Roman"/>
          <w:lang w:eastAsia="zh-CN"/>
        </w:rPr>
        <w:t>00 Kč bez DPH (</w:t>
      </w:r>
      <w:proofErr w:type="spellStart"/>
      <w:r w:rsidRPr="000A36F1">
        <w:rPr>
          <w:rFonts w:ascii="Times New Roman" w:eastAsia="Times New Roman" w:hAnsi="Times New Roman" w:cs="Times New Roman"/>
          <w:lang w:eastAsia="zh-CN"/>
        </w:rPr>
        <w:t>iv</w:t>
      </w:r>
      <w:proofErr w:type="spellEnd"/>
      <w:r w:rsidRPr="000A36F1">
        <w:rPr>
          <w:rFonts w:ascii="Times New Roman" w:eastAsia="Times New Roman" w:hAnsi="Times New Roman" w:cs="Times New Roman"/>
          <w:lang w:eastAsia="zh-CN"/>
        </w:rPr>
        <w:t>) existenci pracovního poměru či obdobného poměru u dodavatele, (v) autorizaci v oboru pozemní stavby</w:t>
      </w:r>
      <w:r w:rsidRPr="00C4284C">
        <w:rPr>
          <w:rFonts w:ascii="Times New Roman" w:eastAsia="Times New Roman" w:hAnsi="Times New Roman" w:cs="Times New Roman"/>
          <w:lang w:eastAsia="zh-CN"/>
        </w:rPr>
        <w:t xml:space="preserve">, a to minimálně ve stupni autorizovaný technik </w:t>
      </w:r>
      <w:r w:rsidRPr="00C4284C">
        <w:rPr>
          <w:rFonts w:ascii="Times New Roman" w:eastAsia="Times New Roman" w:hAnsi="Times New Roman" w:cs="Times New Roman"/>
          <w:i/>
          <w:lang w:eastAsia="zh-CN"/>
        </w:rPr>
        <w:t>(viz</w:t>
      </w:r>
      <w:r w:rsidRPr="00C4284C">
        <w:rPr>
          <w:rFonts w:ascii="Times New Roman" w:eastAsia="Times New Roman" w:hAnsi="Times New Roman" w:cs="Times New Roman"/>
          <w:lang w:eastAsia="zh-CN"/>
        </w:rPr>
        <w:t xml:space="preserve"> </w:t>
      </w:r>
      <w:r w:rsidRPr="00C4284C">
        <w:rPr>
          <w:rFonts w:ascii="Times New Roman" w:eastAsia="Times New Roman" w:hAnsi="Times New Roman" w:cs="Times New Roman"/>
          <w:bCs/>
          <w:i/>
          <w:lang w:eastAsia="zh-CN"/>
        </w:rPr>
        <w:t>Čestné prohlášení o splnění kvalifikačních předpokladů (formuláře 3.1 a 3.2) a Potvrzení dodavatele o existenci pracovního nebo obdobného poměru u každé osoby poskytující služby na pozici stavebního dozoru pozemních staveb u dodavatele (formulář 3.3)).</w:t>
      </w:r>
    </w:p>
    <w:p w14:paraId="0FA3526E" w14:textId="77777777" w:rsidR="00814EED" w:rsidRPr="00C4284C" w:rsidRDefault="00814EED" w:rsidP="00814EED">
      <w:pPr>
        <w:pStyle w:val="Odstavecseseznamem"/>
        <w:numPr>
          <w:ilvl w:val="0"/>
          <w:numId w:val="27"/>
        </w:numPr>
        <w:suppressAutoHyphens/>
        <w:spacing w:before="120" w:after="60" w:line="300" w:lineRule="exact"/>
        <w:rPr>
          <w:rFonts w:ascii="Times New Roman" w:eastAsia="Times New Roman" w:hAnsi="Times New Roman"/>
          <w:bCs/>
          <w:u w:val="single"/>
          <w:lang w:eastAsia="zh-CN"/>
        </w:rPr>
      </w:pPr>
      <w:r w:rsidRPr="00C4284C">
        <w:rPr>
          <w:rFonts w:ascii="Times New Roman" w:eastAsia="Times New Roman" w:hAnsi="Times New Roman"/>
          <w:bCs/>
          <w:u w:val="single"/>
          <w:lang w:eastAsia="zh-CN"/>
        </w:rPr>
        <w:t xml:space="preserve">u osoby zodpovědného technika v oboru technika prostředí staveb </w:t>
      </w:r>
    </w:p>
    <w:p w14:paraId="1EDEF504" w14:textId="32A57E70" w:rsidR="00CB7FB2" w:rsidRDefault="00814EED" w:rsidP="00CB7FB2">
      <w:pPr>
        <w:suppressAutoHyphens/>
        <w:spacing w:before="120" w:after="60" w:line="300" w:lineRule="exact"/>
        <w:rPr>
          <w:rFonts w:ascii="Times New Roman" w:eastAsia="Times New Roman" w:hAnsi="Times New Roman" w:cs="Times New Roman"/>
          <w:bCs/>
          <w:lang w:eastAsia="zh-CN"/>
        </w:rPr>
      </w:pPr>
      <w:r w:rsidRPr="00C4284C">
        <w:rPr>
          <w:rFonts w:ascii="Times New Roman" w:eastAsia="Times New Roman" w:hAnsi="Times New Roman" w:cs="Times New Roman"/>
          <w:bCs/>
          <w:lang w:eastAsia="zh-CN"/>
        </w:rPr>
        <w:t>(i) vysokoškolské vzdělání v magisterském studijním programu stavební inženýrství nebo ve srovnatelném programu a/nebo odborné středoškolské vzdělání stavební – obor technika prostředí staveb (</w:t>
      </w:r>
      <w:proofErr w:type="spellStart"/>
      <w:r w:rsidRPr="00C4284C">
        <w:rPr>
          <w:rFonts w:ascii="Times New Roman" w:eastAsia="Times New Roman" w:hAnsi="Times New Roman" w:cs="Times New Roman"/>
          <w:bCs/>
          <w:lang w:eastAsia="zh-CN"/>
        </w:rPr>
        <w:t>ii</w:t>
      </w:r>
      <w:proofErr w:type="spellEnd"/>
      <w:r w:rsidRPr="00C4284C">
        <w:rPr>
          <w:rFonts w:ascii="Times New Roman" w:eastAsia="Times New Roman" w:hAnsi="Times New Roman" w:cs="Times New Roman"/>
          <w:bCs/>
          <w:lang w:eastAsia="zh-CN"/>
        </w:rPr>
        <w:t>) minimálně 5 let praxe v oboru, (</w:t>
      </w:r>
      <w:proofErr w:type="spellStart"/>
      <w:r w:rsidRPr="00C4284C">
        <w:rPr>
          <w:rFonts w:ascii="Times New Roman" w:eastAsia="Times New Roman" w:hAnsi="Times New Roman" w:cs="Times New Roman"/>
          <w:bCs/>
          <w:lang w:eastAsia="zh-CN"/>
        </w:rPr>
        <w:t>iii</w:t>
      </w:r>
      <w:proofErr w:type="spellEnd"/>
      <w:r w:rsidRPr="00C4284C">
        <w:rPr>
          <w:rFonts w:ascii="Times New Roman" w:eastAsia="Times New Roman" w:hAnsi="Times New Roman" w:cs="Times New Roman"/>
          <w:bCs/>
          <w:lang w:eastAsia="zh-CN"/>
        </w:rPr>
        <w:t xml:space="preserve">) prokazatelnou praxi ve výkonu funkce zodpovědného technika stavebních objektů při realizaci alespoň jedné zakázky spočívající v dozoru pozemní stavby ve finančním objemu předpokládaných celkových stavebních nákladů této stavby alespoň </w:t>
      </w:r>
      <w:r w:rsidR="00C84AE6">
        <w:rPr>
          <w:rFonts w:ascii="Times New Roman" w:eastAsia="Times New Roman" w:hAnsi="Times New Roman" w:cs="Times New Roman"/>
          <w:lang w:eastAsia="zh-CN"/>
        </w:rPr>
        <w:t>10</w:t>
      </w:r>
      <w:r w:rsidR="00883239">
        <w:rPr>
          <w:rFonts w:ascii="Times New Roman" w:eastAsia="Times New Roman" w:hAnsi="Times New Roman" w:cs="Times New Roman"/>
          <w:lang w:eastAsia="zh-CN"/>
        </w:rPr>
        <w:t xml:space="preserve"> 0</w:t>
      </w:r>
      <w:r w:rsidRPr="00304906">
        <w:rPr>
          <w:rFonts w:ascii="Times New Roman" w:eastAsia="Times New Roman" w:hAnsi="Times New Roman" w:cs="Times New Roman"/>
          <w:lang w:eastAsia="zh-CN"/>
        </w:rPr>
        <w:t>00</w:t>
      </w:r>
      <w:r>
        <w:rPr>
          <w:rFonts w:ascii="Times New Roman" w:eastAsia="Times New Roman" w:hAnsi="Times New Roman" w:cs="Times New Roman"/>
          <w:lang w:eastAsia="zh-CN"/>
        </w:rPr>
        <w:t> </w:t>
      </w:r>
      <w:r w:rsidRPr="00304906">
        <w:rPr>
          <w:rFonts w:ascii="Times New Roman" w:eastAsia="Times New Roman" w:hAnsi="Times New Roman" w:cs="Times New Roman"/>
          <w:lang w:eastAsia="zh-CN"/>
        </w:rPr>
        <w:t>000</w:t>
      </w:r>
      <w:r>
        <w:rPr>
          <w:rFonts w:ascii="Times New Roman" w:eastAsia="Times New Roman" w:hAnsi="Times New Roman" w:cs="Times New Roman"/>
          <w:lang w:eastAsia="zh-CN"/>
        </w:rPr>
        <w:t>,</w:t>
      </w:r>
      <w:r w:rsidRPr="00C4284C">
        <w:rPr>
          <w:rFonts w:ascii="Times New Roman" w:eastAsia="Times New Roman" w:hAnsi="Times New Roman" w:cs="Times New Roman"/>
          <w:lang w:eastAsia="zh-CN"/>
        </w:rPr>
        <w:t xml:space="preserve">00 </w:t>
      </w:r>
      <w:r w:rsidRPr="00C4284C">
        <w:rPr>
          <w:rFonts w:ascii="Times New Roman" w:eastAsia="Times New Roman" w:hAnsi="Times New Roman" w:cs="Times New Roman"/>
          <w:bCs/>
          <w:lang w:eastAsia="zh-CN"/>
        </w:rPr>
        <w:t>Kč bez DPH, (</w:t>
      </w:r>
      <w:proofErr w:type="spellStart"/>
      <w:r w:rsidRPr="00C4284C">
        <w:rPr>
          <w:rFonts w:ascii="Times New Roman" w:eastAsia="Times New Roman" w:hAnsi="Times New Roman" w:cs="Times New Roman"/>
          <w:bCs/>
          <w:lang w:eastAsia="zh-CN"/>
        </w:rPr>
        <w:t>iv</w:t>
      </w:r>
      <w:proofErr w:type="spellEnd"/>
      <w:r w:rsidRPr="00C4284C">
        <w:rPr>
          <w:rFonts w:ascii="Times New Roman" w:eastAsia="Times New Roman" w:hAnsi="Times New Roman" w:cs="Times New Roman"/>
          <w:bCs/>
          <w:lang w:eastAsia="zh-CN"/>
        </w:rPr>
        <w:t>) existenci pracovního nebo obdobného poměru u dodavatele, (v) autorizaci v oboru technika prostředí staveb</w:t>
      </w:r>
      <w:r w:rsidR="00C84AE6">
        <w:rPr>
          <w:rFonts w:ascii="Times New Roman" w:eastAsia="Times New Roman" w:hAnsi="Times New Roman" w:cs="Times New Roman"/>
          <w:bCs/>
          <w:lang w:eastAsia="zh-CN"/>
        </w:rPr>
        <w:t>, specializace technická zařízení</w:t>
      </w:r>
      <w:r w:rsidRPr="00C4284C">
        <w:rPr>
          <w:rFonts w:ascii="Times New Roman" w:eastAsiaTheme="minorHAnsi" w:hAnsi="Times New Roman" w:cs="Times New Roman"/>
          <w:bCs/>
          <w:i/>
        </w:rPr>
        <w:t xml:space="preserve"> (viz </w:t>
      </w:r>
      <w:r w:rsidRPr="00C4284C">
        <w:rPr>
          <w:rFonts w:ascii="Times New Roman" w:eastAsia="Times New Roman" w:hAnsi="Times New Roman" w:cs="Times New Roman"/>
          <w:bCs/>
          <w:i/>
          <w:lang w:eastAsia="zh-CN"/>
        </w:rPr>
        <w:t>Čestné prohlášení o splnění kvalifikačních předpokladů (formuláře 3.1 a 3.2) a Potvrzení dodavatele o existenci pracovního nebo obdobného poměru osoby zodpovědného technika v oboru technika prostředí staveb u dodavatele (formulář 3.3))</w:t>
      </w:r>
      <w:r w:rsidR="00CB7FB2">
        <w:rPr>
          <w:rFonts w:ascii="Times New Roman" w:eastAsia="Times New Roman" w:hAnsi="Times New Roman" w:cs="Times New Roman"/>
          <w:bCs/>
          <w:i/>
          <w:lang w:eastAsia="zh-CN"/>
        </w:rPr>
        <w:t>.</w:t>
      </w:r>
    </w:p>
    <w:p w14:paraId="25696515" w14:textId="77777777" w:rsidR="00C4284C" w:rsidRPr="00C4284C" w:rsidRDefault="00C4284C" w:rsidP="00C4284C">
      <w:pPr>
        <w:pStyle w:val="Odstavecseseznamem"/>
        <w:numPr>
          <w:ilvl w:val="0"/>
          <w:numId w:val="27"/>
        </w:numPr>
        <w:suppressAutoHyphens/>
        <w:spacing w:before="120" w:after="60" w:line="300" w:lineRule="exact"/>
        <w:rPr>
          <w:rFonts w:ascii="Times New Roman" w:eastAsia="Times New Roman" w:hAnsi="Times New Roman"/>
          <w:u w:val="single"/>
          <w:lang w:eastAsia="zh-CN"/>
        </w:rPr>
      </w:pPr>
      <w:r w:rsidRPr="00C4284C">
        <w:rPr>
          <w:rFonts w:ascii="Times New Roman" w:eastAsia="Times New Roman" w:hAnsi="Times New Roman"/>
          <w:u w:val="single"/>
          <w:lang w:eastAsia="zh-CN"/>
        </w:rPr>
        <w:t>u osoby poskytující služby v oboru tvorby a kontroly rozpočtů</w:t>
      </w:r>
    </w:p>
    <w:p w14:paraId="3DCE9B9A" w14:textId="17722C95" w:rsidR="00814EED" w:rsidRPr="00C4284C" w:rsidRDefault="00C4284C" w:rsidP="00C4284C">
      <w:pPr>
        <w:suppressAutoHyphens/>
        <w:spacing w:before="120" w:after="60" w:line="300" w:lineRule="exact"/>
        <w:rPr>
          <w:rFonts w:ascii="Times New Roman" w:eastAsia="Times New Roman" w:hAnsi="Times New Roman" w:cs="Times New Roman"/>
          <w:bCs/>
          <w:i/>
          <w:lang w:eastAsia="zh-CN"/>
        </w:rPr>
      </w:pPr>
      <w:r w:rsidRPr="00C4284C">
        <w:rPr>
          <w:rFonts w:ascii="Times New Roman" w:eastAsia="Times New Roman" w:hAnsi="Times New Roman" w:cs="Times New Roman"/>
          <w:u w:val="single"/>
          <w:lang w:eastAsia="zh-CN"/>
        </w:rPr>
        <w:t>(</w:t>
      </w:r>
      <w:r w:rsidRPr="00C4284C">
        <w:rPr>
          <w:rFonts w:ascii="Times New Roman" w:eastAsia="Times New Roman" w:hAnsi="Times New Roman" w:cs="Times New Roman"/>
          <w:lang w:eastAsia="zh-CN"/>
        </w:rPr>
        <w:t>i) vysokoškolské nebo úplné odborné středoškolské vzdělání, (</w:t>
      </w:r>
      <w:proofErr w:type="spellStart"/>
      <w:r w:rsidRPr="00C4284C">
        <w:rPr>
          <w:rFonts w:ascii="Times New Roman" w:eastAsia="Times New Roman" w:hAnsi="Times New Roman" w:cs="Times New Roman"/>
          <w:lang w:eastAsia="zh-CN"/>
        </w:rPr>
        <w:t>ii</w:t>
      </w:r>
      <w:proofErr w:type="spellEnd"/>
      <w:r w:rsidRPr="00C4284C">
        <w:rPr>
          <w:rFonts w:ascii="Times New Roman" w:eastAsia="Times New Roman" w:hAnsi="Times New Roman" w:cs="Times New Roman"/>
          <w:lang w:eastAsia="zh-CN"/>
        </w:rPr>
        <w:t>) minimálně 5 let prokazatelné praxe v oboru tvorby a kontroly rozpočtů pozemních staveb, (</w:t>
      </w:r>
      <w:proofErr w:type="spellStart"/>
      <w:r w:rsidRPr="00C4284C">
        <w:rPr>
          <w:rFonts w:ascii="Times New Roman" w:eastAsia="Times New Roman" w:hAnsi="Times New Roman" w:cs="Times New Roman"/>
          <w:lang w:eastAsia="zh-CN"/>
        </w:rPr>
        <w:t>iii</w:t>
      </w:r>
      <w:proofErr w:type="spellEnd"/>
      <w:r w:rsidRPr="00C4284C">
        <w:rPr>
          <w:rFonts w:ascii="Times New Roman" w:eastAsia="Times New Roman" w:hAnsi="Times New Roman" w:cs="Times New Roman"/>
          <w:lang w:eastAsia="zh-CN"/>
        </w:rPr>
        <w:t>) existenci pracovního nebo obdobného poměru u dodavatele</w:t>
      </w:r>
      <w:r w:rsidRPr="00C4284C">
        <w:rPr>
          <w:rFonts w:ascii="Times New Roman" w:eastAsiaTheme="minorHAnsi" w:hAnsi="Times New Roman" w:cs="Times New Roman"/>
          <w:bCs/>
          <w:i/>
        </w:rPr>
        <w:t xml:space="preserve"> (viz </w:t>
      </w:r>
      <w:r w:rsidRPr="00C4284C">
        <w:rPr>
          <w:rFonts w:ascii="Times New Roman" w:eastAsia="Times New Roman" w:hAnsi="Times New Roman" w:cs="Times New Roman"/>
          <w:bCs/>
          <w:i/>
          <w:lang w:eastAsia="zh-CN"/>
        </w:rPr>
        <w:t xml:space="preserve">Čestné prohlášení o splnění kvalifikačních předpokladů (formuláře </w:t>
      </w:r>
      <w:smartTag w:uri="urn:schemas-microsoft-com:office:smarttags" w:element="metricconverter">
        <w:smartTagPr>
          <w:attr w:name="ProductID" w:val="3.1 a"/>
        </w:smartTagPr>
        <w:r w:rsidRPr="00C4284C">
          <w:rPr>
            <w:rFonts w:ascii="Times New Roman" w:eastAsia="Times New Roman" w:hAnsi="Times New Roman" w:cs="Times New Roman"/>
            <w:bCs/>
            <w:i/>
            <w:lang w:eastAsia="zh-CN"/>
          </w:rPr>
          <w:t>3.1 a</w:t>
        </w:r>
      </w:smartTag>
      <w:r w:rsidRPr="00C4284C">
        <w:rPr>
          <w:rFonts w:ascii="Times New Roman" w:eastAsia="Times New Roman" w:hAnsi="Times New Roman" w:cs="Times New Roman"/>
          <w:bCs/>
          <w:i/>
          <w:lang w:eastAsia="zh-CN"/>
        </w:rPr>
        <w:t xml:space="preserve"> 3.2) a Potvrzení dodavatele o existenci pracovního nebo obdobného poměru osoby poskytující služby v oboru tvorby a kontroly rozpočtů u dodavatele (formulář 3.3))</w:t>
      </w:r>
    </w:p>
    <w:p w14:paraId="725D39B2" w14:textId="77777777" w:rsidR="00DA3CF1" w:rsidRPr="00C4284C" w:rsidRDefault="00DA3CF1" w:rsidP="000228DA">
      <w:pPr>
        <w:pStyle w:val="AKFZFnovnadpis2"/>
        <w:spacing w:line="240" w:lineRule="auto"/>
        <w:rPr>
          <w:rFonts w:ascii="Times New Roman" w:hAnsi="Times New Roman" w:cs="Times New Roman"/>
        </w:rPr>
      </w:pPr>
      <w:bookmarkStart w:id="27" w:name="_Toc479667800"/>
      <w:r w:rsidRPr="00C4284C">
        <w:rPr>
          <w:rFonts w:ascii="Times New Roman" w:hAnsi="Times New Roman" w:cs="Times New Roman"/>
        </w:rPr>
        <w:t>Společná ustanovení o prokazování kvalifikace</w:t>
      </w:r>
      <w:bookmarkEnd w:id="27"/>
    </w:p>
    <w:p w14:paraId="7D7B5460" w14:textId="77777777" w:rsidR="00DA3CF1" w:rsidRPr="00C4284C" w:rsidRDefault="00DA3CF1" w:rsidP="000228DA">
      <w:pPr>
        <w:pStyle w:val="AKFZFnovnadpis3"/>
        <w:spacing w:line="240" w:lineRule="auto"/>
        <w:rPr>
          <w:rFonts w:ascii="Times New Roman" w:hAnsi="Times New Roman" w:cs="Times New Roman"/>
        </w:rPr>
      </w:pPr>
      <w:bookmarkStart w:id="28" w:name="_Toc479667801"/>
      <w:r w:rsidRPr="00C4284C">
        <w:rPr>
          <w:rFonts w:ascii="Times New Roman" w:hAnsi="Times New Roman" w:cs="Times New Roman"/>
        </w:rPr>
        <w:t>Pravost a stáří dokladů</w:t>
      </w:r>
      <w:bookmarkEnd w:id="28"/>
    </w:p>
    <w:p w14:paraId="7F60EAAC" w14:textId="143369EE" w:rsidR="00DA3CF1" w:rsidRPr="00DD70C1" w:rsidRDefault="00DA3CF1" w:rsidP="000228DA">
      <w:pPr>
        <w:pStyle w:val="AKFZFnormln"/>
        <w:spacing w:line="240" w:lineRule="auto"/>
        <w:rPr>
          <w:rFonts w:ascii="Times New Roman" w:hAnsi="Times New Roman" w:cs="Times New Roman"/>
        </w:rPr>
      </w:pPr>
      <w:r w:rsidRPr="00DD70C1">
        <w:rPr>
          <w:rFonts w:ascii="Times New Roman" w:hAnsi="Times New Roman" w:cs="Times New Roman"/>
        </w:rPr>
        <w:t>Účastník je oprávněn předložit kopie dokladů prokazujících splnění kvalifikace. Analogicky k § 86 odst. 3 zákona je účastník, se kterým má být uzavřena Smlouva, povinen předložit originály nebo ověřené kopie dokladů prokazujících splnění kvalifikace při podpisu Smlouvy, pokud již nebyly v poptávkovém řízení předloženy</w:t>
      </w:r>
      <w:r w:rsidR="008F48D3">
        <w:rPr>
          <w:rFonts w:ascii="Times New Roman" w:hAnsi="Times New Roman" w:cs="Times New Roman"/>
        </w:rPr>
        <w:t xml:space="preserve"> a pokud si to zadavatel vyžádá.</w:t>
      </w:r>
    </w:p>
    <w:p w14:paraId="4417B5CE" w14:textId="01E36E66" w:rsidR="00DA3CF1" w:rsidRPr="00DD70C1" w:rsidRDefault="00DA3CF1" w:rsidP="000228DA">
      <w:pPr>
        <w:pStyle w:val="AKFZFnormln"/>
        <w:spacing w:line="240" w:lineRule="auto"/>
        <w:rPr>
          <w:rFonts w:ascii="Times New Roman" w:hAnsi="Times New Roman" w:cs="Times New Roman"/>
        </w:rPr>
      </w:pPr>
      <w:r w:rsidRPr="00DD70C1">
        <w:rPr>
          <w:rFonts w:ascii="Times New Roman" w:hAnsi="Times New Roman" w:cs="Times New Roman"/>
        </w:rPr>
        <w:t xml:space="preserve">Doklady prokazující základní způsobilosti podle odst. </w:t>
      </w:r>
      <w:r w:rsidR="009539D8" w:rsidRPr="00DD70C1">
        <w:rPr>
          <w:rFonts w:ascii="Times New Roman" w:hAnsi="Times New Roman" w:cs="Times New Roman"/>
        </w:rPr>
        <w:fldChar w:fldCharType="begin"/>
      </w:r>
      <w:r w:rsidR="009539D8" w:rsidRPr="00DD70C1">
        <w:rPr>
          <w:rFonts w:ascii="Times New Roman" w:hAnsi="Times New Roman" w:cs="Times New Roman"/>
        </w:rPr>
        <w:instrText xml:space="preserve"> REF _Ref460340856 \r \h  \* MERGEFORMAT </w:instrText>
      </w:r>
      <w:r w:rsidR="009539D8" w:rsidRPr="00DD70C1">
        <w:rPr>
          <w:rFonts w:ascii="Times New Roman" w:hAnsi="Times New Roman" w:cs="Times New Roman"/>
        </w:rPr>
      </w:r>
      <w:r w:rsidR="009539D8" w:rsidRPr="00DD70C1">
        <w:rPr>
          <w:rFonts w:ascii="Times New Roman" w:hAnsi="Times New Roman" w:cs="Times New Roman"/>
        </w:rPr>
        <w:fldChar w:fldCharType="separate"/>
      </w:r>
      <w:r w:rsidR="0057346A">
        <w:rPr>
          <w:rFonts w:ascii="Times New Roman" w:hAnsi="Times New Roman" w:cs="Times New Roman"/>
        </w:rPr>
        <w:t>3.2</w:t>
      </w:r>
      <w:r w:rsidR="009539D8" w:rsidRPr="00DD70C1">
        <w:rPr>
          <w:rFonts w:ascii="Times New Roman" w:hAnsi="Times New Roman" w:cs="Times New Roman"/>
        </w:rPr>
        <w:fldChar w:fldCharType="end"/>
      </w:r>
      <w:r w:rsidRPr="00DD70C1">
        <w:rPr>
          <w:rFonts w:ascii="Times New Roman" w:hAnsi="Times New Roman" w:cs="Times New Roman"/>
        </w:rPr>
        <w:t xml:space="preserve"> této zadávací dokumentace a profesní způsobilost podle odst. </w:t>
      </w:r>
      <w:r w:rsidR="009539D8" w:rsidRPr="00DD70C1">
        <w:rPr>
          <w:rFonts w:ascii="Times New Roman" w:hAnsi="Times New Roman" w:cs="Times New Roman"/>
        </w:rPr>
        <w:fldChar w:fldCharType="begin"/>
      </w:r>
      <w:r w:rsidR="009539D8" w:rsidRPr="00DD70C1">
        <w:rPr>
          <w:rFonts w:ascii="Times New Roman" w:hAnsi="Times New Roman" w:cs="Times New Roman"/>
        </w:rPr>
        <w:instrText xml:space="preserve"> REF _Ref460843626 \r \h  \* MERGEFORMAT </w:instrText>
      </w:r>
      <w:r w:rsidR="009539D8" w:rsidRPr="00DD70C1">
        <w:rPr>
          <w:rFonts w:ascii="Times New Roman" w:hAnsi="Times New Roman" w:cs="Times New Roman"/>
        </w:rPr>
      </w:r>
      <w:r w:rsidR="009539D8" w:rsidRPr="00DD70C1">
        <w:rPr>
          <w:rFonts w:ascii="Times New Roman" w:hAnsi="Times New Roman" w:cs="Times New Roman"/>
        </w:rPr>
        <w:fldChar w:fldCharType="separate"/>
      </w:r>
      <w:r w:rsidR="0057346A">
        <w:rPr>
          <w:rFonts w:ascii="Times New Roman" w:hAnsi="Times New Roman" w:cs="Times New Roman"/>
        </w:rPr>
        <w:t>3.3</w:t>
      </w:r>
      <w:r w:rsidR="009539D8" w:rsidRPr="00DD70C1">
        <w:rPr>
          <w:rFonts w:ascii="Times New Roman" w:hAnsi="Times New Roman" w:cs="Times New Roman"/>
        </w:rPr>
        <w:fldChar w:fldCharType="end"/>
      </w:r>
      <w:r w:rsidRPr="00DD70C1">
        <w:rPr>
          <w:rFonts w:ascii="Times New Roman" w:hAnsi="Times New Roman" w:cs="Times New Roman"/>
        </w:rPr>
        <w:t xml:space="preserve"> této zadávací dokumentace musí prokazovat splnění požadovaného kritéria způsobilosti nejpozději v době 3 měsíců přede dnem zahájení poptávkového řízení (tj. před uveřejněním výzvy k podání nabídky nebo jejím doručením účastníkovi, nebyla-li uveřejněna). </w:t>
      </w:r>
    </w:p>
    <w:p w14:paraId="5CA67A46" w14:textId="77777777" w:rsidR="00DA3CF1" w:rsidRPr="00DD70C1" w:rsidRDefault="00DA3CF1" w:rsidP="000228DA">
      <w:pPr>
        <w:pStyle w:val="AKFZFnormln"/>
        <w:spacing w:line="240" w:lineRule="auto"/>
        <w:rPr>
          <w:rFonts w:ascii="Times New Roman" w:hAnsi="Times New Roman" w:cs="Times New Roman"/>
        </w:rPr>
      </w:pPr>
      <w:r w:rsidRPr="00DD70C1">
        <w:rPr>
          <w:rFonts w:ascii="Times New Roman" w:hAnsi="Times New Roman" w:cs="Times New Roman"/>
        </w:rPr>
        <w:t>Je-li zadavatelem vyžadováno čestné prohlášení, musí být ze strany účastníka podepsáno statutárním orgánem nebo jinou osobou prokazatelně oprávněnou jednat za účastníka; v takovém případě doloží účastník toto oprávnění v originálu či v kopii v nabídce.</w:t>
      </w:r>
    </w:p>
    <w:p w14:paraId="79ADB27B" w14:textId="77777777" w:rsidR="00DA3CF1" w:rsidRPr="00DD70C1" w:rsidRDefault="00DA3CF1" w:rsidP="000228DA">
      <w:pPr>
        <w:pStyle w:val="AKFZFnovnadpis3"/>
        <w:spacing w:line="240" w:lineRule="auto"/>
        <w:rPr>
          <w:rFonts w:ascii="Times New Roman" w:hAnsi="Times New Roman" w:cs="Times New Roman"/>
        </w:rPr>
      </w:pPr>
      <w:bookmarkStart w:id="29" w:name="_Toc479667802"/>
      <w:r w:rsidRPr="00DD70C1">
        <w:rPr>
          <w:rFonts w:ascii="Times New Roman" w:hAnsi="Times New Roman" w:cs="Times New Roman"/>
        </w:rPr>
        <w:lastRenderedPageBreak/>
        <w:t>Prokazování kvalifikace prostřednictvím poddodavatele</w:t>
      </w:r>
      <w:bookmarkEnd w:id="29"/>
    </w:p>
    <w:p w14:paraId="17A51DD5" w14:textId="2C565F12" w:rsidR="00DA3CF1" w:rsidRPr="00DD70C1" w:rsidRDefault="00DA3CF1" w:rsidP="000228DA">
      <w:pPr>
        <w:pStyle w:val="AKFZFnormln"/>
        <w:spacing w:line="240" w:lineRule="auto"/>
        <w:rPr>
          <w:rFonts w:ascii="Times New Roman" w:hAnsi="Times New Roman" w:cs="Times New Roman"/>
        </w:rPr>
      </w:pPr>
      <w:r w:rsidRPr="00DD70C1">
        <w:rPr>
          <w:rFonts w:ascii="Times New Roman" w:hAnsi="Times New Roman" w:cs="Times New Roman"/>
        </w:rPr>
        <w:t>Účastník může prokázat určitou část</w:t>
      </w:r>
      <w:r w:rsidR="00E64FB5" w:rsidRPr="00DD70C1">
        <w:rPr>
          <w:rFonts w:ascii="Times New Roman" w:hAnsi="Times New Roman" w:cs="Times New Roman"/>
        </w:rPr>
        <w:t xml:space="preserve"> </w:t>
      </w:r>
      <w:r w:rsidRPr="00DD70C1">
        <w:rPr>
          <w:rFonts w:ascii="Times New Roman" w:hAnsi="Times New Roman" w:cs="Times New Roman"/>
        </w:rPr>
        <w:t xml:space="preserve">technické kvalifikace nebo profesní způsobilosti, s výjimkou způsobilosti podle odst. </w:t>
      </w:r>
      <w:r w:rsidR="009539D8" w:rsidRPr="00DD70C1">
        <w:rPr>
          <w:rFonts w:ascii="Times New Roman" w:hAnsi="Times New Roman" w:cs="Times New Roman"/>
        </w:rPr>
        <w:fldChar w:fldCharType="begin"/>
      </w:r>
      <w:r w:rsidR="009539D8" w:rsidRPr="00DD70C1">
        <w:rPr>
          <w:rFonts w:ascii="Times New Roman" w:hAnsi="Times New Roman" w:cs="Times New Roman"/>
        </w:rPr>
        <w:instrText xml:space="preserve"> REF _Ref460843626 \r \h  \* MERGEFORMAT </w:instrText>
      </w:r>
      <w:r w:rsidR="009539D8" w:rsidRPr="00DD70C1">
        <w:rPr>
          <w:rFonts w:ascii="Times New Roman" w:hAnsi="Times New Roman" w:cs="Times New Roman"/>
        </w:rPr>
      </w:r>
      <w:r w:rsidR="009539D8" w:rsidRPr="00DD70C1">
        <w:rPr>
          <w:rFonts w:ascii="Times New Roman" w:hAnsi="Times New Roman" w:cs="Times New Roman"/>
        </w:rPr>
        <w:fldChar w:fldCharType="separate"/>
      </w:r>
      <w:r w:rsidR="0057346A">
        <w:rPr>
          <w:rFonts w:ascii="Times New Roman" w:hAnsi="Times New Roman" w:cs="Times New Roman"/>
        </w:rPr>
        <w:t>3.3</w:t>
      </w:r>
      <w:r w:rsidR="009539D8" w:rsidRPr="00DD70C1">
        <w:rPr>
          <w:rFonts w:ascii="Times New Roman" w:hAnsi="Times New Roman" w:cs="Times New Roman"/>
        </w:rPr>
        <w:fldChar w:fldCharType="end"/>
      </w:r>
      <w:r w:rsidRPr="00DD70C1">
        <w:rPr>
          <w:rFonts w:ascii="Times New Roman" w:hAnsi="Times New Roman" w:cs="Times New Roman"/>
        </w:rPr>
        <w:t xml:space="preserve"> písm. </w:t>
      </w:r>
      <w:r w:rsidR="009539D8" w:rsidRPr="00DD70C1">
        <w:rPr>
          <w:rFonts w:ascii="Times New Roman" w:hAnsi="Times New Roman" w:cs="Times New Roman"/>
        </w:rPr>
        <w:fldChar w:fldCharType="begin"/>
      </w:r>
      <w:r w:rsidR="009539D8" w:rsidRPr="00DD70C1">
        <w:rPr>
          <w:rFonts w:ascii="Times New Roman" w:hAnsi="Times New Roman" w:cs="Times New Roman"/>
        </w:rPr>
        <w:instrText xml:space="preserve"> REF _Ref460844231 \r \h  \* MERGEFORMAT </w:instrText>
      </w:r>
      <w:r w:rsidR="009539D8" w:rsidRPr="00DD70C1">
        <w:rPr>
          <w:rFonts w:ascii="Times New Roman" w:hAnsi="Times New Roman" w:cs="Times New Roman"/>
        </w:rPr>
      </w:r>
      <w:r w:rsidR="009539D8" w:rsidRPr="00DD70C1">
        <w:rPr>
          <w:rFonts w:ascii="Times New Roman" w:hAnsi="Times New Roman" w:cs="Times New Roman"/>
        </w:rPr>
        <w:fldChar w:fldCharType="separate"/>
      </w:r>
      <w:r w:rsidR="0057346A">
        <w:rPr>
          <w:rFonts w:ascii="Times New Roman" w:hAnsi="Times New Roman" w:cs="Times New Roman"/>
        </w:rPr>
        <w:t>a)</w:t>
      </w:r>
      <w:r w:rsidR="009539D8" w:rsidRPr="00DD70C1">
        <w:rPr>
          <w:rFonts w:ascii="Times New Roman" w:hAnsi="Times New Roman" w:cs="Times New Roman"/>
        </w:rPr>
        <w:fldChar w:fldCharType="end"/>
      </w:r>
      <w:r w:rsidRPr="00DD70C1">
        <w:rPr>
          <w:rFonts w:ascii="Times New Roman" w:hAnsi="Times New Roman" w:cs="Times New Roman"/>
        </w:rPr>
        <w:t xml:space="preserve"> této zadávací dokumentace, prostřednictvím poddodavatele. Účastník je v takovém případě povinen zadavateli předložit:</w:t>
      </w:r>
    </w:p>
    <w:p w14:paraId="347645AD" w14:textId="2EBB74AE" w:rsidR="00DA3CF1" w:rsidRPr="00DD70C1" w:rsidRDefault="00DA3CF1" w:rsidP="000228DA">
      <w:pPr>
        <w:pStyle w:val="AKFZFnormln"/>
        <w:numPr>
          <w:ilvl w:val="0"/>
          <w:numId w:val="13"/>
        </w:numPr>
        <w:spacing w:line="240" w:lineRule="auto"/>
        <w:ind w:hanging="720"/>
        <w:rPr>
          <w:rFonts w:ascii="Times New Roman" w:hAnsi="Times New Roman" w:cs="Times New Roman"/>
        </w:rPr>
      </w:pPr>
      <w:r w:rsidRPr="00DD70C1">
        <w:rPr>
          <w:rFonts w:ascii="Times New Roman" w:hAnsi="Times New Roman" w:cs="Times New Roman"/>
        </w:rPr>
        <w:t xml:space="preserve">doklady prokazující splnění základní způsobilosti poddodavatele podle odst. </w:t>
      </w:r>
      <w:r w:rsidR="009539D8" w:rsidRPr="00DD70C1">
        <w:rPr>
          <w:rFonts w:ascii="Times New Roman" w:hAnsi="Times New Roman" w:cs="Times New Roman"/>
        </w:rPr>
        <w:fldChar w:fldCharType="begin"/>
      </w:r>
      <w:r w:rsidR="009539D8" w:rsidRPr="00DD70C1">
        <w:rPr>
          <w:rFonts w:ascii="Times New Roman" w:hAnsi="Times New Roman" w:cs="Times New Roman"/>
        </w:rPr>
        <w:instrText xml:space="preserve"> REF _Ref460340856 \r \h  \* MERGEFORMAT </w:instrText>
      </w:r>
      <w:r w:rsidR="009539D8" w:rsidRPr="00DD70C1">
        <w:rPr>
          <w:rFonts w:ascii="Times New Roman" w:hAnsi="Times New Roman" w:cs="Times New Roman"/>
        </w:rPr>
      </w:r>
      <w:r w:rsidR="009539D8" w:rsidRPr="00DD70C1">
        <w:rPr>
          <w:rFonts w:ascii="Times New Roman" w:hAnsi="Times New Roman" w:cs="Times New Roman"/>
        </w:rPr>
        <w:fldChar w:fldCharType="separate"/>
      </w:r>
      <w:r w:rsidR="0057346A">
        <w:rPr>
          <w:rFonts w:ascii="Times New Roman" w:hAnsi="Times New Roman" w:cs="Times New Roman"/>
        </w:rPr>
        <w:t>3.2</w:t>
      </w:r>
      <w:r w:rsidR="009539D8" w:rsidRPr="00DD70C1">
        <w:rPr>
          <w:rFonts w:ascii="Times New Roman" w:hAnsi="Times New Roman" w:cs="Times New Roman"/>
        </w:rPr>
        <w:fldChar w:fldCharType="end"/>
      </w:r>
      <w:r w:rsidRPr="00DD70C1">
        <w:rPr>
          <w:rFonts w:ascii="Times New Roman" w:hAnsi="Times New Roman" w:cs="Times New Roman"/>
        </w:rPr>
        <w:t xml:space="preserve"> této zadávací dokumentace,</w:t>
      </w:r>
    </w:p>
    <w:p w14:paraId="385BDAC2" w14:textId="783B2EDC" w:rsidR="00DA3CF1" w:rsidRPr="00DD70C1" w:rsidRDefault="00DA3CF1" w:rsidP="000228DA">
      <w:pPr>
        <w:pStyle w:val="AKFZFnormln"/>
        <w:numPr>
          <w:ilvl w:val="0"/>
          <w:numId w:val="13"/>
        </w:numPr>
        <w:spacing w:line="240" w:lineRule="auto"/>
        <w:ind w:hanging="720"/>
        <w:rPr>
          <w:rFonts w:ascii="Times New Roman" w:hAnsi="Times New Roman" w:cs="Times New Roman"/>
        </w:rPr>
      </w:pPr>
      <w:r w:rsidRPr="00DD70C1">
        <w:rPr>
          <w:rFonts w:ascii="Times New Roman" w:hAnsi="Times New Roman" w:cs="Times New Roman"/>
        </w:rPr>
        <w:t xml:space="preserve">doklady prokazující splnění profesní způsobilosti poddodavatele podle odst. </w:t>
      </w:r>
      <w:r w:rsidR="009539D8" w:rsidRPr="00DD70C1">
        <w:rPr>
          <w:rFonts w:ascii="Times New Roman" w:hAnsi="Times New Roman" w:cs="Times New Roman"/>
        </w:rPr>
        <w:fldChar w:fldCharType="begin"/>
      </w:r>
      <w:r w:rsidR="009539D8" w:rsidRPr="00DD70C1">
        <w:rPr>
          <w:rFonts w:ascii="Times New Roman" w:hAnsi="Times New Roman" w:cs="Times New Roman"/>
        </w:rPr>
        <w:instrText xml:space="preserve"> REF _Ref460843626 \r \h  \* MERGEFORMAT </w:instrText>
      </w:r>
      <w:r w:rsidR="009539D8" w:rsidRPr="00DD70C1">
        <w:rPr>
          <w:rFonts w:ascii="Times New Roman" w:hAnsi="Times New Roman" w:cs="Times New Roman"/>
        </w:rPr>
      </w:r>
      <w:r w:rsidR="009539D8" w:rsidRPr="00DD70C1">
        <w:rPr>
          <w:rFonts w:ascii="Times New Roman" w:hAnsi="Times New Roman" w:cs="Times New Roman"/>
        </w:rPr>
        <w:fldChar w:fldCharType="separate"/>
      </w:r>
      <w:r w:rsidR="0057346A">
        <w:rPr>
          <w:rFonts w:ascii="Times New Roman" w:hAnsi="Times New Roman" w:cs="Times New Roman"/>
        </w:rPr>
        <w:t>3.3</w:t>
      </w:r>
      <w:r w:rsidR="009539D8" w:rsidRPr="00DD70C1">
        <w:rPr>
          <w:rFonts w:ascii="Times New Roman" w:hAnsi="Times New Roman" w:cs="Times New Roman"/>
        </w:rPr>
        <w:fldChar w:fldCharType="end"/>
      </w:r>
      <w:r w:rsidRPr="00DD70C1">
        <w:rPr>
          <w:rFonts w:ascii="Times New Roman" w:hAnsi="Times New Roman" w:cs="Times New Roman"/>
        </w:rPr>
        <w:t xml:space="preserve"> písm. </w:t>
      </w:r>
      <w:r w:rsidR="009539D8" w:rsidRPr="00DD70C1">
        <w:rPr>
          <w:rFonts w:ascii="Times New Roman" w:hAnsi="Times New Roman" w:cs="Times New Roman"/>
        </w:rPr>
        <w:fldChar w:fldCharType="begin"/>
      </w:r>
      <w:r w:rsidR="009539D8" w:rsidRPr="00DD70C1">
        <w:rPr>
          <w:rFonts w:ascii="Times New Roman" w:hAnsi="Times New Roman" w:cs="Times New Roman"/>
        </w:rPr>
        <w:instrText xml:space="preserve"> REF _Ref460844231 \r \h  \* MERGEFORMAT </w:instrText>
      </w:r>
      <w:r w:rsidR="009539D8" w:rsidRPr="00DD70C1">
        <w:rPr>
          <w:rFonts w:ascii="Times New Roman" w:hAnsi="Times New Roman" w:cs="Times New Roman"/>
        </w:rPr>
      </w:r>
      <w:r w:rsidR="009539D8" w:rsidRPr="00DD70C1">
        <w:rPr>
          <w:rFonts w:ascii="Times New Roman" w:hAnsi="Times New Roman" w:cs="Times New Roman"/>
        </w:rPr>
        <w:fldChar w:fldCharType="separate"/>
      </w:r>
      <w:r w:rsidR="0057346A">
        <w:rPr>
          <w:rFonts w:ascii="Times New Roman" w:hAnsi="Times New Roman" w:cs="Times New Roman"/>
        </w:rPr>
        <w:t>a)</w:t>
      </w:r>
      <w:r w:rsidR="009539D8" w:rsidRPr="00DD70C1">
        <w:rPr>
          <w:rFonts w:ascii="Times New Roman" w:hAnsi="Times New Roman" w:cs="Times New Roman"/>
        </w:rPr>
        <w:fldChar w:fldCharType="end"/>
      </w:r>
      <w:r w:rsidRPr="00DD70C1">
        <w:rPr>
          <w:rFonts w:ascii="Times New Roman" w:hAnsi="Times New Roman" w:cs="Times New Roman"/>
        </w:rPr>
        <w:t xml:space="preserve"> této zadávací dokumentace, tj. výpis z obchodního rejstříku, pokud je v něm zapsán, či výpis z jiné obdobné evidence, pokud jiný právní předpis zápis do takové evidence vyžaduje,</w:t>
      </w:r>
    </w:p>
    <w:p w14:paraId="36E4274F" w14:textId="77777777" w:rsidR="00DA3CF1" w:rsidRPr="00DD70C1" w:rsidRDefault="00DA3CF1" w:rsidP="000228DA">
      <w:pPr>
        <w:pStyle w:val="AKFZFnormln"/>
        <w:numPr>
          <w:ilvl w:val="0"/>
          <w:numId w:val="13"/>
        </w:numPr>
        <w:spacing w:line="240" w:lineRule="auto"/>
        <w:ind w:hanging="720"/>
        <w:rPr>
          <w:rFonts w:ascii="Times New Roman" w:hAnsi="Times New Roman" w:cs="Times New Roman"/>
        </w:rPr>
      </w:pPr>
      <w:r w:rsidRPr="00DD70C1">
        <w:rPr>
          <w:rFonts w:ascii="Times New Roman" w:hAnsi="Times New Roman" w:cs="Times New Roman"/>
        </w:rPr>
        <w:t>doklady prokazující splnění chybějící části kvalifikace prostřednictvím poddodavatele,</w:t>
      </w:r>
    </w:p>
    <w:p w14:paraId="74D9B383" w14:textId="012C46A5" w:rsidR="00DA3CF1" w:rsidRPr="008B64C9" w:rsidRDefault="00DA3CF1" w:rsidP="000228DA">
      <w:pPr>
        <w:pStyle w:val="AKFZFnormln"/>
        <w:numPr>
          <w:ilvl w:val="0"/>
          <w:numId w:val="13"/>
        </w:numPr>
        <w:spacing w:line="240" w:lineRule="auto"/>
        <w:ind w:hanging="720"/>
        <w:rPr>
          <w:rFonts w:ascii="Times New Roman" w:hAnsi="Times New Roman" w:cs="Times New Roman"/>
        </w:rPr>
      </w:pPr>
      <w:bookmarkStart w:id="30" w:name="_Ref460844558"/>
      <w:r w:rsidRPr="00DD70C1">
        <w:rPr>
          <w:rFonts w:ascii="Times New Roman" w:hAnsi="Times New Roman" w:cs="Times New Roman"/>
        </w:rPr>
        <w:t>písemný závazek poddodavatele k poskytnutí plnění určeného k plnění veřejné zakázky nebo k poskytnutí věcí nebo práv, s nimiž bude účastník oprávněn disponovat v rámci plnění veřejné zakázky, a to alespoň v rozsahu, v jakém poddodavatel prokázal kvalifikaci za účastníka.</w:t>
      </w:r>
      <w:bookmarkEnd w:id="30"/>
      <w:r w:rsidRPr="00DD70C1">
        <w:rPr>
          <w:rFonts w:ascii="Times New Roman" w:hAnsi="Times New Roman" w:cs="Times New Roman"/>
        </w:rPr>
        <w:t xml:space="preserve"> Ustanovení § 83 odst. 2 a 3 zákona se použijí obdobně.</w:t>
      </w:r>
    </w:p>
    <w:p w14:paraId="3517354F" w14:textId="77777777" w:rsidR="00DA3CF1" w:rsidRPr="00DD70C1" w:rsidRDefault="00DA3CF1" w:rsidP="000228DA">
      <w:pPr>
        <w:pStyle w:val="AKFZFnovNadpis1"/>
        <w:spacing w:line="240" w:lineRule="auto"/>
        <w:rPr>
          <w:rFonts w:ascii="Times New Roman" w:hAnsi="Times New Roman" w:cs="Times New Roman"/>
        </w:rPr>
      </w:pPr>
      <w:bookmarkStart w:id="31" w:name="_Toc479667805"/>
      <w:r w:rsidRPr="00DD70C1">
        <w:rPr>
          <w:rFonts w:ascii="Times New Roman" w:hAnsi="Times New Roman" w:cs="Times New Roman"/>
        </w:rPr>
        <w:t>ZPŮSOB ZPRACOVÁNÍ NABÍDKOVÉ CENY</w:t>
      </w:r>
      <w:bookmarkEnd w:id="31"/>
    </w:p>
    <w:p w14:paraId="5664EAA5" w14:textId="77777777" w:rsidR="00DA3CF1" w:rsidRPr="00DD70C1" w:rsidRDefault="00DA3CF1" w:rsidP="000228DA">
      <w:pPr>
        <w:pStyle w:val="AKFZFnovnadpis2"/>
        <w:spacing w:line="240" w:lineRule="auto"/>
        <w:rPr>
          <w:rFonts w:ascii="Times New Roman" w:hAnsi="Times New Roman" w:cs="Times New Roman"/>
        </w:rPr>
      </w:pPr>
      <w:bookmarkStart w:id="32" w:name="_Toc479667806"/>
      <w:r w:rsidRPr="00DD70C1">
        <w:rPr>
          <w:rFonts w:ascii="Times New Roman" w:hAnsi="Times New Roman" w:cs="Times New Roman"/>
        </w:rPr>
        <w:t>Základní požadavky zadavatele</w:t>
      </w:r>
      <w:bookmarkEnd w:id="32"/>
    </w:p>
    <w:p w14:paraId="788A98B3" w14:textId="77777777" w:rsidR="00DA3CF1" w:rsidRPr="00DD70C1" w:rsidRDefault="00DA3CF1" w:rsidP="000228DA">
      <w:pPr>
        <w:pStyle w:val="AKFZFnormln"/>
        <w:spacing w:line="240" w:lineRule="auto"/>
        <w:rPr>
          <w:rFonts w:ascii="Times New Roman" w:hAnsi="Times New Roman" w:cs="Times New Roman"/>
          <w:bCs/>
          <w:iCs/>
        </w:rPr>
      </w:pPr>
      <w:r w:rsidRPr="00DD70C1">
        <w:rPr>
          <w:rFonts w:ascii="Times New Roman" w:hAnsi="Times New Roman" w:cs="Times New Roman"/>
          <w:bCs/>
          <w:iCs/>
        </w:rPr>
        <w:t>Účastník stanoví nabídkovou cenu za řádné a včasné splnění předmětu Veřejné zakázky, na jejíž plnění podává nabídku.</w:t>
      </w:r>
    </w:p>
    <w:p w14:paraId="78110648" w14:textId="77777777" w:rsidR="00DA3CF1" w:rsidRPr="00DD70C1" w:rsidRDefault="00DA3CF1" w:rsidP="000228DA">
      <w:pPr>
        <w:pStyle w:val="AKFZFnormln"/>
        <w:spacing w:line="240" w:lineRule="auto"/>
        <w:rPr>
          <w:rFonts w:ascii="Times New Roman" w:hAnsi="Times New Roman" w:cs="Times New Roman"/>
        </w:rPr>
      </w:pPr>
      <w:r w:rsidRPr="00DD70C1">
        <w:rPr>
          <w:rFonts w:ascii="Times New Roman" w:hAnsi="Times New Roman" w:cs="Times New Roman"/>
          <w:bCs/>
          <w:iCs/>
        </w:rPr>
        <w:t>Nabídková cena bude uvedena v závazném návrhu smlouvy a na krycím listu v následujícím členění:</w:t>
      </w:r>
      <w:r w:rsidRPr="00DD70C1">
        <w:rPr>
          <w:rFonts w:ascii="Times New Roman" w:hAnsi="Times New Roman" w:cs="Times New Roman"/>
        </w:rPr>
        <w:t>:</w:t>
      </w:r>
    </w:p>
    <w:p w14:paraId="402AF0B7" w14:textId="77777777" w:rsidR="00DA3CF1" w:rsidRPr="00DD70C1" w:rsidRDefault="00DA3CF1" w:rsidP="000228DA">
      <w:pPr>
        <w:pStyle w:val="AKFZFnormln"/>
        <w:numPr>
          <w:ilvl w:val="0"/>
          <w:numId w:val="19"/>
        </w:numPr>
        <w:spacing w:line="240" w:lineRule="auto"/>
        <w:rPr>
          <w:rFonts w:ascii="Times New Roman" w:hAnsi="Times New Roman" w:cs="Times New Roman"/>
        </w:rPr>
      </w:pPr>
      <w:r w:rsidRPr="00DD70C1">
        <w:rPr>
          <w:rFonts w:ascii="Times New Roman" w:hAnsi="Times New Roman" w:cs="Times New Roman"/>
        </w:rPr>
        <w:t>Cena v Kč bez DPH</w:t>
      </w:r>
    </w:p>
    <w:p w14:paraId="4A61805C" w14:textId="77777777" w:rsidR="00DA3CF1" w:rsidRPr="00DD70C1" w:rsidRDefault="00DA3CF1" w:rsidP="000228DA">
      <w:pPr>
        <w:pStyle w:val="AKFZFnormln"/>
        <w:numPr>
          <w:ilvl w:val="0"/>
          <w:numId w:val="19"/>
        </w:numPr>
        <w:spacing w:line="240" w:lineRule="auto"/>
        <w:rPr>
          <w:rFonts w:ascii="Times New Roman" w:hAnsi="Times New Roman" w:cs="Times New Roman"/>
        </w:rPr>
      </w:pPr>
      <w:r w:rsidRPr="00DD70C1">
        <w:rPr>
          <w:rFonts w:ascii="Times New Roman" w:hAnsi="Times New Roman" w:cs="Times New Roman"/>
        </w:rPr>
        <w:t>Sazba DPH v %</w:t>
      </w:r>
    </w:p>
    <w:p w14:paraId="19862822" w14:textId="77777777" w:rsidR="00DA3CF1" w:rsidRPr="00DD70C1" w:rsidRDefault="00DA3CF1" w:rsidP="000228DA">
      <w:pPr>
        <w:pStyle w:val="AKFZFnormln"/>
        <w:numPr>
          <w:ilvl w:val="0"/>
          <w:numId w:val="19"/>
        </w:numPr>
        <w:spacing w:line="240" w:lineRule="auto"/>
        <w:rPr>
          <w:rFonts w:ascii="Times New Roman" w:hAnsi="Times New Roman" w:cs="Times New Roman"/>
        </w:rPr>
      </w:pPr>
      <w:r w:rsidRPr="00DD70C1">
        <w:rPr>
          <w:rFonts w:ascii="Times New Roman" w:hAnsi="Times New Roman" w:cs="Times New Roman"/>
        </w:rPr>
        <w:t>Cena v Kč včetně DPH</w:t>
      </w:r>
    </w:p>
    <w:p w14:paraId="4ABE6A9B" w14:textId="77777777" w:rsidR="00DA3CF1" w:rsidRPr="00DD70C1" w:rsidRDefault="00DA3CF1" w:rsidP="000228DA">
      <w:pPr>
        <w:pStyle w:val="AKFZFnovnadpis2"/>
        <w:spacing w:line="240" w:lineRule="auto"/>
        <w:rPr>
          <w:rFonts w:ascii="Times New Roman" w:hAnsi="Times New Roman" w:cs="Times New Roman"/>
        </w:rPr>
      </w:pPr>
      <w:bookmarkStart w:id="33" w:name="_Toc479667807"/>
      <w:r w:rsidRPr="00DD70C1">
        <w:rPr>
          <w:rFonts w:ascii="Times New Roman" w:hAnsi="Times New Roman" w:cs="Times New Roman"/>
        </w:rPr>
        <w:t>Maximální výše nabídkové ceny</w:t>
      </w:r>
      <w:bookmarkEnd w:id="33"/>
    </w:p>
    <w:p w14:paraId="060C9660" w14:textId="77777777" w:rsidR="00DA3CF1" w:rsidRPr="00DD70C1" w:rsidRDefault="00DA3CF1" w:rsidP="000228DA">
      <w:pPr>
        <w:pStyle w:val="AKFZFnormln"/>
        <w:spacing w:line="240" w:lineRule="auto"/>
        <w:rPr>
          <w:rFonts w:ascii="Times New Roman" w:hAnsi="Times New Roman" w:cs="Times New Roman"/>
        </w:rPr>
      </w:pPr>
      <w:r w:rsidRPr="00DD70C1">
        <w:rPr>
          <w:rFonts w:ascii="Times New Roman" w:hAnsi="Times New Roman" w:cs="Times New Roman"/>
        </w:rPr>
        <w:t>Maximální výše nabídkové ceny, kterou jsou účastníci oprávněni v nabídce uvést, odpovídá výši předpokládané hodnoty Veřejné zakázky.</w:t>
      </w:r>
    </w:p>
    <w:p w14:paraId="2BF1A117" w14:textId="77777777" w:rsidR="00DA3CF1" w:rsidRPr="00DD70C1" w:rsidRDefault="00DA3CF1" w:rsidP="000228DA">
      <w:pPr>
        <w:pStyle w:val="AKFZFnormln"/>
        <w:spacing w:line="240" w:lineRule="auto"/>
        <w:rPr>
          <w:rFonts w:ascii="Times New Roman" w:hAnsi="Times New Roman" w:cs="Times New Roman"/>
        </w:rPr>
      </w:pPr>
      <w:r w:rsidRPr="00DD70C1">
        <w:rPr>
          <w:rFonts w:ascii="Times New Roman" w:hAnsi="Times New Roman" w:cs="Times New Roman"/>
        </w:rPr>
        <w:t>Účastník, který podá nabídku obsahující vyšší nabídkovou cenu, bude za zadávacího řízení vyloučen.</w:t>
      </w:r>
    </w:p>
    <w:p w14:paraId="6FBDBC61" w14:textId="77777777" w:rsidR="00DA3CF1" w:rsidRPr="00DD70C1" w:rsidRDefault="00DA3CF1" w:rsidP="000228DA">
      <w:pPr>
        <w:pStyle w:val="AKFZFnovnadpis2"/>
        <w:spacing w:line="240" w:lineRule="auto"/>
        <w:rPr>
          <w:rFonts w:ascii="Times New Roman" w:hAnsi="Times New Roman" w:cs="Times New Roman"/>
        </w:rPr>
      </w:pPr>
      <w:bookmarkStart w:id="34" w:name="_Toc479667808"/>
      <w:r w:rsidRPr="00DD70C1">
        <w:rPr>
          <w:rFonts w:ascii="Times New Roman" w:hAnsi="Times New Roman" w:cs="Times New Roman"/>
        </w:rPr>
        <w:t>Podmínky překročení nabídkové ceny</w:t>
      </w:r>
      <w:bookmarkEnd w:id="34"/>
    </w:p>
    <w:p w14:paraId="5CF0CAF3" w14:textId="77777777" w:rsidR="00DA3CF1" w:rsidRPr="00DD70C1" w:rsidRDefault="00DA3CF1" w:rsidP="000228DA">
      <w:pPr>
        <w:pStyle w:val="AKFZFnormln"/>
        <w:spacing w:line="240" w:lineRule="auto"/>
        <w:rPr>
          <w:rFonts w:ascii="Times New Roman" w:hAnsi="Times New Roman" w:cs="Times New Roman"/>
        </w:rPr>
      </w:pPr>
      <w:r w:rsidRPr="00DD70C1">
        <w:rPr>
          <w:rFonts w:ascii="Times New Roman" w:hAnsi="Times New Roman" w:cs="Times New Roman"/>
        </w:rPr>
        <w:t>Nabídková cena a veškeré její položky musí být stanoveny jako nejvýše přípustné a neměnné.</w:t>
      </w:r>
    </w:p>
    <w:p w14:paraId="1CA6B3E8" w14:textId="77777777" w:rsidR="00DA3CF1" w:rsidRPr="00DD70C1" w:rsidRDefault="00DA3CF1" w:rsidP="000228DA">
      <w:pPr>
        <w:pStyle w:val="AKFZFnormln"/>
        <w:spacing w:line="240" w:lineRule="auto"/>
        <w:rPr>
          <w:rFonts w:ascii="Times New Roman" w:hAnsi="Times New Roman" w:cs="Times New Roman"/>
        </w:rPr>
      </w:pPr>
      <w:r w:rsidRPr="00DD70C1">
        <w:rPr>
          <w:rFonts w:ascii="Times New Roman" w:hAnsi="Times New Roman" w:cs="Times New Roman"/>
        </w:rPr>
        <w:t xml:space="preserve">Nabídková cena bude stanovena jako cena konečná, tj. zahrnující jakékoliv případné dodatečné náklady účastníka, nepřekročitelná a ve smlouvě jako cena smluvní. </w:t>
      </w:r>
      <w:bookmarkStart w:id="35" w:name="_Hlt326912150"/>
      <w:bookmarkEnd w:id="35"/>
    </w:p>
    <w:p w14:paraId="425086C6" w14:textId="77777777" w:rsidR="00DA3CF1" w:rsidRPr="00DD70C1" w:rsidRDefault="00DA3CF1" w:rsidP="000228DA">
      <w:pPr>
        <w:pStyle w:val="AKFZFnormln"/>
        <w:spacing w:line="240" w:lineRule="auto"/>
        <w:rPr>
          <w:rFonts w:ascii="Times New Roman" w:hAnsi="Times New Roman" w:cs="Times New Roman"/>
        </w:rPr>
      </w:pPr>
      <w:r w:rsidRPr="00DD70C1">
        <w:rPr>
          <w:rFonts w:ascii="Times New Roman" w:hAnsi="Times New Roman" w:cs="Times New Roman"/>
        </w:rPr>
        <w:t>Překročení nabídkové ceny je možné pouze v případě, že po podání nabídky na Veřejnou zakázku a před termínem jejího plnění dojde ke změně relevantních sazeb DPH, a to pouze o hodnotu odpovídající této změně.</w:t>
      </w:r>
    </w:p>
    <w:p w14:paraId="264F3C50" w14:textId="77777777" w:rsidR="00DA3CF1" w:rsidRPr="00DD70C1" w:rsidRDefault="00DA3CF1" w:rsidP="000228DA">
      <w:pPr>
        <w:pStyle w:val="AKFZFnovNadpis1"/>
        <w:spacing w:line="240" w:lineRule="auto"/>
        <w:rPr>
          <w:rFonts w:ascii="Times New Roman" w:hAnsi="Times New Roman" w:cs="Times New Roman"/>
        </w:rPr>
      </w:pPr>
      <w:bookmarkStart w:id="36" w:name="_Toc479667809"/>
      <w:r w:rsidRPr="00DD70C1">
        <w:rPr>
          <w:rFonts w:ascii="Times New Roman" w:hAnsi="Times New Roman" w:cs="Times New Roman"/>
        </w:rPr>
        <w:t>OBCHODNÍ PODMÍNKY A PLATEBNÍ PODMÍNKY</w:t>
      </w:r>
      <w:bookmarkEnd w:id="36"/>
    </w:p>
    <w:p w14:paraId="48C98F7F" w14:textId="77777777" w:rsidR="00DA3CF1" w:rsidRPr="00DD70C1" w:rsidRDefault="00DA3CF1" w:rsidP="000228DA">
      <w:pPr>
        <w:pStyle w:val="AKFZFnovnadpis2"/>
        <w:spacing w:line="240" w:lineRule="auto"/>
        <w:rPr>
          <w:rFonts w:ascii="Times New Roman" w:hAnsi="Times New Roman" w:cs="Times New Roman"/>
        </w:rPr>
      </w:pPr>
      <w:bookmarkStart w:id="37" w:name="_Toc479667810"/>
      <w:r w:rsidRPr="00DD70C1">
        <w:rPr>
          <w:rFonts w:ascii="Times New Roman" w:hAnsi="Times New Roman" w:cs="Times New Roman"/>
        </w:rPr>
        <w:t>Obchodní podmínky</w:t>
      </w:r>
      <w:bookmarkEnd w:id="37"/>
    </w:p>
    <w:p w14:paraId="7792CB15" w14:textId="47EE9911" w:rsidR="00DA3CF1" w:rsidRPr="00DD70C1" w:rsidRDefault="00DA3CF1" w:rsidP="000228DA">
      <w:pPr>
        <w:pStyle w:val="AKFZFnormln"/>
        <w:spacing w:line="240" w:lineRule="auto"/>
        <w:rPr>
          <w:rFonts w:ascii="Times New Roman" w:hAnsi="Times New Roman" w:cs="Times New Roman"/>
        </w:rPr>
      </w:pPr>
      <w:r w:rsidRPr="00DD70C1">
        <w:rPr>
          <w:rFonts w:ascii="Times New Roman" w:hAnsi="Times New Roman" w:cs="Times New Roman"/>
        </w:rPr>
        <w:t>Obchodní podmínky obsahuje závazný návrh smlouvy na plnění Veřejné zakázky, který tvoří přílohu č.</w:t>
      </w:r>
      <w:r w:rsidR="002472AE">
        <w:rPr>
          <w:rFonts w:ascii="Times New Roman" w:hAnsi="Times New Roman" w:cs="Times New Roman"/>
        </w:rPr>
        <w:t xml:space="preserve"> 5</w:t>
      </w:r>
      <w:r w:rsidRPr="00DD70C1">
        <w:rPr>
          <w:rFonts w:ascii="Times New Roman" w:hAnsi="Times New Roman" w:cs="Times New Roman"/>
        </w:rPr>
        <w:t xml:space="preserve"> této zadávací dokumentace.</w:t>
      </w:r>
    </w:p>
    <w:p w14:paraId="5585DD90" w14:textId="77777777" w:rsidR="00DA3CF1" w:rsidRPr="00DD70C1" w:rsidRDefault="00DA3CF1" w:rsidP="000228DA">
      <w:pPr>
        <w:pStyle w:val="AKFZFnormln"/>
        <w:spacing w:line="240" w:lineRule="auto"/>
        <w:rPr>
          <w:rFonts w:ascii="Times New Roman" w:hAnsi="Times New Roman" w:cs="Times New Roman"/>
        </w:rPr>
      </w:pPr>
      <w:r w:rsidRPr="00DD70C1">
        <w:rPr>
          <w:rFonts w:ascii="Times New Roman" w:hAnsi="Times New Roman" w:cs="Times New Roman"/>
        </w:rPr>
        <w:t xml:space="preserve">Závazný návrh smlouvy na plnění Veřejné zakázky představuje závazné požadavky zadavatele na plnění Veřejné zakázky a účastníci nejsou oprávněni činit úpravy smlouvy s výjimkou údajů, které jsou v závazném návrhu smlouvy výslovně označeny k doplnění (uvozeny formulací </w:t>
      </w:r>
      <w:r w:rsidRPr="00DD70C1">
        <w:rPr>
          <w:rFonts w:ascii="Times New Roman" w:hAnsi="Times New Roman" w:cs="Times New Roman"/>
          <w:highlight w:val="yellow"/>
        </w:rPr>
        <w:t>[DOPLNÍ ÚČASTNÍK]</w:t>
      </w:r>
      <w:r w:rsidRPr="00DD70C1">
        <w:rPr>
          <w:rFonts w:ascii="Times New Roman" w:hAnsi="Times New Roman" w:cs="Times New Roman"/>
        </w:rPr>
        <w:t xml:space="preserve">), a dále </w:t>
      </w:r>
      <w:r w:rsidRPr="00DD70C1">
        <w:rPr>
          <w:rFonts w:ascii="Times New Roman" w:hAnsi="Times New Roman" w:cs="Times New Roman"/>
        </w:rPr>
        <w:lastRenderedPageBreak/>
        <w:t>s výjimkou identifikace účastníka uvedené v hlavičce návrhu smlouvy (zejména pokud je účastníkem více dodavatelů či fyzická osoba).</w:t>
      </w:r>
    </w:p>
    <w:p w14:paraId="0B91BDC0" w14:textId="77777777" w:rsidR="00DA3CF1" w:rsidRPr="00DD70C1" w:rsidRDefault="00DA3CF1" w:rsidP="000228DA">
      <w:pPr>
        <w:pStyle w:val="AKFZFnormln"/>
        <w:spacing w:line="240" w:lineRule="auto"/>
        <w:rPr>
          <w:rFonts w:ascii="Times New Roman" w:hAnsi="Times New Roman" w:cs="Times New Roman"/>
        </w:rPr>
      </w:pPr>
      <w:r w:rsidRPr="00DD70C1">
        <w:rPr>
          <w:rFonts w:ascii="Times New Roman" w:hAnsi="Times New Roman" w:cs="Times New Roman"/>
        </w:rPr>
        <w:t xml:space="preserve">Návrh smlouvy musí být ze strany účastníka podepsán statutárním orgánem nebo jinou osobou prokazatelně oprávněnou jednat za účastníka; v takovém případě doloží účastník toto oprávnění v originálu či v úředně ověřené kopii v nabídce. Předložení nepodepsaného návrhu smlouvy není předložením řádného návrhu požadované smlouvy. Podává-li nabídku více účastníků společně (jako konsorcium dodavatelů), návrh smlouvy musí být podepsán statutárními orgány nebo jinými osobami prokazatelně oprávněnými jednat za všechny účastníky podávající nabídku, nebo účastníkem, který byl ostatními účastníky k tomuto úkonu výslovně zmocněn. </w:t>
      </w:r>
    </w:p>
    <w:p w14:paraId="71291975" w14:textId="77777777" w:rsidR="00DA3CF1" w:rsidRPr="00DD70C1" w:rsidRDefault="00DA3CF1" w:rsidP="000228DA">
      <w:pPr>
        <w:pStyle w:val="AKFZFnormln"/>
        <w:spacing w:line="240" w:lineRule="auto"/>
        <w:rPr>
          <w:rFonts w:ascii="Times New Roman" w:hAnsi="Times New Roman" w:cs="Times New Roman"/>
        </w:rPr>
      </w:pPr>
      <w:r w:rsidRPr="00DD70C1">
        <w:rPr>
          <w:rFonts w:ascii="Times New Roman" w:hAnsi="Times New Roman" w:cs="Times New Roman"/>
        </w:rPr>
        <w:t>Vybraný účastník bude uskutečňovat svou součinnost po podpisu smlouvy podle pokynů zadavatele a v souladu s jeho zájmy, pokud tyto nebudou v rozporu s obecně platnými právními předpisy.</w:t>
      </w:r>
    </w:p>
    <w:p w14:paraId="50C28BDF" w14:textId="77777777" w:rsidR="00DA3CF1" w:rsidRPr="00DD70C1" w:rsidRDefault="00DA3CF1" w:rsidP="000228DA">
      <w:pPr>
        <w:pStyle w:val="AKFZFnovnadpis2"/>
        <w:spacing w:line="240" w:lineRule="auto"/>
        <w:rPr>
          <w:rFonts w:ascii="Times New Roman" w:hAnsi="Times New Roman" w:cs="Times New Roman"/>
        </w:rPr>
      </w:pPr>
      <w:bookmarkStart w:id="38" w:name="_Toc479667811"/>
      <w:r w:rsidRPr="00DD70C1">
        <w:rPr>
          <w:rFonts w:ascii="Times New Roman" w:hAnsi="Times New Roman" w:cs="Times New Roman"/>
        </w:rPr>
        <w:t>Platební podmínky</w:t>
      </w:r>
      <w:bookmarkEnd w:id="38"/>
    </w:p>
    <w:p w14:paraId="527CD948" w14:textId="3B9450DE" w:rsidR="00DA3CF1" w:rsidRPr="00DD70C1" w:rsidRDefault="00DA3CF1" w:rsidP="000228DA">
      <w:pPr>
        <w:pStyle w:val="AKFZFnormln"/>
        <w:spacing w:line="240" w:lineRule="auto"/>
        <w:rPr>
          <w:rFonts w:ascii="Times New Roman" w:hAnsi="Times New Roman" w:cs="Times New Roman"/>
        </w:rPr>
      </w:pPr>
      <w:r w:rsidRPr="00DD70C1">
        <w:rPr>
          <w:rFonts w:ascii="Times New Roman" w:hAnsi="Times New Roman" w:cs="Times New Roman"/>
        </w:rPr>
        <w:t xml:space="preserve">Platební podmínky obsahuje závazný návrh smlouvy na plnění Veřejné zakázky, který tvoří přílohu č. </w:t>
      </w:r>
      <w:r w:rsidR="002472AE">
        <w:rPr>
          <w:rFonts w:ascii="Times New Roman" w:hAnsi="Times New Roman" w:cs="Times New Roman"/>
        </w:rPr>
        <w:t>5</w:t>
      </w:r>
      <w:r w:rsidRPr="00DD70C1">
        <w:rPr>
          <w:rFonts w:ascii="Times New Roman" w:hAnsi="Times New Roman" w:cs="Times New Roman"/>
        </w:rPr>
        <w:t xml:space="preserve"> této zadávací dokumentace.</w:t>
      </w:r>
    </w:p>
    <w:p w14:paraId="1AA86EE2" w14:textId="77777777" w:rsidR="00DA3CF1" w:rsidRPr="00DD70C1" w:rsidDel="005E158D" w:rsidRDefault="00DA3CF1" w:rsidP="000228DA">
      <w:pPr>
        <w:pStyle w:val="AKFZFnovNadpis1"/>
        <w:spacing w:line="240" w:lineRule="auto"/>
        <w:rPr>
          <w:rFonts w:ascii="Times New Roman" w:hAnsi="Times New Roman" w:cs="Times New Roman"/>
        </w:rPr>
      </w:pPr>
      <w:bookmarkStart w:id="39" w:name="_Toc479667812"/>
      <w:r w:rsidRPr="00DD70C1" w:rsidDel="005E158D">
        <w:rPr>
          <w:rFonts w:ascii="Times New Roman" w:hAnsi="Times New Roman" w:cs="Times New Roman"/>
        </w:rPr>
        <w:t>ZPŮSOB HODNOCENÍ NABÍDEK</w:t>
      </w:r>
      <w:bookmarkEnd w:id="39"/>
    </w:p>
    <w:p w14:paraId="4AB291C4" w14:textId="77777777" w:rsidR="00DA3CF1" w:rsidRPr="00DD70C1" w:rsidRDefault="00DA3CF1" w:rsidP="000228DA">
      <w:pPr>
        <w:pStyle w:val="AKFZFnovnadpis2"/>
        <w:spacing w:line="240" w:lineRule="auto"/>
        <w:rPr>
          <w:rFonts w:ascii="Times New Roman" w:hAnsi="Times New Roman" w:cs="Times New Roman"/>
        </w:rPr>
      </w:pPr>
      <w:bookmarkStart w:id="40" w:name="_Toc479667813"/>
      <w:r w:rsidRPr="00DD70C1">
        <w:rPr>
          <w:rFonts w:ascii="Times New Roman" w:hAnsi="Times New Roman" w:cs="Times New Roman"/>
        </w:rPr>
        <w:t>Posouzení</w:t>
      </w:r>
      <w:r w:rsidR="00E067A5" w:rsidRPr="00DD70C1">
        <w:rPr>
          <w:rFonts w:ascii="Times New Roman" w:hAnsi="Times New Roman" w:cs="Times New Roman"/>
        </w:rPr>
        <w:t xml:space="preserve"> </w:t>
      </w:r>
      <w:r w:rsidRPr="00DD70C1">
        <w:rPr>
          <w:rFonts w:ascii="Times New Roman" w:hAnsi="Times New Roman" w:cs="Times New Roman"/>
        </w:rPr>
        <w:t>splnění podmínek účasti v poptávkovém řízení</w:t>
      </w:r>
      <w:bookmarkEnd w:id="40"/>
    </w:p>
    <w:p w14:paraId="3F8EF8D9" w14:textId="77777777" w:rsidR="00DA3CF1" w:rsidRPr="00DD70C1" w:rsidRDefault="00DA3CF1" w:rsidP="000228DA">
      <w:pPr>
        <w:pStyle w:val="AKFZFnormln"/>
        <w:spacing w:line="240" w:lineRule="auto"/>
        <w:rPr>
          <w:rFonts w:ascii="Times New Roman" w:hAnsi="Times New Roman" w:cs="Times New Roman"/>
        </w:rPr>
      </w:pPr>
      <w:r w:rsidRPr="00DD70C1">
        <w:rPr>
          <w:rFonts w:ascii="Times New Roman" w:hAnsi="Times New Roman" w:cs="Times New Roman"/>
        </w:rPr>
        <w:t xml:space="preserve">V rámci posouzení splnění podmínek účasti v poptávkovém řízení bude zadavatelem posouzeno, zda nabídka účastníka splňuje všechny podmínky účasti v poptávkovém řízení stanovené Zadavatelem v této zadávací dokumentaci. </w:t>
      </w:r>
    </w:p>
    <w:p w14:paraId="6AED8534" w14:textId="77777777" w:rsidR="00DA3CF1" w:rsidRPr="00DD70C1" w:rsidRDefault="00DA3CF1" w:rsidP="000228DA">
      <w:pPr>
        <w:pStyle w:val="AKFZFnormln"/>
        <w:spacing w:line="240" w:lineRule="auto"/>
        <w:rPr>
          <w:rFonts w:ascii="Times New Roman" w:hAnsi="Times New Roman" w:cs="Times New Roman"/>
        </w:rPr>
      </w:pPr>
      <w:r w:rsidRPr="00DD70C1">
        <w:rPr>
          <w:rFonts w:ascii="Times New Roman" w:hAnsi="Times New Roman" w:cs="Times New Roman"/>
        </w:rPr>
        <w:t>Zadavatel je oprávněn nejprve provést hodnocení nabídek a následně posouzení splnění podmínek účasti v poptávkovém řízení u dodavatele, jehož nabídka byla hodnocena jako ekonomicky nejvýhodnější. Pokud v takovém případě vybraný dodavatel podmínky účasti v poptávkovém řízení nesplní, provede zadavatel posouzení splnění podmínek účasti v poptávkovém řízení u dodavatele, jehož nabídka byla vyhodnocena jako druhá v pořadí atd.</w:t>
      </w:r>
    </w:p>
    <w:p w14:paraId="351C1D11" w14:textId="77777777" w:rsidR="00DA3CF1" w:rsidRPr="00DD70C1" w:rsidRDefault="00DA3CF1" w:rsidP="000228DA">
      <w:pPr>
        <w:pStyle w:val="AKFZFnovnadpis2"/>
        <w:spacing w:line="240" w:lineRule="auto"/>
        <w:rPr>
          <w:rFonts w:ascii="Times New Roman" w:hAnsi="Times New Roman" w:cs="Times New Roman"/>
        </w:rPr>
      </w:pPr>
      <w:bookmarkStart w:id="41" w:name="_Toc479667814"/>
      <w:r w:rsidRPr="00DD70C1">
        <w:rPr>
          <w:rFonts w:ascii="Times New Roman" w:hAnsi="Times New Roman" w:cs="Times New Roman"/>
        </w:rPr>
        <w:t>Hodnocení nabídek</w:t>
      </w:r>
      <w:bookmarkEnd w:id="41"/>
    </w:p>
    <w:p w14:paraId="1293F4B6" w14:textId="77777777" w:rsidR="00DA3CF1" w:rsidRPr="00DD70C1" w:rsidDel="005E158D" w:rsidRDefault="00DA3CF1" w:rsidP="000228DA">
      <w:pPr>
        <w:pStyle w:val="AKFZFnormln"/>
        <w:spacing w:line="240" w:lineRule="auto"/>
        <w:rPr>
          <w:rFonts w:ascii="Times New Roman" w:hAnsi="Times New Roman" w:cs="Times New Roman"/>
        </w:rPr>
      </w:pPr>
      <w:r w:rsidRPr="00DD70C1" w:rsidDel="005E158D">
        <w:rPr>
          <w:rFonts w:ascii="Times New Roman" w:hAnsi="Times New Roman" w:cs="Times New Roman"/>
        </w:rPr>
        <w:t>Základní kritérium pro hodnocení nabídek je ekonomická výhodnost</w:t>
      </w:r>
      <w:r w:rsidR="00E067A5" w:rsidRPr="00DD70C1">
        <w:rPr>
          <w:rFonts w:ascii="Times New Roman" w:hAnsi="Times New Roman" w:cs="Times New Roman"/>
        </w:rPr>
        <w:t xml:space="preserve"> </w:t>
      </w:r>
      <w:r w:rsidRPr="00DD70C1" w:rsidDel="005E158D">
        <w:rPr>
          <w:rFonts w:ascii="Times New Roman" w:hAnsi="Times New Roman" w:cs="Times New Roman"/>
        </w:rPr>
        <w:t xml:space="preserve">nabídky ve smyslu § 114 odst. 1 zákona. Hodnocení ekonomické výhodnosti nabídek bude provedeno podle jediného kritéria hodnocení – nejnižší nabídkové ceny. </w:t>
      </w:r>
    </w:p>
    <w:p w14:paraId="511FB44C" w14:textId="77777777" w:rsidR="00DA3CF1" w:rsidRPr="00DD70C1" w:rsidDel="005E158D" w:rsidRDefault="00DA3CF1" w:rsidP="000228DA">
      <w:pPr>
        <w:pStyle w:val="AKFZFnormln"/>
        <w:spacing w:line="240" w:lineRule="auto"/>
        <w:rPr>
          <w:rFonts w:ascii="Times New Roman" w:hAnsi="Times New Roman" w:cs="Times New Roman"/>
          <w:b/>
          <w:bCs/>
        </w:rPr>
      </w:pPr>
      <w:r w:rsidRPr="00DD70C1" w:rsidDel="005E158D">
        <w:rPr>
          <w:rFonts w:ascii="Times New Roman" w:hAnsi="Times New Roman" w:cs="Times New Roman"/>
        </w:rPr>
        <w:t>Jako ekonomicky nejvýhodnější bude vyhodnocena taková nabídková cena, která bude nižší oproti nabídkovým cenám ostatních účastníků.</w:t>
      </w:r>
    </w:p>
    <w:p w14:paraId="48549AB4" w14:textId="77777777" w:rsidR="00DA3CF1" w:rsidRPr="00DD70C1" w:rsidDel="005E158D" w:rsidRDefault="00DA3CF1" w:rsidP="000228DA">
      <w:pPr>
        <w:pStyle w:val="AKFZFnormln"/>
        <w:spacing w:line="240" w:lineRule="auto"/>
        <w:rPr>
          <w:rFonts w:ascii="Times New Roman" w:hAnsi="Times New Roman" w:cs="Times New Roman"/>
        </w:rPr>
      </w:pPr>
      <w:r w:rsidRPr="00DD70C1" w:rsidDel="005E158D">
        <w:rPr>
          <w:rFonts w:ascii="Times New Roman" w:hAnsi="Times New Roman" w:cs="Times New Roman"/>
        </w:rPr>
        <w:t>Hodnocena bude celková výše nabídkové cen</w:t>
      </w:r>
      <w:r w:rsidRPr="00DD70C1">
        <w:rPr>
          <w:rFonts w:ascii="Times New Roman" w:hAnsi="Times New Roman" w:cs="Times New Roman"/>
        </w:rPr>
        <w:t>y</w:t>
      </w:r>
      <w:r w:rsidRPr="00DD70C1" w:rsidDel="005E158D">
        <w:rPr>
          <w:rFonts w:ascii="Times New Roman" w:hAnsi="Times New Roman" w:cs="Times New Roman"/>
        </w:rPr>
        <w:t xml:space="preserve"> v Kč bez DPH.</w:t>
      </w:r>
    </w:p>
    <w:p w14:paraId="70BFD616" w14:textId="77777777" w:rsidR="00DA3CF1" w:rsidRPr="00DD70C1" w:rsidRDefault="00DA3CF1" w:rsidP="000228DA">
      <w:pPr>
        <w:pStyle w:val="AKFZFnovNadpis1"/>
        <w:spacing w:line="240" w:lineRule="auto"/>
        <w:rPr>
          <w:rFonts w:ascii="Times New Roman" w:hAnsi="Times New Roman" w:cs="Times New Roman"/>
        </w:rPr>
      </w:pPr>
      <w:bookmarkStart w:id="42" w:name="_Toc479667815"/>
      <w:r w:rsidRPr="00DD70C1">
        <w:rPr>
          <w:rFonts w:ascii="Times New Roman" w:hAnsi="Times New Roman" w:cs="Times New Roman"/>
        </w:rPr>
        <w:t>DALŠÍ POŽADAVKY ZADAVATELE</w:t>
      </w:r>
      <w:bookmarkEnd w:id="42"/>
    </w:p>
    <w:p w14:paraId="0A84FD03" w14:textId="77777777" w:rsidR="00DA3CF1" w:rsidRPr="00DD70C1" w:rsidRDefault="00DA3CF1" w:rsidP="000228DA">
      <w:pPr>
        <w:pStyle w:val="AKFZFnovnadpis2"/>
        <w:spacing w:line="240" w:lineRule="auto"/>
        <w:rPr>
          <w:rFonts w:ascii="Times New Roman" w:hAnsi="Times New Roman" w:cs="Times New Roman"/>
        </w:rPr>
      </w:pPr>
      <w:bookmarkStart w:id="43" w:name="_Toc479667816"/>
      <w:r w:rsidRPr="00DD70C1">
        <w:rPr>
          <w:rFonts w:ascii="Times New Roman" w:hAnsi="Times New Roman" w:cs="Times New Roman"/>
        </w:rPr>
        <w:t>Poddodavatelé</w:t>
      </w:r>
      <w:bookmarkEnd w:id="43"/>
    </w:p>
    <w:p w14:paraId="2AEB08AC" w14:textId="77777777" w:rsidR="00DA3CF1" w:rsidRPr="00DD70C1" w:rsidRDefault="00DA3CF1" w:rsidP="000228DA">
      <w:pPr>
        <w:pStyle w:val="AKFZFnormln"/>
        <w:spacing w:line="240" w:lineRule="auto"/>
        <w:rPr>
          <w:rFonts w:ascii="Times New Roman" w:hAnsi="Times New Roman" w:cs="Times New Roman"/>
        </w:rPr>
      </w:pPr>
      <w:r w:rsidRPr="00DD70C1">
        <w:rPr>
          <w:rFonts w:ascii="Times New Roman" w:hAnsi="Times New Roman" w:cs="Times New Roman"/>
        </w:rPr>
        <w:t>Účastník předloží seznam poddodavatelů, kteří se budou podílet na plnění předmětu Veřejné zakázky, spolu s identifikací části předmětu Veřejné zakázky, která má být příslušným poddodavatelem plněna. V opačném případě účastník doloží čestné prohlášení o provedení prací vlastními kapacitami.</w:t>
      </w:r>
    </w:p>
    <w:p w14:paraId="15B88B40" w14:textId="77777777" w:rsidR="00DA3CF1" w:rsidRPr="00DD70C1" w:rsidRDefault="00DA3CF1" w:rsidP="000228DA">
      <w:pPr>
        <w:pStyle w:val="AKFZFnovnadpis2"/>
        <w:spacing w:line="240" w:lineRule="auto"/>
        <w:rPr>
          <w:rFonts w:ascii="Times New Roman" w:hAnsi="Times New Roman" w:cs="Times New Roman"/>
        </w:rPr>
      </w:pPr>
      <w:bookmarkStart w:id="44" w:name="_Toc479667817"/>
      <w:r w:rsidRPr="00DD70C1">
        <w:rPr>
          <w:rFonts w:ascii="Times New Roman" w:hAnsi="Times New Roman" w:cs="Times New Roman"/>
        </w:rPr>
        <w:t>Zadávací lhůta</w:t>
      </w:r>
      <w:bookmarkEnd w:id="44"/>
    </w:p>
    <w:p w14:paraId="63C2C4C7" w14:textId="77777777" w:rsidR="00DA3CF1" w:rsidRPr="00DD70C1" w:rsidRDefault="00DA3CF1" w:rsidP="000228DA">
      <w:pPr>
        <w:pStyle w:val="AKFZFnormln"/>
        <w:spacing w:line="240" w:lineRule="auto"/>
        <w:rPr>
          <w:rFonts w:ascii="Times New Roman" w:hAnsi="Times New Roman" w:cs="Times New Roman"/>
        </w:rPr>
      </w:pPr>
      <w:r w:rsidRPr="00DD70C1">
        <w:rPr>
          <w:rFonts w:ascii="Times New Roman" w:hAnsi="Times New Roman" w:cs="Times New Roman"/>
        </w:rPr>
        <w:t>Zadavatel stanovuje zadávací lhůtu v délce 90 dní. V této lhůtě účastníci poptávkového řízení nesmí z poptávkového řízení odstoupit. Počátkem zadávací lhůty je konec lhůty pro podání nabídek.</w:t>
      </w:r>
    </w:p>
    <w:p w14:paraId="4203FEC7" w14:textId="77777777" w:rsidR="00DA3CF1" w:rsidRPr="00DD70C1" w:rsidRDefault="00DA3CF1" w:rsidP="000228DA">
      <w:pPr>
        <w:pStyle w:val="AKFZFnovnadpis2"/>
        <w:spacing w:line="240" w:lineRule="auto"/>
        <w:rPr>
          <w:rFonts w:ascii="Times New Roman" w:hAnsi="Times New Roman" w:cs="Times New Roman"/>
        </w:rPr>
      </w:pPr>
      <w:bookmarkStart w:id="45" w:name="_Toc479667818"/>
      <w:r w:rsidRPr="00DD70C1">
        <w:rPr>
          <w:rFonts w:ascii="Times New Roman" w:hAnsi="Times New Roman" w:cs="Times New Roman"/>
        </w:rPr>
        <w:lastRenderedPageBreak/>
        <w:t>Obchodní tajemství</w:t>
      </w:r>
      <w:bookmarkEnd w:id="45"/>
    </w:p>
    <w:p w14:paraId="2E51F521" w14:textId="77777777" w:rsidR="00DA3CF1" w:rsidRPr="00DD70C1" w:rsidRDefault="00DA3CF1" w:rsidP="000228DA">
      <w:pPr>
        <w:pStyle w:val="AKFZFnormln"/>
        <w:spacing w:line="240" w:lineRule="auto"/>
        <w:rPr>
          <w:rFonts w:ascii="Times New Roman" w:hAnsi="Times New Roman" w:cs="Times New Roman"/>
        </w:rPr>
      </w:pPr>
      <w:r w:rsidRPr="00DD70C1">
        <w:rPr>
          <w:rFonts w:ascii="Times New Roman" w:hAnsi="Times New Roman" w:cs="Times New Roman"/>
        </w:rPr>
        <w:t>Zadavatel požaduje, aby účastník, v případě, že považuje část své nabídky za své obchodní tajemství, pro které má zákonné důvody pro to, aby nebylo uveřejněno v souvislosti s povinností Zadavatele uveřejňovat uzavřené smlouvy na předmět plnění Veřejných zakázek včetně jejich příloh a dodatků, takové informace v nabídce označil a řádně odůvodnil požadavek na jejich neuveřejnění.</w:t>
      </w:r>
    </w:p>
    <w:p w14:paraId="78085136" w14:textId="77777777" w:rsidR="00DA3CF1" w:rsidRPr="00DD70C1" w:rsidRDefault="00DA3CF1" w:rsidP="000228DA">
      <w:pPr>
        <w:pStyle w:val="AKFZFnovNadpis1"/>
        <w:spacing w:line="240" w:lineRule="auto"/>
        <w:rPr>
          <w:rFonts w:ascii="Times New Roman" w:hAnsi="Times New Roman" w:cs="Times New Roman"/>
        </w:rPr>
      </w:pPr>
      <w:bookmarkStart w:id="46" w:name="_Toc479667820"/>
      <w:r w:rsidRPr="00DD70C1">
        <w:rPr>
          <w:rFonts w:ascii="Times New Roman" w:hAnsi="Times New Roman" w:cs="Times New Roman"/>
        </w:rPr>
        <w:t>VYSVĚTLENÍ A ZMĚNY ZADÁVACÍ DOKUMENTACE</w:t>
      </w:r>
      <w:bookmarkEnd w:id="46"/>
    </w:p>
    <w:p w14:paraId="72208AD0" w14:textId="77777777" w:rsidR="00DA3CF1" w:rsidRPr="00DD70C1" w:rsidRDefault="00DA3CF1" w:rsidP="000228DA">
      <w:pPr>
        <w:pStyle w:val="AKFZFnovnadpis2"/>
        <w:spacing w:line="240" w:lineRule="auto"/>
        <w:rPr>
          <w:rFonts w:ascii="Times New Roman" w:hAnsi="Times New Roman" w:cs="Times New Roman"/>
        </w:rPr>
      </w:pPr>
      <w:bookmarkStart w:id="47" w:name="_Ref460855890"/>
      <w:bookmarkStart w:id="48" w:name="_Toc479667821"/>
      <w:r w:rsidRPr="00DD70C1">
        <w:rPr>
          <w:rFonts w:ascii="Times New Roman" w:hAnsi="Times New Roman" w:cs="Times New Roman"/>
        </w:rPr>
        <w:t>Vysvětlení zadávací dokumentace</w:t>
      </w:r>
      <w:bookmarkEnd w:id="47"/>
      <w:bookmarkEnd w:id="48"/>
    </w:p>
    <w:p w14:paraId="657A33B0" w14:textId="2DD42F7A" w:rsidR="00DA3CF1" w:rsidRPr="00DD70C1" w:rsidRDefault="00DA3CF1" w:rsidP="000228DA">
      <w:pPr>
        <w:pStyle w:val="AKFZFnormln"/>
        <w:spacing w:line="240" w:lineRule="auto"/>
        <w:rPr>
          <w:rFonts w:ascii="Times New Roman" w:hAnsi="Times New Roman" w:cs="Times New Roman"/>
        </w:rPr>
      </w:pPr>
      <w:r w:rsidRPr="00DD70C1">
        <w:rPr>
          <w:rFonts w:ascii="Times New Roman" w:hAnsi="Times New Roman" w:cs="Times New Roman"/>
        </w:rPr>
        <w:t>Účastníci jsou oprávněni po zadavateli písemně požadovat vysvětlení zadávací dokumentace. Písemná žádost musí být doručena kontaktní osobě zadavatele</w:t>
      </w:r>
      <w:r w:rsidR="00356BD0">
        <w:rPr>
          <w:rFonts w:ascii="Times New Roman" w:hAnsi="Times New Roman" w:cs="Times New Roman"/>
        </w:rPr>
        <w:t xml:space="preserve"> </w:t>
      </w:r>
      <w:r w:rsidR="00883239">
        <w:rPr>
          <w:rFonts w:ascii="Times New Roman" w:hAnsi="Times New Roman" w:cs="Times New Roman"/>
        </w:rPr>
        <w:t xml:space="preserve">Veronika Kopecká </w:t>
      </w:r>
      <w:proofErr w:type="spellStart"/>
      <w:r w:rsidR="00883239">
        <w:rPr>
          <w:rFonts w:ascii="Times New Roman" w:hAnsi="Times New Roman" w:cs="Times New Roman"/>
        </w:rPr>
        <w:t>DiS</w:t>
      </w:r>
      <w:proofErr w:type="spellEnd"/>
      <w:r w:rsidR="00883239">
        <w:rPr>
          <w:rFonts w:ascii="Times New Roman" w:hAnsi="Times New Roman" w:cs="Times New Roman"/>
        </w:rPr>
        <w:t>.</w:t>
      </w:r>
      <w:r w:rsidR="00E64FB5" w:rsidRPr="00DD70C1">
        <w:rPr>
          <w:rFonts w:ascii="Times New Roman" w:hAnsi="Times New Roman" w:cs="Times New Roman"/>
        </w:rPr>
        <w:t xml:space="preserve"> </w:t>
      </w:r>
      <w:r w:rsidRPr="00DD70C1">
        <w:rPr>
          <w:rFonts w:ascii="Times New Roman" w:hAnsi="Times New Roman" w:cs="Times New Roman"/>
        </w:rPr>
        <w:t>dle bodu 1.1.1 na uvedenou emailovou adresu</w:t>
      </w:r>
      <w:r w:rsidR="00E64FB5" w:rsidRPr="00DD70C1">
        <w:rPr>
          <w:rFonts w:ascii="Times New Roman" w:hAnsi="Times New Roman" w:cs="Times New Roman"/>
        </w:rPr>
        <w:t xml:space="preserve"> </w:t>
      </w:r>
      <w:hyperlink r:id="rId10" w:history="1">
        <w:r w:rsidR="00883239" w:rsidRPr="009F1E0E">
          <w:rPr>
            <w:rStyle w:val="Hypertextovodkaz"/>
            <w:rFonts w:ascii="Times New Roman" w:hAnsi="Times New Roman"/>
          </w:rPr>
          <w:t>kopecka@kr-s.cz</w:t>
        </w:r>
      </w:hyperlink>
      <w:r w:rsidR="00E64FB5" w:rsidRPr="00DD70C1">
        <w:rPr>
          <w:rFonts w:ascii="Times New Roman" w:hAnsi="Times New Roman" w:cs="Times New Roman"/>
        </w:rPr>
        <w:t xml:space="preserve"> </w:t>
      </w:r>
      <w:r w:rsidRPr="00DD70C1">
        <w:rPr>
          <w:rFonts w:ascii="Times New Roman" w:hAnsi="Times New Roman" w:cs="Times New Roman"/>
        </w:rPr>
        <w:t xml:space="preserve">nejpozději </w:t>
      </w:r>
      <w:r w:rsidR="004D244C">
        <w:rPr>
          <w:rFonts w:ascii="Times New Roman" w:hAnsi="Times New Roman" w:cs="Times New Roman"/>
        </w:rPr>
        <w:t>3</w:t>
      </w:r>
      <w:r w:rsidR="007D69CA">
        <w:rPr>
          <w:rFonts w:ascii="Times New Roman" w:hAnsi="Times New Roman" w:cs="Times New Roman"/>
        </w:rPr>
        <w:t xml:space="preserve"> pracovní dny</w:t>
      </w:r>
      <w:r w:rsidRPr="00DD70C1">
        <w:rPr>
          <w:rFonts w:ascii="Times New Roman" w:hAnsi="Times New Roman" w:cs="Times New Roman"/>
        </w:rPr>
        <w:t xml:space="preserve"> před uplynutím lhůty pro podání nabídek. Na později doručené žádosti není Zadavatel povinen reagovat.</w:t>
      </w:r>
    </w:p>
    <w:p w14:paraId="1C1DD6F5" w14:textId="77777777" w:rsidR="00DA3CF1" w:rsidRPr="00DD70C1" w:rsidRDefault="00DA3CF1" w:rsidP="000228DA">
      <w:pPr>
        <w:pStyle w:val="AKFZFnormln"/>
        <w:spacing w:line="240" w:lineRule="auto"/>
        <w:rPr>
          <w:rFonts w:ascii="Times New Roman" w:hAnsi="Times New Roman" w:cs="Times New Roman"/>
        </w:rPr>
      </w:pPr>
      <w:r w:rsidRPr="00DD70C1">
        <w:rPr>
          <w:rFonts w:ascii="Times New Roman" w:hAnsi="Times New Roman" w:cs="Times New Roman"/>
        </w:rPr>
        <w:t xml:space="preserve">Zadavatel je povinen odeslat </w:t>
      </w:r>
      <w:r w:rsidR="00E64FB5" w:rsidRPr="00DD70C1">
        <w:rPr>
          <w:rFonts w:ascii="Times New Roman" w:hAnsi="Times New Roman" w:cs="Times New Roman"/>
        </w:rPr>
        <w:t>vysvětlení</w:t>
      </w:r>
      <w:r w:rsidRPr="00DD70C1">
        <w:rPr>
          <w:rFonts w:ascii="Times New Roman" w:hAnsi="Times New Roman" w:cs="Times New Roman"/>
        </w:rPr>
        <w:t xml:space="preserve"> k zadávacím podmínkám, případně související dokumenty, včetně přesného znění požadavku dodavatele, nejpozději do </w:t>
      </w:r>
      <w:r w:rsidR="007D69CA">
        <w:rPr>
          <w:rFonts w:ascii="Times New Roman" w:hAnsi="Times New Roman" w:cs="Times New Roman"/>
        </w:rPr>
        <w:t>2</w:t>
      </w:r>
      <w:r w:rsidRPr="00DD70C1">
        <w:rPr>
          <w:rFonts w:ascii="Times New Roman" w:hAnsi="Times New Roman" w:cs="Times New Roman"/>
        </w:rPr>
        <w:t xml:space="preserve"> pracovních dnů po doručen</w:t>
      </w:r>
      <w:r w:rsidR="00E64FB5" w:rsidRPr="00DD70C1">
        <w:rPr>
          <w:rFonts w:ascii="Times New Roman" w:hAnsi="Times New Roman" w:cs="Times New Roman"/>
        </w:rPr>
        <w:t>í písemné žádosti o vysvětlení</w:t>
      </w:r>
      <w:r w:rsidRPr="00DD70C1">
        <w:rPr>
          <w:rFonts w:ascii="Times New Roman" w:hAnsi="Times New Roman" w:cs="Times New Roman"/>
        </w:rPr>
        <w:t>.</w:t>
      </w:r>
    </w:p>
    <w:p w14:paraId="3FCC3DAF" w14:textId="77777777" w:rsidR="00DA3CF1" w:rsidRPr="00DD70C1" w:rsidRDefault="00DA3CF1" w:rsidP="000228DA">
      <w:pPr>
        <w:pStyle w:val="AKFZFnormln"/>
        <w:spacing w:line="240" w:lineRule="auto"/>
        <w:rPr>
          <w:rFonts w:ascii="Times New Roman" w:hAnsi="Times New Roman" w:cs="Times New Roman"/>
        </w:rPr>
      </w:pPr>
      <w:r w:rsidRPr="00DD70C1">
        <w:rPr>
          <w:rFonts w:ascii="Times New Roman" w:hAnsi="Times New Roman" w:cs="Times New Roman"/>
        </w:rPr>
        <w:t xml:space="preserve">Vysvětlení zadávací dokumentace Zadavatel poskytne všem dodavatelům, a to stejným způsobem </w:t>
      </w:r>
      <w:r w:rsidRPr="009A6B1B">
        <w:rPr>
          <w:rFonts w:ascii="Times New Roman" w:hAnsi="Times New Roman" w:cs="Times New Roman"/>
        </w:rPr>
        <w:t>jako výzvu</w:t>
      </w:r>
      <w:r w:rsidRPr="00DD70C1">
        <w:rPr>
          <w:rFonts w:ascii="Times New Roman" w:hAnsi="Times New Roman" w:cs="Times New Roman"/>
        </w:rPr>
        <w:t xml:space="preserve"> k podání nabídky. </w:t>
      </w:r>
    </w:p>
    <w:p w14:paraId="196743C2" w14:textId="77777777" w:rsidR="00DA3CF1" w:rsidRPr="00DD70C1" w:rsidRDefault="00DA3CF1" w:rsidP="000228DA">
      <w:pPr>
        <w:pStyle w:val="AKFZFnormln"/>
        <w:spacing w:line="240" w:lineRule="auto"/>
        <w:rPr>
          <w:rFonts w:ascii="Times New Roman" w:hAnsi="Times New Roman" w:cs="Times New Roman"/>
        </w:rPr>
      </w:pPr>
      <w:r w:rsidRPr="00DD70C1">
        <w:rPr>
          <w:rFonts w:ascii="Times New Roman" w:hAnsi="Times New Roman" w:cs="Times New Roman"/>
        </w:rPr>
        <w:t xml:space="preserve">Zadavatel může poskytnout účastníkům vysvětlení zadávací dokumentace i bez předchozí žádosti. </w:t>
      </w:r>
    </w:p>
    <w:p w14:paraId="299F3382" w14:textId="77777777" w:rsidR="00DA3CF1" w:rsidRPr="00DD70C1" w:rsidRDefault="00DA3CF1" w:rsidP="000228DA">
      <w:pPr>
        <w:pStyle w:val="AKFZFnovnadpis2"/>
        <w:spacing w:line="240" w:lineRule="auto"/>
        <w:rPr>
          <w:rFonts w:ascii="Times New Roman" w:hAnsi="Times New Roman" w:cs="Times New Roman"/>
        </w:rPr>
      </w:pPr>
      <w:bookmarkStart w:id="49" w:name="_Toc479667822"/>
      <w:r w:rsidRPr="00DD70C1">
        <w:rPr>
          <w:rFonts w:ascii="Times New Roman" w:hAnsi="Times New Roman" w:cs="Times New Roman"/>
        </w:rPr>
        <w:t>Změny a doplnění zadávací dokumentace</w:t>
      </w:r>
      <w:bookmarkEnd w:id="49"/>
    </w:p>
    <w:p w14:paraId="5B87C762" w14:textId="77777777" w:rsidR="00DA3CF1" w:rsidRPr="00DD70C1" w:rsidRDefault="00DA3CF1" w:rsidP="000228DA">
      <w:pPr>
        <w:pStyle w:val="AKFZFnormln"/>
        <w:spacing w:line="240" w:lineRule="auto"/>
        <w:rPr>
          <w:rFonts w:ascii="Times New Roman" w:hAnsi="Times New Roman" w:cs="Times New Roman"/>
        </w:rPr>
      </w:pPr>
      <w:r w:rsidRPr="00DD70C1">
        <w:rPr>
          <w:rFonts w:ascii="Times New Roman" w:hAnsi="Times New Roman" w:cs="Times New Roman"/>
        </w:rPr>
        <w:t>Kdykoli v průběhu lhůty pro podání nabídek může Zadavatel přistoupit ke změně nebo doplnění zadávací dokumentace.</w:t>
      </w:r>
    </w:p>
    <w:p w14:paraId="02F8ED8C" w14:textId="77777777" w:rsidR="00DA3CF1" w:rsidRPr="00DD70C1" w:rsidRDefault="00DA3CF1" w:rsidP="000228DA">
      <w:pPr>
        <w:pStyle w:val="AKFZFnovNadpis1"/>
        <w:spacing w:line="240" w:lineRule="auto"/>
        <w:rPr>
          <w:rFonts w:ascii="Times New Roman" w:hAnsi="Times New Roman" w:cs="Times New Roman"/>
        </w:rPr>
      </w:pPr>
      <w:bookmarkStart w:id="50" w:name="_Toc479667823"/>
      <w:r w:rsidRPr="00DD70C1">
        <w:rPr>
          <w:rFonts w:ascii="Times New Roman" w:hAnsi="Times New Roman" w:cs="Times New Roman"/>
        </w:rPr>
        <w:t>LHŮTA PRO PODÁNÍ NABÍDEK A OTEVÍRÁNÍ NABÍDEK</w:t>
      </w:r>
      <w:bookmarkEnd w:id="50"/>
    </w:p>
    <w:p w14:paraId="22BDB967" w14:textId="77777777" w:rsidR="00DA3CF1" w:rsidRPr="00DD70C1" w:rsidRDefault="00DA3CF1" w:rsidP="000228DA">
      <w:pPr>
        <w:pStyle w:val="AKFZFnovnadpis2"/>
        <w:spacing w:line="240" w:lineRule="auto"/>
        <w:rPr>
          <w:rFonts w:ascii="Times New Roman" w:hAnsi="Times New Roman" w:cs="Times New Roman"/>
        </w:rPr>
      </w:pPr>
      <w:bookmarkStart w:id="51" w:name="_Toc479667824"/>
      <w:r w:rsidRPr="00DD70C1">
        <w:rPr>
          <w:rFonts w:ascii="Times New Roman" w:hAnsi="Times New Roman" w:cs="Times New Roman"/>
        </w:rPr>
        <w:t>Lhůta a místo pro podání nabídek</w:t>
      </w:r>
      <w:bookmarkEnd w:id="51"/>
    </w:p>
    <w:p w14:paraId="0101B4BE" w14:textId="591E2305" w:rsidR="00A8423B" w:rsidRPr="008B64C9" w:rsidRDefault="00DA3CF1" w:rsidP="000228DA">
      <w:pPr>
        <w:pStyle w:val="AKFZFnormln"/>
        <w:spacing w:line="240" w:lineRule="auto"/>
        <w:rPr>
          <w:rFonts w:ascii="Times New Roman" w:hAnsi="Times New Roman" w:cs="Times New Roman"/>
        </w:rPr>
      </w:pPr>
      <w:r w:rsidRPr="00DD70C1">
        <w:rPr>
          <w:rFonts w:ascii="Times New Roman" w:hAnsi="Times New Roman" w:cs="Times New Roman"/>
        </w:rPr>
        <w:t xml:space="preserve">Nabídky na Veřejnou zakázku se podávají v listinné podobě osobně nebo poštou na adresu </w:t>
      </w:r>
      <w:r w:rsidR="00E973AA" w:rsidRPr="00DD70C1">
        <w:rPr>
          <w:rFonts w:ascii="Times New Roman" w:hAnsi="Times New Roman" w:cs="Times New Roman"/>
        </w:rPr>
        <w:t>dle</w:t>
      </w:r>
      <w:r w:rsidRPr="00DD70C1">
        <w:rPr>
          <w:rFonts w:ascii="Times New Roman" w:hAnsi="Times New Roman" w:cs="Times New Roman"/>
        </w:rPr>
        <w:t xml:space="preserve"> této zadávací dokumentace ve lhůtě pro podání nabídek.</w:t>
      </w:r>
    </w:p>
    <w:p w14:paraId="397F82DD" w14:textId="77777777" w:rsidR="00DA3CF1" w:rsidRPr="00DD70C1" w:rsidRDefault="00DA3CF1" w:rsidP="000228DA">
      <w:pPr>
        <w:pStyle w:val="AKFZFnormln"/>
        <w:spacing w:line="240" w:lineRule="auto"/>
        <w:rPr>
          <w:rFonts w:ascii="Times New Roman" w:hAnsi="Times New Roman" w:cs="Times New Roman"/>
          <w:b/>
        </w:rPr>
      </w:pPr>
      <w:r w:rsidRPr="00DD70C1">
        <w:rPr>
          <w:rFonts w:ascii="Times New Roman" w:hAnsi="Times New Roman" w:cs="Times New Roman"/>
          <w:b/>
        </w:rPr>
        <w:t>Adresa pro podání nabídky:</w:t>
      </w:r>
    </w:p>
    <w:p w14:paraId="6BCC27B5" w14:textId="77777777" w:rsidR="00DA3CF1" w:rsidRPr="00DD70C1" w:rsidRDefault="00DA3CF1" w:rsidP="000228DA">
      <w:pPr>
        <w:pStyle w:val="AKFZFnormln"/>
        <w:spacing w:line="240" w:lineRule="auto"/>
        <w:rPr>
          <w:rFonts w:ascii="Times New Roman" w:hAnsi="Times New Roman" w:cs="Times New Roman"/>
        </w:rPr>
      </w:pPr>
      <w:r w:rsidRPr="00DD70C1">
        <w:rPr>
          <w:rFonts w:ascii="Times New Roman" w:hAnsi="Times New Roman" w:cs="Times New Roman"/>
          <w:b/>
        </w:rPr>
        <w:t>Obchodní firma / název:</w:t>
      </w:r>
      <w:r w:rsidRPr="00DD70C1">
        <w:rPr>
          <w:rFonts w:ascii="Times New Roman" w:hAnsi="Times New Roman" w:cs="Times New Roman"/>
        </w:rPr>
        <w:t xml:space="preserve">  Středočeský kraj - Podatelna        </w:t>
      </w:r>
      <w:r w:rsidRPr="00DD70C1">
        <w:rPr>
          <w:rFonts w:ascii="Times New Roman" w:hAnsi="Times New Roman" w:cs="Times New Roman"/>
        </w:rPr>
        <w:tab/>
      </w:r>
      <w:r w:rsidRPr="00DD70C1">
        <w:rPr>
          <w:rFonts w:ascii="Times New Roman" w:hAnsi="Times New Roman" w:cs="Times New Roman"/>
        </w:rPr>
        <w:tab/>
      </w:r>
      <w:r w:rsidRPr="00DD70C1">
        <w:rPr>
          <w:rFonts w:ascii="Times New Roman" w:hAnsi="Times New Roman" w:cs="Times New Roman"/>
          <w:b/>
        </w:rPr>
        <w:t>Úřední hodiny:</w:t>
      </w:r>
    </w:p>
    <w:p w14:paraId="121C44BE" w14:textId="77777777" w:rsidR="00DA3CF1" w:rsidRPr="00DD70C1" w:rsidRDefault="00DA3CF1" w:rsidP="000228DA">
      <w:pPr>
        <w:pStyle w:val="AKFZFnormln"/>
        <w:spacing w:line="240" w:lineRule="auto"/>
        <w:rPr>
          <w:rFonts w:ascii="Times New Roman" w:hAnsi="Times New Roman" w:cs="Times New Roman"/>
        </w:rPr>
      </w:pPr>
      <w:r w:rsidRPr="00DD70C1">
        <w:rPr>
          <w:rFonts w:ascii="Times New Roman" w:hAnsi="Times New Roman" w:cs="Times New Roman"/>
          <w:b/>
        </w:rPr>
        <w:t>Ulice, číslo popisné:</w:t>
      </w:r>
      <w:r w:rsidRPr="00DD70C1">
        <w:rPr>
          <w:rFonts w:ascii="Times New Roman" w:hAnsi="Times New Roman" w:cs="Times New Roman"/>
        </w:rPr>
        <w:t xml:space="preserve">        Zborovská 11</w:t>
      </w:r>
      <w:r w:rsidRPr="00DD70C1">
        <w:rPr>
          <w:rFonts w:ascii="Times New Roman" w:hAnsi="Times New Roman" w:cs="Times New Roman"/>
        </w:rPr>
        <w:tab/>
      </w:r>
      <w:r w:rsidRPr="00DD70C1">
        <w:rPr>
          <w:rFonts w:ascii="Times New Roman" w:hAnsi="Times New Roman" w:cs="Times New Roman"/>
        </w:rPr>
        <w:tab/>
      </w:r>
      <w:r w:rsidRPr="00DD70C1">
        <w:rPr>
          <w:rFonts w:ascii="Times New Roman" w:hAnsi="Times New Roman" w:cs="Times New Roman"/>
        </w:rPr>
        <w:tab/>
      </w:r>
      <w:r w:rsidRPr="00DD70C1">
        <w:rPr>
          <w:rFonts w:ascii="Times New Roman" w:hAnsi="Times New Roman" w:cs="Times New Roman"/>
        </w:rPr>
        <w:tab/>
        <w:t>Po:  7:30 – 17:00 hod.</w:t>
      </w:r>
    </w:p>
    <w:p w14:paraId="6185D568" w14:textId="77777777" w:rsidR="00DA3CF1" w:rsidRPr="00DD70C1" w:rsidRDefault="00DA3CF1" w:rsidP="000228DA">
      <w:pPr>
        <w:pStyle w:val="AKFZFnormln"/>
        <w:spacing w:line="240" w:lineRule="auto"/>
        <w:rPr>
          <w:rFonts w:ascii="Times New Roman" w:hAnsi="Times New Roman" w:cs="Times New Roman"/>
        </w:rPr>
      </w:pPr>
      <w:r w:rsidRPr="00DD70C1">
        <w:rPr>
          <w:rFonts w:ascii="Times New Roman" w:hAnsi="Times New Roman" w:cs="Times New Roman"/>
          <w:b/>
        </w:rPr>
        <w:t>Obec, část:</w:t>
      </w:r>
      <w:r w:rsidRPr="00DD70C1">
        <w:rPr>
          <w:rFonts w:ascii="Times New Roman" w:hAnsi="Times New Roman" w:cs="Times New Roman"/>
        </w:rPr>
        <w:t xml:space="preserve">                       Praha 5 - Smíchov </w:t>
      </w:r>
      <w:r w:rsidRPr="00DD70C1">
        <w:rPr>
          <w:rFonts w:ascii="Times New Roman" w:hAnsi="Times New Roman" w:cs="Times New Roman"/>
        </w:rPr>
        <w:tab/>
      </w:r>
      <w:r w:rsidRPr="00DD70C1">
        <w:rPr>
          <w:rFonts w:ascii="Times New Roman" w:hAnsi="Times New Roman" w:cs="Times New Roman"/>
        </w:rPr>
        <w:tab/>
      </w:r>
      <w:r w:rsidRPr="00DD70C1">
        <w:rPr>
          <w:rFonts w:ascii="Times New Roman" w:hAnsi="Times New Roman" w:cs="Times New Roman"/>
        </w:rPr>
        <w:tab/>
        <w:t>Út:   7:30 – 16:00 hod.</w:t>
      </w:r>
    </w:p>
    <w:p w14:paraId="6658F34F" w14:textId="77777777" w:rsidR="00DA3CF1" w:rsidRPr="00DD70C1" w:rsidRDefault="00DA3CF1" w:rsidP="000228DA">
      <w:pPr>
        <w:pStyle w:val="AKFZFnormln"/>
        <w:spacing w:line="240" w:lineRule="auto"/>
        <w:rPr>
          <w:rFonts w:ascii="Times New Roman" w:hAnsi="Times New Roman" w:cs="Times New Roman"/>
        </w:rPr>
      </w:pPr>
      <w:r w:rsidRPr="00DD70C1">
        <w:rPr>
          <w:rFonts w:ascii="Times New Roman" w:hAnsi="Times New Roman" w:cs="Times New Roman"/>
          <w:b/>
        </w:rPr>
        <w:t>PSČ:</w:t>
      </w:r>
      <w:r w:rsidRPr="00DD70C1">
        <w:rPr>
          <w:rFonts w:ascii="Times New Roman" w:hAnsi="Times New Roman" w:cs="Times New Roman"/>
        </w:rPr>
        <w:t xml:space="preserve"> </w:t>
      </w:r>
      <w:r w:rsidR="00E067A5" w:rsidRPr="00DD70C1">
        <w:rPr>
          <w:rFonts w:ascii="Times New Roman" w:hAnsi="Times New Roman" w:cs="Times New Roman"/>
        </w:rPr>
        <w:tab/>
      </w:r>
      <w:r w:rsidR="00E067A5" w:rsidRPr="00DD70C1">
        <w:rPr>
          <w:rFonts w:ascii="Times New Roman" w:hAnsi="Times New Roman" w:cs="Times New Roman"/>
        </w:rPr>
        <w:tab/>
      </w:r>
      <w:r w:rsidR="00E067A5" w:rsidRPr="00DD70C1">
        <w:rPr>
          <w:rFonts w:ascii="Times New Roman" w:hAnsi="Times New Roman" w:cs="Times New Roman"/>
        </w:rPr>
        <w:tab/>
        <w:t xml:space="preserve">   </w:t>
      </w:r>
      <w:r w:rsidRPr="00DD70C1">
        <w:rPr>
          <w:rFonts w:ascii="Times New Roman" w:hAnsi="Times New Roman" w:cs="Times New Roman"/>
        </w:rPr>
        <w:t>150 21</w:t>
      </w:r>
      <w:r w:rsidRPr="00DD70C1">
        <w:rPr>
          <w:rFonts w:ascii="Times New Roman" w:hAnsi="Times New Roman" w:cs="Times New Roman"/>
        </w:rPr>
        <w:tab/>
      </w:r>
      <w:r w:rsidRPr="00DD70C1">
        <w:rPr>
          <w:rFonts w:ascii="Times New Roman" w:hAnsi="Times New Roman" w:cs="Times New Roman"/>
        </w:rPr>
        <w:tab/>
      </w:r>
      <w:r w:rsidRPr="00DD70C1">
        <w:rPr>
          <w:rFonts w:ascii="Times New Roman" w:hAnsi="Times New Roman" w:cs="Times New Roman"/>
        </w:rPr>
        <w:tab/>
      </w:r>
      <w:r w:rsidRPr="00DD70C1">
        <w:rPr>
          <w:rFonts w:ascii="Times New Roman" w:hAnsi="Times New Roman" w:cs="Times New Roman"/>
        </w:rPr>
        <w:tab/>
        <w:t>St:   7:30 – 17:00 hod.</w:t>
      </w:r>
    </w:p>
    <w:p w14:paraId="7D7B198D" w14:textId="77777777" w:rsidR="00DA3CF1" w:rsidRPr="00DD70C1" w:rsidRDefault="00DA3CF1" w:rsidP="000228DA">
      <w:pPr>
        <w:pStyle w:val="AKFZFnormln"/>
        <w:spacing w:line="240" w:lineRule="auto"/>
        <w:rPr>
          <w:rFonts w:ascii="Times New Roman" w:hAnsi="Times New Roman" w:cs="Times New Roman"/>
        </w:rPr>
      </w:pPr>
      <w:r w:rsidRPr="00DD70C1">
        <w:rPr>
          <w:rFonts w:ascii="Times New Roman" w:hAnsi="Times New Roman" w:cs="Times New Roman"/>
          <w:b/>
        </w:rPr>
        <w:t>Stát:</w:t>
      </w:r>
      <w:r w:rsidR="00E067A5" w:rsidRPr="00DD70C1">
        <w:rPr>
          <w:rFonts w:ascii="Times New Roman" w:hAnsi="Times New Roman" w:cs="Times New Roman"/>
          <w:b/>
        </w:rPr>
        <w:tab/>
      </w:r>
      <w:r w:rsidR="00E067A5" w:rsidRPr="00DD70C1">
        <w:rPr>
          <w:rFonts w:ascii="Times New Roman" w:hAnsi="Times New Roman" w:cs="Times New Roman"/>
          <w:b/>
        </w:rPr>
        <w:tab/>
      </w:r>
      <w:r w:rsidR="00E067A5" w:rsidRPr="00DD70C1">
        <w:rPr>
          <w:rFonts w:ascii="Times New Roman" w:hAnsi="Times New Roman" w:cs="Times New Roman"/>
          <w:b/>
        </w:rPr>
        <w:tab/>
        <w:t xml:space="preserve">   </w:t>
      </w:r>
      <w:r w:rsidRPr="00DD70C1">
        <w:rPr>
          <w:rFonts w:ascii="Times New Roman" w:hAnsi="Times New Roman" w:cs="Times New Roman"/>
        </w:rPr>
        <w:t>ČR</w:t>
      </w:r>
      <w:r w:rsidRPr="00DD70C1">
        <w:rPr>
          <w:rFonts w:ascii="Times New Roman" w:hAnsi="Times New Roman" w:cs="Times New Roman"/>
        </w:rPr>
        <w:tab/>
      </w:r>
      <w:r w:rsidRPr="00DD70C1">
        <w:rPr>
          <w:rFonts w:ascii="Times New Roman" w:hAnsi="Times New Roman" w:cs="Times New Roman"/>
        </w:rPr>
        <w:tab/>
      </w:r>
      <w:r w:rsidRPr="00DD70C1">
        <w:rPr>
          <w:rFonts w:ascii="Times New Roman" w:hAnsi="Times New Roman" w:cs="Times New Roman"/>
        </w:rPr>
        <w:tab/>
      </w:r>
      <w:r w:rsidRPr="00DD70C1">
        <w:rPr>
          <w:rFonts w:ascii="Times New Roman" w:hAnsi="Times New Roman" w:cs="Times New Roman"/>
        </w:rPr>
        <w:tab/>
      </w:r>
      <w:r w:rsidRPr="00DD70C1">
        <w:rPr>
          <w:rFonts w:ascii="Times New Roman" w:hAnsi="Times New Roman" w:cs="Times New Roman"/>
        </w:rPr>
        <w:tab/>
        <w:t>Čt:   7:30 – 16:00 hod.</w:t>
      </w:r>
    </w:p>
    <w:p w14:paraId="76904016" w14:textId="77777777" w:rsidR="00DA3CF1" w:rsidRPr="00DD70C1" w:rsidRDefault="00DA3CF1" w:rsidP="000228DA">
      <w:pPr>
        <w:pStyle w:val="AKFZFnormln"/>
        <w:spacing w:line="240" w:lineRule="auto"/>
        <w:rPr>
          <w:rFonts w:ascii="Times New Roman" w:hAnsi="Times New Roman" w:cs="Times New Roman"/>
        </w:rPr>
      </w:pPr>
      <w:r w:rsidRPr="00DD70C1">
        <w:rPr>
          <w:rFonts w:ascii="Times New Roman" w:hAnsi="Times New Roman" w:cs="Times New Roman"/>
          <w:b/>
        </w:rPr>
        <w:t>č. místnosti:</w:t>
      </w:r>
      <w:r w:rsidRPr="00DD70C1">
        <w:rPr>
          <w:rFonts w:ascii="Times New Roman" w:hAnsi="Times New Roman" w:cs="Times New Roman"/>
        </w:rPr>
        <w:t xml:space="preserve">                    0007</w:t>
      </w:r>
      <w:r w:rsidRPr="00DD70C1">
        <w:rPr>
          <w:rFonts w:ascii="Times New Roman" w:hAnsi="Times New Roman" w:cs="Times New Roman"/>
        </w:rPr>
        <w:tab/>
      </w:r>
      <w:r w:rsidRPr="00DD70C1">
        <w:rPr>
          <w:rFonts w:ascii="Times New Roman" w:hAnsi="Times New Roman" w:cs="Times New Roman"/>
        </w:rPr>
        <w:tab/>
      </w:r>
      <w:r w:rsidRPr="00DD70C1">
        <w:rPr>
          <w:rFonts w:ascii="Times New Roman" w:hAnsi="Times New Roman" w:cs="Times New Roman"/>
        </w:rPr>
        <w:tab/>
      </w:r>
      <w:r w:rsidRPr="00DD70C1">
        <w:rPr>
          <w:rFonts w:ascii="Times New Roman" w:hAnsi="Times New Roman" w:cs="Times New Roman"/>
        </w:rPr>
        <w:tab/>
      </w:r>
      <w:r w:rsidRPr="00DD70C1">
        <w:rPr>
          <w:rFonts w:ascii="Times New Roman" w:hAnsi="Times New Roman" w:cs="Times New Roman"/>
        </w:rPr>
        <w:tab/>
        <w:t>Pá:  7:30 – 15:00 hod.</w:t>
      </w:r>
    </w:p>
    <w:p w14:paraId="16F79497" w14:textId="77777777" w:rsidR="00DA3CF1" w:rsidRPr="00DD70C1" w:rsidRDefault="00DA3CF1" w:rsidP="000228DA">
      <w:pPr>
        <w:pStyle w:val="AKFZFnormln"/>
        <w:spacing w:line="240" w:lineRule="auto"/>
        <w:rPr>
          <w:rFonts w:ascii="Times New Roman" w:hAnsi="Times New Roman" w:cs="Times New Roman"/>
        </w:rPr>
      </w:pPr>
    </w:p>
    <w:p w14:paraId="330C1D6D" w14:textId="2A31FEDE" w:rsidR="00DA3CF1" w:rsidRPr="00954B01" w:rsidRDefault="00DA3CF1" w:rsidP="000228DA">
      <w:pPr>
        <w:pStyle w:val="AKFZFnormln"/>
        <w:spacing w:line="240" w:lineRule="auto"/>
        <w:rPr>
          <w:rFonts w:ascii="Times New Roman" w:hAnsi="Times New Roman" w:cs="Times New Roman"/>
        </w:rPr>
      </w:pPr>
      <w:r w:rsidRPr="00954B01">
        <w:rPr>
          <w:rFonts w:ascii="Times New Roman" w:hAnsi="Times New Roman" w:cs="Times New Roman"/>
          <w:b/>
        </w:rPr>
        <w:t xml:space="preserve">Lhůta pro podání nabídek končí </w:t>
      </w:r>
      <w:r w:rsidR="00D57F21" w:rsidRPr="00954B01">
        <w:rPr>
          <w:rFonts w:ascii="Times New Roman" w:hAnsi="Times New Roman" w:cs="Times New Roman"/>
          <w:b/>
        </w:rPr>
        <w:t xml:space="preserve">dne </w:t>
      </w:r>
      <w:r w:rsidR="0057346A">
        <w:rPr>
          <w:rFonts w:ascii="Times New Roman" w:hAnsi="Times New Roman" w:cs="Times New Roman"/>
          <w:b/>
          <w:highlight w:val="yellow"/>
        </w:rPr>
        <w:t xml:space="preserve">3. 10. </w:t>
      </w:r>
      <w:r w:rsidR="00363AD6">
        <w:rPr>
          <w:rFonts w:ascii="Times New Roman" w:hAnsi="Times New Roman" w:cs="Times New Roman"/>
          <w:b/>
          <w:highlight w:val="yellow"/>
        </w:rPr>
        <w:t xml:space="preserve">2019 </w:t>
      </w:r>
      <w:r w:rsidR="00D57F21" w:rsidRPr="00883239">
        <w:rPr>
          <w:rFonts w:ascii="Times New Roman" w:hAnsi="Times New Roman" w:cs="Times New Roman"/>
          <w:b/>
          <w:highlight w:val="yellow"/>
        </w:rPr>
        <w:t>v 1</w:t>
      </w:r>
      <w:r w:rsidR="00061EB6">
        <w:rPr>
          <w:rFonts w:ascii="Times New Roman" w:hAnsi="Times New Roman" w:cs="Times New Roman"/>
          <w:b/>
          <w:highlight w:val="yellow"/>
        </w:rPr>
        <w:t>0</w:t>
      </w:r>
      <w:r w:rsidR="00D57F21" w:rsidRPr="00883239">
        <w:rPr>
          <w:rFonts w:ascii="Times New Roman" w:hAnsi="Times New Roman" w:cs="Times New Roman"/>
          <w:b/>
          <w:highlight w:val="yellow"/>
        </w:rPr>
        <w:t xml:space="preserve">:00 </w:t>
      </w:r>
      <w:r w:rsidR="009204E3" w:rsidRPr="00883239">
        <w:rPr>
          <w:rFonts w:ascii="Times New Roman" w:hAnsi="Times New Roman" w:cs="Times New Roman"/>
          <w:b/>
          <w:highlight w:val="yellow"/>
        </w:rPr>
        <w:t>hodin</w:t>
      </w:r>
      <w:r w:rsidR="009204E3" w:rsidRPr="00883239">
        <w:rPr>
          <w:rFonts w:ascii="Times New Roman" w:hAnsi="Times New Roman" w:cs="Times New Roman"/>
          <w:highlight w:val="yellow"/>
        </w:rPr>
        <w:t>.</w:t>
      </w:r>
    </w:p>
    <w:p w14:paraId="7369892D" w14:textId="77777777" w:rsidR="00DA3CF1" w:rsidRPr="00954B01" w:rsidRDefault="00DA3CF1" w:rsidP="000228DA">
      <w:pPr>
        <w:pStyle w:val="AKFZFnovnadpis2"/>
        <w:spacing w:line="240" w:lineRule="auto"/>
        <w:rPr>
          <w:rFonts w:ascii="Times New Roman" w:hAnsi="Times New Roman" w:cs="Times New Roman"/>
        </w:rPr>
      </w:pPr>
      <w:bookmarkStart w:id="52" w:name="_Toc479667825"/>
      <w:r w:rsidRPr="00954B01">
        <w:rPr>
          <w:rFonts w:ascii="Times New Roman" w:hAnsi="Times New Roman" w:cs="Times New Roman"/>
        </w:rPr>
        <w:t>Otevírání nabídek</w:t>
      </w:r>
      <w:bookmarkEnd w:id="52"/>
    </w:p>
    <w:p w14:paraId="75C17A13" w14:textId="60F67BB2" w:rsidR="00F63785" w:rsidRPr="00DD70C1" w:rsidRDefault="00CF700D" w:rsidP="00F63785">
      <w:pPr>
        <w:pStyle w:val="AKFZFnormln"/>
        <w:spacing w:line="240" w:lineRule="auto"/>
        <w:rPr>
          <w:rFonts w:ascii="Times New Roman" w:hAnsi="Times New Roman" w:cs="Times New Roman"/>
        </w:rPr>
      </w:pPr>
      <w:r>
        <w:rPr>
          <w:rFonts w:ascii="Times New Roman" w:hAnsi="Times New Roman" w:cs="Times New Roman"/>
        </w:rPr>
        <w:t>Otevírání obálek je neveřejné.</w:t>
      </w:r>
    </w:p>
    <w:p w14:paraId="181849C5" w14:textId="77777777" w:rsidR="00DA3CF1" w:rsidRPr="00DD70C1" w:rsidRDefault="00DA3CF1" w:rsidP="000228DA">
      <w:pPr>
        <w:pStyle w:val="AKFZFnovNadpis1"/>
        <w:spacing w:line="240" w:lineRule="auto"/>
        <w:rPr>
          <w:rFonts w:ascii="Times New Roman" w:hAnsi="Times New Roman" w:cs="Times New Roman"/>
        </w:rPr>
      </w:pPr>
      <w:bookmarkStart w:id="53" w:name="_Toc479667826"/>
      <w:r w:rsidRPr="00DD70C1">
        <w:rPr>
          <w:rFonts w:ascii="Times New Roman" w:hAnsi="Times New Roman" w:cs="Times New Roman"/>
        </w:rPr>
        <w:lastRenderedPageBreak/>
        <w:t>PRÁVA A VÝHRADY ZADAVATELE</w:t>
      </w:r>
      <w:bookmarkEnd w:id="53"/>
    </w:p>
    <w:p w14:paraId="76D2B7F8" w14:textId="77777777" w:rsidR="009D4566" w:rsidRPr="00DD70C1" w:rsidRDefault="009D4566" w:rsidP="009D4566">
      <w:pPr>
        <w:pStyle w:val="AKFZFnormln"/>
        <w:spacing w:line="276" w:lineRule="auto"/>
        <w:rPr>
          <w:rFonts w:ascii="Times New Roman" w:hAnsi="Times New Roman" w:cs="Times New Roman"/>
        </w:rPr>
      </w:pPr>
      <w:r w:rsidRPr="00DD70C1">
        <w:rPr>
          <w:rFonts w:ascii="Times New Roman" w:hAnsi="Times New Roman" w:cs="Times New Roman"/>
        </w:rPr>
        <w:t>Na vyloučení účastníka z poptávkového řízení se přiměřeně aplikuje ustanovení § 48 zákona, s výjimkou § 48 odst. 7, 9 a 10 zákona. Okamžikem doručení rozhodnutí o vyloučení zaniká účastníkovi účast v poptávkovém řízení.</w:t>
      </w:r>
    </w:p>
    <w:p w14:paraId="0CE8A826" w14:textId="77777777" w:rsidR="009D4566" w:rsidRPr="00DD70C1" w:rsidRDefault="009D4566" w:rsidP="009D4566">
      <w:pPr>
        <w:pStyle w:val="AKFZFnormln"/>
        <w:spacing w:line="276" w:lineRule="auto"/>
        <w:rPr>
          <w:rFonts w:ascii="Times New Roman" w:hAnsi="Times New Roman" w:cs="Times New Roman"/>
        </w:rPr>
      </w:pPr>
      <w:r w:rsidRPr="00DD70C1">
        <w:rPr>
          <w:rFonts w:ascii="Times New Roman" w:hAnsi="Times New Roman" w:cs="Times New Roman"/>
        </w:rPr>
        <w:t xml:space="preserve">Zadavatel nepřipouští varianty nabídek ani dodatečné plnění nabídnuté nad rámec požadavků stanovených v této zadávací dokumentaci. </w:t>
      </w:r>
    </w:p>
    <w:p w14:paraId="54876171" w14:textId="77777777" w:rsidR="009D4566" w:rsidRPr="00DD70C1" w:rsidRDefault="009D4566" w:rsidP="009D4566">
      <w:pPr>
        <w:pStyle w:val="AKFZFnormln"/>
        <w:spacing w:line="276" w:lineRule="auto"/>
        <w:rPr>
          <w:rFonts w:ascii="Times New Roman" w:hAnsi="Times New Roman" w:cs="Times New Roman"/>
        </w:rPr>
      </w:pPr>
      <w:r w:rsidRPr="00DD70C1">
        <w:rPr>
          <w:rFonts w:ascii="Times New Roman" w:hAnsi="Times New Roman" w:cs="Times New Roman"/>
        </w:rPr>
        <w:t xml:space="preserve">Zadavatel nehradí náklady spojené se zpracováním nabídek účastníků a s účastí v poptávkovém řízení. </w:t>
      </w:r>
    </w:p>
    <w:p w14:paraId="68B20942" w14:textId="77777777" w:rsidR="009D4566" w:rsidRPr="00DD70C1" w:rsidRDefault="009D4566" w:rsidP="009D4566">
      <w:pPr>
        <w:pStyle w:val="AKFZFnormln"/>
        <w:spacing w:line="276" w:lineRule="auto"/>
        <w:rPr>
          <w:rFonts w:ascii="Times New Roman" w:hAnsi="Times New Roman" w:cs="Times New Roman"/>
        </w:rPr>
      </w:pPr>
      <w:r w:rsidRPr="00DD70C1">
        <w:rPr>
          <w:rFonts w:ascii="Times New Roman" w:hAnsi="Times New Roman" w:cs="Times New Roman"/>
        </w:rPr>
        <w:t>Zadavatel si vyhrazuje právo ověřit informace obsažené v nabídce účastníka u třetích osob a účastník je povinen mu v tomto ohledu poskytnout veškerou potřebnou součinnost.</w:t>
      </w:r>
    </w:p>
    <w:p w14:paraId="111A27AF" w14:textId="77777777" w:rsidR="009D4566" w:rsidRPr="00DD70C1" w:rsidRDefault="009D4566" w:rsidP="009D4566">
      <w:pPr>
        <w:pStyle w:val="AKFZFnormln"/>
        <w:spacing w:line="276" w:lineRule="auto"/>
        <w:rPr>
          <w:rFonts w:ascii="Times New Roman" w:hAnsi="Times New Roman" w:cs="Times New Roman"/>
        </w:rPr>
      </w:pPr>
      <w:r w:rsidRPr="00DD70C1">
        <w:rPr>
          <w:rFonts w:ascii="Times New Roman" w:hAnsi="Times New Roman" w:cs="Times New Roman"/>
        </w:rPr>
        <w:t>Zadavatel si vyhrazuje právo toto poptávkové řízení kdykoli až do uzavření smlouvy zrušit, popřípadě odmítnout všechny předložené nabídky, a to i bez udání důvodu.</w:t>
      </w:r>
    </w:p>
    <w:p w14:paraId="33711DF8" w14:textId="77777777" w:rsidR="009D4566" w:rsidRPr="00DD70C1" w:rsidRDefault="009D4566" w:rsidP="009D4566">
      <w:pPr>
        <w:pStyle w:val="AKFZFnormln"/>
        <w:spacing w:line="276" w:lineRule="auto"/>
        <w:rPr>
          <w:rFonts w:ascii="Times New Roman" w:hAnsi="Times New Roman" w:cs="Times New Roman"/>
        </w:rPr>
      </w:pPr>
      <w:r w:rsidRPr="00DD70C1">
        <w:rPr>
          <w:rFonts w:ascii="Times New Roman" w:hAnsi="Times New Roman" w:cs="Times New Roman"/>
        </w:rPr>
        <w:t>Zadavatel si vyhrazuje právo neuzavřít smlouvu s žádným účastníkem.</w:t>
      </w:r>
    </w:p>
    <w:p w14:paraId="13ACC5FF" w14:textId="1A9ECCA9" w:rsidR="00D57F21" w:rsidRDefault="009D4566" w:rsidP="009D4566">
      <w:pPr>
        <w:pStyle w:val="AKFZFnormln"/>
        <w:spacing w:line="276" w:lineRule="auto"/>
        <w:rPr>
          <w:rFonts w:ascii="Times New Roman" w:hAnsi="Times New Roman" w:cs="Times New Roman"/>
        </w:rPr>
      </w:pPr>
      <w:r w:rsidRPr="00DD70C1">
        <w:rPr>
          <w:rFonts w:ascii="Times New Roman" w:hAnsi="Times New Roman" w:cs="Times New Roman"/>
        </w:rPr>
        <w:t>Zadavatel si vyhrazuje právo jednat o návrhu smlouvy předloženém účastníkem v nabídce. Zadavatel si je vědom, že při tomto jednání nesmí dojít k porušení zásad uvedených v ustanovení § 6 zákona.</w:t>
      </w:r>
    </w:p>
    <w:p w14:paraId="72CFB571" w14:textId="0FF06058" w:rsidR="009D4566" w:rsidRPr="00DD70C1" w:rsidRDefault="009D4566" w:rsidP="009D4566">
      <w:pPr>
        <w:pStyle w:val="AKFZFnormln"/>
        <w:spacing w:line="276" w:lineRule="auto"/>
        <w:rPr>
          <w:rFonts w:ascii="Times New Roman" w:hAnsi="Times New Roman" w:cs="Times New Roman"/>
        </w:rPr>
      </w:pPr>
      <w:r w:rsidRPr="00DD70C1">
        <w:rPr>
          <w:rFonts w:ascii="Times New Roman" w:hAnsi="Times New Roman" w:cs="Times New Roman"/>
        </w:rPr>
        <w:t>Zákaz střetu zájmů:</w:t>
      </w:r>
    </w:p>
    <w:p w14:paraId="25709BE0" w14:textId="77777777" w:rsidR="009D4566" w:rsidRPr="00DD70C1" w:rsidRDefault="009D4566" w:rsidP="009D4566">
      <w:pPr>
        <w:pStyle w:val="AKFZFnormln"/>
        <w:spacing w:line="276" w:lineRule="auto"/>
        <w:rPr>
          <w:rFonts w:ascii="Times New Roman" w:hAnsi="Times New Roman" w:cs="Times New Roman"/>
        </w:rPr>
      </w:pPr>
      <w:r w:rsidRPr="00DD70C1">
        <w:rPr>
          <w:rFonts w:ascii="Times New Roman" w:hAnsi="Times New Roman" w:cs="Times New Roman"/>
        </w:rPr>
        <w:t>•</w:t>
      </w:r>
      <w:r w:rsidRPr="00DD70C1">
        <w:rPr>
          <w:rFonts w:ascii="Times New Roman" w:hAnsi="Times New Roman" w:cs="Times New Roman"/>
        </w:rPr>
        <w:tab/>
        <w:t>V případě zjištění neetických praktik účastníka (nabízení, poskytnutí, přijímání nebo zprostředkování nějakých hodnot nebo výhod s cílem ovlivnit chování nebo jednání kohokoliv přímo nebo nepřímo v zadávacím řízení) či rozporu čestného prohlášení účastníka a skutečností ověřených zadavatelem na základě spolehlivých informací, případně i na základě požádání účastníka o písemné vysvětlení nebo po přizvání účastníka pro ústní vysvětlení, vyloučí zadavatel takového účastníka bezodkladně ze zadávacího řízení.</w:t>
      </w:r>
    </w:p>
    <w:p w14:paraId="6C18A289" w14:textId="77777777" w:rsidR="009D4566" w:rsidRPr="00DD70C1" w:rsidRDefault="009D4566" w:rsidP="009D4566">
      <w:pPr>
        <w:pStyle w:val="AKFZFnormln"/>
        <w:spacing w:line="276" w:lineRule="auto"/>
        <w:rPr>
          <w:rFonts w:ascii="Times New Roman" w:hAnsi="Times New Roman" w:cs="Times New Roman"/>
        </w:rPr>
      </w:pPr>
      <w:r w:rsidRPr="00DD70C1">
        <w:rPr>
          <w:rFonts w:ascii="Times New Roman" w:hAnsi="Times New Roman" w:cs="Times New Roman"/>
        </w:rPr>
        <w:t>Nabídky ani jednotlivé součásti nabídek účastníků či vyloučených účastníků nebudou vráceny.</w:t>
      </w:r>
    </w:p>
    <w:p w14:paraId="08204A86" w14:textId="68B31D76" w:rsidR="005B2499" w:rsidRDefault="009D4566" w:rsidP="009D4566">
      <w:pPr>
        <w:pStyle w:val="AKFZFnormln"/>
        <w:spacing w:line="276" w:lineRule="auto"/>
        <w:rPr>
          <w:rFonts w:ascii="Times New Roman" w:hAnsi="Times New Roman" w:cs="Times New Roman"/>
        </w:rPr>
      </w:pPr>
      <w:r w:rsidRPr="00DD70C1">
        <w:rPr>
          <w:rFonts w:ascii="Times New Roman" w:hAnsi="Times New Roman" w:cs="Times New Roman"/>
        </w:rPr>
        <w:t>Zadavatel neposkytuje zálohy.</w:t>
      </w:r>
    </w:p>
    <w:p w14:paraId="59D7A7C2" w14:textId="77777777" w:rsidR="00DA3CF1" w:rsidRPr="00DD70C1" w:rsidRDefault="00DA3CF1" w:rsidP="009C60EB">
      <w:pPr>
        <w:pStyle w:val="AKFZFnovNadpis1"/>
        <w:spacing w:line="276" w:lineRule="auto"/>
        <w:rPr>
          <w:rFonts w:ascii="Times New Roman" w:hAnsi="Times New Roman" w:cs="Times New Roman"/>
        </w:rPr>
      </w:pPr>
      <w:bookmarkStart w:id="54" w:name="_Toc479667827"/>
      <w:r w:rsidRPr="00DD70C1">
        <w:rPr>
          <w:rFonts w:ascii="Times New Roman" w:hAnsi="Times New Roman" w:cs="Times New Roman"/>
        </w:rPr>
        <w:t>SEZNAM PŘÍLOH ZADÁVACÍ DOKUMENTACE</w:t>
      </w:r>
      <w:bookmarkEnd w:id="54"/>
    </w:p>
    <w:p w14:paraId="414B9657" w14:textId="77777777" w:rsidR="00DA3CF1" w:rsidRPr="00DD70C1" w:rsidRDefault="00DA3CF1" w:rsidP="009C60EB">
      <w:pPr>
        <w:pStyle w:val="AKFZFnormln"/>
        <w:spacing w:line="276" w:lineRule="auto"/>
        <w:rPr>
          <w:rFonts w:ascii="Times New Roman" w:hAnsi="Times New Roman" w:cs="Times New Roman"/>
        </w:rPr>
      </w:pPr>
      <w:r w:rsidRPr="00DD70C1">
        <w:rPr>
          <w:rFonts w:ascii="Times New Roman" w:hAnsi="Times New Roman" w:cs="Times New Roman"/>
        </w:rPr>
        <w:t>Nedílnou součástí této zadávací dokumentace jsou následující přílohy:</w:t>
      </w:r>
    </w:p>
    <w:p w14:paraId="0BD371C8" w14:textId="77777777" w:rsidR="00DA3CF1" w:rsidRPr="00DD70C1" w:rsidRDefault="00DA3CF1" w:rsidP="000228DA">
      <w:pPr>
        <w:pStyle w:val="AKFZFnormln"/>
        <w:spacing w:line="240" w:lineRule="auto"/>
        <w:rPr>
          <w:rFonts w:ascii="Times New Roman" w:hAnsi="Times New Roman" w:cs="Times New Roman"/>
        </w:rPr>
      </w:pPr>
      <w:r w:rsidRPr="00DD70C1">
        <w:rPr>
          <w:rFonts w:ascii="Times New Roman" w:hAnsi="Times New Roman" w:cs="Times New Roman"/>
        </w:rPr>
        <w:t>Příloha č. 1</w:t>
      </w:r>
      <w:r w:rsidRPr="00DD70C1">
        <w:rPr>
          <w:rFonts w:ascii="Times New Roman" w:hAnsi="Times New Roman" w:cs="Times New Roman"/>
        </w:rPr>
        <w:tab/>
        <w:t>Krycí list nabídky</w:t>
      </w:r>
    </w:p>
    <w:p w14:paraId="49C0C7E5" w14:textId="77777777" w:rsidR="00DA3CF1" w:rsidRPr="00DD70C1" w:rsidRDefault="00DA3CF1" w:rsidP="000228DA">
      <w:pPr>
        <w:pStyle w:val="AKFZFnormln"/>
        <w:spacing w:line="240" w:lineRule="auto"/>
        <w:rPr>
          <w:rFonts w:ascii="Times New Roman" w:hAnsi="Times New Roman" w:cs="Times New Roman"/>
        </w:rPr>
      </w:pPr>
      <w:r w:rsidRPr="00DD70C1">
        <w:rPr>
          <w:rFonts w:ascii="Times New Roman" w:hAnsi="Times New Roman" w:cs="Times New Roman"/>
        </w:rPr>
        <w:t>Příloha č. 2</w:t>
      </w:r>
      <w:r w:rsidRPr="00DD70C1">
        <w:rPr>
          <w:rFonts w:ascii="Times New Roman" w:hAnsi="Times New Roman" w:cs="Times New Roman"/>
        </w:rPr>
        <w:tab/>
        <w:t>Čestné prohlášení k prokázání základní a profesní způsobilosti</w:t>
      </w:r>
    </w:p>
    <w:p w14:paraId="2D617F08" w14:textId="50D6675F" w:rsidR="00DA3CF1" w:rsidRPr="00DD70C1" w:rsidRDefault="00DA3CF1" w:rsidP="002472AE">
      <w:pPr>
        <w:spacing w:line="276" w:lineRule="auto"/>
        <w:rPr>
          <w:rFonts w:ascii="Times New Roman" w:hAnsi="Times New Roman" w:cs="Times New Roman"/>
        </w:rPr>
      </w:pPr>
      <w:r w:rsidRPr="00DD70C1">
        <w:rPr>
          <w:rFonts w:ascii="Times New Roman" w:hAnsi="Times New Roman" w:cs="Times New Roman"/>
        </w:rPr>
        <w:t>Příloha č. 3</w:t>
      </w:r>
      <w:r w:rsidRPr="00DD70C1">
        <w:rPr>
          <w:rFonts w:ascii="Times New Roman" w:hAnsi="Times New Roman" w:cs="Times New Roman"/>
        </w:rPr>
        <w:tab/>
      </w:r>
      <w:r w:rsidR="00837821" w:rsidRPr="00DD70C1">
        <w:rPr>
          <w:rFonts w:ascii="Times New Roman" w:hAnsi="Times New Roman" w:cs="Times New Roman"/>
        </w:rPr>
        <w:t>Formuláře 3.1,</w:t>
      </w:r>
      <w:r w:rsidR="00BA159E" w:rsidRPr="00DD70C1">
        <w:rPr>
          <w:rFonts w:ascii="Times New Roman" w:hAnsi="Times New Roman" w:cs="Times New Roman"/>
        </w:rPr>
        <w:t xml:space="preserve"> 3.2 </w:t>
      </w:r>
      <w:r w:rsidR="00837821" w:rsidRPr="00DD70C1">
        <w:rPr>
          <w:rFonts w:ascii="Times New Roman" w:hAnsi="Times New Roman" w:cs="Times New Roman"/>
        </w:rPr>
        <w:t>a 3.3</w:t>
      </w:r>
    </w:p>
    <w:p w14:paraId="10532136" w14:textId="77777777" w:rsidR="00DA3CF1" w:rsidRPr="00DD70C1" w:rsidRDefault="00DA3CF1" w:rsidP="00E13D82">
      <w:pPr>
        <w:spacing w:line="276" w:lineRule="auto"/>
        <w:rPr>
          <w:rFonts w:ascii="Times New Roman" w:hAnsi="Times New Roman" w:cs="Times New Roman"/>
        </w:rPr>
      </w:pPr>
      <w:r w:rsidRPr="00DD70C1">
        <w:rPr>
          <w:rFonts w:ascii="Times New Roman" w:hAnsi="Times New Roman" w:cs="Times New Roman"/>
        </w:rPr>
        <w:t xml:space="preserve">Příloha č. 4 </w:t>
      </w:r>
      <w:r w:rsidRPr="00DD70C1">
        <w:rPr>
          <w:rFonts w:ascii="Times New Roman" w:hAnsi="Times New Roman" w:cs="Times New Roman"/>
        </w:rPr>
        <w:tab/>
        <w:t>Čestné prohlášení o pod</w:t>
      </w:r>
      <w:r w:rsidR="009D4566" w:rsidRPr="00DD70C1">
        <w:rPr>
          <w:rFonts w:ascii="Times New Roman" w:hAnsi="Times New Roman" w:cs="Times New Roman"/>
        </w:rPr>
        <w:t>do</w:t>
      </w:r>
      <w:r w:rsidRPr="00DD70C1">
        <w:rPr>
          <w:rFonts w:ascii="Times New Roman" w:hAnsi="Times New Roman" w:cs="Times New Roman"/>
        </w:rPr>
        <w:t>davatelích</w:t>
      </w:r>
    </w:p>
    <w:p w14:paraId="602DDD25" w14:textId="77777777" w:rsidR="00E973AA" w:rsidRDefault="00DA3CF1" w:rsidP="00E13D82">
      <w:pPr>
        <w:spacing w:line="276" w:lineRule="auto"/>
        <w:rPr>
          <w:rFonts w:ascii="Times New Roman" w:hAnsi="Times New Roman" w:cs="Times New Roman"/>
        </w:rPr>
      </w:pPr>
      <w:r w:rsidRPr="00DD70C1">
        <w:rPr>
          <w:rFonts w:ascii="Times New Roman" w:hAnsi="Times New Roman" w:cs="Times New Roman"/>
        </w:rPr>
        <w:t xml:space="preserve">Příloha č. 5 </w:t>
      </w:r>
      <w:r w:rsidRPr="00DD70C1">
        <w:rPr>
          <w:rFonts w:ascii="Times New Roman" w:hAnsi="Times New Roman" w:cs="Times New Roman"/>
        </w:rPr>
        <w:tab/>
        <w:t>Smlouva o dílo – Návrh</w:t>
      </w:r>
    </w:p>
    <w:p w14:paraId="399989A8" w14:textId="15B2CB54" w:rsidR="00D26B09" w:rsidRPr="00DD70C1" w:rsidRDefault="00D26B09" w:rsidP="00E13D82">
      <w:pPr>
        <w:spacing w:line="276" w:lineRule="auto"/>
        <w:rPr>
          <w:rFonts w:ascii="Times New Roman" w:hAnsi="Times New Roman" w:cs="Times New Roman"/>
        </w:rPr>
      </w:pPr>
    </w:p>
    <w:p w14:paraId="6547C603" w14:textId="7E43DF02" w:rsidR="00E02C41" w:rsidRDefault="00E02C41" w:rsidP="00E02C41">
      <w:pPr>
        <w:pStyle w:val="AKFZFnormln"/>
        <w:rPr>
          <w:rFonts w:ascii="Times New Roman" w:hAnsi="Times New Roman" w:cs="Times New Roman"/>
        </w:rPr>
      </w:pPr>
      <w:r w:rsidRPr="00C56E4B">
        <w:rPr>
          <w:rFonts w:ascii="Times New Roman" w:hAnsi="Times New Roman" w:cs="Times New Roman"/>
        </w:rPr>
        <w:t>V</w:t>
      </w:r>
      <w:r w:rsidR="00DD4A34">
        <w:rPr>
          <w:rFonts w:ascii="Times New Roman" w:hAnsi="Times New Roman" w:cs="Times New Roman"/>
        </w:rPr>
        <w:t> </w:t>
      </w:r>
      <w:r w:rsidR="00406355">
        <w:rPr>
          <w:rFonts w:ascii="Times New Roman" w:hAnsi="Times New Roman" w:cs="Times New Roman"/>
        </w:rPr>
        <w:t>Praze</w:t>
      </w:r>
      <w:r w:rsidR="00FD0A4E">
        <w:rPr>
          <w:rFonts w:ascii="Times New Roman" w:hAnsi="Times New Roman" w:cs="Times New Roman"/>
        </w:rPr>
        <w:t xml:space="preserve">, dne </w:t>
      </w:r>
      <w:r w:rsidR="0057346A">
        <w:rPr>
          <w:rFonts w:ascii="Times New Roman" w:hAnsi="Times New Roman" w:cs="Times New Roman"/>
        </w:rPr>
        <w:t>23.9.2019</w:t>
      </w:r>
      <w:bookmarkStart w:id="55" w:name="_GoBack"/>
      <w:bookmarkEnd w:id="55"/>
    </w:p>
    <w:p w14:paraId="2722D39F" w14:textId="77777777" w:rsidR="00E02C41" w:rsidRDefault="00E02C41" w:rsidP="00E02C41">
      <w:pPr>
        <w:rPr>
          <w:rFonts w:ascii="Times New Roman" w:eastAsia="Times New Roman" w:hAnsi="Times New Roman" w:cs="Times New Roman"/>
        </w:rPr>
      </w:pPr>
    </w:p>
    <w:p w14:paraId="74954481" w14:textId="1D71F19E" w:rsidR="00356BD0" w:rsidRDefault="00356BD0" w:rsidP="00E02C41">
      <w:pPr>
        <w:rPr>
          <w:rFonts w:ascii="Times New Roman" w:eastAsia="Times New Roman" w:hAnsi="Times New Roman" w:cs="Times New Roman"/>
        </w:rPr>
      </w:pPr>
    </w:p>
    <w:p w14:paraId="374EEB7A" w14:textId="77777777" w:rsidR="00356BD0" w:rsidRDefault="00356BD0" w:rsidP="00E02C41">
      <w:pPr>
        <w:rPr>
          <w:rFonts w:ascii="Times New Roman" w:eastAsia="Times New Roman" w:hAnsi="Times New Roman" w:cs="Times New Roman"/>
        </w:rPr>
      </w:pPr>
    </w:p>
    <w:p w14:paraId="411921E7" w14:textId="00EA3C18" w:rsidR="001B3C76" w:rsidRPr="001B3C76" w:rsidRDefault="00194FF7" w:rsidP="001B3C76">
      <w:pPr>
        <w:spacing w:after="60" w:line="240" w:lineRule="auto"/>
        <w:rPr>
          <w:rFonts w:ascii="Times New Roman" w:hAnsi="Times New Roman" w:cs="Times New Roman"/>
        </w:rPr>
      </w:pPr>
      <w:r>
        <w:rPr>
          <w:rFonts w:ascii="Times New Roman" w:hAnsi="Times New Roman" w:cs="Times New Roman"/>
        </w:rPr>
        <w:t xml:space="preserve">Mgr. Radovan </w:t>
      </w:r>
      <w:proofErr w:type="spellStart"/>
      <w:r>
        <w:rPr>
          <w:rFonts w:ascii="Times New Roman" w:hAnsi="Times New Roman" w:cs="Times New Roman"/>
        </w:rPr>
        <w:t>Cáder</w:t>
      </w:r>
      <w:proofErr w:type="spellEnd"/>
    </w:p>
    <w:p w14:paraId="7AF8FCE3" w14:textId="4526CBB8" w:rsidR="00DA3CF1" w:rsidRDefault="00194FF7" w:rsidP="001B3C76">
      <w:pPr>
        <w:spacing w:after="60" w:line="240" w:lineRule="auto"/>
        <w:rPr>
          <w:rFonts w:ascii="Times New Roman" w:hAnsi="Times New Roman" w:cs="Times New Roman"/>
        </w:rPr>
      </w:pPr>
      <w:r>
        <w:rPr>
          <w:rFonts w:ascii="Times New Roman" w:hAnsi="Times New Roman" w:cs="Times New Roman"/>
        </w:rPr>
        <w:t>ředitel</w:t>
      </w:r>
    </w:p>
    <w:p w14:paraId="237A117D" w14:textId="5A629AAE" w:rsidR="00883239" w:rsidRPr="00DD70C1" w:rsidRDefault="00194FF7" w:rsidP="001B3C76">
      <w:pPr>
        <w:spacing w:after="60" w:line="240" w:lineRule="auto"/>
        <w:rPr>
          <w:rFonts w:ascii="Times New Roman" w:hAnsi="Times New Roman" w:cs="Times New Roman"/>
        </w:rPr>
      </w:pPr>
      <w:r>
        <w:rPr>
          <w:rFonts w:ascii="Times New Roman" w:hAnsi="Times New Roman" w:cs="Times New Roman"/>
        </w:rPr>
        <w:t xml:space="preserve">Muzeum </w:t>
      </w:r>
      <w:proofErr w:type="spellStart"/>
      <w:r>
        <w:rPr>
          <w:rFonts w:ascii="Times New Roman" w:hAnsi="Times New Roman" w:cs="Times New Roman"/>
        </w:rPr>
        <w:t>Podblanicka</w:t>
      </w:r>
      <w:proofErr w:type="spellEnd"/>
      <w:r>
        <w:rPr>
          <w:rFonts w:ascii="Times New Roman" w:hAnsi="Times New Roman" w:cs="Times New Roman"/>
        </w:rPr>
        <w:t xml:space="preserve">, </w:t>
      </w:r>
      <w:proofErr w:type="spellStart"/>
      <w:r>
        <w:rPr>
          <w:rFonts w:ascii="Times New Roman" w:hAnsi="Times New Roman" w:cs="Times New Roman"/>
        </w:rPr>
        <w:t>p.o</w:t>
      </w:r>
      <w:proofErr w:type="spellEnd"/>
      <w:r>
        <w:rPr>
          <w:rFonts w:ascii="Times New Roman" w:hAnsi="Times New Roman" w:cs="Times New Roman"/>
        </w:rPr>
        <w:t>.</w:t>
      </w:r>
    </w:p>
    <w:sectPr w:rsidR="00883239" w:rsidRPr="00DD70C1" w:rsidSect="00257755">
      <w:headerReference w:type="default" r:id="rId11"/>
      <w:footerReference w:type="default" r:id="rId12"/>
      <w:headerReference w:type="first" r:id="rId13"/>
      <w:footerReference w:type="first" r:id="rId14"/>
      <w:pgSz w:w="11906" w:h="16838" w:code="9"/>
      <w:pgMar w:top="1382" w:right="1134" w:bottom="1560" w:left="1134" w:header="567"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CFFDD5" w14:textId="77777777" w:rsidR="0025434E" w:rsidRDefault="0025434E" w:rsidP="009C0A2F">
      <w:r>
        <w:separator/>
      </w:r>
    </w:p>
  </w:endnote>
  <w:endnote w:type="continuationSeparator" w:id="0">
    <w:p w14:paraId="772E6F2C" w14:textId="77777777" w:rsidR="0025434E" w:rsidRDefault="0025434E" w:rsidP="009C0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2D5C2" w14:textId="7370E27B" w:rsidR="00016B57" w:rsidRPr="00C714F1" w:rsidRDefault="00016B57" w:rsidP="00A042D6">
    <w:pPr>
      <w:pStyle w:val="Zpat"/>
      <w:tabs>
        <w:tab w:val="clear" w:pos="9072"/>
      </w:tabs>
      <w:jc w:val="right"/>
      <w:rPr>
        <w:rFonts w:ascii="Times New Roman" w:hAnsi="Times New Roman" w:cs="Times New Roman"/>
        <w:i/>
        <w:sz w:val="20"/>
        <w:szCs w:val="20"/>
      </w:rPr>
    </w:pPr>
    <w:r w:rsidRPr="00C714F1">
      <w:rPr>
        <w:rFonts w:ascii="Times New Roman" w:hAnsi="Times New Roman" w:cs="Times New Roman"/>
        <w:i/>
        <w:sz w:val="20"/>
        <w:szCs w:val="20"/>
      </w:rPr>
      <w:t xml:space="preserve">Strana </w:t>
    </w:r>
    <w:r w:rsidRPr="00C714F1">
      <w:rPr>
        <w:rFonts w:ascii="Times New Roman" w:hAnsi="Times New Roman" w:cs="Times New Roman"/>
        <w:i/>
        <w:sz w:val="20"/>
        <w:szCs w:val="20"/>
      </w:rPr>
      <w:fldChar w:fldCharType="begin"/>
    </w:r>
    <w:r w:rsidRPr="00C714F1">
      <w:rPr>
        <w:rFonts w:ascii="Times New Roman" w:hAnsi="Times New Roman" w:cs="Times New Roman"/>
        <w:i/>
        <w:sz w:val="20"/>
        <w:szCs w:val="20"/>
      </w:rPr>
      <w:instrText>PAGE   \* MERGEFORMAT</w:instrText>
    </w:r>
    <w:r w:rsidRPr="00C714F1">
      <w:rPr>
        <w:rFonts w:ascii="Times New Roman" w:hAnsi="Times New Roman" w:cs="Times New Roman"/>
        <w:i/>
        <w:sz w:val="20"/>
        <w:szCs w:val="20"/>
      </w:rPr>
      <w:fldChar w:fldCharType="separate"/>
    </w:r>
    <w:r w:rsidR="00AB2A8F">
      <w:rPr>
        <w:rFonts w:ascii="Times New Roman" w:hAnsi="Times New Roman" w:cs="Times New Roman"/>
        <w:i/>
        <w:noProof/>
        <w:sz w:val="20"/>
        <w:szCs w:val="20"/>
      </w:rPr>
      <w:t>12</w:t>
    </w:r>
    <w:r w:rsidRPr="00C714F1">
      <w:rPr>
        <w:rFonts w:ascii="Times New Roman" w:hAnsi="Times New Roman" w:cs="Times New Roman"/>
        <w: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D7966" w14:textId="77777777" w:rsidR="00016B57" w:rsidRDefault="00016B57" w:rsidP="00F562B7">
    <w:pPr>
      <w:pStyle w:val="Zpat"/>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5CCB52" w14:textId="77777777" w:rsidR="0025434E" w:rsidRDefault="0025434E" w:rsidP="009C0A2F">
      <w:r>
        <w:separator/>
      </w:r>
    </w:p>
  </w:footnote>
  <w:footnote w:type="continuationSeparator" w:id="0">
    <w:p w14:paraId="79B12F72" w14:textId="77777777" w:rsidR="0025434E" w:rsidRDefault="0025434E" w:rsidP="009C0A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6F34E" w14:textId="60969C36" w:rsidR="00B94FBA" w:rsidRPr="00F912B0" w:rsidRDefault="003F0577" w:rsidP="00F912B0">
    <w:pPr>
      <w:pStyle w:val="Zhlav"/>
    </w:pPr>
    <w:r>
      <w:rPr>
        <w:noProof/>
        <w:lang w:eastAsia="cs-CZ"/>
      </w:rPr>
      <w:drawing>
        <wp:anchor distT="0" distB="0" distL="114300" distR="114300" simplePos="0" relativeHeight="251658240" behindDoc="1" locked="0" layoutInCell="1" allowOverlap="1" wp14:anchorId="4883F470" wp14:editId="0A8758BB">
          <wp:simplePos x="0" y="0"/>
          <wp:positionH relativeFrom="column">
            <wp:posOffset>4147185</wp:posOffset>
          </wp:positionH>
          <wp:positionV relativeFrom="paragraph">
            <wp:posOffset>-150495</wp:posOffset>
          </wp:positionV>
          <wp:extent cx="1904400" cy="381600"/>
          <wp:effectExtent l="0" t="0" r="635" b="0"/>
          <wp:wrapTight wrapText="bothSides">
            <wp:wrapPolygon edited="0">
              <wp:start x="0" y="0"/>
              <wp:lineTo x="0" y="20520"/>
              <wp:lineTo x="21391" y="20520"/>
              <wp:lineTo x="21391" y="0"/>
              <wp:lineTo x="0" y="0"/>
            </wp:wrapPolygon>
          </wp:wrapTight>
          <wp:docPr id="2" name="Obrázek 2" descr="e-mail%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e-mail%20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904400" cy="381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912B0">
      <w:t xml:space="preserve">                             </w:t>
    </w:r>
  </w:p>
  <w:p w14:paraId="49D0B826" w14:textId="37F8D881" w:rsidR="00016B57" w:rsidRPr="00E13D82" w:rsidRDefault="00016B57" w:rsidP="00A042D6">
    <w:pPr>
      <w:pStyle w:val="Zhlav"/>
      <w:pBdr>
        <w:bottom w:val="single" w:sz="4" w:space="1" w:color="auto"/>
      </w:pBdr>
      <w:jc w:val="left"/>
      <w:rPr>
        <w:rFonts w:ascii="Times New Roman" w:hAnsi="Times New Roman" w:cs="Times New Roman"/>
        <w:i/>
        <w:sz w:val="18"/>
        <w:szCs w:val="18"/>
      </w:rPr>
    </w:pPr>
    <w:r w:rsidRPr="00E13D82">
      <w:rPr>
        <w:rFonts w:ascii="Times New Roman" w:hAnsi="Times New Roman" w:cs="Times New Roman"/>
        <w:i/>
        <w:sz w:val="18"/>
        <w:szCs w:val="18"/>
      </w:rPr>
      <w:t>Zadávací dokumentace</w:t>
    </w:r>
  </w:p>
  <w:p w14:paraId="67356836" w14:textId="77777777" w:rsidR="00016B57" w:rsidRPr="00A042D6" w:rsidRDefault="00016B57">
    <w:pPr>
      <w:pStyle w:val="Zhlav"/>
      <w:rPr>
        <w: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55CEA" w14:textId="77777777" w:rsidR="00016B57" w:rsidRDefault="00016B57" w:rsidP="00F562B7">
    <w:pPr>
      <w:pStyle w:val="Zhlav"/>
      <w:ind w:left="-1134"/>
    </w:pPr>
  </w:p>
  <w:p w14:paraId="7E7A520C" w14:textId="77777777" w:rsidR="00016B57" w:rsidRDefault="00016B57" w:rsidP="00F33053">
    <w:pPr>
      <w:pStyle w:val="Zhlav"/>
      <w:ind w:left="-96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rPr>
    </w:lvl>
    <w:lvl w:ilvl="1">
      <w:start w:val="1"/>
      <w:numFmt w:val="lowerLetter"/>
      <w:pStyle w:val="Styl58"/>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Wingdings" w:hAnsi="Wingdings"/>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12F225F"/>
    <w:multiLevelType w:val="multilevel"/>
    <w:tmpl w:val="B7803AD4"/>
    <w:lvl w:ilvl="0">
      <w:start w:val="1"/>
      <w:numFmt w:val="upperRoman"/>
      <w:pStyle w:val="AKFZpetit"/>
      <w:lvlText w:val="%1."/>
      <w:lvlJc w:val="left"/>
      <w:pPr>
        <w:ind w:left="360" w:hanging="360"/>
      </w:pPr>
      <w:rPr>
        <w:rFonts w:cs="Times New Roman" w:hint="default"/>
        <w:color w:val="auto"/>
      </w:rPr>
    </w:lvl>
    <w:lvl w:ilvl="1">
      <w:start w:val="1"/>
      <w:numFmt w:val="lowerLetter"/>
      <w:lvlText w:val="%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2" w15:restartNumberingAfterBreak="0">
    <w:nsid w:val="014D230B"/>
    <w:multiLevelType w:val="hybridMultilevel"/>
    <w:tmpl w:val="0C6E2F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137332"/>
    <w:multiLevelType w:val="hybridMultilevel"/>
    <w:tmpl w:val="0DF0122E"/>
    <w:lvl w:ilvl="0" w:tplc="F456305E">
      <w:start w:val="1"/>
      <w:numFmt w:val="bullet"/>
      <w:lvlText w:val=""/>
      <w:lvlJc w:val="left"/>
      <w:pPr>
        <w:ind w:left="1500" w:hanging="360"/>
      </w:pPr>
      <w:rPr>
        <w:rFonts w:ascii="Symbol" w:hAnsi="Symbol"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4" w15:restartNumberingAfterBreak="0">
    <w:nsid w:val="0AE651BA"/>
    <w:multiLevelType w:val="hybridMultilevel"/>
    <w:tmpl w:val="1B028A78"/>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5" w15:restartNumberingAfterBreak="0">
    <w:nsid w:val="0CCE7779"/>
    <w:multiLevelType w:val="hybridMultilevel"/>
    <w:tmpl w:val="5A3408A2"/>
    <w:lvl w:ilvl="0" w:tplc="04050017">
      <w:start w:val="1"/>
      <w:numFmt w:val="lowerLetter"/>
      <w:lvlText w:val="%1)"/>
      <w:lvlJc w:val="left"/>
      <w:pPr>
        <w:ind w:left="720" w:hanging="360"/>
      </w:pPr>
      <w:rPr>
        <w:rFonts w:cs="Times New Roman"/>
        <w:b w:val="0"/>
        <w:i w:val="0"/>
        <w:sz w:val="21"/>
        <w:szCs w:val="21"/>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0F6132FB"/>
    <w:multiLevelType w:val="hybridMultilevel"/>
    <w:tmpl w:val="2534AA10"/>
    <w:lvl w:ilvl="0" w:tplc="04050001">
      <w:start w:val="1"/>
      <w:numFmt w:val="bullet"/>
      <w:lvlText w:val=""/>
      <w:lvlJc w:val="left"/>
      <w:pPr>
        <w:ind w:left="1500" w:hanging="360"/>
      </w:pPr>
      <w:rPr>
        <w:rFonts w:ascii="Symbol" w:hAnsi="Symbol"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7" w15:restartNumberingAfterBreak="0">
    <w:nsid w:val="106C4190"/>
    <w:multiLevelType w:val="hybridMultilevel"/>
    <w:tmpl w:val="354C13C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9" w15:restartNumberingAfterBreak="0">
    <w:nsid w:val="15087758"/>
    <w:multiLevelType w:val="hybridMultilevel"/>
    <w:tmpl w:val="74DA687E"/>
    <w:lvl w:ilvl="0" w:tplc="04050001">
      <w:start w:val="1"/>
      <w:numFmt w:val="bullet"/>
      <w:lvlText w:val=""/>
      <w:lvlJc w:val="left"/>
      <w:pPr>
        <w:ind w:left="770" w:hanging="360"/>
      </w:pPr>
      <w:rPr>
        <w:rFonts w:ascii="Symbol" w:hAnsi="Symbol" w:hint="default"/>
      </w:rPr>
    </w:lvl>
    <w:lvl w:ilvl="1" w:tplc="04050003">
      <w:start w:val="1"/>
      <w:numFmt w:val="bullet"/>
      <w:lvlText w:val="o"/>
      <w:lvlJc w:val="left"/>
      <w:pPr>
        <w:ind w:left="1490" w:hanging="360"/>
      </w:pPr>
      <w:rPr>
        <w:rFonts w:ascii="Courier New" w:hAnsi="Courier New" w:cs="Courier New" w:hint="default"/>
      </w:rPr>
    </w:lvl>
    <w:lvl w:ilvl="2" w:tplc="04050005">
      <w:start w:val="1"/>
      <w:numFmt w:val="bullet"/>
      <w:lvlText w:val=""/>
      <w:lvlJc w:val="left"/>
      <w:pPr>
        <w:ind w:left="2210" w:hanging="360"/>
      </w:pPr>
      <w:rPr>
        <w:rFonts w:ascii="Wingdings" w:hAnsi="Wingdings" w:hint="default"/>
      </w:rPr>
    </w:lvl>
    <w:lvl w:ilvl="3" w:tplc="04050001">
      <w:start w:val="1"/>
      <w:numFmt w:val="bullet"/>
      <w:lvlText w:val=""/>
      <w:lvlJc w:val="left"/>
      <w:pPr>
        <w:ind w:left="2930" w:hanging="360"/>
      </w:pPr>
      <w:rPr>
        <w:rFonts w:ascii="Symbol" w:hAnsi="Symbol" w:hint="default"/>
      </w:rPr>
    </w:lvl>
    <w:lvl w:ilvl="4" w:tplc="04050003">
      <w:start w:val="1"/>
      <w:numFmt w:val="bullet"/>
      <w:lvlText w:val="o"/>
      <w:lvlJc w:val="left"/>
      <w:pPr>
        <w:ind w:left="3650" w:hanging="360"/>
      </w:pPr>
      <w:rPr>
        <w:rFonts w:ascii="Courier New" w:hAnsi="Courier New" w:cs="Courier New" w:hint="default"/>
      </w:rPr>
    </w:lvl>
    <w:lvl w:ilvl="5" w:tplc="04050005">
      <w:start w:val="1"/>
      <w:numFmt w:val="bullet"/>
      <w:lvlText w:val=""/>
      <w:lvlJc w:val="left"/>
      <w:pPr>
        <w:ind w:left="4370" w:hanging="360"/>
      </w:pPr>
      <w:rPr>
        <w:rFonts w:ascii="Wingdings" w:hAnsi="Wingdings" w:hint="default"/>
      </w:rPr>
    </w:lvl>
    <w:lvl w:ilvl="6" w:tplc="04050001">
      <w:start w:val="1"/>
      <w:numFmt w:val="bullet"/>
      <w:lvlText w:val=""/>
      <w:lvlJc w:val="left"/>
      <w:pPr>
        <w:ind w:left="5090" w:hanging="360"/>
      </w:pPr>
      <w:rPr>
        <w:rFonts w:ascii="Symbol" w:hAnsi="Symbol" w:hint="default"/>
      </w:rPr>
    </w:lvl>
    <w:lvl w:ilvl="7" w:tplc="04050003">
      <w:start w:val="1"/>
      <w:numFmt w:val="bullet"/>
      <w:lvlText w:val="o"/>
      <w:lvlJc w:val="left"/>
      <w:pPr>
        <w:ind w:left="5810" w:hanging="360"/>
      </w:pPr>
      <w:rPr>
        <w:rFonts w:ascii="Courier New" w:hAnsi="Courier New" w:cs="Courier New" w:hint="default"/>
      </w:rPr>
    </w:lvl>
    <w:lvl w:ilvl="8" w:tplc="04050005">
      <w:start w:val="1"/>
      <w:numFmt w:val="bullet"/>
      <w:lvlText w:val=""/>
      <w:lvlJc w:val="left"/>
      <w:pPr>
        <w:ind w:left="6530" w:hanging="360"/>
      </w:pPr>
      <w:rPr>
        <w:rFonts w:ascii="Wingdings" w:hAnsi="Wingdings" w:hint="default"/>
      </w:rPr>
    </w:lvl>
  </w:abstractNum>
  <w:abstractNum w:abstractNumId="10" w15:restartNumberingAfterBreak="0">
    <w:nsid w:val="2048188B"/>
    <w:multiLevelType w:val="multilevel"/>
    <w:tmpl w:val="040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211B2F4E"/>
    <w:multiLevelType w:val="multilevel"/>
    <w:tmpl w:val="FDA8AB06"/>
    <w:lvl w:ilvl="0">
      <w:start w:val="1"/>
      <w:numFmt w:val="decimal"/>
      <w:lvlText w:val="%1."/>
      <w:lvlJc w:val="left"/>
      <w:pPr>
        <w:tabs>
          <w:tab w:val="num" w:pos="680"/>
        </w:tabs>
        <w:ind w:left="680" w:hanging="680"/>
      </w:pPr>
      <w:rPr>
        <w:rFonts w:cs="Times New Roman" w:hint="default"/>
        <w:b/>
        <w:bCs w:val="0"/>
        <w:i w:val="0"/>
        <w:iCs w:val="0"/>
        <w:caps w:val="0"/>
        <w:smallCaps w:val="0"/>
        <w:strike w:val="0"/>
        <w:dstrike w:val="0"/>
        <w:vanish w:val="0"/>
        <w:color w:val="auto"/>
        <w:spacing w:val="0"/>
        <w:kern w:val="0"/>
        <w:position w:val="0"/>
        <w:u w:val="none"/>
        <w:effect w:val="none"/>
        <w:vertAlign w:val="baseline"/>
      </w:rPr>
    </w:lvl>
    <w:lvl w:ilvl="1">
      <w:start w:val="1"/>
      <w:numFmt w:val="decimal"/>
      <w:lvlText w:val="%1.%2"/>
      <w:lvlJc w:val="left"/>
      <w:pPr>
        <w:tabs>
          <w:tab w:val="num" w:pos="680"/>
        </w:tabs>
        <w:ind w:left="680" w:hanging="680"/>
      </w:pPr>
      <w:rPr>
        <w:rFonts w:cs="Times New Roman" w:hint="default"/>
        <w:b w:val="0"/>
        <w:bCs w:val="0"/>
        <w:i w:val="0"/>
        <w:iCs w:val="0"/>
        <w:caps w:val="0"/>
        <w:smallCaps w:val="0"/>
        <w:strike w:val="0"/>
        <w:dstrike w:val="0"/>
        <w:vanish w:val="0"/>
        <w:color w:val="auto"/>
        <w:spacing w:val="0"/>
        <w:kern w:val="0"/>
        <w:position w:val="0"/>
        <w:u w:val="none"/>
        <w:effect w:val="none"/>
        <w:vertAlign w:val="baseline"/>
      </w:rPr>
    </w:lvl>
    <w:lvl w:ilvl="2">
      <w:start w:val="1"/>
      <w:numFmt w:val="decimal"/>
      <w:lvlText w:val="%3)"/>
      <w:lvlJc w:val="left"/>
      <w:pPr>
        <w:tabs>
          <w:tab w:val="num" w:pos="936"/>
        </w:tabs>
        <w:ind w:left="936" w:hanging="794"/>
      </w:pPr>
      <w:rPr>
        <w:rFonts w:cs="Times New Roman" w:hint="default"/>
        <w:b w:val="0"/>
        <w:bCs w:val="0"/>
        <w:i w:val="0"/>
        <w:iCs w:val="0"/>
        <w:caps w:val="0"/>
        <w:smallCaps w:val="0"/>
        <w:strike w:val="0"/>
        <w:dstrike w:val="0"/>
        <w:vanish w:val="0"/>
        <w:color w:val="auto"/>
        <w:spacing w:val="0"/>
        <w:kern w:val="0"/>
        <w:position w:val="0"/>
        <w:u w:val="none"/>
        <w:effect w:val="none"/>
        <w:vertAlign w:val="baseline"/>
      </w:rPr>
    </w:lvl>
    <w:lvl w:ilvl="3">
      <w:start w:val="1"/>
      <w:numFmt w:val="lowerLetter"/>
      <w:lvlText w:val="(%4)"/>
      <w:lvlJc w:val="left"/>
      <w:pPr>
        <w:tabs>
          <w:tab w:val="num" w:pos="1871"/>
        </w:tabs>
        <w:ind w:left="1871" w:hanging="397"/>
      </w:pPr>
      <w:rPr>
        <w:rFonts w:cs="Times New Roman" w:hint="default"/>
        <w:b w:val="0"/>
        <w:bCs w:val="0"/>
        <w:i w:val="0"/>
        <w:iCs w:val="0"/>
        <w:caps w:val="0"/>
        <w:smallCaps w:val="0"/>
        <w:strike w:val="0"/>
        <w:dstrike w:val="0"/>
        <w:vanish w:val="0"/>
        <w:color w:val="auto"/>
        <w:spacing w:val="0"/>
        <w:kern w:val="0"/>
        <w:position w:val="0"/>
        <w:u w:val="none"/>
        <w:effect w:val="none"/>
        <w:vertAlign w:val="baseline"/>
      </w:rPr>
    </w:lvl>
    <w:lvl w:ilvl="4">
      <w:start w:val="1"/>
      <w:numFmt w:val="lowerRoman"/>
      <w:lvlText w:val="(%5)"/>
      <w:lvlJc w:val="left"/>
      <w:pPr>
        <w:tabs>
          <w:tab w:val="num" w:pos="2211"/>
        </w:tabs>
        <w:ind w:left="2211" w:hanging="340"/>
      </w:pPr>
      <w:rPr>
        <w:rFonts w:ascii="Arial" w:hAnsi="Arial" w:cs="Times New Roman" w:hint="default"/>
        <w:b w:val="0"/>
        <w:i w:val="0"/>
        <w:caps w:val="0"/>
        <w:strike w:val="0"/>
        <w:dstrike w:val="0"/>
        <w:vanish w:val="0"/>
        <w:color w:val="auto"/>
        <w:spacing w:val="0"/>
        <w:sz w:val="22"/>
        <w:u w:val="none"/>
        <w:vertAlign w:val="baseline"/>
      </w:rPr>
    </w:lvl>
    <w:lvl w:ilvl="5">
      <w:start w:val="1"/>
      <w:numFmt w:val="none"/>
      <w:lvlRestart w:val="0"/>
      <w:suff w:val="nothing"/>
      <w:lvlText w:val=""/>
      <w:lvlJc w:val="left"/>
      <w:pPr>
        <w:ind w:left="737"/>
      </w:pPr>
      <w:rPr>
        <w:rFonts w:cs="Times New Roman" w:hint="default"/>
      </w:rPr>
    </w:lvl>
    <w:lvl w:ilvl="6">
      <w:start w:val="1"/>
      <w:numFmt w:val="none"/>
      <w:lvlRestart w:val="0"/>
      <w:suff w:val="nothing"/>
      <w:lvlText w:val=""/>
      <w:lvlJc w:val="left"/>
      <w:pPr>
        <w:ind w:left="1134"/>
      </w:pPr>
      <w:rPr>
        <w:rFonts w:cs="Times New Roman" w:hint="default"/>
        <w:color w:val="auto"/>
      </w:rPr>
    </w:lvl>
    <w:lvl w:ilvl="7">
      <w:start w:val="1"/>
      <w:numFmt w:val="none"/>
      <w:lvlRestart w:val="0"/>
      <w:suff w:val="nothing"/>
      <w:lvlText w:val=""/>
      <w:lvlJc w:val="left"/>
      <w:pPr>
        <w:ind w:left="1701"/>
      </w:pPr>
      <w:rPr>
        <w:rFonts w:cs="Times New Roman" w:hint="default"/>
      </w:rPr>
    </w:lvl>
    <w:lvl w:ilvl="8">
      <w:start w:val="1"/>
      <w:numFmt w:val="none"/>
      <w:lvlRestart w:val="0"/>
      <w:suff w:val="nothing"/>
      <w:lvlText w:val=""/>
      <w:lvlJc w:val="left"/>
      <w:rPr>
        <w:rFonts w:cs="Times New Roman" w:hint="default"/>
      </w:rPr>
    </w:lvl>
  </w:abstractNum>
  <w:abstractNum w:abstractNumId="12" w15:restartNumberingAfterBreak="0">
    <w:nsid w:val="27051D97"/>
    <w:multiLevelType w:val="hybridMultilevel"/>
    <w:tmpl w:val="B81A64D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D9F5D5F"/>
    <w:multiLevelType w:val="multilevel"/>
    <w:tmpl w:val="9FDEA244"/>
    <w:styleLink w:val="AKFZlneknadpis"/>
    <w:lvl w:ilvl="0">
      <w:start w:val="1"/>
      <w:numFmt w:val="decimal"/>
      <w:lvlText w:val="%1."/>
      <w:lvlJc w:val="left"/>
      <w:pPr>
        <w:tabs>
          <w:tab w:val="num" w:pos="737"/>
        </w:tabs>
        <w:ind w:left="567" w:hanging="567"/>
      </w:pPr>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tabs>
          <w:tab w:val="num" w:pos="567"/>
        </w:tabs>
        <w:ind w:left="567" w:hanging="567"/>
      </w:pPr>
      <w:rPr>
        <w:rFonts w:ascii="Arial" w:hAnsi="Arial" w:cs="Times New Roman" w:hint="default"/>
        <w:b w:val="0"/>
        <w:bCs w:val="0"/>
        <w:i w:val="0"/>
        <w:iCs w:val="0"/>
        <w:caps w:val="0"/>
        <w:smallCaps w:val="0"/>
        <w:strike w:val="0"/>
        <w:dstrike w:val="0"/>
        <w:vanish w:val="0"/>
        <w:color w:val="595959"/>
        <w:spacing w:val="0"/>
        <w:kern w:val="0"/>
        <w:position w:val="0"/>
        <w:sz w:val="22"/>
        <w:szCs w:val="22"/>
        <w:u w:val="none"/>
        <w:vertAlign w:val="baseline"/>
      </w:rPr>
    </w:lvl>
    <w:lvl w:ilvl="2">
      <w:start w:val="1"/>
      <w:numFmt w:val="decimal"/>
      <w:lvlText w:val="%1.%2.%3"/>
      <w:lvlJc w:val="left"/>
      <w:pPr>
        <w:tabs>
          <w:tab w:val="num" w:pos="1134"/>
        </w:tabs>
        <w:ind w:left="1134" w:hanging="567"/>
      </w:pPr>
      <w:rPr>
        <w:rFonts w:ascii="Arial" w:hAnsi="Arial" w:cs="Times New Roman" w:hint="default"/>
        <w:b w:val="0"/>
        <w:caps w:val="0"/>
        <w:strike w:val="0"/>
        <w:dstrike w:val="0"/>
        <w:vanish w:val="0"/>
        <w:color w:val="595959"/>
        <w:sz w:val="22"/>
        <w:vertAlign w:val="baseline"/>
      </w:rPr>
    </w:lvl>
    <w:lvl w:ilvl="3">
      <w:start w:val="1"/>
      <w:numFmt w:val="lowerLetter"/>
      <w:lvlText w:val="(%4)"/>
      <w:lvlJc w:val="left"/>
      <w:pPr>
        <w:tabs>
          <w:tab w:val="num" w:pos="1134"/>
        </w:tabs>
        <w:ind w:left="1134" w:hanging="567"/>
      </w:pPr>
      <w:rPr>
        <w:rFonts w:ascii="Arial" w:hAnsi="Arial" w:cs="Times New Roman" w:hint="default"/>
        <w:b w:val="0"/>
        <w:i w:val="0"/>
        <w:caps w:val="0"/>
        <w:strike w:val="0"/>
        <w:dstrike w:val="0"/>
        <w:vanish w:val="0"/>
        <w:color w:val="595959"/>
        <w:sz w:val="22"/>
        <w:vertAlign w:val="baseline"/>
      </w:rPr>
    </w:lvl>
    <w:lvl w:ilvl="4">
      <w:start w:val="1"/>
      <w:numFmt w:val="lowerRoman"/>
      <w:lvlText w:val="(%5)"/>
      <w:lvlJc w:val="left"/>
      <w:pPr>
        <w:tabs>
          <w:tab w:val="num" w:pos="1701"/>
        </w:tabs>
        <w:ind w:left="1701" w:hanging="567"/>
      </w:pPr>
      <w:rPr>
        <w:rFonts w:ascii="Arial" w:hAnsi="Arial" w:cs="Times New Roman" w:hint="default"/>
        <w:b w:val="0"/>
        <w:i w:val="0"/>
        <w:caps w:val="0"/>
        <w:strike w:val="0"/>
        <w:dstrike w:val="0"/>
        <w:vanish w:val="0"/>
        <w:color w:val="595959"/>
        <w:sz w:val="22"/>
        <w:vertAlign w:val="baseline"/>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2E9A14DF"/>
    <w:multiLevelType w:val="hybridMultilevel"/>
    <w:tmpl w:val="D4A2C3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4542BF0"/>
    <w:multiLevelType w:val="hybridMultilevel"/>
    <w:tmpl w:val="F078DC6A"/>
    <w:lvl w:ilvl="0" w:tplc="0405000B">
      <w:start w:val="1"/>
      <w:numFmt w:val="bullet"/>
      <w:lvlText w:val=""/>
      <w:lvlJc w:val="left"/>
      <w:pPr>
        <w:ind w:left="502" w:hanging="360"/>
      </w:pPr>
      <w:rPr>
        <w:rFonts w:ascii="Wingdings" w:hAnsi="Wingdings"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16" w15:restartNumberingAfterBreak="0">
    <w:nsid w:val="3E5D2ED5"/>
    <w:multiLevelType w:val="hybridMultilevel"/>
    <w:tmpl w:val="ACCC797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6404DB"/>
    <w:multiLevelType w:val="multilevel"/>
    <w:tmpl w:val="CA8258D0"/>
    <w:lvl w:ilvl="0">
      <w:start w:val="1"/>
      <w:numFmt w:val="decimal"/>
      <w:pStyle w:val="lneksmlouvynadpis"/>
      <w:lvlText w:val="%1."/>
      <w:lvlJc w:val="left"/>
      <w:pPr>
        <w:tabs>
          <w:tab w:val="num" w:pos="680"/>
        </w:tabs>
        <w:ind w:left="680" w:hanging="680"/>
      </w:pPr>
      <w:rPr>
        <w:rFonts w:cs="Times New Roman" w:hint="default"/>
        <w:b/>
        <w:bCs w:val="0"/>
        <w:i w:val="0"/>
        <w:iCs w:val="0"/>
        <w:caps w:val="0"/>
        <w:smallCaps w:val="0"/>
        <w:strike w:val="0"/>
        <w:dstrike w:val="0"/>
        <w:vanish w:val="0"/>
        <w:color w:val="auto"/>
        <w:spacing w:val="0"/>
        <w:kern w:val="0"/>
        <w:position w:val="0"/>
        <w:u w:val="none"/>
        <w:effect w:val="none"/>
        <w:vertAlign w:val="baseline"/>
      </w:rPr>
    </w:lvl>
    <w:lvl w:ilvl="1">
      <w:start w:val="1"/>
      <w:numFmt w:val="decimal"/>
      <w:pStyle w:val="lneksmlouvy"/>
      <w:lvlText w:val="%1.%2"/>
      <w:lvlJc w:val="left"/>
      <w:pPr>
        <w:tabs>
          <w:tab w:val="num" w:pos="680"/>
        </w:tabs>
        <w:ind w:left="680" w:hanging="680"/>
      </w:pPr>
      <w:rPr>
        <w:rFonts w:cs="Times New Roman" w:hint="default"/>
        <w:b w:val="0"/>
        <w:bCs w:val="0"/>
        <w:i w:val="0"/>
        <w:iCs w:val="0"/>
        <w:caps w:val="0"/>
        <w:smallCaps w:val="0"/>
        <w:strike w:val="0"/>
        <w:dstrike w:val="0"/>
        <w:vanish w:val="0"/>
        <w:color w:val="auto"/>
        <w:spacing w:val="0"/>
        <w:kern w:val="0"/>
        <w:position w:val="0"/>
        <w:u w:val="none"/>
        <w:effect w:val="none"/>
        <w:vertAlign w:val="baseline"/>
      </w:rPr>
    </w:lvl>
    <w:lvl w:ilvl="2">
      <w:start w:val="1"/>
      <w:numFmt w:val="decimal"/>
      <w:lvlText w:val="%1.%2.%3"/>
      <w:lvlJc w:val="left"/>
      <w:pPr>
        <w:tabs>
          <w:tab w:val="num" w:pos="1474"/>
        </w:tabs>
        <w:ind w:left="1474" w:hanging="794"/>
      </w:pPr>
      <w:rPr>
        <w:rFonts w:cs="Times New Roman" w:hint="default"/>
        <w:b w:val="0"/>
        <w:bCs w:val="0"/>
        <w:i w:val="0"/>
        <w:iCs w:val="0"/>
        <w:caps w:val="0"/>
        <w:smallCaps w:val="0"/>
        <w:strike w:val="0"/>
        <w:dstrike w:val="0"/>
        <w:vanish w:val="0"/>
        <w:color w:val="auto"/>
        <w:spacing w:val="0"/>
        <w:kern w:val="0"/>
        <w:position w:val="0"/>
        <w:u w:val="none"/>
        <w:effect w:val="none"/>
        <w:vertAlign w:val="baseline"/>
      </w:rPr>
    </w:lvl>
    <w:lvl w:ilvl="3">
      <w:start w:val="1"/>
      <w:numFmt w:val="lowerLetter"/>
      <w:lvlText w:val="(%4)"/>
      <w:lvlJc w:val="left"/>
      <w:pPr>
        <w:tabs>
          <w:tab w:val="num" w:pos="1871"/>
        </w:tabs>
        <w:ind w:left="1871" w:hanging="397"/>
      </w:pPr>
      <w:rPr>
        <w:rFonts w:cs="Times New Roman" w:hint="default"/>
        <w:b w:val="0"/>
        <w:bCs w:val="0"/>
        <w:i w:val="0"/>
        <w:iCs w:val="0"/>
        <w:caps w:val="0"/>
        <w:smallCaps w:val="0"/>
        <w:strike w:val="0"/>
        <w:dstrike w:val="0"/>
        <w:vanish w:val="0"/>
        <w:color w:val="auto"/>
        <w:spacing w:val="0"/>
        <w:kern w:val="0"/>
        <w:position w:val="0"/>
        <w:u w:val="none"/>
        <w:effect w:val="none"/>
        <w:vertAlign w:val="baseline"/>
      </w:rPr>
    </w:lvl>
    <w:lvl w:ilvl="4">
      <w:start w:val="1"/>
      <w:numFmt w:val="lowerRoman"/>
      <w:lvlText w:val="(%5)"/>
      <w:lvlJc w:val="left"/>
      <w:pPr>
        <w:tabs>
          <w:tab w:val="num" w:pos="2211"/>
        </w:tabs>
        <w:ind w:left="2211" w:hanging="340"/>
      </w:pPr>
      <w:rPr>
        <w:rFonts w:ascii="Arial" w:hAnsi="Arial" w:cs="Times New Roman" w:hint="default"/>
        <w:b w:val="0"/>
        <w:i w:val="0"/>
        <w:caps w:val="0"/>
        <w:strike w:val="0"/>
        <w:dstrike w:val="0"/>
        <w:vanish w:val="0"/>
        <w:color w:val="auto"/>
        <w:spacing w:val="0"/>
        <w:sz w:val="22"/>
        <w:u w:val="none"/>
        <w:vertAlign w:val="baseline"/>
      </w:rPr>
    </w:lvl>
    <w:lvl w:ilvl="5">
      <w:start w:val="1"/>
      <w:numFmt w:val="none"/>
      <w:lvlRestart w:val="0"/>
      <w:suff w:val="nothing"/>
      <w:lvlText w:val=""/>
      <w:lvlJc w:val="left"/>
      <w:pPr>
        <w:ind w:left="737"/>
      </w:pPr>
      <w:rPr>
        <w:rFonts w:cs="Times New Roman" w:hint="default"/>
      </w:rPr>
    </w:lvl>
    <w:lvl w:ilvl="6">
      <w:start w:val="1"/>
      <w:numFmt w:val="none"/>
      <w:lvlRestart w:val="0"/>
      <w:suff w:val="nothing"/>
      <w:lvlText w:val=""/>
      <w:lvlJc w:val="left"/>
      <w:pPr>
        <w:ind w:left="1134"/>
      </w:pPr>
      <w:rPr>
        <w:rFonts w:cs="Times New Roman" w:hint="default"/>
        <w:color w:val="auto"/>
      </w:rPr>
    </w:lvl>
    <w:lvl w:ilvl="7">
      <w:start w:val="1"/>
      <w:numFmt w:val="none"/>
      <w:lvlRestart w:val="0"/>
      <w:suff w:val="nothing"/>
      <w:lvlText w:val=""/>
      <w:lvlJc w:val="left"/>
      <w:pPr>
        <w:ind w:left="1701"/>
      </w:pPr>
      <w:rPr>
        <w:rFonts w:cs="Times New Roman" w:hint="default"/>
      </w:rPr>
    </w:lvl>
    <w:lvl w:ilvl="8">
      <w:start w:val="1"/>
      <w:numFmt w:val="none"/>
      <w:lvlRestart w:val="0"/>
      <w:suff w:val="nothing"/>
      <w:lvlText w:val=""/>
      <w:lvlJc w:val="left"/>
      <w:rPr>
        <w:rFonts w:cs="Times New Roman" w:hint="default"/>
      </w:rPr>
    </w:lvl>
  </w:abstractNum>
  <w:abstractNum w:abstractNumId="18" w15:restartNumberingAfterBreak="0">
    <w:nsid w:val="44FA00BD"/>
    <w:multiLevelType w:val="multilevel"/>
    <w:tmpl w:val="51162868"/>
    <w:lvl w:ilvl="0">
      <w:start w:val="1"/>
      <w:numFmt w:val="bullet"/>
      <w:pStyle w:val="AKFZOdrky"/>
      <w:lvlText w:val=""/>
      <w:lvlJc w:val="left"/>
      <w:pPr>
        <w:tabs>
          <w:tab w:val="num" w:pos="567"/>
        </w:tabs>
        <w:ind w:left="567" w:hanging="567"/>
      </w:pPr>
      <w:rPr>
        <w:rFonts w:ascii="Wingdings" w:hAnsi="Wingdings" w:hint="default"/>
        <w:b w:val="0"/>
        <w:i w:val="0"/>
        <w:caps w:val="0"/>
        <w:smallCaps w:val="0"/>
        <w:strike w:val="0"/>
        <w:dstrike w:val="0"/>
        <w:vanish w:val="0"/>
        <w:color w:val="auto"/>
        <w:spacing w:val="0"/>
        <w:kern w:val="0"/>
        <w:position w:val="0"/>
        <w:sz w:val="22"/>
        <w:u w:val="none"/>
        <w:effect w:val="none"/>
        <w:vertAlign w:val="baseline"/>
      </w:rPr>
    </w:lvl>
    <w:lvl w:ilvl="1">
      <w:start w:val="1"/>
      <w:numFmt w:val="bullet"/>
      <w:lvlRestart w:val="0"/>
      <w:lvlText w:val=""/>
      <w:lvlJc w:val="left"/>
      <w:pPr>
        <w:tabs>
          <w:tab w:val="num" w:pos="1134"/>
        </w:tabs>
        <w:ind w:left="1134" w:hanging="567"/>
      </w:pPr>
      <w:rPr>
        <w:rFonts w:ascii="Wingdings" w:hAnsi="Wingdings" w:hint="default"/>
        <w:color w:val="595959"/>
        <w:sz w:val="13"/>
      </w:rPr>
    </w:lvl>
    <w:lvl w:ilvl="2">
      <w:start w:val="1"/>
      <w:numFmt w:val="bullet"/>
      <w:lvlRestart w:val="0"/>
      <w:lvlText w:val=""/>
      <w:lvlJc w:val="left"/>
      <w:pPr>
        <w:tabs>
          <w:tab w:val="num" w:pos="1701"/>
        </w:tabs>
        <w:ind w:left="1701" w:hanging="567"/>
      </w:pPr>
      <w:rPr>
        <w:rFonts w:ascii="Wingdings" w:hAnsi="Wingdings" w:hint="default"/>
        <w:color w:val="595959"/>
        <w:sz w:val="13"/>
      </w:rPr>
    </w:lvl>
    <w:lvl w:ilvl="3">
      <w:start w:val="1"/>
      <w:numFmt w:val="bullet"/>
      <w:lvlRestart w:val="0"/>
      <w:lvlText w:val=""/>
      <w:lvlJc w:val="left"/>
      <w:pPr>
        <w:tabs>
          <w:tab w:val="num" w:pos="2268"/>
        </w:tabs>
        <w:ind w:left="2268" w:hanging="567"/>
      </w:pPr>
      <w:rPr>
        <w:rFonts w:ascii="Wingdings" w:hAnsi="Wingdings" w:hint="default"/>
        <w:color w:val="595959"/>
        <w:sz w:val="13"/>
      </w:rPr>
    </w:lvl>
    <w:lvl w:ilvl="4">
      <w:start w:val="1"/>
      <w:numFmt w:val="bullet"/>
      <w:lvlText w:val="o"/>
      <w:lvlJc w:val="left"/>
      <w:pPr>
        <w:tabs>
          <w:tab w:val="num" w:pos="9163"/>
        </w:tabs>
        <w:ind w:left="3661" w:hanging="737"/>
      </w:pPr>
      <w:rPr>
        <w:rFonts w:ascii="Courier New" w:hAnsi="Courier New" w:hint="default"/>
      </w:rPr>
    </w:lvl>
    <w:lvl w:ilvl="5">
      <w:start w:val="1"/>
      <w:numFmt w:val="bullet"/>
      <w:lvlText w:val=""/>
      <w:lvlJc w:val="left"/>
      <w:pPr>
        <w:tabs>
          <w:tab w:val="num" w:pos="9900"/>
        </w:tabs>
        <w:ind w:left="4398" w:hanging="737"/>
      </w:pPr>
      <w:rPr>
        <w:rFonts w:ascii="Wingdings" w:hAnsi="Wingdings" w:hint="default"/>
      </w:rPr>
    </w:lvl>
    <w:lvl w:ilvl="6">
      <w:start w:val="1"/>
      <w:numFmt w:val="bullet"/>
      <w:lvlText w:val=""/>
      <w:lvlJc w:val="left"/>
      <w:pPr>
        <w:tabs>
          <w:tab w:val="num" w:pos="10637"/>
        </w:tabs>
        <w:ind w:left="5135" w:hanging="737"/>
      </w:pPr>
      <w:rPr>
        <w:rFonts w:ascii="Symbol" w:hAnsi="Symbol" w:hint="default"/>
      </w:rPr>
    </w:lvl>
    <w:lvl w:ilvl="7">
      <w:start w:val="1"/>
      <w:numFmt w:val="bullet"/>
      <w:lvlText w:val="o"/>
      <w:lvlJc w:val="left"/>
      <w:pPr>
        <w:tabs>
          <w:tab w:val="num" w:pos="11374"/>
        </w:tabs>
        <w:ind w:left="5872" w:hanging="737"/>
      </w:pPr>
      <w:rPr>
        <w:rFonts w:ascii="Courier New" w:hAnsi="Courier New" w:hint="default"/>
      </w:rPr>
    </w:lvl>
    <w:lvl w:ilvl="8">
      <w:start w:val="1"/>
      <w:numFmt w:val="bullet"/>
      <w:lvlText w:val=""/>
      <w:lvlJc w:val="left"/>
      <w:pPr>
        <w:ind w:left="6609" w:hanging="737"/>
      </w:pPr>
      <w:rPr>
        <w:rFonts w:ascii="Wingdings" w:hAnsi="Wingdings" w:hint="default"/>
      </w:rPr>
    </w:lvl>
  </w:abstractNum>
  <w:abstractNum w:abstractNumId="19" w15:restartNumberingAfterBreak="0">
    <w:nsid w:val="49A57221"/>
    <w:multiLevelType w:val="multilevel"/>
    <w:tmpl w:val="769CD40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4D685E42"/>
    <w:multiLevelType w:val="hybridMultilevel"/>
    <w:tmpl w:val="3462EBB4"/>
    <w:lvl w:ilvl="0" w:tplc="04050001">
      <w:start w:val="1"/>
      <w:numFmt w:val="bullet"/>
      <w:lvlText w:val=""/>
      <w:lvlJc w:val="left"/>
      <w:pPr>
        <w:ind w:left="1636" w:hanging="360"/>
      </w:pPr>
      <w:rPr>
        <w:rFonts w:ascii="Symbol" w:hAnsi="Symbol" w:hint="default"/>
      </w:rPr>
    </w:lvl>
    <w:lvl w:ilvl="1" w:tplc="04050003">
      <w:start w:val="1"/>
      <w:numFmt w:val="bullet"/>
      <w:lvlText w:val="o"/>
      <w:lvlJc w:val="left"/>
      <w:pPr>
        <w:ind w:left="2205" w:hanging="360"/>
      </w:pPr>
      <w:rPr>
        <w:rFonts w:ascii="Courier New" w:hAnsi="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21" w15:restartNumberingAfterBreak="0">
    <w:nsid w:val="4F4C6496"/>
    <w:multiLevelType w:val="hybridMultilevel"/>
    <w:tmpl w:val="170EEFD4"/>
    <w:lvl w:ilvl="0" w:tplc="04050017">
      <w:start w:val="1"/>
      <w:numFmt w:val="lowerLetter"/>
      <w:lvlText w:val="%1)"/>
      <w:lvlJc w:val="left"/>
      <w:pPr>
        <w:ind w:left="720" w:hanging="360"/>
      </w:pPr>
      <w:rPr>
        <w:rFonts w:cs="Times New Roman"/>
        <w:b w:val="0"/>
        <w:i w:val="0"/>
        <w:sz w:val="21"/>
        <w:szCs w:val="21"/>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52B24388"/>
    <w:multiLevelType w:val="multilevel"/>
    <w:tmpl w:val="AEDE121E"/>
    <w:lvl w:ilvl="0">
      <w:start w:val="1"/>
      <w:numFmt w:val="decimal"/>
      <w:pStyle w:val="AKFZFnovNadpis1"/>
      <w:lvlText w:val="%1."/>
      <w:lvlJc w:val="left"/>
      <w:pPr>
        <w:tabs>
          <w:tab w:val="num" w:pos="851"/>
        </w:tabs>
        <w:ind w:left="851" w:hanging="851"/>
      </w:pPr>
      <w:rPr>
        <w:rFonts w:cs="Times New Roman" w:hint="default"/>
        <w:b/>
        <w:i w:val="0"/>
        <w:caps/>
        <w:smallCaps w:val="0"/>
        <w:sz w:val="22"/>
      </w:rPr>
    </w:lvl>
    <w:lvl w:ilvl="1">
      <w:start w:val="1"/>
      <w:numFmt w:val="decimal"/>
      <w:pStyle w:val="AKFZFnovnadpis2"/>
      <w:lvlText w:val="%1.%2"/>
      <w:lvlJc w:val="left"/>
      <w:pPr>
        <w:tabs>
          <w:tab w:val="num" w:pos="851"/>
        </w:tabs>
        <w:ind w:left="851" w:hanging="851"/>
      </w:pPr>
      <w:rPr>
        <w:rFonts w:ascii="Times New Roman" w:hAnsi="Times New Roman" w:cs="Times New Roman" w:hint="default"/>
        <w:b/>
        <w:i w:val="0"/>
        <w:caps/>
        <w:sz w:val="22"/>
      </w:rPr>
    </w:lvl>
    <w:lvl w:ilvl="2">
      <w:start w:val="1"/>
      <w:numFmt w:val="decimal"/>
      <w:pStyle w:val="AKFZFnovnadpis3"/>
      <w:lvlText w:val="%1.%2.%3"/>
      <w:lvlJc w:val="left"/>
      <w:pPr>
        <w:tabs>
          <w:tab w:val="num" w:pos="851"/>
        </w:tabs>
        <w:ind w:left="851" w:hanging="851"/>
      </w:pPr>
      <w:rPr>
        <w:rFonts w:ascii="Times New Roman" w:hAnsi="Times New Roman" w:cs="Times New Roman" w:hint="default"/>
        <w:b/>
        <w:i w:val="0"/>
        <w:caps w:val="0"/>
        <w:sz w:val="22"/>
      </w:rPr>
    </w:lvl>
    <w:lvl w:ilvl="3">
      <w:start w:val="1"/>
      <w:numFmt w:val="lowerRoman"/>
      <w:pStyle w:val="AKFZFnovnadpis4"/>
      <w:lvlText w:val="(%4)"/>
      <w:lvlJc w:val="left"/>
      <w:pPr>
        <w:tabs>
          <w:tab w:val="num" w:pos="1418"/>
        </w:tabs>
        <w:ind w:left="1418" w:hanging="567"/>
      </w:pPr>
      <w:rPr>
        <w:rFonts w:ascii="Arial" w:hAnsi="Arial" w:cs="Times New Roman" w:hint="default"/>
        <w:b w:val="0"/>
        <w:i/>
        <w:caps w:val="0"/>
        <w:sz w:val="22"/>
      </w:rPr>
    </w:lvl>
    <w:lvl w:ilvl="4">
      <w:start w:val="1"/>
      <w:numFmt w:val="decimal"/>
      <w:pStyle w:val="AKFZFnovnadpis5"/>
      <w:lvlText w:val="%5."/>
      <w:lvlJc w:val="left"/>
      <w:pPr>
        <w:tabs>
          <w:tab w:val="num" w:pos="1418"/>
        </w:tabs>
        <w:ind w:left="1418" w:hanging="567"/>
      </w:pPr>
      <w:rPr>
        <w:rFonts w:ascii="Arial" w:hAnsi="Arial" w:cs="Times New Roman" w:hint="default"/>
        <w:b w:val="0"/>
        <w:i w:val="0"/>
        <w:caps w:val="0"/>
        <w:sz w:val="22"/>
      </w:rPr>
    </w:lvl>
    <w:lvl w:ilvl="5">
      <w:start w:val="1"/>
      <w:numFmt w:val="lowerLetter"/>
      <w:pStyle w:val="AKFZFnovnadpis6"/>
      <w:lvlText w:val="%6."/>
      <w:lvlJc w:val="left"/>
      <w:pPr>
        <w:tabs>
          <w:tab w:val="num" w:pos="1418"/>
        </w:tabs>
        <w:ind w:left="1418" w:hanging="567"/>
      </w:pPr>
      <w:rPr>
        <w:rFonts w:ascii="Arial" w:hAnsi="Arial" w:cs="Times New Roman" w:hint="default"/>
        <w:b w:val="0"/>
        <w:i/>
        <w:sz w:val="22"/>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3" w15:restartNumberingAfterBreak="0">
    <w:nsid w:val="53B10534"/>
    <w:multiLevelType w:val="multilevel"/>
    <w:tmpl w:val="5DF01F7C"/>
    <w:lvl w:ilvl="0">
      <w:start w:val="1"/>
      <w:numFmt w:val="upperRoman"/>
      <w:pStyle w:val="AKFZFnovpetit"/>
      <w:lvlText w:val="%1."/>
      <w:lvlJc w:val="left"/>
      <w:pPr>
        <w:tabs>
          <w:tab w:val="num" w:pos="851"/>
        </w:tabs>
        <w:ind w:left="851" w:hanging="851"/>
      </w:pPr>
      <w:rPr>
        <w:rFonts w:ascii="Arial" w:hAnsi="Arial" w:cs="Times New Roman" w:hint="default"/>
        <w:b/>
        <w:i w:val="0"/>
        <w:sz w:val="22"/>
      </w:rPr>
    </w:lvl>
    <w:lvl w:ilvl="1">
      <w:start w:val="1"/>
      <w:numFmt w:val="bullet"/>
      <w:lvlText w:val=""/>
      <w:lvlJc w:val="left"/>
      <w:pPr>
        <w:tabs>
          <w:tab w:val="num" w:pos="1134"/>
        </w:tabs>
        <w:ind w:left="1134" w:hanging="567"/>
      </w:pPr>
      <w:rPr>
        <w:rFonts w:ascii="Wingdings" w:hAnsi="Wingdings" w:hint="default"/>
        <w:sz w:val="22"/>
      </w:rPr>
    </w:lvl>
    <w:lvl w:ilvl="2">
      <w:start w:val="1"/>
      <w:numFmt w:val="bullet"/>
      <w:lvlText w:val=""/>
      <w:lvlJc w:val="left"/>
      <w:pPr>
        <w:tabs>
          <w:tab w:val="num" w:pos="1701"/>
        </w:tabs>
        <w:ind w:left="1701" w:hanging="567"/>
      </w:pPr>
      <w:rPr>
        <w:rFonts w:ascii="Wingdings" w:hAnsi="Wingdings" w:hint="default"/>
      </w:rPr>
    </w:lvl>
    <w:lvl w:ilvl="3">
      <w:start w:val="1"/>
      <w:numFmt w:val="bullet"/>
      <w:lvlText w:val=""/>
      <w:lvlJc w:val="left"/>
      <w:pPr>
        <w:tabs>
          <w:tab w:val="num" w:pos="2268"/>
        </w:tabs>
        <w:ind w:left="2268" w:hanging="567"/>
      </w:pPr>
      <w:rPr>
        <w:rFonts w:ascii="Wingdings" w:hAnsi="Wingdings" w:hint="default"/>
        <w:sz w:val="22"/>
      </w:rPr>
    </w:lvl>
    <w:lvl w:ilvl="4">
      <w:start w:val="1"/>
      <w:numFmt w:val="bullet"/>
      <w:lvlText w:val=""/>
      <w:lvlJc w:val="left"/>
      <w:pPr>
        <w:tabs>
          <w:tab w:val="num" w:pos="2835"/>
        </w:tabs>
        <w:ind w:left="2835" w:hanging="567"/>
      </w:pPr>
      <w:rPr>
        <w:rFonts w:ascii="Wingdings" w:hAnsi="Wingdings" w:hint="default"/>
        <w:sz w:val="22"/>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670553E"/>
    <w:multiLevelType w:val="multilevel"/>
    <w:tmpl w:val="A6BCF9DE"/>
    <w:lvl w:ilvl="0">
      <w:start w:val="1"/>
      <w:numFmt w:val="bullet"/>
      <w:pStyle w:val="AKFZFnovodrka"/>
      <w:lvlText w:val=""/>
      <w:lvlJc w:val="left"/>
      <w:pPr>
        <w:tabs>
          <w:tab w:val="num" w:pos="851"/>
        </w:tabs>
        <w:ind w:left="851" w:hanging="851"/>
      </w:pPr>
      <w:rPr>
        <w:rFonts w:ascii="Wingdings" w:hAnsi="Wingdings" w:hint="default"/>
        <w:sz w:val="22"/>
      </w:rPr>
    </w:lvl>
    <w:lvl w:ilvl="1">
      <w:start w:val="1"/>
      <w:numFmt w:val="bullet"/>
      <w:lvlText w:val=""/>
      <w:lvlJc w:val="left"/>
      <w:pPr>
        <w:tabs>
          <w:tab w:val="num" w:pos="1418"/>
        </w:tabs>
        <w:ind w:left="1418" w:hanging="567"/>
      </w:pPr>
      <w:rPr>
        <w:rFonts w:ascii="Wingdings" w:hAnsi="Wingdings" w:hint="default"/>
        <w:sz w:val="22"/>
      </w:rPr>
    </w:lvl>
    <w:lvl w:ilvl="2">
      <w:start w:val="1"/>
      <w:numFmt w:val="bullet"/>
      <w:lvlText w:val=""/>
      <w:lvlJc w:val="left"/>
      <w:pPr>
        <w:tabs>
          <w:tab w:val="num" w:pos="1985"/>
        </w:tabs>
        <w:ind w:left="1985" w:hanging="567"/>
      </w:pPr>
      <w:rPr>
        <w:rFonts w:ascii="Wingdings" w:hAnsi="Wingdings" w:hint="default"/>
      </w:rPr>
    </w:lvl>
    <w:lvl w:ilvl="3">
      <w:start w:val="1"/>
      <w:numFmt w:val="bullet"/>
      <w:lvlText w:val=""/>
      <w:lvlJc w:val="left"/>
      <w:pPr>
        <w:tabs>
          <w:tab w:val="num" w:pos="2125"/>
        </w:tabs>
        <w:ind w:left="2125" w:hanging="567"/>
      </w:pPr>
      <w:rPr>
        <w:rFonts w:ascii="Wingdings" w:hAnsi="Wingdings" w:hint="default"/>
        <w:sz w:val="22"/>
      </w:rPr>
    </w:lvl>
    <w:lvl w:ilvl="4">
      <w:start w:val="1"/>
      <w:numFmt w:val="bullet"/>
      <w:lvlText w:val=""/>
      <w:lvlJc w:val="left"/>
      <w:pPr>
        <w:tabs>
          <w:tab w:val="num" w:pos="2692"/>
        </w:tabs>
        <w:ind w:left="2692" w:hanging="567"/>
      </w:pPr>
      <w:rPr>
        <w:rFonts w:ascii="Wingdings" w:hAnsi="Wingdings" w:hint="default"/>
        <w:sz w:val="22"/>
      </w:rPr>
    </w:lvl>
    <w:lvl w:ilvl="5">
      <w:start w:val="1"/>
      <w:numFmt w:val="bullet"/>
      <w:lvlText w:val=""/>
      <w:lvlJc w:val="left"/>
      <w:pPr>
        <w:ind w:left="4177" w:hanging="360"/>
      </w:pPr>
      <w:rPr>
        <w:rFonts w:ascii="Wingdings" w:hAnsi="Wingdings" w:hint="default"/>
      </w:rPr>
    </w:lvl>
    <w:lvl w:ilvl="6">
      <w:start w:val="1"/>
      <w:numFmt w:val="bullet"/>
      <w:lvlText w:val=""/>
      <w:lvlJc w:val="left"/>
      <w:pPr>
        <w:ind w:left="4897" w:hanging="360"/>
      </w:pPr>
      <w:rPr>
        <w:rFonts w:ascii="Symbol" w:hAnsi="Symbol" w:hint="default"/>
      </w:rPr>
    </w:lvl>
    <w:lvl w:ilvl="7">
      <w:start w:val="1"/>
      <w:numFmt w:val="bullet"/>
      <w:lvlText w:val="o"/>
      <w:lvlJc w:val="left"/>
      <w:pPr>
        <w:ind w:left="5617" w:hanging="360"/>
      </w:pPr>
      <w:rPr>
        <w:rFonts w:ascii="Courier New" w:hAnsi="Courier New" w:hint="default"/>
      </w:rPr>
    </w:lvl>
    <w:lvl w:ilvl="8">
      <w:start w:val="1"/>
      <w:numFmt w:val="bullet"/>
      <w:lvlText w:val=""/>
      <w:lvlJc w:val="left"/>
      <w:pPr>
        <w:ind w:left="6337" w:hanging="360"/>
      </w:pPr>
      <w:rPr>
        <w:rFonts w:ascii="Wingdings" w:hAnsi="Wingdings" w:hint="default"/>
      </w:rPr>
    </w:lvl>
  </w:abstractNum>
  <w:abstractNum w:abstractNumId="25" w15:restartNumberingAfterBreak="0">
    <w:nsid w:val="56D61D6F"/>
    <w:multiLevelType w:val="hybridMultilevel"/>
    <w:tmpl w:val="D58AB254"/>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6" w15:restartNumberingAfterBreak="0">
    <w:nsid w:val="5BA22585"/>
    <w:multiLevelType w:val="hybridMultilevel"/>
    <w:tmpl w:val="44CA6462"/>
    <w:lvl w:ilvl="0" w:tplc="04050017">
      <w:start w:val="1"/>
      <w:numFmt w:val="lowerLetter"/>
      <w:lvlText w:val="%1)"/>
      <w:lvlJc w:val="left"/>
      <w:pPr>
        <w:ind w:left="720" w:hanging="360"/>
      </w:pPr>
      <w:rPr>
        <w:rFonts w:cs="Times New Roman"/>
        <w:b w:val="0"/>
        <w:i w:val="0"/>
        <w:sz w:val="21"/>
        <w:szCs w:val="21"/>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5C225D2F"/>
    <w:multiLevelType w:val="multilevel"/>
    <w:tmpl w:val="11E27CDC"/>
    <w:lvl w:ilvl="0">
      <w:start w:val="1"/>
      <w:numFmt w:val="upperRoman"/>
      <w:pStyle w:val="AKFZFNadpisvpodn"/>
      <w:lvlText w:val="%1."/>
      <w:lvlJc w:val="left"/>
      <w:pPr>
        <w:tabs>
          <w:tab w:val="num" w:pos="567"/>
        </w:tabs>
        <w:ind w:left="567" w:hanging="567"/>
      </w:pPr>
      <w:rPr>
        <w:rFonts w:ascii="Arial" w:hAnsi="Arial" w:cs="Times New Roman" w:hint="default"/>
        <w:b/>
        <w:i w:val="0"/>
        <w:caps/>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8" w15:restartNumberingAfterBreak="0">
    <w:nsid w:val="5CCA7FA5"/>
    <w:multiLevelType w:val="hybridMultilevel"/>
    <w:tmpl w:val="792E7A7A"/>
    <w:lvl w:ilvl="0" w:tplc="ADEE2908">
      <w:start w:val="1"/>
      <w:numFmt w:val="bullet"/>
      <w:lvlText w:val=""/>
      <w:lvlJc w:val="left"/>
      <w:pPr>
        <w:ind w:left="1065" w:hanging="705"/>
      </w:pPr>
      <w:rPr>
        <w:rFonts w:ascii="Symbol" w:eastAsia="Times New Roman"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CDB085D"/>
    <w:multiLevelType w:val="hybridMultilevel"/>
    <w:tmpl w:val="3B9632AC"/>
    <w:lvl w:ilvl="0" w:tplc="04050017">
      <w:start w:val="1"/>
      <w:numFmt w:val="lowerLetter"/>
      <w:lvlText w:val="%1)"/>
      <w:lvlJc w:val="left"/>
      <w:pPr>
        <w:ind w:left="720" w:hanging="360"/>
      </w:pPr>
      <w:rPr>
        <w:rFonts w:cs="Times New Roman"/>
        <w:b w:val="0"/>
        <w:i w:val="0"/>
        <w:sz w:val="21"/>
        <w:szCs w:val="21"/>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15:restartNumberingAfterBreak="0">
    <w:nsid w:val="65A413B5"/>
    <w:multiLevelType w:val="hybridMultilevel"/>
    <w:tmpl w:val="6116F71A"/>
    <w:lvl w:ilvl="0" w:tplc="F456305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829379F"/>
    <w:multiLevelType w:val="multilevel"/>
    <w:tmpl w:val="3A50650C"/>
    <w:lvl w:ilvl="0">
      <w:start w:val="1"/>
      <w:numFmt w:val="decimal"/>
      <w:pStyle w:val="AKFZslovanodstavec"/>
      <w:lvlText w:val="%1."/>
      <w:lvlJc w:val="left"/>
      <w:pPr>
        <w:tabs>
          <w:tab w:val="num" w:pos="851"/>
        </w:tabs>
        <w:ind w:left="851" w:hanging="851"/>
      </w:pPr>
      <w:rPr>
        <w:rFonts w:cs="Times New Roman" w:hint="default"/>
        <w:b w:val="0"/>
        <w:bCs w:val="0"/>
        <w:i w:val="0"/>
        <w:iCs w:val="0"/>
        <w:caps w:val="0"/>
        <w:smallCaps w:val="0"/>
        <w:strike w:val="0"/>
        <w:dstrike w:val="0"/>
        <w:vanish w:val="0"/>
        <w:color w:val="auto"/>
        <w:spacing w:val="0"/>
        <w:kern w:val="0"/>
        <w:position w:val="0"/>
        <w:u w:val="none"/>
        <w:effect w:val="none"/>
        <w:vertAlign w:val="baseline"/>
      </w:rPr>
    </w:lvl>
    <w:lvl w:ilvl="1">
      <w:start w:val="1"/>
      <w:numFmt w:val="lowerLetter"/>
      <w:lvlText w:val="%2)"/>
      <w:lvlJc w:val="left"/>
      <w:pPr>
        <w:tabs>
          <w:tab w:val="num" w:pos="1418"/>
        </w:tabs>
        <w:ind w:left="1418" w:hanging="567"/>
      </w:pPr>
      <w:rPr>
        <w:rFonts w:ascii="Arial" w:hAnsi="Arial" w:cs="Times New Roman" w:hint="default"/>
        <w:color w:val="auto"/>
        <w:sz w:val="22"/>
      </w:rPr>
    </w:lvl>
    <w:lvl w:ilvl="2">
      <w:start w:val="1"/>
      <w:numFmt w:val="lowerRoman"/>
      <w:lvlText w:val="%3)"/>
      <w:lvlJc w:val="left"/>
      <w:pPr>
        <w:tabs>
          <w:tab w:val="num" w:pos="1985"/>
        </w:tabs>
        <w:ind w:left="1985" w:hanging="567"/>
      </w:pPr>
      <w:rPr>
        <w:rFonts w:ascii="Arial" w:hAnsi="Arial" w:cs="Times New Roman" w:hint="default"/>
        <w:color w:val="auto"/>
        <w:sz w:val="22"/>
      </w:rPr>
    </w:lvl>
    <w:lvl w:ilvl="3">
      <w:start w:val="1"/>
      <w:numFmt w:val="lowerLetter"/>
      <w:lvlRestart w:val="0"/>
      <w:lvlText w:val="%4."/>
      <w:lvlJc w:val="left"/>
      <w:pPr>
        <w:tabs>
          <w:tab w:val="num" w:pos="2552"/>
        </w:tabs>
        <w:ind w:left="2552" w:hanging="567"/>
      </w:pPr>
      <w:rPr>
        <w:rFonts w:ascii="Arial" w:hAnsi="Arial" w:cs="Times New Roman" w:hint="default"/>
        <w:color w:val="auto"/>
        <w:sz w:val="22"/>
      </w:rPr>
    </w:lvl>
    <w:lvl w:ilvl="4">
      <w:start w:val="1"/>
      <w:numFmt w:val="none"/>
      <w:lvlRestart w:val="0"/>
      <w:lvlText w:val=""/>
      <w:lvlJc w:val="left"/>
      <w:pPr>
        <w:tabs>
          <w:tab w:val="num" w:pos="2552"/>
        </w:tabs>
        <w:ind w:left="2552"/>
      </w:pPr>
      <w:rPr>
        <w:rFonts w:ascii="Arial" w:hAnsi="Arial" w:cs="Times New Roman" w:hint="default"/>
        <w:color w:val="595959"/>
        <w:sz w:val="22"/>
      </w:rPr>
    </w:lvl>
    <w:lvl w:ilvl="5">
      <w:start w:val="1"/>
      <w:numFmt w:val="none"/>
      <w:lvlRestart w:val="0"/>
      <w:suff w:val="nothing"/>
      <w:lvlText w:val=""/>
      <w:lvlJc w:val="left"/>
      <w:pPr>
        <w:ind w:left="1695"/>
      </w:pPr>
      <w:rPr>
        <w:rFonts w:cs="Times New Roman" w:hint="default"/>
      </w:rPr>
    </w:lvl>
    <w:lvl w:ilvl="6">
      <w:start w:val="1"/>
      <w:numFmt w:val="decimal"/>
      <w:lvlText w:val="%7."/>
      <w:lvlJc w:val="left"/>
      <w:pPr>
        <w:ind w:left="5034" w:hanging="360"/>
      </w:pPr>
      <w:rPr>
        <w:rFonts w:cs="Times New Roman" w:hint="default"/>
      </w:rPr>
    </w:lvl>
    <w:lvl w:ilvl="7">
      <w:start w:val="1"/>
      <w:numFmt w:val="lowerLetter"/>
      <w:lvlText w:val="%8."/>
      <w:lvlJc w:val="left"/>
      <w:pPr>
        <w:ind w:left="5754" w:hanging="360"/>
      </w:pPr>
      <w:rPr>
        <w:rFonts w:cs="Times New Roman" w:hint="default"/>
      </w:rPr>
    </w:lvl>
    <w:lvl w:ilvl="8">
      <w:start w:val="1"/>
      <w:numFmt w:val="lowerRoman"/>
      <w:lvlText w:val="%9."/>
      <w:lvlJc w:val="right"/>
      <w:pPr>
        <w:ind w:left="6474" w:hanging="180"/>
      </w:pPr>
      <w:rPr>
        <w:rFonts w:cs="Times New Roman" w:hint="default"/>
      </w:rPr>
    </w:lvl>
  </w:abstractNum>
  <w:abstractNum w:abstractNumId="32" w15:restartNumberingAfterBreak="0">
    <w:nsid w:val="6A021485"/>
    <w:multiLevelType w:val="multilevel"/>
    <w:tmpl w:val="F94EE4C2"/>
    <w:styleLink w:val="Styl1"/>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958"/>
        </w:tabs>
        <w:ind w:left="958" w:hanging="453"/>
      </w:pPr>
      <w:rPr>
        <w:rFonts w:cs="Times New Roman" w:hint="default"/>
      </w:rPr>
    </w:lvl>
    <w:lvl w:ilvl="2">
      <w:start w:val="1"/>
      <w:numFmt w:val="lowerRoman"/>
      <w:lvlText w:val="%3)"/>
      <w:lvlJc w:val="left"/>
      <w:pPr>
        <w:tabs>
          <w:tab w:val="num" w:pos="1525"/>
        </w:tabs>
        <w:ind w:left="1525" w:hanging="567"/>
      </w:pPr>
      <w:rPr>
        <w:rFonts w:cs="Times New Roman" w:hint="default"/>
      </w:rPr>
    </w:lvl>
    <w:lvl w:ilvl="3">
      <w:start w:val="1"/>
      <w:numFmt w:val="lowerLetter"/>
      <w:lvlRestart w:val="0"/>
      <w:lvlText w:val="%4."/>
      <w:lvlJc w:val="left"/>
      <w:pPr>
        <w:ind w:left="1922" w:hanging="453"/>
      </w:pPr>
      <w:rPr>
        <w:rFonts w:cs="Times New Roman" w:hint="default"/>
        <w:color w:val="auto"/>
      </w:rPr>
    </w:lvl>
    <w:lvl w:ilvl="4">
      <w:start w:val="1"/>
      <w:numFmt w:val="none"/>
      <w:lvlRestart w:val="0"/>
      <w:suff w:val="nothing"/>
      <w:lvlText w:val=""/>
      <w:lvlJc w:val="left"/>
      <w:pPr>
        <w:ind w:left="1922" w:hanging="57"/>
      </w:pPr>
      <w:rPr>
        <w:rFonts w:cs="Times New Roman" w:hint="default"/>
      </w:rPr>
    </w:lvl>
    <w:lvl w:ilvl="5">
      <w:start w:val="1"/>
      <w:numFmt w:val="none"/>
      <w:lvlRestart w:val="0"/>
      <w:suff w:val="nothing"/>
      <w:lvlText w:val=""/>
      <w:lvlJc w:val="left"/>
      <w:pPr>
        <w:ind w:left="1695"/>
      </w:pPr>
      <w:rPr>
        <w:rFonts w:cs="Times New Roman" w:hint="default"/>
      </w:rPr>
    </w:lvl>
    <w:lvl w:ilvl="6">
      <w:start w:val="1"/>
      <w:numFmt w:val="decimal"/>
      <w:lvlText w:val="%7."/>
      <w:lvlJc w:val="left"/>
      <w:pPr>
        <w:ind w:left="5034" w:hanging="360"/>
      </w:pPr>
      <w:rPr>
        <w:rFonts w:cs="Times New Roman" w:hint="default"/>
      </w:rPr>
    </w:lvl>
    <w:lvl w:ilvl="7">
      <w:start w:val="1"/>
      <w:numFmt w:val="lowerLetter"/>
      <w:lvlText w:val="%8."/>
      <w:lvlJc w:val="left"/>
      <w:pPr>
        <w:ind w:left="5754" w:hanging="360"/>
      </w:pPr>
      <w:rPr>
        <w:rFonts w:cs="Times New Roman" w:hint="default"/>
      </w:rPr>
    </w:lvl>
    <w:lvl w:ilvl="8">
      <w:start w:val="1"/>
      <w:numFmt w:val="lowerRoman"/>
      <w:lvlText w:val="%9."/>
      <w:lvlJc w:val="right"/>
      <w:pPr>
        <w:ind w:left="6474" w:hanging="180"/>
      </w:pPr>
      <w:rPr>
        <w:rFonts w:cs="Times New Roman" w:hint="default"/>
      </w:rPr>
    </w:lvl>
  </w:abstractNum>
  <w:abstractNum w:abstractNumId="33" w15:restartNumberingAfterBreak="0">
    <w:nsid w:val="6DF75CEA"/>
    <w:multiLevelType w:val="hybridMultilevel"/>
    <w:tmpl w:val="9AA401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E690C4A"/>
    <w:multiLevelType w:val="hybridMultilevel"/>
    <w:tmpl w:val="44CA6462"/>
    <w:lvl w:ilvl="0" w:tplc="04050017">
      <w:start w:val="1"/>
      <w:numFmt w:val="lowerLetter"/>
      <w:lvlText w:val="%1)"/>
      <w:lvlJc w:val="left"/>
      <w:pPr>
        <w:ind w:left="720" w:hanging="360"/>
      </w:pPr>
      <w:rPr>
        <w:rFonts w:cs="Times New Roman"/>
        <w:b w:val="0"/>
        <w:i w:val="0"/>
        <w:sz w:val="21"/>
        <w:szCs w:val="21"/>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5" w15:restartNumberingAfterBreak="0">
    <w:nsid w:val="701F3761"/>
    <w:multiLevelType w:val="hybridMultilevel"/>
    <w:tmpl w:val="721AB90A"/>
    <w:lvl w:ilvl="0" w:tplc="82EC3D20">
      <w:start w:val="1"/>
      <w:numFmt w:val="lowerRoman"/>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6" w15:restartNumberingAfterBreak="0">
    <w:nsid w:val="70314B57"/>
    <w:multiLevelType w:val="hybridMultilevel"/>
    <w:tmpl w:val="CA2C806E"/>
    <w:lvl w:ilvl="0" w:tplc="0E3466EC">
      <w:start w:val="1"/>
      <w:numFmt w:val="lowerLetter"/>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36D605D"/>
    <w:multiLevelType w:val="hybridMultilevel"/>
    <w:tmpl w:val="44CA6462"/>
    <w:lvl w:ilvl="0" w:tplc="04050017">
      <w:start w:val="1"/>
      <w:numFmt w:val="lowerLetter"/>
      <w:lvlText w:val="%1)"/>
      <w:lvlJc w:val="left"/>
      <w:pPr>
        <w:ind w:left="720" w:hanging="360"/>
      </w:pPr>
      <w:rPr>
        <w:rFonts w:cs="Times New Roman"/>
        <w:b w:val="0"/>
        <w:i w:val="0"/>
        <w:sz w:val="21"/>
        <w:szCs w:val="21"/>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74B92408"/>
    <w:multiLevelType w:val="hybridMultilevel"/>
    <w:tmpl w:val="6B8C4B9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9" w15:restartNumberingAfterBreak="0">
    <w:nsid w:val="7ED57FD4"/>
    <w:multiLevelType w:val="multilevel"/>
    <w:tmpl w:val="7C80D4A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32"/>
  </w:num>
  <w:num w:numId="2">
    <w:abstractNumId w:val="1"/>
  </w:num>
  <w:num w:numId="3">
    <w:abstractNumId w:val="18"/>
  </w:num>
  <w:num w:numId="4">
    <w:abstractNumId w:val="13"/>
  </w:num>
  <w:num w:numId="5">
    <w:abstractNumId w:val="27"/>
  </w:num>
  <w:num w:numId="6">
    <w:abstractNumId w:val="31"/>
  </w:num>
  <w:num w:numId="7">
    <w:abstractNumId w:val="22"/>
  </w:num>
  <w:num w:numId="8">
    <w:abstractNumId w:val="24"/>
  </w:num>
  <w:num w:numId="9">
    <w:abstractNumId w:val="23"/>
  </w:num>
  <w:num w:numId="10">
    <w:abstractNumId w:val="17"/>
  </w:num>
  <w:num w:numId="11">
    <w:abstractNumId w:val="8"/>
  </w:num>
  <w:num w:numId="12">
    <w:abstractNumId w:val="5"/>
  </w:num>
  <w:num w:numId="13">
    <w:abstractNumId w:val="21"/>
  </w:num>
  <w:num w:numId="14">
    <w:abstractNumId w:val="0"/>
  </w:num>
  <w:num w:numId="15">
    <w:abstractNumId w:val="35"/>
  </w:num>
  <w:num w:numId="16">
    <w:abstractNumId w:val="37"/>
  </w:num>
  <w:num w:numId="17">
    <w:abstractNumId w:val="29"/>
  </w:num>
  <w:num w:numId="18">
    <w:abstractNumId w:val="26"/>
  </w:num>
  <w:num w:numId="19">
    <w:abstractNumId w:val="33"/>
  </w:num>
  <w:num w:numId="20">
    <w:abstractNumId w:val="34"/>
  </w:num>
  <w:num w:numId="21">
    <w:abstractNumId w:val="2"/>
  </w:num>
  <w:num w:numId="22">
    <w:abstractNumId w:val="20"/>
  </w:num>
  <w:num w:numId="23">
    <w:abstractNumId w:val="4"/>
  </w:num>
  <w:num w:numId="24">
    <w:abstractNumId w:val="10"/>
  </w:num>
  <w:num w:numId="25">
    <w:abstractNumId w:val="39"/>
  </w:num>
  <w:num w:numId="26">
    <w:abstractNumId w:val="11"/>
  </w:num>
  <w:num w:numId="27">
    <w:abstractNumId w:val="15"/>
  </w:num>
  <w:num w:numId="28">
    <w:abstractNumId w:val="28"/>
  </w:num>
  <w:num w:numId="29">
    <w:abstractNumId w:val="20"/>
  </w:num>
  <w:num w:numId="30">
    <w:abstractNumId w:val="15"/>
  </w:num>
  <w:num w:numId="31">
    <w:abstractNumId w:val="9"/>
  </w:num>
  <w:num w:numId="32">
    <w:abstractNumId w:val="15"/>
  </w:num>
  <w:num w:numId="33">
    <w:abstractNumId w:val="25"/>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12"/>
  </w:num>
  <w:num w:numId="37">
    <w:abstractNumId w:val="14"/>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num>
  <w:num w:numId="40">
    <w:abstractNumId w:val="16"/>
  </w:num>
  <w:num w:numId="41">
    <w:abstractNumId w:val="36"/>
  </w:num>
  <w:num w:numId="42">
    <w:abstractNumId w:val="7"/>
  </w:num>
  <w:num w:numId="43">
    <w:abstractNumId w:val="15"/>
  </w:num>
  <w:num w:numId="44">
    <w:abstractNumId w:val="6"/>
  </w:num>
  <w:num w:numId="45">
    <w:abstractNumId w:val="30"/>
  </w:num>
  <w:num w:numId="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5216"/>
    <w:rsid w:val="00000B00"/>
    <w:rsid w:val="000011CE"/>
    <w:rsid w:val="00003C77"/>
    <w:rsid w:val="00003E22"/>
    <w:rsid w:val="000041A5"/>
    <w:rsid w:val="0000421A"/>
    <w:rsid w:val="0000427A"/>
    <w:rsid w:val="00005382"/>
    <w:rsid w:val="000068F0"/>
    <w:rsid w:val="00006D78"/>
    <w:rsid w:val="00007766"/>
    <w:rsid w:val="000077F8"/>
    <w:rsid w:val="00010CE1"/>
    <w:rsid w:val="000110C1"/>
    <w:rsid w:val="00011507"/>
    <w:rsid w:val="0001168A"/>
    <w:rsid w:val="00012007"/>
    <w:rsid w:val="000134C3"/>
    <w:rsid w:val="000135B7"/>
    <w:rsid w:val="0001433A"/>
    <w:rsid w:val="00014872"/>
    <w:rsid w:val="00014B99"/>
    <w:rsid w:val="00015079"/>
    <w:rsid w:val="0001595F"/>
    <w:rsid w:val="00015C1F"/>
    <w:rsid w:val="00016B57"/>
    <w:rsid w:val="00016D42"/>
    <w:rsid w:val="000173F8"/>
    <w:rsid w:val="00017EFA"/>
    <w:rsid w:val="00020CCB"/>
    <w:rsid w:val="0002141C"/>
    <w:rsid w:val="000218D9"/>
    <w:rsid w:val="0002215B"/>
    <w:rsid w:val="000228DA"/>
    <w:rsid w:val="0002334F"/>
    <w:rsid w:val="00024327"/>
    <w:rsid w:val="00024856"/>
    <w:rsid w:val="00024B2B"/>
    <w:rsid w:val="000252A8"/>
    <w:rsid w:val="00026BA0"/>
    <w:rsid w:val="0002756E"/>
    <w:rsid w:val="00027716"/>
    <w:rsid w:val="000314EF"/>
    <w:rsid w:val="00031652"/>
    <w:rsid w:val="00031CFF"/>
    <w:rsid w:val="000320A6"/>
    <w:rsid w:val="00032343"/>
    <w:rsid w:val="00032CA7"/>
    <w:rsid w:val="00032D91"/>
    <w:rsid w:val="00033277"/>
    <w:rsid w:val="000335E6"/>
    <w:rsid w:val="00033784"/>
    <w:rsid w:val="000342AB"/>
    <w:rsid w:val="00034311"/>
    <w:rsid w:val="00035DAD"/>
    <w:rsid w:val="000367ED"/>
    <w:rsid w:val="00036DF8"/>
    <w:rsid w:val="00036FA7"/>
    <w:rsid w:val="0003756E"/>
    <w:rsid w:val="00037C78"/>
    <w:rsid w:val="00037E76"/>
    <w:rsid w:val="00040190"/>
    <w:rsid w:val="00040D4A"/>
    <w:rsid w:val="00041309"/>
    <w:rsid w:val="00041C86"/>
    <w:rsid w:val="00041E72"/>
    <w:rsid w:val="000422DD"/>
    <w:rsid w:val="00042902"/>
    <w:rsid w:val="00043063"/>
    <w:rsid w:val="00044009"/>
    <w:rsid w:val="0004449C"/>
    <w:rsid w:val="0004452C"/>
    <w:rsid w:val="00045B2D"/>
    <w:rsid w:val="00046C38"/>
    <w:rsid w:val="00046E31"/>
    <w:rsid w:val="00047122"/>
    <w:rsid w:val="00047C1D"/>
    <w:rsid w:val="000502BE"/>
    <w:rsid w:val="000502CE"/>
    <w:rsid w:val="0005092C"/>
    <w:rsid w:val="00051334"/>
    <w:rsid w:val="00052D8C"/>
    <w:rsid w:val="000546A9"/>
    <w:rsid w:val="000553DB"/>
    <w:rsid w:val="0005575C"/>
    <w:rsid w:val="00055A97"/>
    <w:rsid w:val="00056397"/>
    <w:rsid w:val="00056626"/>
    <w:rsid w:val="00056631"/>
    <w:rsid w:val="000566A1"/>
    <w:rsid w:val="000572A5"/>
    <w:rsid w:val="000576CB"/>
    <w:rsid w:val="00057CA3"/>
    <w:rsid w:val="00057CCB"/>
    <w:rsid w:val="000604A9"/>
    <w:rsid w:val="000617C5"/>
    <w:rsid w:val="00061DDE"/>
    <w:rsid w:val="00061EB6"/>
    <w:rsid w:val="000620AA"/>
    <w:rsid w:val="00062242"/>
    <w:rsid w:val="0006257C"/>
    <w:rsid w:val="00062AE6"/>
    <w:rsid w:val="00062CCF"/>
    <w:rsid w:val="00062DEC"/>
    <w:rsid w:val="0006319E"/>
    <w:rsid w:val="0006334A"/>
    <w:rsid w:val="00063F1F"/>
    <w:rsid w:val="00064990"/>
    <w:rsid w:val="00064BFA"/>
    <w:rsid w:val="00065154"/>
    <w:rsid w:val="00065336"/>
    <w:rsid w:val="0006555E"/>
    <w:rsid w:val="00065B72"/>
    <w:rsid w:val="0006691A"/>
    <w:rsid w:val="00066BF2"/>
    <w:rsid w:val="00067970"/>
    <w:rsid w:val="00067CD0"/>
    <w:rsid w:val="00070E58"/>
    <w:rsid w:val="00072040"/>
    <w:rsid w:val="00073269"/>
    <w:rsid w:val="00074381"/>
    <w:rsid w:val="000743AB"/>
    <w:rsid w:val="0007594F"/>
    <w:rsid w:val="00075B7F"/>
    <w:rsid w:val="00075E41"/>
    <w:rsid w:val="00076400"/>
    <w:rsid w:val="00077BF4"/>
    <w:rsid w:val="00077E0F"/>
    <w:rsid w:val="00080CEE"/>
    <w:rsid w:val="00081FD3"/>
    <w:rsid w:val="0008253D"/>
    <w:rsid w:val="0008273D"/>
    <w:rsid w:val="00084064"/>
    <w:rsid w:val="00084819"/>
    <w:rsid w:val="00084BF1"/>
    <w:rsid w:val="00085763"/>
    <w:rsid w:val="00085941"/>
    <w:rsid w:val="0008685C"/>
    <w:rsid w:val="000876BD"/>
    <w:rsid w:val="00087A9C"/>
    <w:rsid w:val="0009005F"/>
    <w:rsid w:val="000900FA"/>
    <w:rsid w:val="000903BC"/>
    <w:rsid w:val="00090D64"/>
    <w:rsid w:val="00091326"/>
    <w:rsid w:val="00093562"/>
    <w:rsid w:val="000936E9"/>
    <w:rsid w:val="00093B81"/>
    <w:rsid w:val="00095CB0"/>
    <w:rsid w:val="00097540"/>
    <w:rsid w:val="00097EB9"/>
    <w:rsid w:val="000A0737"/>
    <w:rsid w:val="000A0B93"/>
    <w:rsid w:val="000A0DA7"/>
    <w:rsid w:val="000A156F"/>
    <w:rsid w:val="000A1583"/>
    <w:rsid w:val="000A1856"/>
    <w:rsid w:val="000A1E99"/>
    <w:rsid w:val="000A20BF"/>
    <w:rsid w:val="000A286B"/>
    <w:rsid w:val="000A2FC0"/>
    <w:rsid w:val="000A36F1"/>
    <w:rsid w:val="000A381D"/>
    <w:rsid w:val="000A3B57"/>
    <w:rsid w:val="000A3FDC"/>
    <w:rsid w:val="000A47F1"/>
    <w:rsid w:val="000A4E9C"/>
    <w:rsid w:val="000A580F"/>
    <w:rsid w:val="000A5ADF"/>
    <w:rsid w:val="000A5F02"/>
    <w:rsid w:val="000A643F"/>
    <w:rsid w:val="000A6529"/>
    <w:rsid w:val="000B0340"/>
    <w:rsid w:val="000B107E"/>
    <w:rsid w:val="000B1149"/>
    <w:rsid w:val="000B1558"/>
    <w:rsid w:val="000B22E8"/>
    <w:rsid w:val="000B27CF"/>
    <w:rsid w:val="000B5727"/>
    <w:rsid w:val="000B6051"/>
    <w:rsid w:val="000B637D"/>
    <w:rsid w:val="000B6945"/>
    <w:rsid w:val="000B6A4B"/>
    <w:rsid w:val="000B6E03"/>
    <w:rsid w:val="000B7E12"/>
    <w:rsid w:val="000C1007"/>
    <w:rsid w:val="000C1263"/>
    <w:rsid w:val="000C1464"/>
    <w:rsid w:val="000C1484"/>
    <w:rsid w:val="000C26DE"/>
    <w:rsid w:val="000C27CD"/>
    <w:rsid w:val="000C3D49"/>
    <w:rsid w:val="000C53B9"/>
    <w:rsid w:val="000C58BB"/>
    <w:rsid w:val="000C5ED0"/>
    <w:rsid w:val="000C6AED"/>
    <w:rsid w:val="000C6CD4"/>
    <w:rsid w:val="000C7E11"/>
    <w:rsid w:val="000D0DAD"/>
    <w:rsid w:val="000D10F6"/>
    <w:rsid w:val="000D1F18"/>
    <w:rsid w:val="000D1F19"/>
    <w:rsid w:val="000D294E"/>
    <w:rsid w:val="000D2C82"/>
    <w:rsid w:val="000D2CE9"/>
    <w:rsid w:val="000D2FEA"/>
    <w:rsid w:val="000D303C"/>
    <w:rsid w:val="000D37EE"/>
    <w:rsid w:val="000D3963"/>
    <w:rsid w:val="000D3AB6"/>
    <w:rsid w:val="000D4DFD"/>
    <w:rsid w:val="000D4F56"/>
    <w:rsid w:val="000D5B2F"/>
    <w:rsid w:val="000D62D2"/>
    <w:rsid w:val="000D63E1"/>
    <w:rsid w:val="000D6606"/>
    <w:rsid w:val="000D6660"/>
    <w:rsid w:val="000D6730"/>
    <w:rsid w:val="000D6C54"/>
    <w:rsid w:val="000D7A89"/>
    <w:rsid w:val="000E03DC"/>
    <w:rsid w:val="000E0967"/>
    <w:rsid w:val="000E0FEE"/>
    <w:rsid w:val="000E22FF"/>
    <w:rsid w:val="000E359F"/>
    <w:rsid w:val="000E386D"/>
    <w:rsid w:val="000E4264"/>
    <w:rsid w:val="000E4484"/>
    <w:rsid w:val="000E4960"/>
    <w:rsid w:val="000E4BEA"/>
    <w:rsid w:val="000E60CF"/>
    <w:rsid w:val="000E652B"/>
    <w:rsid w:val="000E6587"/>
    <w:rsid w:val="000E6D43"/>
    <w:rsid w:val="000F03E1"/>
    <w:rsid w:val="000F0470"/>
    <w:rsid w:val="000F1432"/>
    <w:rsid w:val="000F230A"/>
    <w:rsid w:val="000F2FC3"/>
    <w:rsid w:val="000F37F8"/>
    <w:rsid w:val="000F3BB1"/>
    <w:rsid w:val="000F4004"/>
    <w:rsid w:val="000F412B"/>
    <w:rsid w:val="000F4E6D"/>
    <w:rsid w:val="000F54BB"/>
    <w:rsid w:val="000F64CF"/>
    <w:rsid w:val="000F6876"/>
    <w:rsid w:val="000F7EB0"/>
    <w:rsid w:val="0010003C"/>
    <w:rsid w:val="00100102"/>
    <w:rsid w:val="00100C82"/>
    <w:rsid w:val="00101031"/>
    <w:rsid w:val="001013F4"/>
    <w:rsid w:val="00101BD9"/>
    <w:rsid w:val="00102628"/>
    <w:rsid w:val="001029B3"/>
    <w:rsid w:val="001031EE"/>
    <w:rsid w:val="00103EF4"/>
    <w:rsid w:val="00104544"/>
    <w:rsid w:val="00104AC5"/>
    <w:rsid w:val="00104E6D"/>
    <w:rsid w:val="001056B4"/>
    <w:rsid w:val="00105CEB"/>
    <w:rsid w:val="00106DA8"/>
    <w:rsid w:val="00107D86"/>
    <w:rsid w:val="00110844"/>
    <w:rsid w:val="0011086C"/>
    <w:rsid w:val="001111E8"/>
    <w:rsid w:val="00111259"/>
    <w:rsid w:val="00111796"/>
    <w:rsid w:val="0011247E"/>
    <w:rsid w:val="00113020"/>
    <w:rsid w:val="001133C9"/>
    <w:rsid w:val="00113C40"/>
    <w:rsid w:val="00114343"/>
    <w:rsid w:val="00114520"/>
    <w:rsid w:val="0011493E"/>
    <w:rsid w:val="00115227"/>
    <w:rsid w:val="00115566"/>
    <w:rsid w:val="00115880"/>
    <w:rsid w:val="00115987"/>
    <w:rsid w:val="00115AF3"/>
    <w:rsid w:val="00115CE1"/>
    <w:rsid w:val="001161A1"/>
    <w:rsid w:val="00116DBF"/>
    <w:rsid w:val="00117074"/>
    <w:rsid w:val="00117094"/>
    <w:rsid w:val="001171A3"/>
    <w:rsid w:val="00120008"/>
    <w:rsid w:val="00120448"/>
    <w:rsid w:val="0012119A"/>
    <w:rsid w:val="00121F1C"/>
    <w:rsid w:val="00122BA4"/>
    <w:rsid w:val="00123CBC"/>
    <w:rsid w:val="001247E8"/>
    <w:rsid w:val="00124B36"/>
    <w:rsid w:val="00124F9F"/>
    <w:rsid w:val="001253B5"/>
    <w:rsid w:val="00125438"/>
    <w:rsid w:val="0013132A"/>
    <w:rsid w:val="001319C8"/>
    <w:rsid w:val="00131AF2"/>
    <w:rsid w:val="0013246B"/>
    <w:rsid w:val="00132AD4"/>
    <w:rsid w:val="0013301A"/>
    <w:rsid w:val="00133533"/>
    <w:rsid w:val="0013388B"/>
    <w:rsid w:val="001351C2"/>
    <w:rsid w:val="00136C02"/>
    <w:rsid w:val="00136CC5"/>
    <w:rsid w:val="001371AE"/>
    <w:rsid w:val="001377F1"/>
    <w:rsid w:val="0014065A"/>
    <w:rsid w:val="001410B0"/>
    <w:rsid w:val="00142C85"/>
    <w:rsid w:val="00142FF0"/>
    <w:rsid w:val="0014459E"/>
    <w:rsid w:val="00144904"/>
    <w:rsid w:val="00144AC6"/>
    <w:rsid w:val="00144DBD"/>
    <w:rsid w:val="00144F26"/>
    <w:rsid w:val="00145462"/>
    <w:rsid w:val="00146944"/>
    <w:rsid w:val="00146C64"/>
    <w:rsid w:val="001502EA"/>
    <w:rsid w:val="00151D91"/>
    <w:rsid w:val="00152D25"/>
    <w:rsid w:val="001534F1"/>
    <w:rsid w:val="00153540"/>
    <w:rsid w:val="001538F5"/>
    <w:rsid w:val="0015396E"/>
    <w:rsid w:val="001539D2"/>
    <w:rsid w:val="00153B70"/>
    <w:rsid w:val="00153E54"/>
    <w:rsid w:val="0015420D"/>
    <w:rsid w:val="0015443B"/>
    <w:rsid w:val="0015453F"/>
    <w:rsid w:val="00154E70"/>
    <w:rsid w:val="0015590D"/>
    <w:rsid w:val="00155945"/>
    <w:rsid w:val="001561BB"/>
    <w:rsid w:val="001562D3"/>
    <w:rsid w:val="0015651C"/>
    <w:rsid w:val="00157327"/>
    <w:rsid w:val="0015735B"/>
    <w:rsid w:val="00157F81"/>
    <w:rsid w:val="00160C35"/>
    <w:rsid w:val="00161D87"/>
    <w:rsid w:val="00161DB0"/>
    <w:rsid w:val="001629FA"/>
    <w:rsid w:val="001636DA"/>
    <w:rsid w:val="001651A5"/>
    <w:rsid w:val="00165612"/>
    <w:rsid w:val="00165E51"/>
    <w:rsid w:val="00166364"/>
    <w:rsid w:val="001665CB"/>
    <w:rsid w:val="00167535"/>
    <w:rsid w:val="00167D3A"/>
    <w:rsid w:val="00171173"/>
    <w:rsid w:val="00171314"/>
    <w:rsid w:val="00171385"/>
    <w:rsid w:val="00171451"/>
    <w:rsid w:val="001719BF"/>
    <w:rsid w:val="001726AE"/>
    <w:rsid w:val="00172E3B"/>
    <w:rsid w:val="00172ED6"/>
    <w:rsid w:val="001739A5"/>
    <w:rsid w:val="00173BEC"/>
    <w:rsid w:val="00173D49"/>
    <w:rsid w:val="00173F3A"/>
    <w:rsid w:val="001755DF"/>
    <w:rsid w:val="00175B6D"/>
    <w:rsid w:val="0017756F"/>
    <w:rsid w:val="00177C7A"/>
    <w:rsid w:val="00180426"/>
    <w:rsid w:val="001815B4"/>
    <w:rsid w:val="00181618"/>
    <w:rsid w:val="00182222"/>
    <w:rsid w:val="00182487"/>
    <w:rsid w:val="001835EA"/>
    <w:rsid w:val="00183E5C"/>
    <w:rsid w:val="00185642"/>
    <w:rsid w:val="00186390"/>
    <w:rsid w:val="0018646B"/>
    <w:rsid w:val="0018662F"/>
    <w:rsid w:val="00186AB4"/>
    <w:rsid w:val="001871B1"/>
    <w:rsid w:val="00187618"/>
    <w:rsid w:val="00187816"/>
    <w:rsid w:val="00187834"/>
    <w:rsid w:val="00187DEF"/>
    <w:rsid w:val="00190C3F"/>
    <w:rsid w:val="00191B63"/>
    <w:rsid w:val="00191CFE"/>
    <w:rsid w:val="0019392B"/>
    <w:rsid w:val="00193A99"/>
    <w:rsid w:val="001941E1"/>
    <w:rsid w:val="00194633"/>
    <w:rsid w:val="00194A5F"/>
    <w:rsid w:val="00194F43"/>
    <w:rsid w:val="00194FF7"/>
    <w:rsid w:val="001953A7"/>
    <w:rsid w:val="00195D69"/>
    <w:rsid w:val="00196C4B"/>
    <w:rsid w:val="00196E3D"/>
    <w:rsid w:val="00197227"/>
    <w:rsid w:val="001A0185"/>
    <w:rsid w:val="001A0FD0"/>
    <w:rsid w:val="001A16BB"/>
    <w:rsid w:val="001A21C5"/>
    <w:rsid w:val="001A2423"/>
    <w:rsid w:val="001A2663"/>
    <w:rsid w:val="001A292C"/>
    <w:rsid w:val="001A2956"/>
    <w:rsid w:val="001A33FF"/>
    <w:rsid w:val="001A374C"/>
    <w:rsid w:val="001A4308"/>
    <w:rsid w:val="001A4649"/>
    <w:rsid w:val="001A4DDE"/>
    <w:rsid w:val="001A5A15"/>
    <w:rsid w:val="001A677A"/>
    <w:rsid w:val="001A6A2A"/>
    <w:rsid w:val="001A6EA1"/>
    <w:rsid w:val="001A7562"/>
    <w:rsid w:val="001A7C66"/>
    <w:rsid w:val="001B128B"/>
    <w:rsid w:val="001B34CB"/>
    <w:rsid w:val="001B3927"/>
    <w:rsid w:val="001B3C76"/>
    <w:rsid w:val="001B40A5"/>
    <w:rsid w:val="001B4C9B"/>
    <w:rsid w:val="001B4CD0"/>
    <w:rsid w:val="001B4EC1"/>
    <w:rsid w:val="001B5720"/>
    <w:rsid w:val="001B5AE2"/>
    <w:rsid w:val="001B63F1"/>
    <w:rsid w:val="001C01A9"/>
    <w:rsid w:val="001C055D"/>
    <w:rsid w:val="001C070A"/>
    <w:rsid w:val="001C0AD9"/>
    <w:rsid w:val="001C0B8B"/>
    <w:rsid w:val="001C0C37"/>
    <w:rsid w:val="001C2154"/>
    <w:rsid w:val="001C275C"/>
    <w:rsid w:val="001C3688"/>
    <w:rsid w:val="001C37FF"/>
    <w:rsid w:val="001C432B"/>
    <w:rsid w:val="001C4588"/>
    <w:rsid w:val="001C4FBC"/>
    <w:rsid w:val="001C689C"/>
    <w:rsid w:val="001C79A1"/>
    <w:rsid w:val="001D09ED"/>
    <w:rsid w:val="001D155A"/>
    <w:rsid w:val="001D23F6"/>
    <w:rsid w:val="001D355D"/>
    <w:rsid w:val="001D417A"/>
    <w:rsid w:val="001D7022"/>
    <w:rsid w:val="001D75F7"/>
    <w:rsid w:val="001D7F0D"/>
    <w:rsid w:val="001E0023"/>
    <w:rsid w:val="001E0902"/>
    <w:rsid w:val="001E11AE"/>
    <w:rsid w:val="001E18E9"/>
    <w:rsid w:val="001E1999"/>
    <w:rsid w:val="001E1F56"/>
    <w:rsid w:val="001E1F5D"/>
    <w:rsid w:val="001E20B4"/>
    <w:rsid w:val="001E23CC"/>
    <w:rsid w:val="001E2B11"/>
    <w:rsid w:val="001E2FF3"/>
    <w:rsid w:val="001E30D1"/>
    <w:rsid w:val="001E5D58"/>
    <w:rsid w:val="001E5E3C"/>
    <w:rsid w:val="001E61C9"/>
    <w:rsid w:val="001E64BC"/>
    <w:rsid w:val="001E6BEE"/>
    <w:rsid w:val="001E6FB4"/>
    <w:rsid w:val="001E7805"/>
    <w:rsid w:val="001E7874"/>
    <w:rsid w:val="001F0104"/>
    <w:rsid w:val="001F0C90"/>
    <w:rsid w:val="001F0FAA"/>
    <w:rsid w:val="001F106C"/>
    <w:rsid w:val="001F1A64"/>
    <w:rsid w:val="001F1EA7"/>
    <w:rsid w:val="001F1EDE"/>
    <w:rsid w:val="001F2635"/>
    <w:rsid w:val="001F2B4C"/>
    <w:rsid w:val="001F45E5"/>
    <w:rsid w:val="001F48BE"/>
    <w:rsid w:val="001F5F03"/>
    <w:rsid w:val="001F630D"/>
    <w:rsid w:val="001F6F6C"/>
    <w:rsid w:val="001F73EC"/>
    <w:rsid w:val="001F7C27"/>
    <w:rsid w:val="001F7E83"/>
    <w:rsid w:val="001F7FA1"/>
    <w:rsid w:val="00200D0C"/>
    <w:rsid w:val="0020197F"/>
    <w:rsid w:val="00201B3C"/>
    <w:rsid w:val="0020283C"/>
    <w:rsid w:val="002028AE"/>
    <w:rsid w:val="00202D44"/>
    <w:rsid w:val="00203F6E"/>
    <w:rsid w:val="00204085"/>
    <w:rsid w:val="002053B2"/>
    <w:rsid w:val="002056AD"/>
    <w:rsid w:val="00205C56"/>
    <w:rsid w:val="00206A3F"/>
    <w:rsid w:val="0020790F"/>
    <w:rsid w:val="00207935"/>
    <w:rsid w:val="00207DD9"/>
    <w:rsid w:val="0021127F"/>
    <w:rsid w:val="00211322"/>
    <w:rsid w:val="00211B81"/>
    <w:rsid w:val="00211E48"/>
    <w:rsid w:val="00212114"/>
    <w:rsid w:val="00212970"/>
    <w:rsid w:val="00212A67"/>
    <w:rsid w:val="00214551"/>
    <w:rsid w:val="0021455B"/>
    <w:rsid w:val="002145A9"/>
    <w:rsid w:val="0021464A"/>
    <w:rsid w:val="00216C23"/>
    <w:rsid w:val="00216F8A"/>
    <w:rsid w:val="002173B8"/>
    <w:rsid w:val="002175B7"/>
    <w:rsid w:val="00217AE5"/>
    <w:rsid w:val="00217B7F"/>
    <w:rsid w:val="00220EE9"/>
    <w:rsid w:val="00221E9B"/>
    <w:rsid w:val="00222F67"/>
    <w:rsid w:val="00223017"/>
    <w:rsid w:val="00223A04"/>
    <w:rsid w:val="00223B32"/>
    <w:rsid w:val="002249A7"/>
    <w:rsid w:val="00226098"/>
    <w:rsid w:val="002264A9"/>
    <w:rsid w:val="002270E9"/>
    <w:rsid w:val="002272D3"/>
    <w:rsid w:val="00227CEF"/>
    <w:rsid w:val="00231BF0"/>
    <w:rsid w:val="00231C49"/>
    <w:rsid w:val="00231DC2"/>
    <w:rsid w:val="00233858"/>
    <w:rsid w:val="00235A74"/>
    <w:rsid w:val="00235FD3"/>
    <w:rsid w:val="00237D06"/>
    <w:rsid w:val="00240A33"/>
    <w:rsid w:val="00240B36"/>
    <w:rsid w:val="002416B0"/>
    <w:rsid w:val="002424E4"/>
    <w:rsid w:val="00242531"/>
    <w:rsid w:val="00242D15"/>
    <w:rsid w:val="0024389F"/>
    <w:rsid w:val="0024442F"/>
    <w:rsid w:val="00245FF3"/>
    <w:rsid w:val="002461A3"/>
    <w:rsid w:val="0024684C"/>
    <w:rsid w:val="002472AE"/>
    <w:rsid w:val="00251049"/>
    <w:rsid w:val="0025137D"/>
    <w:rsid w:val="00251684"/>
    <w:rsid w:val="00251786"/>
    <w:rsid w:val="00251C78"/>
    <w:rsid w:val="0025238E"/>
    <w:rsid w:val="002526BC"/>
    <w:rsid w:val="0025327F"/>
    <w:rsid w:val="00253448"/>
    <w:rsid w:val="0025363B"/>
    <w:rsid w:val="00253B21"/>
    <w:rsid w:val="00253E25"/>
    <w:rsid w:val="0025434E"/>
    <w:rsid w:val="00255BF1"/>
    <w:rsid w:val="00255ED1"/>
    <w:rsid w:val="002563A1"/>
    <w:rsid w:val="00256B55"/>
    <w:rsid w:val="002572A5"/>
    <w:rsid w:val="00257755"/>
    <w:rsid w:val="00257BF8"/>
    <w:rsid w:val="00257E6D"/>
    <w:rsid w:val="0026065A"/>
    <w:rsid w:val="00260CE1"/>
    <w:rsid w:val="00260EDD"/>
    <w:rsid w:val="00261ED1"/>
    <w:rsid w:val="0026209A"/>
    <w:rsid w:val="00262231"/>
    <w:rsid w:val="00262380"/>
    <w:rsid w:val="0026365A"/>
    <w:rsid w:val="0026458D"/>
    <w:rsid w:val="002649C7"/>
    <w:rsid w:val="00265891"/>
    <w:rsid w:val="00266176"/>
    <w:rsid w:val="00266219"/>
    <w:rsid w:val="002662AF"/>
    <w:rsid w:val="00266361"/>
    <w:rsid w:val="002665A8"/>
    <w:rsid w:val="0026711E"/>
    <w:rsid w:val="0026757C"/>
    <w:rsid w:val="00271183"/>
    <w:rsid w:val="002718D1"/>
    <w:rsid w:val="0027201E"/>
    <w:rsid w:val="002720A4"/>
    <w:rsid w:val="002727C4"/>
    <w:rsid w:val="002736BA"/>
    <w:rsid w:val="00273CE9"/>
    <w:rsid w:val="00276117"/>
    <w:rsid w:val="00276140"/>
    <w:rsid w:val="00276256"/>
    <w:rsid w:val="002763B0"/>
    <w:rsid w:val="0027723F"/>
    <w:rsid w:val="00277DF9"/>
    <w:rsid w:val="00277E32"/>
    <w:rsid w:val="00280883"/>
    <w:rsid w:val="00280BDB"/>
    <w:rsid w:val="00281527"/>
    <w:rsid w:val="0028299B"/>
    <w:rsid w:val="00283E93"/>
    <w:rsid w:val="00284C8A"/>
    <w:rsid w:val="00285393"/>
    <w:rsid w:val="00285790"/>
    <w:rsid w:val="00285BAC"/>
    <w:rsid w:val="00285DD3"/>
    <w:rsid w:val="0028619D"/>
    <w:rsid w:val="00286BDC"/>
    <w:rsid w:val="00290615"/>
    <w:rsid w:val="0029067C"/>
    <w:rsid w:val="002909DA"/>
    <w:rsid w:val="00290D4A"/>
    <w:rsid w:val="002913E7"/>
    <w:rsid w:val="00291F0B"/>
    <w:rsid w:val="00292361"/>
    <w:rsid w:val="00292855"/>
    <w:rsid w:val="00292A69"/>
    <w:rsid w:val="00293692"/>
    <w:rsid w:val="00294FA1"/>
    <w:rsid w:val="00295B56"/>
    <w:rsid w:val="0029708D"/>
    <w:rsid w:val="00297428"/>
    <w:rsid w:val="002A0B3E"/>
    <w:rsid w:val="002A0EB9"/>
    <w:rsid w:val="002A1493"/>
    <w:rsid w:val="002A2400"/>
    <w:rsid w:val="002A2667"/>
    <w:rsid w:val="002A26BB"/>
    <w:rsid w:val="002A2852"/>
    <w:rsid w:val="002A3BD6"/>
    <w:rsid w:val="002A43C2"/>
    <w:rsid w:val="002A537F"/>
    <w:rsid w:val="002A58C8"/>
    <w:rsid w:val="002A598F"/>
    <w:rsid w:val="002A6450"/>
    <w:rsid w:val="002A6486"/>
    <w:rsid w:val="002A6D63"/>
    <w:rsid w:val="002A70E7"/>
    <w:rsid w:val="002A744F"/>
    <w:rsid w:val="002B15CD"/>
    <w:rsid w:val="002B164B"/>
    <w:rsid w:val="002B1B98"/>
    <w:rsid w:val="002B1D5A"/>
    <w:rsid w:val="002B30B9"/>
    <w:rsid w:val="002B31DA"/>
    <w:rsid w:val="002B3DDA"/>
    <w:rsid w:val="002B4000"/>
    <w:rsid w:val="002B42CB"/>
    <w:rsid w:val="002B4AA8"/>
    <w:rsid w:val="002B5357"/>
    <w:rsid w:val="002B65F6"/>
    <w:rsid w:val="002B6923"/>
    <w:rsid w:val="002B7479"/>
    <w:rsid w:val="002C0036"/>
    <w:rsid w:val="002C0AE3"/>
    <w:rsid w:val="002C0F0C"/>
    <w:rsid w:val="002C140A"/>
    <w:rsid w:val="002C2228"/>
    <w:rsid w:val="002C233A"/>
    <w:rsid w:val="002C2824"/>
    <w:rsid w:val="002C2BFF"/>
    <w:rsid w:val="002C2C42"/>
    <w:rsid w:val="002C3209"/>
    <w:rsid w:val="002C3DBF"/>
    <w:rsid w:val="002C429D"/>
    <w:rsid w:val="002C43E2"/>
    <w:rsid w:val="002C475E"/>
    <w:rsid w:val="002C47AF"/>
    <w:rsid w:val="002C66D5"/>
    <w:rsid w:val="002C7579"/>
    <w:rsid w:val="002D08FA"/>
    <w:rsid w:val="002D1DAC"/>
    <w:rsid w:val="002D2E3C"/>
    <w:rsid w:val="002D36C7"/>
    <w:rsid w:val="002D4B1E"/>
    <w:rsid w:val="002D4B7A"/>
    <w:rsid w:val="002D5271"/>
    <w:rsid w:val="002D5612"/>
    <w:rsid w:val="002D5689"/>
    <w:rsid w:val="002D5A34"/>
    <w:rsid w:val="002D6D22"/>
    <w:rsid w:val="002D7598"/>
    <w:rsid w:val="002D7726"/>
    <w:rsid w:val="002D7C6A"/>
    <w:rsid w:val="002D7CBE"/>
    <w:rsid w:val="002D7D91"/>
    <w:rsid w:val="002E0261"/>
    <w:rsid w:val="002E0D37"/>
    <w:rsid w:val="002E2158"/>
    <w:rsid w:val="002E242F"/>
    <w:rsid w:val="002E2CC2"/>
    <w:rsid w:val="002E2F42"/>
    <w:rsid w:val="002E3393"/>
    <w:rsid w:val="002E3AC4"/>
    <w:rsid w:val="002E4736"/>
    <w:rsid w:val="002E49A4"/>
    <w:rsid w:val="002E4B8E"/>
    <w:rsid w:val="002E4CF6"/>
    <w:rsid w:val="002E57DE"/>
    <w:rsid w:val="002E5DAF"/>
    <w:rsid w:val="002E6558"/>
    <w:rsid w:val="002E736B"/>
    <w:rsid w:val="002E7B21"/>
    <w:rsid w:val="002E7EC7"/>
    <w:rsid w:val="002F0098"/>
    <w:rsid w:val="002F03C7"/>
    <w:rsid w:val="002F1BC1"/>
    <w:rsid w:val="002F25F7"/>
    <w:rsid w:val="002F36EF"/>
    <w:rsid w:val="002F60BC"/>
    <w:rsid w:val="002F66D8"/>
    <w:rsid w:val="002F68F4"/>
    <w:rsid w:val="002F6963"/>
    <w:rsid w:val="002F75C7"/>
    <w:rsid w:val="002F7635"/>
    <w:rsid w:val="002F7860"/>
    <w:rsid w:val="003011D4"/>
    <w:rsid w:val="00301FDA"/>
    <w:rsid w:val="0030266A"/>
    <w:rsid w:val="00302B11"/>
    <w:rsid w:val="00302B49"/>
    <w:rsid w:val="00302ED2"/>
    <w:rsid w:val="003033FD"/>
    <w:rsid w:val="00303686"/>
    <w:rsid w:val="00304906"/>
    <w:rsid w:val="00306188"/>
    <w:rsid w:val="00306624"/>
    <w:rsid w:val="00306DF1"/>
    <w:rsid w:val="00306FBE"/>
    <w:rsid w:val="00307135"/>
    <w:rsid w:val="0030752F"/>
    <w:rsid w:val="00307B8E"/>
    <w:rsid w:val="003105BE"/>
    <w:rsid w:val="00311C0A"/>
    <w:rsid w:val="0031234B"/>
    <w:rsid w:val="00312CA2"/>
    <w:rsid w:val="003130D1"/>
    <w:rsid w:val="003136F9"/>
    <w:rsid w:val="00313FDB"/>
    <w:rsid w:val="0031405B"/>
    <w:rsid w:val="00314334"/>
    <w:rsid w:val="00314592"/>
    <w:rsid w:val="00315006"/>
    <w:rsid w:val="00315EEA"/>
    <w:rsid w:val="0031625E"/>
    <w:rsid w:val="003166B4"/>
    <w:rsid w:val="003167E8"/>
    <w:rsid w:val="003168E8"/>
    <w:rsid w:val="00317B2F"/>
    <w:rsid w:val="00317E70"/>
    <w:rsid w:val="0032079D"/>
    <w:rsid w:val="003211D4"/>
    <w:rsid w:val="00321901"/>
    <w:rsid w:val="00321B93"/>
    <w:rsid w:val="00321E58"/>
    <w:rsid w:val="0032200A"/>
    <w:rsid w:val="00322537"/>
    <w:rsid w:val="003239D5"/>
    <w:rsid w:val="00323E1B"/>
    <w:rsid w:val="003246BB"/>
    <w:rsid w:val="00325DED"/>
    <w:rsid w:val="003268A1"/>
    <w:rsid w:val="00326F79"/>
    <w:rsid w:val="00326FBC"/>
    <w:rsid w:val="00327104"/>
    <w:rsid w:val="00327879"/>
    <w:rsid w:val="00330A53"/>
    <w:rsid w:val="00330B97"/>
    <w:rsid w:val="00331104"/>
    <w:rsid w:val="00331B67"/>
    <w:rsid w:val="00331D7A"/>
    <w:rsid w:val="00332329"/>
    <w:rsid w:val="00332BFF"/>
    <w:rsid w:val="0033390A"/>
    <w:rsid w:val="00333DCB"/>
    <w:rsid w:val="0033412E"/>
    <w:rsid w:val="003346DB"/>
    <w:rsid w:val="00336091"/>
    <w:rsid w:val="00336178"/>
    <w:rsid w:val="00337C38"/>
    <w:rsid w:val="00340F8C"/>
    <w:rsid w:val="00341080"/>
    <w:rsid w:val="003415F8"/>
    <w:rsid w:val="003424CA"/>
    <w:rsid w:val="00342B50"/>
    <w:rsid w:val="003433B8"/>
    <w:rsid w:val="0034358D"/>
    <w:rsid w:val="00345175"/>
    <w:rsid w:val="0034530B"/>
    <w:rsid w:val="0034550C"/>
    <w:rsid w:val="00346875"/>
    <w:rsid w:val="003469DC"/>
    <w:rsid w:val="00346B27"/>
    <w:rsid w:val="00347A57"/>
    <w:rsid w:val="00347EEC"/>
    <w:rsid w:val="00350356"/>
    <w:rsid w:val="003506A5"/>
    <w:rsid w:val="00351930"/>
    <w:rsid w:val="00352AE1"/>
    <w:rsid w:val="00352C68"/>
    <w:rsid w:val="003532F0"/>
    <w:rsid w:val="00353560"/>
    <w:rsid w:val="00353F5E"/>
    <w:rsid w:val="00354083"/>
    <w:rsid w:val="00356B84"/>
    <w:rsid w:val="00356B9E"/>
    <w:rsid w:val="00356BD0"/>
    <w:rsid w:val="003574C0"/>
    <w:rsid w:val="00357AD9"/>
    <w:rsid w:val="00357DAE"/>
    <w:rsid w:val="003618F8"/>
    <w:rsid w:val="00363AD6"/>
    <w:rsid w:val="00363F62"/>
    <w:rsid w:val="00365D71"/>
    <w:rsid w:val="0036614E"/>
    <w:rsid w:val="00366C46"/>
    <w:rsid w:val="00367293"/>
    <w:rsid w:val="0036789F"/>
    <w:rsid w:val="00371414"/>
    <w:rsid w:val="003720E8"/>
    <w:rsid w:val="003725E8"/>
    <w:rsid w:val="0037342F"/>
    <w:rsid w:val="00373F81"/>
    <w:rsid w:val="003743CB"/>
    <w:rsid w:val="0037481D"/>
    <w:rsid w:val="003756F2"/>
    <w:rsid w:val="00376526"/>
    <w:rsid w:val="0037663C"/>
    <w:rsid w:val="0037740D"/>
    <w:rsid w:val="0037776F"/>
    <w:rsid w:val="00380064"/>
    <w:rsid w:val="003802CB"/>
    <w:rsid w:val="00380FD6"/>
    <w:rsid w:val="00382F6E"/>
    <w:rsid w:val="00383459"/>
    <w:rsid w:val="00383A2E"/>
    <w:rsid w:val="00383DB0"/>
    <w:rsid w:val="00383FEB"/>
    <w:rsid w:val="003843EE"/>
    <w:rsid w:val="00385348"/>
    <w:rsid w:val="003857D0"/>
    <w:rsid w:val="00385F12"/>
    <w:rsid w:val="003867CD"/>
    <w:rsid w:val="0038693C"/>
    <w:rsid w:val="00386D87"/>
    <w:rsid w:val="00387F2B"/>
    <w:rsid w:val="00390B3C"/>
    <w:rsid w:val="00391471"/>
    <w:rsid w:val="00391EF8"/>
    <w:rsid w:val="00392261"/>
    <w:rsid w:val="003923D1"/>
    <w:rsid w:val="00392AFF"/>
    <w:rsid w:val="00393DB2"/>
    <w:rsid w:val="003947E4"/>
    <w:rsid w:val="00394C4C"/>
    <w:rsid w:val="003953E0"/>
    <w:rsid w:val="00395B8D"/>
    <w:rsid w:val="00395ECA"/>
    <w:rsid w:val="0039620F"/>
    <w:rsid w:val="0039623E"/>
    <w:rsid w:val="003963E7"/>
    <w:rsid w:val="00396A99"/>
    <w:rsid w:val="00397D88"/>
    <w:rsid w:val="003A0266"/>
    <w:rsid w:val="003A05C4"/>
    <w:rsid w:val="003A0DCD"/>
    <w:rsid w:val="003A13DD"/>
    <w:rsid w:val="003A1FCA"/>
    <w:rsid w:val="003A2210"/>
    <w:rsid w:val="003A29BF"/>
    <w:rsid w:val="003A360D"/>
    <w:rsid w:val="003A49FF"/>
    <w:rsid w:val="003A4CCB"/>
    <w:rsid w:val="003A4F0F"/>
    <w:rsid w:val="003A4FB8"/>
    <w:rsid w:val="003A52B9"/>
    <w:rsid w:val="003A5696"/>
    <w:rsid w:val="003A5C97"/>
    <w:rsid w:val="003A67BD"/>
    <w:rsid w:val="003A684F"/>
    <w:rsid w:val="003A74B6"/>
    <w:rsid w:val="003A74CB"/>
    <w:rsid w:val="003A7E36"/>
    <w:rsid w:val="003A7E9D"/>
    <w:rsid w:val="003B03ED"/>
    <w:rsid w:val="003B0DF7"/>
    <w:rsid w:val="003B1079"/>
    <w:rsid w:val="003B1D81"/>
    <w:rsid w:val="003B2156"/>
    <w:rsid w:val="003B2CA8"/>
    <w:rsid w:val="003B31DB"/>
    <w:rsid w:val="003B3957"/>
    <w:rsid w:val="003B4593"/>
    <w:rsid w:val="003B5195"/>
    <w:rsid w:val="003B5553"/>
    <w:rsid w:val="003B58B4"/>
    <w:rsid w:val="003B6006"/>
    <w:rsid w:val="003B634F"/>
    <w:rsid w:val="003B6740"/>
    <w:rsid w:val="003B7374"/>
    <w:rsid w:val="003B73A2"/>
    <w:rsid w:val="003B7958"/>
    <w:rsid w:val="003B7D27"/>
    <w:rsid w:val="003C08E1"/>
    <w:rsid w:val="003C12A7"/>
    <w:rsid w:val="003C1312"/>
    <w:rsid w:val="003C13AC"/>
    <w:rsid w:val="003C13BF"/>
    <w:rsid w:val="003C238C"/>
    <w:rsid w:val="003C2613"/>
    <w:rsid w:val="003C38C0"/>
    <w:rsid w:val="003C3A28"/>
    <w:rsid w:val="003C49E2"/>
    <w:rsid w:val="003C4E22"/>
    <w:rsid w:val="003C4FB9"/>
    <w:rsid w:val="003C5470"/>
    <w:rsid w:val="003C608E"/>
    <w:rsid w:val="003C6411"/>
    <w:rsid w:val="003C6B52"/>
    <w:rsid w:val="003C734B"/>
    <w:rsid w:val="003C7825"/>
    <w:rsid w:val="003C7F58"/>
    <w:rsid w:val="003D0125"/>
    <w:rsid w:val="003D1116"/>
    <w:rsid w:val="003D2991"/>
    <w:rsid w:val="003D2A3B"/>
    <w:rsid w:val="003D2CC8"/>
    <w:rsid w:val="003D2F8E"/>
    <w:rsid w:val="003D31A6"/>
    <w:rsid w:val="003D33BB"/>
    <w:rsid w:val="003D3DC8"/>
    <w:rsid w:val="003D3E94"/>
    <w:rsid w:val="003D4022"/>
    <w:rsid w:val="003D4B67"/>
    <w:rsid w:val="003D52B0"/>
    <w:rsid w:val="003D56F3"/>
    <w:rsid w:val="003D6A70"/>
    <w:rsid w:val="003D6E1C"/>
    <w:rsid w:val="003E11DA"/>
    <w:rsid w:val="003E1A88"/>
    <w:rsid w:val="003E1E43"/>
    <w:rsid w:val="003E1F7D"/>
    <w:rsid w:val="003E2165"/>
    <w:rsid w:val="003E244D"/>
    <w:rsid w:val="003E2C11"/>
    <w:rsid w:val="003E3BFB"/>
    <w:rsid w:val="003E4061"/>
    <w:rsid w:val="003E47ED"/>
    <w:rsid w:val="003E5079"/>
    <w:rsid w:val="003E5572"/>
    <w:rsid w:val="003E76CF"/>
    <w:rsid w:val="003E7A90"/>
    <w:rsid w:val="003F0577"/>
    <w:rsid w:val="003F163F"/>
    <w:rsid w:val="003F2C7E"/>
    <w:rsid w:val="003F3266"/>
    <w:rsid w:val="003F3B06"/>
    <w:rsid w:val="003F49B5"/>
    <w:rsid w:val="003F58DB"/>
    <w:rsid w:val="003F73E1"/>
    <w:rsid w:val="004000AC"/>
    <w:rsid w:val="0040040E"/>
    <w:rsid w:val="004005E0"/>
    <w:rsid w:val="00400D9F"/>
    <w:rsid w:val="00402E63"/>
    <w:rsid w:val="004041C7"/>
    <w:rsid w:val="0040458D"/>
    <w:rsid w:val="004058F6"/>
    <w:rsid w:val="00405AD3"/>
    <w:rsid w:val="004062DC"/>
    <w:rsid w:val="00406355"/>
    <w:rsid w:val="00406805"/>
    <w:rsid w:val="00406990"/>
    <w:rsid w:val="00406F84"/>
    <w:rsid w:val="00407F87"/>
    <w:rsid w:val="0041027E"/>
    <w:rsid w:val="00411B07"/>
    <w:rsid w:val="00412301"/>
    <w:rsid w:val="00412E9B"/>
    <w:rsid w:val="00412EFF"/>
    <w:rsid w:val="00413119"/>
    <w:rsid w:val="00413318"/>
    <w:rsid w:val="00413893"/>
    <w:rsid w:val="00414238"/>
    <w:rsid w:val="004149BD"/>
    <w:rsid w:val="0041514F"/>
    <w:rsid w:val="00416146"/>
    <w:rsid w:val="0041631B"/>
    <w:rsid w:val="004169A0"/>
    <w:rsid w:val="00416DC6"/>
    <w:rsid w:val="0041720F"/>
    <w:rsid w:val="004172E6"/>
    <w:rsid w:val="004174B1"/>
    <w:rsid w:val="00417579"/>
    <w:rsid w:val="004209C6"/>
    <w:rsid w:val="004216E5"/>
    <w:rsid w:val="0042243C"/>
    <w:rsid w:val="00422B3B"/>
    <w:rsid w:val="0042305A"/>
    <w:rsid w:val="004244DA"/>
    <w:rsid w:val="004261F4"/>
    <w:rsid w:val="00426C9D"/>
    <w:rsid w:val="00427209"/>
    <w:rsid w:val="00427920"/>
    <w:rsid w:val="00430D6A"/>
    <w:rsid w:val="004314CB"/>
    <w:rsid w:val="004320FE"/>
    <w:rsid w:val="00432835"/>
    <w:rsid w:val="00432F3F"/>
    <w:rsid w:val="00433620"/>
    <w:rsid w:val="0043390C"/>
    <w:rsid w:val="00433FA0"/>
    <w:rsid w:val="00434279"/>
    <w:rsid w:val="0043446B"/>
    <w:rsid w:val="00434BA1"/>
    <w:rsid w:val="00434C33"/>
    <w:rsid w:val="004352C4"/>
    <w:rsid w:val="004354BB"/>
    <w:rsid w:val="00436897"/>
    <w:rsid w:val="0043695A"/>
    <w:rsid w:val="00437076"/>
    <w:rsid w:val="00437F45"/>
    <w:rsid w:val="00441541"/>
    <w:rsid w:val="004415DA"/>
    <w:rsid w:val="00441E60"/>
    <w:rsid w:val="00442356"/>
    <w:rsid w:val="0044346C"/>
    <w:rsid w:val="00443CB9"/>
    <w:rsid w:val="00444121"/>
    <w:rsid w:val="0044565E"/>
    <w:rsid w:val="00445791"/>
    <w:rsid w:val="00445919"/>
    <w:rsid w:val="00445995"/>
    <w:rsid w:val="0044680C"/>
    <w:rsid w:val="00446A49"/>
    <w:rsid w:val="00446CFE"/>
    <w:rsid w:val="0045044D"/>
    <w:rsid w:val="004509AE"/>
    <w:rsid w:val="00450FA9"/>
    <w:rsid w:val="004518DE"/>
    <w:rsid w:val="004525E8"/>
    <w:rsid w:val="0045380E"/>
    <w:rsid w:val="00453FA5"/>
    <w:rsid w:val="0045504F"/>
    <w:rsid w:val="004557F2"/>
    <w:rsid w:val="00456524"/>
    <w:rsid w:val="00456A38"/>
    <w:rsid w:val="00457732"/>
    <w:rsid w:val="0045798D"/>
    <w:rsid w:val="00457C86"/>
    <w:rsid w:val="00457EF0"/>
    <w:rsid w:val="00460B5A"/>
    <w:rsid w:val="00461833"/>
    <w:rsid w:val="00461963"/>
    <w:rsid w:val="004620A6"/>
    <w:rsid w:val="00462428"/>
    <w:rsid w:val="00462EED"/>
    <w:rsid w:val="00463890"/>
    <w:rsid w:val="004640E8"/>
    <w:rsid w:val="0046416B"/>
    <w:rsid w:val="00464289"/>
    <w:rsid w:val="00464BA0"/>
    <w:rsid w:val="00464C24"/>
    <w:rsid w:val="00465156"/>
    <w:rsid w:val="00465255"/>
    <w:rsid w:val="0046525F"/>
    <w:rsid w:val="00465684"/>
    <w:rsid w:val="004663A2"/>
    <w:rsid w:val="004666E9"/>
    <w:rsid w:val="004669A3"/>
    <w:rsid w:val="00466BD9"/>
    <w:rsid w:val="00466DFC"/>
    <w:rsid w:val="0046769B"/>
    <w:rsid w:val="00467799"/>
    <w:rsid w:val="004679C4"/>
    <w:rsid w:val="00467EA9"/>
    <w:rsid w:val="00470660"/>
    <w:rsid w:val="00471EC2"/>
    <w:rsid w:val="004729B9"/>
    <w:rsid w:val="00473705"/>
    <w:rsid w:val="0047383B"/>
    <w:rsid w:val="00473FED"/>
    <w:rsid w:val="00474B3A"/>
    <w:rsid w:val="00476140"/>
    <w:rsid w:val="0047628D"/>
    <w:rsid w:val="004768C6"/>
    <w:rsid w:val="00476D96"/>
    <w:rsid w:val="004770A1"/>
    <w:rsid w:val="00480A18"/>
    <w:rsid w:val="00481236"/>
    <w:rsid w:val="00481457"/>
    <w:rsid w:val="00482E61"/>
    <w:rsid w:val="004832ED"/>
    <w:rsid w:val="00483308"/>
    <w:rsid w:val="00483B7A"/>
    <w:rsid w:val="00484219"/>
    <w:rsid w:val="00485023"/>
    <w:rsid w:val="00486583"/>
    <w:rsid w:val="00486E70"/>
    <w:rsid w:val="00487727"/>
    <w:rsid w:val="0049203C"/>
    <w:rsid w:val="004921F3"/>
    <w:rsid w:val="00492456"/>
    <w:rsid w:val="00492836"/>
    <w:rsid w:val="00493893"/>
    <w:rsid w:val="004939B7"/>
    <w:rsid w:val="00494AFF"/>
    <w:rsid w:val="00494C77"/>
    <w:rsid w:val="004967CD"/>
    <w:rsid w:val="00496FDA"/>
    <w:rsid w:val="004970DA"/>
    <w:rsid w:val="0049725F"/>
    <w:rsid w:val="0049763F"/>
    <w:rsid w:val="00497D65"/>
    <w:rsid w:val="004A053C"/>
    <w:rsid w:val="004A08CC"/>
    <w:rsid w:val="004A1236"/>
    <w:rsid w:val="004A16D9"/>
    <w:rsid w:val="004A1983"/>
    <w:rsid w:val="004A206F"/>
    <w:rsid w:val="004A2939"/>
    <w:rsid w:val="004A3A5D"/>
    <w:rsid w:val="004A3A9E"/>
    <w:rsid w:val="004A3DAA"/>
    <w:rsid w:val="004A4C21"/>
    <w:rsid w:val="004A5561"/>
    <w:rsid w:val="004A5D80"/>
    <w:rsid w:val="004A6236"/>
    <w:rsid w:val="004A65E6"/>
    <w:rsid w:val="004A6877"/>
    <w:rsid w:val="004A69D7"/>
    <w:rsid w:val="004A6D2E"/>
    <w:rsid w:val="004A7BF0"/>
    <w:rsid w:val="004A7DD2"/>
    <w:rsid w:val="004B00E0"/>
    <w:rsid w:val="004B0B4E"/>
    <w:rsid w:val="004B101A"/>
    <w:rsid w:val="004B19EA"/>
    <w:rsid w:val="004B2B17"/>
    <w:rsid w:val="004B30A8"/>
    <w:rsid w:val="004B3CE1"/>
    <w:rsid w:val="004B3CF3"/>
    <w:rsid w:val="004B3D2D"/>
    <w:rsid w:val="004B46D6"/>
    <w:rsid w:val="004B479B"/>
    <w:rsid w:val="004B51DE"/>
    <w:rsid w:val="004B56E2"/>
    <w:rsid w:val="004B5ED6"/>
    <w:rsid w:val="004B6800"/>
    <w:rsid w:val="004B6B31"/>
    <w:rsid w:val="004B6D60"/>
    <w:rsid w:val="004C08CE"/>
    <w:rsid w:val="004C096C"/>
    <w:rsid w:val="004C0B4D"/>
    <w:rsid w:val="004C11CD"/>
    <w:rsid w:val="004C2145"/>
    <w:rsid w:val="004C242F"/>
    <w:rsid w:val="004C34EA"/>
    <w:rsid w:val="004C368C"/>
    <w:rsid w:val="004C3896"/>
    <w:rsid w:val="004C3903"/>
    <w:rsid w:val="004C451E"/>
    <w:rsid w:val="004C6092"/>
    <w:rsid w:val="004C6A0A"/>
    <w:rsid w:val="004C7392"/>
    <w:rsid w:val="004C7CC3"/>
    <w:rsid w:val="004D02C3"/>
    <w:rsid w:val="004D14F8"/>
    <w:rsid w:val="004D1D6D"/>
    <w:rsid w:val="004D1EFE"/>
    <w:rsid w:val="004D1F15"/>
    <w:rsid w:val="004D2449"/>
    <w:rsid w:val="004D244C"/>
    <w:rsid w:val="004D2E64"/>
    <w:rsid w:val="004D3019"/>
    <w:rsid w:val="004D3282"/>
    <w:rsid w:val="004D3C47"/>
    <w:rsid w:val="004D3EB3"/>
    <w:rsid w:val="004D4505"/>
    <w:rsid w:val="004D4763"/>
    <w:rsid w:val="004D4B9D"/>
    <w:rsid w:val="004D52A3"/>
    <w:rsid w:val="004D5D19"/>
    <w:rsid w:val="004D5F7F"/>
    <w:rsid w:val="004D6014"/>
    <w:rsid w:val="004D60E9"/>
    <w:rsid w:val="004D67EE"/>
    <w:rsid w:val="004D6BA5"/>
    <w:rsid w:val="004D7403"/>
    <w:rsid w:val="004E0F3C"/>
    <w:rsid w:val="004E0FF8"/>
    <w:rsid w:val="004E187C"/>
    <w:rsid w:val="004E1FB1"/>
    <w:rsid w:val="004E2232"/>
    <w:rsid w:val="004E391E"/>
    <w:rsid w:val="004E3CB4"/>
    <w:rsid w:val="004E3E50"/>
    <w:rsid w:val="004E4F36"/>
    <w:rsid w:val="004E5929"/>
    <w:rsid w:val="004E5FB5"/>
    <w:rsid w:val="004E65D0"/>
    <w:rsid w:val="004E663A"/>
    <w:rsid w:val="004E6709"/>
    <w:rsid w:val="004E686F"/>
    <w:rsid w:val="004E6C5A"/>
    <w:rsid w:val="004E6E5F"/>
    <w:rsid w:val="004F03C0"/>
    <w:rsid w:val="004F06D8"/>
    <w:rsid w:val="004F0A79"/>
    <w:rsid w:val="004F1874"/>
    <w:rsid w:val="004F19D9"/>
    <w:rsid w:val="004F1FB8"/>
    <w:rsid w:val="004F25F5"/>
    <w:rsid w:val="004F27EF"/>
    <w:rsid w:val="004F2FBB"/>
    <w:rsid w:val="004F3159"/>
    <w:rsid w:val="004F392D"/>
    <w:rsid w:val="004F3DE4"/>
    <w:rsid w:val="004F3F1A"/>
    <w:rsid w:val="004F4B9E"/>
    <w:rsid w:val="004F5FFD"/>
    <w:rsid w:val="004F6C4D"/>
    <w:rsid w:val="004F6CE1"/>
    <w:rsid w:val="004F7369"/>
    <w:rsid w:val="004F7804"/>
    <w:rsid w:val="004F7DD6"/>
    <w:rsid w:val="00500042"/>
    <w:rsid w:val="00500A44"/>
    <w:rsid w:val="00500AED"/>
    <w:rsid w:val="00500EB0"/>
    <w:rsid w:val="005012B2"/>
    <w:rsid w:val="005014FC"/>
    <w:rsid w:val="005024AC"/>
    <w:rsid w:val="00502A4F"/>
    <w:rsid w:val="005045AD"/>
    <w:rsid w:val="00504978"/>
    <w:rsid w:val="00504DA4"/>
    <w:rsid w:val="00504DBE"/>
    <w:rsid w:val="00506549"/>
    <w:rsid w:val="005067ED"/>
    <w:rsid w:val="00506C81"/>
    <w:rsid w:val="00507454"/>
    <w:rsid w:val="00507FD0"/>
    <w:rsid w:val="00511185"/>
    <w:rsid w:val="00511B4C"/>
    <w:rsid w:val="00512619"/>
    <w:rsid w:val="00512996"/>
    <w:rsid w:val="00512BEF"/>
    <w:rsid w:val="00512C8D"/>
    <w:rsid w:val="005133B8"/>
    <w:rsid w:val="005137B5"/>
    <w:rsid w:val="00514171"/>
    <w:rsid w:val="00515716"/>
    <w:rsid w:val="00515B53"/>
    <w:rsid w:val="00516380"/>
    <w:rsid w:val="00516882"/>
    <w:rsid w:val="005168E2"/>
    <w:rsid w:val="00517742"/>
    <w:rsid w:val="00517E1D"/>
    <w:rsid w:val="0052027D"/>
    <w:rsid w:val="00520C91"/>
    <w:rsid w:val="00520CD1"/>
    <w:rsid w:val="0052191C"/>
    <w:rsid w:val="00523011"/>
    <w:rsid w:val="0052327F"/>
    <w:rsid w:val="0052346B"/>
    <w:rsid w:val="00523D83"/>
    <w:rsid w:val="00524131"/>
    <w:rsid w:val="005249E3"/>
    <w:rsid w:val="00525087"/>
    <w:rsid w:val="00525507"/>
    <w:rsid w:val="005255C9"/>
    <w:rsid w:val="00527768"/>
    <w:rsid w:val="00527A58"/>
    <w:rsid w:val="00527F70"/>
    <w:rsid w:val="0053031E"/>
    <w:rsid w:val="00531493"/>
    <w:rsid w:val="00531B56"/>
    <w:rsid w:val="005339B8"/>
    <w:rsid w:val="0053408D"/>
    <w:rsid w:val="00534BB7"/>
    <w:rsid w:val="0053723F"/>
    <w:rsid w:val="005375C9"/>
    <w:rsid w:val="0053791F"/>
    <w:rsid w:val="00537F11"/>
    <w:rsid w:val="00540628"/>
    <w:rsid w:val="00540895"/>
    <w:rsid w:val="00540B28"/>
    <w:rsid w:val="005410ED"/>
    <w:rsid w:val="00541355"/>
    <w:rsid w:val="00541572"/>
    <w:rsid w:val="00541811"/>
    <w:rsid w:val="0054278A"/>
    <w:rsid w:val="00543B97"/>
    <w:rsid w:val="00543E1A"/>
    <w:rsid w:val="005440B0"/>
    <w:rsid w:val="005442BD"/>
    <w:rsid w:val="0054462B"/>
    <w:rsid w:val="00544E0D"/>
    <w:rsid w:val="00545089"/>
    <w:rsid w:val="0054640D"/>
    <w:rsid w:val="00546C64"/>
    <w:rsid w:val="005479BF"/>
    <w:rsid w:val="00547AB3"/>
    <w:rsid w:val="00547D74"/>
    <w:rsid w:val="0055070E"/>
    <w:rsid w:val="0055093F"/>
    <w:rsid w:val="00551183"/>
    <w:rsid w:val="00551A28"/>
    <w:rsid w:val="005524A9"/>
    <w:rsid w:val="00552D3D"/>
    <w:rsid w:val="0055369C"/>
    <w:rsid w:val="005541CF"/>
    <w:rsid w:val="00554362"/>
    <w:rsid w:val="005548A7"/>
    <w:rsid w:val="00555E31"/>
    <w:rsid w:val="00555EC8"/>
    <w:rsid w:val="0055618A"/>
    <w:rsid w:val="00556403"/>
    <w:rsid w:val="0055649D"/>
    <w:rsid w:val="005565B9"/>
    <w:rsid w:val="00556A56"/>
    <w:rsid w:val="00556C85"/>
    <w:rsid w:val="005577D5"/>
    <w:rsid w:val="00557DE2"/>
    <w:rsid w:val="00560358"/>
    <w:rsid w:val="00560BFD"/>
    <w:rsid w:val="00560F54"/>
    <w:rsid w:val="00561B16"/>
    <w:rsid w:val="00562231"/>
    <w:rsid w:val="0056442C"/>
    <w:rsid w:val="00564A74"/>
    <w:rsid w:val="00564BD4"/>
    <w:rsid w:val="0056518E"/>
    <w:rsid w:val="005655F9"/>
    <w:rsid w:val="005656A7"/>
    <w:rsid w:val="005659B2"/>
    <w:rsid w:val="00565ACD"/>
    <w:rsid w:val="00565C79"/>
    <w:rsid w:val="00566142"/>
    <w:rsid w:val="005677DC"/>
    <w:rsid w:val="00567F6A"/>
    <w:rsid w:val="0057121F"/>
    <w:rsid w:val="005714C4"/>
    <w:rsid w:val="00572213"/>
    <w:rsid w:val="00572A71"/>
    <w:rsid w:val="00572CBF"/>
    <w:rsid w:val="00572E51"/>
    <w:rsid w:val="00573358"/>
    <w:rsid w:val="00573467"/>
    <w:rsid w:val="0057346A"/>
    <w:rsid w:val="005736F9"/>
    <w:rsid w:val="00574819"/>
    <w:rsid w:val="00574AEC"/>
    <w:rsid w:val="0057764B"/>
    <w:rsid w:val="00577C6B"/>
    <w:rsid w:val="00580202"/>
    <w:rsid w:val="00580688"/>
    <w:rsid w:val="00580C57"/>
    <w:rsid w:val="00580C6E"/>
    <w:rsid w:val="00581378"/>
    <w:rsid w:val="005813AE"/>
    <w:rsid w:val="005844E5"/>
    <w:rsid w:val="00585326"/>
    <w:rsid w:val="00585A60"/>
    <w:rsid w:val="0058643F"/>
    <w:rsid w:val="00587C0A"/>
    <w:rsid w:val="00587EA4"/>
    <w:rsid w:val="005913FC"/>
    <w:rsid w:val="00592212"/>
    <w:rsid w:val="0059228A"/>
    <w:rsid w:val="005929F0"/>
    <w:rsid w:val="005936FB"/>
    <w:rsid w:val="005944F4"/>
    <w:rsid w:val="0059486C"/>
    <w:rsid w:val="005948E1"/>
    <w:rsid w:val="0059496D"/>
    <w:rsid w:val="00595968"/>
    <w:rsid w:val="0059648A"/>
    <w:rsid w:val="00596C50"/>
    <w:rsid w:val="0059723F"/>
    <w:rsid w:val="0059727B"/>
    <w:rsid w:val="0059731E"/>
    <w:rsid w:val="005974D7"/>
    <w:rsid w:val="0059786F"/>
    <w:rsid w:val="00597F81"/>
    <w:rsid w:val="005A058E"/>
    <w:rsid w:val="005A1B38"/>
    <w:rsid w:val="005A22DB"/>
    <w:rsid w:val="005A26DE"/>
    <w:rsid w:val="005A3D52"/>
    <w:rsid w:val="005A3DFB"/>
    <w:rsid w:val="005A512A"/>
    <w:rsid w:val="005A5133"/>
    <w:rsid w:val="005A5FC6"/>
    <w:rsid w:val="005A6555"/>
    <w:rsid w:val="005A7084"/>
    <w:rsid w:val="005A7207"/>
    <w:rsid w:val="005A7DE6"/>
    <w:rsid w:val="005B0184"/>
    <w:rsid w:val="005B072D"/>
    <w:rsid w:val="005B2424"/>
    <w:rsid w:val="005B2499"/>
    <w:rsid w:val="005B277E"/>
    <w:rsid w:val="005B2D6C"/>
    <w:rsid w:val="005B2E8D"/>
    <w:rsid w:val="005B3284"/>
    <w:rsid w:val="005B429C"/>
    <w:rsid w:val="005B4492"/>
    <w:rsid w:val="005B471E"/>
    <w:rsid w:val="005B48AC"/>
    <w:rsid w:val="005B4952"/>
    <w:rsid w:val="005B5204"/>
    <w:rsid w:val="005B5A19"/>
    <w:rsid w:val="005B6C67"/>
    <w:rsid w:val="005C0D4F"/>
    <w:rsid w:val="005C1916"/>
    <w:rsid w:val="005C1C03"/>
    <w:rsid w:val="005C1E17"/>
    <w:rsid w:val="005C2CD5"/>
    <w:rsid w:val="005C4284"/>
    <w:rsid w:val="005C43F6"/>
    <w:rsid w:val="005C4474"/>
    <w:rsid w:val="005C49F6"/>
    <w:rsid w:val="005C54ED"/>
    <w:rsid w:val="005C5B77"/>
    <w:rsid w:val="005C5EF4"/>
    <w:rsid w:val="005C65E3"/>
    <w:rsid w:val="005C671C"/>
    <w:rsid w:val="005C6D0D"/>
    <w:rsid w:val="005C7284"/>
    <w:rsid w:val="005C7585"/>
    <w:rsid w:val="005C7AEA"/>
    <w:rsid w:val="005C7CDE"/>
    <w:rsid w:val="005C7E51"/>
    <w:rsid w:val="005D0209"/>
    <w:rsid w:val="005D04E7"/>
    <w:rsid w:val="005D0722"/>
    <w:rsid w:val="005D1884"/>
    <w:rsid w:val="005D1AAB"/>
    <w:rsid w:val="005D1AE4"/>
    <w:rsid w:val="005D2818"/>
    <w:rsid w:val="005D283D"/>
    <w:rsid w:val="005D30ED"/>
    <w:rsid w:val="005D4029"/>
    <w:rsid w:val="005D423E"/>
    <w:rsid w:val="005D453A"/>
    <w:rsid w:val="005D4B51"/>
    <w:rsid w:val="005D4C37"/>
    <w:rsid w:val="005D5E45"/>
    <w:rsid w:val="005D61EA"/>
    <w:rsid w:val="005D62F9"/>
    <w:rsid w:val="005D6C12"/>
    <w:rsid w:val="005D72F4"/>
    <w:rsid w:val="005D7A78"/>
    <w:rsid w:val="005E1154"/>
    <w:rsid w:val="005E158D"/>
    <w:rsid w:val="005E16D6"/>
    <w:rsid w:val="005E1CD4"/>
    <w:rsid w:val="005E2627"/>
    <w:rsid w:val="005E2EC8"/>
    <w:rsid w:val="005E33AB"/>
    <w:rsid w:val="005E33F3"/>
    <w:rsid w:val="005E46F4"/>
    <w:rsid w:val="005E4914"/>
    <w:rsid w:val="005E53B2"/>
    <w:rsid w:val="005E607F"/>
    <w:rsid w:val="005E66EE"/>
    <w:rsid w:val="005E6A81"/>
    <w:rsid w:val="005E7ED6"/>
    <w:rsid w:val="005E7F69"/>
    <w:rsid w:val="005F0833"/>
    <w:rsid w:val="005F1CFB"/>
    <w:rsid w:val="005F216C"/>
    <w:rsid w:val="005F2388"/>
    <w:rsid w:val="005F4AE0"/>
    <w:rsid w:val="005F6335"/>
    <w:rsid w:val="005F6400"/>
    <w:rsid w:val="005F7D72"/>
    <w:rsid w:val="0060025F"/>
    <w:rsid w:val="00600BE3"/>
    <w:rsid w:val="00600E23"/>
    <w:rsid w:val="00600E42"/>
    <w:rsid w:val="006015C6"/>
    <w:rsid w:val="00602A21"/>
    <w:rsid w:val="00602CB8"/>
    <w:rsid w:val="00602F1D"/>
    <w:rsid w:val="00603088"/>
    <w:rsid w:val="00603764"/>
    <w:rsid w:val="006053B7"/>
    <w:rsid w:val="00606CD9"/>
    <w:rsid w:val="00606DCA"/>
    <w:rsid w:val="0060707D"/>
    <w:rsid w:val="00607B90"/>
    <w:rsid w:val="00610608"/>
    <w:rsid w:val="00610FB8"/>
    <w:rsid w:val="00611137"/>
    <w:rsid w:val="006116A3"/>
    <w:rsid w:val="00611998"/>
    <w:rsid w:val="006126D9"/>
    <w:rsid w:val="00612C1D"/>
    <w:rsid w:val="006150F7"/>
    <w:rsid w:val="00615677"/>
    <w:rsid w:val="006162D1"/>
    <w:rsid w:val="006164FA"/>
    <w:rsid w:val="00616D7C"/>
    <w:rsid w:val="00617732"/>
    <w:rsid w:val="00617F39"/>
    <w:rsid w:val="00617F8C"/>
    <w:rsid w:val="00620495"/>
    <w:rsid w:val="006206AD"/>
    <w:rsid w:val="00620F78"/>
    <w:rsid w:val="0062154E"/>
    <w:rsid w:val="00621A30"/>
    <w:rsid w:val="00622E47"/>
    <w:rsid w:val="0062318B"/>
    <w:rsid w:val="0062320A"/>
    <w:rsid w:val="0062334B"/>
    <w:rsid w:val="0062443F"/>
    <w:rsid w:val="00624A10"/>
    <w:rsid w:val="006254BD"/>
    <w:rsid w:val="006257C8"/>
    <w:rsid w:val="00626938"/>
    <w:rsid w:val="00626BF2"/>
    <w:rsid w:val="006278CC"/>
    <w:rsid w:val="006302D5"/>
    <w:rsid w:val="006306AF"/>
    <w:rsid w:val="00630806"/>
    <w:rsid w:val="0063099D"/>
    <w:rsid w:val="00631A7F"/>
    <w:rsid w:val="00632732"/>
    <w:rsid w:val="00632B98"/>
    <w:rsid w:val="0063339C"/>
    <w:rsid w:val="00633DC0"/>
    <w:rsid w:val="00634356"/>
    <w:rsid w:val="00634A16"/>
    <w:rsid w:val="006360AB"/>
    <w:rsid w:val="006374A4"/>
    <w:rsid w:val="00637947"/>
    <w:rsid w:val="006403D3"/>
    <w:rsid w:val="00641AC5"/>
    <w:rsid w:val="00641ECB"/>
    <w:rsid w:val="00642287"/>
    <w:rsid w:val="0064228A"/>
    <w:rsid w:val="00642452"/>
    <w:rsid w:val="00643228"/>
    <w:rsid w:val="006442B2"/>
    <w:rsid w:val="006445C6"/>
    <w:rsid w:val="00644CEA"/>
    <w:rsid w:val="006455FC"/>
    <w:rsid w:val="0064561C"/>
    <w:rsid w:val="00645B3D"/>
    <w:rsid w:val="006466A0"/>
    <w:rsid w:val="006470C6"/>
    <w:rsid w:val="00647EB3"/>
    <w:rsid w:val="006506E3"/>
    <w:rsid w:val="006508A5"/>
    <w:rsid w:val="00650D87"/>
    <w:rsid w:val="00651409"/>
    <w:rsid w:val="006518D6"/>
    <w:rsid w:val="00651EDE"/>
    <w:rsid w:val="00652162"/>
    <w:rsid w:val="00652C8D"/>
    <w:rsid w:val="00652FA9"/>
    <w:rsid w:val="00653954"/>
    <w:rsid w:val="00653FBC"/>
    <w:rsid w:val="00655733"/>
    <w:rsid w:val="00655CBC"/>
    <w:rsid w:val="00655DF9"/>
    <w:rsid w:val="00655E6C"/>
    <w:rsid w:val="006560F3"/>
    <w:rsid w:val="006565BF"/>
    <w:rsid w:val="0065701C"/>
    <w:rsid w:val="006571C4"/>
    <w:rsid w:val="00657938"/>
    <w:rsid w:val="00657B97"/>
    <w:rsid w:val="00657DE5"/>
    <w:rsid w:val="00660072"/>
    <w:rsid w:val="0066060F"/>
    <w:rsid w:val="00662267"/>
    <w:rsid w:val="0066271E"/>
    <w:rsid w:val="00663654"/>
    <w:rsid w:val="00663D13"/>
    <w:rsid w:val="0066448C"/>
    <w:rsid w:val="00664604"/>
    <w:rsid w:val="00664C05"/>
    <w:rsid w:val="00665DC6"/>
    <w:rsid w:val="00665FD3"/>
    <w:rsid w:val="0066708E"/>
    <w:rsid w:val="006706C4"/>
    <w:rsid w:val="0067094A"/>
    <w:rsid w:val="00671833"/>
    <w:rsid w:val="00672243"/>
    <w:rsid w:val="0067250A"/>
    <w:rsid w:val="00672F3C"/>
    <w:rsid w:val="00673975"/>
    <w:rsid w:val="0067541C"/>
    <w:rsid w:val="006756AA"/>
    <w:rsid w:val="00677601"/>
    <w:rsid w:val="00680424"/>
    <w:rsid w:val="006806E2"/>
    <w:rsid w:val="00680C1C"/>
    <w:rsid w:val="00682E5A"/>
    <w:rsid w:val="00682E69"/>
    <w:rsid w:val="006837EA"/>
    <w:rsid w:val="006837FE"/>
    <w:rsid w:val="00685374"/>
    <w:rsid w:val="00685588"/>
    <w:rsid w:val="00686248"/>
    <w:rsid w:val="00686DDA"/>
    <w:rsid w:val="00687DA7"/>
    <w:rsid w:val="00690522"/>
    <w:rsid w:val="0069085B"/>
    <w:rsid w:val="006914DE"/>
    <w:rsid w:val="00691D83"/>
    <w:rsid w:val="00692A15"/>
    <w:rsid w:val="006934F8"/>
    <w:rsid w:val="006935E6"/>
    <w:rsid w:val="006935FC"/>
    <w:rsid w:val="006936D9"/>
    <w:rsid w:val="0069472F"/>
    <w:rsid w:val="00695A82"/>
    <w:rsid w:val="00695B86"/>
    <w:rsid w:val="00695C12"/>
    <w:rsid w:val="00697906"/>
    <w:rsid w:val="006A092A"/>
    <w:rsid w:val="006A09A7"/>
    <w:rsid w:val="006A0A14"/>
    <w:rsid w:val="006A0CC9"/>
    <w:rsid w:val="006A1370"/>
    <w:rsid w:val="006A20EE"/>
    <w:rsid w:val="006A2521"/>
    <w:rsid w:val="006A2A59"/>
    <w:rsid w:val="006A2BC0"/>
    <w:rsid w:val="006A382B"/>
    <w:rsid w:val="006A56C5"/>
    <w:rsid w:val="006A575D"/>
    <w:rsid w:val="006A5A3B"/>
    <w:rsid w:val="006A77CB"/>
    <w:rsid w:val="006A7D32"/>
    <w:rsid w:val="006A7DDE"/>
    <w:rsid w:val="006B0025"/>
    <w:rsid w:val="006B0658"/>
    <w:rsid w:val="006B256F"/>
    <w:rsid w:val="006B3A62"/>
    <w:rsid w:val="006B3C3C"/>
    <w:rsid w:val="006B3D1B"/>
    <w:rsid w:val="006B4357"/>
    <w:rsid w:val="006B4ECC"/>
    <w:rsid w:val="006B4F60"/>
    <w:rsid w:val="006B5F67"/>
    <w:rsid w:val="006B6713"/>
    <w:rsid w:val="006B6C7E"/>
    <w:rsid w:val="006B791C"/>
    <w:rsid w:val="006B7A58"/>
    <w:rsid w:val="006C048B"/>
    <w:rsid w:val="006C1679"/>
    <w:rsid w:val="006C21B7"/>
    <w:rsid w:val="006C21DE"/>
    <w:rsid w:val="006C35D1"/>
    <w:rsid w:val="006C3DB2"/>
    <w:rsid w:val="006C6214"/>
    <w:rsid w:val="006C6A22"/>
    <w:rsid w:val="006C70FD"/>
    <w:rsid w:val="006C71F3"/>
    <w:rsid w:val="006C7376"/>
    <w:rsid w:val="006C7432"/>
    <w:rsid w:val="006C77E7"/>
    <w:rsid w:val="006D03B6"/>
    <w:rsid w:val="006D0745"/>
    <w:rsid w:val="006D1029"/>
    <w:rsid w:val="006D1667"/>
    <w:rsid w:val="006D1B23"/>
    <w:rsid w:val="006D20E2"/>
    <w:rsid w:val="006D20E4"/>
    <w:rsid w:val="006D2915"/>
    <w:rsid w:val="006D2A06"/>
    <w:rsid w:val="006D34BA"/>
    <w:rsid w:val="006D3A28"/>
    <w:rsid w:val="006D476F"/>
    <w:rsid w:val="006D4FEF"/>
    <w:rsid w:val="006D5B5B"/>
    <w:rsid w:val="006D6D0D"/>
    <w:rsid w:val="006D75C1"/>
    <w:rsid w:val="006E016B"/>
    <w:rsid w:val="006E27D1"/>
    <w:rsid w:val="006E2A82"/>
    <w:rsid w:val="006E2E30"/>
    <w:rsid w:val="006E31F1"/>
    <w:rsid w:val="006E394F"/>
    <w:rsid w:val="006E573E"/>
    <w:rsid w:val="006E5F2F"/>
    <w:rsid w:val="006E6889"/>
    <w:rsid w:val="006E7286"/>
    <w:rsid w:val="006F024F"/>
    <w:rsid w:val="006F056C"/>
    <w:rsid w:val="006F0D41"/>
    <w:rsid w:val="006F14B2"/>
    <w:rsid w:val="006F198D"/>
    <w:rsid w:val="006F32AC"/>
    <w:rsid w:val="006F395F"/>
    <w:rsid w:val="006F4021"/>
    <w:rsid w:val="006F42B4"/>
    <w:rsid w:val="006F49F6"/>
    <w:rsid w:val="006F5156"/>
    <w:rsid w:val="006F6361"/>
    <w:rsid w:val="006F6426"/>
    <w:rsid w:val="006F68B2"/>
    <w:rsid w:val="006F69BE"/>
    <w:rsid w:val="006F77C5"/>
    <w:rsid w:val="006F7C09"/>
    <w:rsid w:val="00700EB4"/>
    <w:rsid w:val="00701AF6"/>
    <w:rsid w:val="007029B8"/>
    <w:rsid w:val="007030CC"/>
    <w:rsid w:val="007032AB"/>
    <w:rsid w:val="0070375B"/>
    <w:rsid w:val="00705261"/>
    <w:rsid w:val="0070543A"/>
    <w:rsid w:val="007057DB"/>
    <w:rsid w:val="00705E0F"/>
    <w:rsid w:val="00706E66"/>
    <w:rsid w:val="007070BB"/>
    <w:rsid w:val="00707586"/>
    <w:rsid w:val="00707DD7"/>
    <w:rsid w:val="0071063B"/>
    <w:rsid w:val="00711250"/>
    <w:rsid w:val="0071169F"/>
    <w:rsid w:val="007122DF"/>
    <w:rsid w:val="00714446"/>
    <w:rsid w:val="007152D7"/>
    <w:rsid w:val="007159BA"/>
    <w:rsid w:val="00715B4B"/>
    <w:rsid w:val="00715C9C"/>
    <w:rsid w:val="00715DF6"/>
    <w:rsid w:val="0071649D"/>
    <w:rsid w:val="007167DD"/>
    <w:rsid w:val="00717658"/>
    <w:rsid w:val="00717BCF"/>
    <w:rsid w:val="007207B1"/>
    <w:rsid w:val="00720E2B"/>
    <w:rsid w:val="00720EF2"/>
    <w:rsid w:val="00720F54"/>
    <w:rsid w:val="007220D2"/>
    <w:rsid w:val="0072238E"/>
    <w:rsid w:val="00723029"/>
    <w:rsid w:val="00724405"/>
    <w:rsid w:val="00725276"/>
    <w:rsid w:val="00725612"/>
    <w:rsid w:val="00726407"/>
    <w:rsid w:val="00726F75"/>
    <w:rsid w:val="007278EE"/>
    <w:rsid w:val="00727CF1"/>
    <w:rsid w:val="00727D90"/>
    <w:rsid w:val="00727E89"/>
    <w:rsid w:val="00730443"/>
    <w:rsid w:val="00731687"/>
    <w:rsid w:val="00731991"/>
    <w:rsid w:val="007322A5"/>
    <w:rsid w:val="00733A5F"/>
    <w:rsid w:val="00733AF3"/>
    <w:rsid w:val="00734C71"/>
    <w:rsid w:val="00734CB6"/>
    <w:rsid w:val="00734FDC"/>
    <w:rsid w:val="00735327"/>
    <w:rsid w:val="007357F1"/>
    <w:rsid w:val="00737C0A"/>
    <w:rsid w:val="007400D0"/>
    <w:rsid w:val="0074102D"/>
    <w:rsid w:val="007412CA"/>
    <w:rsid w:val="00741D20"/>
    <w:rsid w:val="00742FEA"/>
    <w:rsid w:val="00743B6B"/>
    <w:rsid w:val="00746258"/>
    <w:rsid w:val="007464E7"/>
    <w:rsid w:val="0074695F"/>
    <w:rsid w:val="00746DC8"/>
    <w:rsid w:val="00746DFF"/>
    <w:rsid w:val="00747D5E"/>
    <w:rsid w:val="0075026C"/>
    <w:rsid w:val="00750537"/>
    <w:rsid w:val="00750784"/>
    <w:rsid w:val="00750854"/>
    <w:rsid w:val="00750B18"/>
    <w:rsid w:val="00750C82"/>
    <w:rsid w:val="007514A6"/>
    <w:rsid w:val="007517A6"/>
    <w:rsid w:val="007517B4"/>
    <w:rsid w:val="00751A84"/>
    <w:rsid w:val="00751C59"/>
    <w:rsid w:val="00751F98"/>
    <w:rsid w:val="007539D0"/>
    <w:rsid w:val="00753DB5"/>
    <w:rsid w:val="00753E4B"/>
    <w:rsid w:val="00754305"/>
    <w:rsid w:val="0075479E"/>
    <w:rsid w:val="0075571B"/>
    <w:rsid w:val="00755929"/>
    <w:rsid w:val="00755B5A"/>
    <w:rsid w:val="00755D27"/>
    <w:rsid w:val="00756F98"/>
    <w:rsid w:val="00756FE7"/>
    <w:rsid w:val="00757782"/>
    <w:rsid w:val="00761A45"/>
    <w:rsid w:val="00761BD2"/>
    <w:rsid w:val="00762597"/>
    <w:rsid w:val="00762AE2"/>
    <w:rsid w:val="00762BBF"/>
    <w:rsid w:val="00762D69"/>
    <w:rsid w:val="00762D8D"/>
    <w:rsid w:val="0076359D"/>
    <w:rsid w:val="007638EA"/>
    <w:rsid w:val="00763B80"/>
    <w:rsid w:val="00763BDF"/>
    <w:rsid w:val="00763F50"/>
    <w:rsid w:val="00764568"/>
    <w:rsid w:val="0076477D"/>
    <w:rsid w:val="007649BE"/>
    <w:rsid w:val="00764EA8"/>
    <w:rsid w:val="007670F4"/>
    <w:rsid w:val="00767475"/>
    <w:rsid w:val="00770746"/>
    <w:rsid w:val="007713D6"/>
    <w:rsid w:val="00771BAE"/>
    <w:rsid w:val="007729C7"/>
    <w:rsid w:val="007730F4"/>
    <w:rsid w:val="0077441F"/>
    <w:rsid w:val="007765E6"/>
    <w:rsid w:val="00777582"/>
    <w:rsid w:val="00777679"/>
    <w:rsid w:val="00777E34"/>
    <w:rsid w:val="0078025E"/>
    <w:rsid w:val="00781649"/>
    <w:rsid w:val="0078181C"/>
    <w:rsid w:val="00781E92"/>
    <w:rsid w:val="00782296"/>
    <w:rsid w:val="007829C5"/>
    <w:rsid w:val="00783C83"/>
    <w:rsid w:val="0078433C"/>
    <w:rsid w:val="00784A4E"/>
    <w:rsid w:val="00784CA2"/>
    <w:rsid w:val="0078615C"/>
    <w:rsid w:val="00786976"/>
    <w:rsid w:val="0079003D"/>
    <w:rsid w:val="0079005E"/>
    <w:rsid w:val="007901F0"/>
    <w:rsid w:val="00791A90"/>
    <w:rsid w:val="00792E14"/>
    <w:rsid w:val="00792F6E"/>
    <w:rsid w:val="007937A9"/>
    <w:rsid w:val="0079448D"/>
    <w:rsid w:val="00795794"/>
    <w:rsid w:val="00795C75"/>
    <w:rsid w:val="00795EBF"/>
    <w:rsid w:val="00796F9A"/>
    <w:rsid w:val="00797270"/>
    <w:rsid w:val="007A0309"/>
    <w:rsid w:val="007A108E"/>
    <w:rsid w:val="007A16DC"/>
    <w:rsid w:val="007A171C"/>
    <w:rsid w:val="007A1CBF"/>
    <w:rsid w:val="007A33CA"/>
    <w:rsid w:val="007A37BA"/>
    <w:rsid w:val="007A3A0C"/>
    <w:rsid w:val="007A3AA1"/>
    <w:rsid w:val="007A4481"/>
    <w:rsid w:val="007A46E8"/>
    <w:rsid w:val="007A4806"/>
    <w:rsid w:val="007A56C0"/>
    <w:rsid w:val="007A67CC"/>
    <w:rsid w:val="007A7452"/>
    <w:rsid w:val="007B1A35"/>
    <w:rsid w:val="007B331C"/>
    <w:rsid w:val="007B3F2A"/>
    <w:rsid w:val="007B4092"/>
    <w:rsid w:val="007B482D"/>
    <w:rsid w:val="007B4EB5"/>
    <w:rsid w:val="007B56A9"/>
    <w:rsid w:val="007B5766"/>
    <w:rsid w:val="007B5A90"/>
    <w:rsid w:val="007B617A"/>
    <w:rsid w:val="007B6DB5"/>
    <w:rsid w:val="007C05C1"/>
    <w:rsid w:val="007C0B58"/>
    <w:rsid w:val="007C0C2A"/>
    <w:rsid w:val="007C273A"/>
    <w:rsid w:val="007C2F9A"/>
    <w:rsid w:val="007C3287"/>
    <w:rsid w:val="007C443D"/>
    <w:rsid w:val="007C480E"/>
    <w:rsid w:val="007C49B2"/>
    <w:rsid w:val="007C4A46"/>
    <w:rsid w:val="007C552F"/>
    <w:rsid w:val="007C5894"/>
    <w:rsid w:val="007C6A29"/>
    <w:rsid w:val="007C6CA2"/>
    <w:rsid w:val="007C77E3"/>
    <w:rsid w:val="007C7DD4"/>
    <w:rsid w:val="007D072C"/>
    <w:rsid w:val="007D18F4"/>
    <w:rsid w:val="007D19EC"/>
    <w:rsid w:val="007D2FB1"/>
    <w:rsid w:val="007D358D"/>
    <w:rsid w:val="007D3A1F"/>
    <w:rsid w:val="007D472F"/>
    <w:rsid w:val="007D69CA"/>
    <w:rsid w:val="007D7825"/>
    <w:rsid w:val="007E0104"/>
    <w:rsid w:val="007E01A2"/>
    <w:rsid w:val="007E0850"/>
    <w:rsid w:val="007E2316"/>
    <w:rsid w:val="007E2D41"/>
    <w:rsid w:val="007E30EA"/>
    <w:rsid w:val="007E35AE"/>
    <w:rsid w:val="007E3E68"/>
    <w:rsid w:val="007E3EBC"/>
    <w:rsid w:val="007E3F54"/>
    <w:rsid w:val="007E4716"/>
    <w:rsid w:val="007E4831"/>
    <w:rsid w:val="007E62DF"/>
    <w:rsid w:val="007E740F"/>
    <w:rsid w:val="007E7967"/>
    <w:rsid w:val="007F0A8A"/>
    <w:rsid w:val="007F0E4F"/>
    <w:rsid w:val="007F1B86"/>
    <w:rsid w:val="007F21C6"/>
    <w:rsid w:val="007F3216"/>
    <w:rsid w:val="007F3444"/>
    <w:rsid w:val="007F38C9"/>
    <w:rsid w:val="007F3A16"/>
    <w:rsid w:val="007F3C53"/>
    <w:rsid w:val="007F487D"/>
    <w:rsid w:val="007F6BB8"/>
    <w:rsid w:val="007F6CF6"/>
    <w:rsid w:val="008001D6"/>
    <w:rsid w:val="0080106D"/>
    <w:rsid w:val="00801957"/>
    <w:rsid w:val="00801E66"/>
    <w:rsid w:val="0080200E"/>
    <w:rsid w:val="0080437F"/>
    <w:rsid w:val="00804742"/>
    <w:rsid w:val="008056A4"/>
    <w:rsid w:val="008062E4"/>
    <w:rsid w:val="008068F8"/>
    <w:rsid w:val="00807375"/>
    <w:rsid w:val="00807B28"/>
    <w:rsid w:val="00807D21"/>
    <w:rsid w:val="008109CA"/>
    <w:rsid w:val="00810DAB"/>
    <w:rsid w:val="008112DD"/>
    <w:rsid w:val="00811D86"/>
    <w:rsid w:val="008124D1"/>
    <w:rsid w:val="0081432C"/>
    <w:rsid w:val="00814689"/>
    <w:rsid w:val="0081472D"/>
    <w:rsid w:val="00814E7C"/>
    <w:rsid w:val="00814EED"/>
    <w:rsid w:val="00815116"/>
    <w:rsid w:val="00815369"/>
    <w:rsid w:val="008159FD"/>
    <w:rsid w:val="00815B34"/>
    <w:rsid w:val="008165F6"/>
    <w:rsid w:val="00817075"/>
    <w:rsid w:val="00820C27"/>
    <w:rsid w:val="00820CAE"/>
    <w:rsid w:val="00820D7E"/>
    <w:rsid w:val="00820EB2"/>
    <w:rsid w:val="00821806"/>
    <w:rsid w:val="00821AF1"/>
    <w:rsid w:val="00822879"/>
    <w:rsid w:val="00823019"/>
    <w:rsid w:val="008238F3"/>
    <w:rsid w:val="00825361"/>
    <w:rsid w:val="00825882"/>
    <w:rsid w:val="008267E9"/>
    <w:rsid w:val="00826A0E"/>
    <w:rsid w:val="00826A45"/>
    <w:rsid w:val="00826B4E"/>
    <w:rsid w:val="008273B9"/>
    <w:rsid w:val="00827680"/>
    <w:rsid w:val="00830A6F"/>
    <w:rsid w:val="00830E11"/>
    <w:rsid w:val="00830F53"/>
    <w:rsid w:val="0083133A"/>
    <w:rsid w:val="0083153F"/>
    <w:rsid w:val="00832569"/>
    <w:rsid w:val="00832AFD"/>
    <w:rsid w:val="00832C26"/>
    <w:rsid w:val="00832FEB"/>
    <w:rsid w:val="0083324D"/>
    <w:rsid w:val="008335E0"/>
    <w:rsid w:val="00834FF7"/>
    <w:rsid w:val="0083550F"/>
    <w:rsid w:val="00836B1A"/>
    <w:rsid w:val="00836CC8"/>
    <w:rsid w:val="00836D37"/>
    <w:rsid w:val="00837687"/>
    <w:rsid w:val="00837821"/>
    <w:rsid w:val="00841B54"/>
    <w:rsid w:val="0084224B"/>
    <w:rsid w:val="00842516"/>
    <w:rsid w:val="00843150"/>
    <w:rsid w:val="00843308"/>
    <w:rsid w:val="00843B5D"/>
    <w:rsid w:val="00843D03"/>
    <w:rsid w:val="008441AC"/>
    <w:rsid w:val="00844BDA"/>
    <w:rsid w:val="008452BA"/>
    <w:rsid w:val="00845900"/>
    <w:rsid w:val="00845ED6"/>
    <w:rsid w:val="008462F8"/>
    <w:rsid w:val="00846BF2"/>
    <w:rsid w:val="00846D71"/>
    <w:rsid w:val="0084764F"/>
    <w:rsid w:val="008479ED"/>
    <w:rsid w:val="00847EFD"/>
    <w:rsid w:val="00850F2F"/>
    <w:rsid w:val="008518D5"/>
    <w:rsid w:val="00852A25"/>
    <w:rsid w:val="00852BEC"/>
    <w:rsid w:val="00852FFE"/>
    <w:rsid w:val="00854365"/>
    <w:rsid w:val="00854B2B"/>
    <w:rsid w:val="00854EA8"/>
    <w:rsid w:val="00855ADF"/>
    <w:rsid w:val="00856332"/>
    <w:rsid w:val="008566F0"/>
    <w:rsid w:val="00856AC6"/>
    <w:rsid w:val="00857FC5"/>
    <w:rsid w:val="00860183"/>
    <w:rsid w:val="008605DB"/>
    <w:rsid w:val="00861085"/>
    <w:rsid w:val="0086146B"/>
    <w:rsid w:val="0086288A"/>
    <w:rsid w:val="008632CF"/>
    <w:rsid w:val="00863447"/>
    <w:rsid w:val="0086382A"/>
    <w:rsid w:val="00863880"/>
    <w:rsid w:val="00864571"/>
    <w:rsid w:val="008647E9"/>
    <w:rsid w:val="00864B88"/>
    <w:rsid w:val="008658CB"/>
    <w:rsid w:val="00865F65"/>
    <w:rsid w:val="008665B7"/>
    <w:rsid w:val="0086675C"/>
    <w:rsid w:val="00866951"/>
    <w:rsid w:val="00866BDC"/>
    <w:rsid w:val="00866DCD"/>
    <w:rsid w:val="0086729E"/>
    <w:rsid w:val="00870C3D"/>
    <w:rsid w:val="00871160"/>
    <w:rsid w:val="008722DB"/>
    <w:rsid w:val="00872765"/>
    <w:rsid w:val="00872F03"/>
    <w:rsid w:val="00873433"/>
    <w:rsid w:val="0087371E"/>
    <w:rsid w:val="008738C0"/>
    <w:rsid w:val="00874686"/>
    <w:rsid w:val="00875815"/>
    <w:rsid w:val="00875FCA"/>
    <w:rsid w:val="00876805"/>
    <w:rsid w:val="00876954"/>
    <w:rsid w:val="00876E78"/>
    <w:rsid w:val="0087723F"/>
    <w:rsid w:val="008776AD"/>
    <w:rsid w:val="0088054C"/>
    <w:rsid w:val="00880725"/>
    <w:rsid w:val="00880F2D"/>
    <w:rsid w:val="008810A1"/>
    <w:rsid w:val="008815E4"/>
    <w:rsid w:val="00881723"/>
    <w:rsid w:val="00881798"/>
    <w:rsid w:val="00881E39"/>
    <w:rsid w:val="00882114"/>
    <w:rsid w:val="008824FF"/>
    <w:rsid w:val="0088289C"/>
    <w:rsid w:val="00882B00"/>
    <w:rsid w:val="00882BC8"/>
    <w:rsid w:val="00883239"/>
    <w:rsid w:val="00883C35"/>
    <w:rsid w:val="008877BF"/>
    <w:rsid w:val="008878D9"/>
    <w:rsid w:val="00887E42"/>
    <w:rsid w:val="00887FB2"/>
    <w:rsid w:val="00890388"/>
    <w:rsid w:val="00890517"/>
    <w:rsid w:val="008919C5"/>
    <w:rsid w:val="00891DB6"/>
    <w:rsid w:val="00892B19"/>
    <w:rsid w:val="00894B7B"/>
    <w:rsid w:val="008950F7"/>
    <w:rsid w:val="00895AEA"/>
    <w:rsid w:val="0089661E"/>
    <w:rsid w:val="0089689B"/>
    <w:rsid w:val="008975FD"/>
    <w:rsid w:val="00897877"/>
    <w:rsid w:val="00897EA6"/>
    <w:rsid w:val="008A09B2"/>
    <w:rsid w:val="008A1E4C"/>
    <w:rsid w:val="008A1E84"/>
    <w:rsid w:val="008A1F52"/>
    <w:rsid w:val="008A21FE"/>
    <w:rsid w:val="008A27FD"/>
    <w:rsid w:val="008A2A7F"/>
    <w:rsid w:val="008A35F5"/>
    <w:rsid w:val="008A3896"/>
    <w:rsid w:val="008A3EA1"/>
    <w:rsid w:val="008A4782"/>
    <w:rsid w:val="008A686B"/>
    <w:rsid w:val="008A7019"/>
    <w:rsid w:val="008B0DDA"/>
    <w:rsid w:val="008B1084"/>
    <w:rsid w:val="008B1837"/>
    <w:rsid w:val="008B2D0E"/>
    <w:rsid w:val="008B3553"/>
    <w:rsid w:val="008B3AEA"/>
    <w:rsid w:val="008B3E1A"/>
    <w:rsid w:val="008B4039"/>
    <w:rsid w:val="008B4B3A"/>
    <w:rsid w:val="008B4B79"/>
    <w:rsid w:val="008B4F76"/>
    <w:rsid w:val="008B5328"/>
    <w:rsid w:val="008B53E1"/>
    <w:rsid w:val="008B56AD"/>
    <w:rsid w:val="008B5895"/>
    <w:rsid w:val="008B59B9"/>
    <w:rsid w:val="008B5DEB"/>
    <w:rsid w:val="008B64C9"/>
    <w:rsid w:val="008B687B"/>
    <w:rsid w:val="008B7D04"/>
    <w:rsid w:val="008B7DE4"/>
    <w:rsid w:val="008C0502"/>
    <w:rsid w:val="008C0956"/>
    <w:rsid w:val="008C12EA"/>
    <w:rsid w:val="008C16B5"/>
    <w:rsid w:val="008C1BE4"/>
    <w:rsid w:val="008C25A2"/>
    <w:rsid w:val="008C2DBA"/>
    <w:rsid w:val="008C2E95"/>
    <w:rsid w:val="008C316A"/>
    <w:rsid w:val="008C3685"/>
    <w:rsid w:val="008C3A2F"/>
    <w:rsid w:val="008C3BFB"/>
    <w:rsid w:val="008C4065"/>
    <w:rsid w:val="008C472E"/>
    <w:rsid w:val="008C48FA"/>
    <w:rsid w:val="008C4DC3"/>
    <w:rsid w:val="008C4FA1"/>
    <w:rsid w:val="008C5311"/>
    <w:rsid w:val="008C5485"/>
    <w:rsid w:val="008C63B9"/>
    <w:rsid w:val="008C6619"/>
    <w:rsid w:val="008C71FC"/>
    <w:rsid w:val="008C779D"/>
    <w:rsid w:val="008C7C0A"/>
    <w:rsid w:val="008D0FC6"/>
    <w:rsid w:val="008D130E"/>
    <w:rsid w:val="008D15AD"/>
    <w:rsid w:val="008D1FB5"/>
    <w:rsid w:val="008D272E"/>
    <w:rsid w:val="008D28CA"/>
    <w:rsid w:val="008D35A4"/>
    <w:rsid w:val="008D3918"/>
    <w:rsid w:val="008D3A40"/>
    <w:rsid w:val="008D4EAA"/>
    <w:rsid w:val="008D58CA"/>
    <w:rsid w:val="008D5B99"/>
    <w:rsid w:val="008D6EA8"/>
    <w:rsid w:val="008D7421"/>
    <w:rsid w:val="008D7877"/>
    <w:rsid w:val="008D78D8"/>
    <w:rsid w:val="008D7C89"/>
    <w:rsid w:val="008D7D94"/>
    <w:rsid w:val="008E00A0"/>
    <w:rsid w:val="008E1457"/>
    <w:rsid w:val="008E16EE"/>
    <w:rsid w:val="008E17CA"/>
    <w:rsid w:val="008E2423"/>
    <w:rsid w:val="008E2833"/>
    <w:rsid w:val="008E2BCD"/>
    <w:rsid w:val="008E3560"/>
    <w:rsid w:val="008E3764"/>
    <w:rsid w:val="008E37CA"/>
    <w:rsid w:val="008E407A"/>
    <w:rsid w:val="008E47FF"/>
    <w:rsid w:val="008E4E86"/>
    <w:rsid w:val="008E50C8"/>
    <w:rsid w:val="008E571B"/>
    <w:rsid w:val="008E62B8"/>
    <w:rsid w:val="008E68A1"/>
    <w:rsid w:val="008E6D76"/>
    <w:rsid w:val="008E7C33"/>
    <w:rsid w:val="008F001F"/>
    <w:rsid w:val="008F1485"/>
    <w:rsid w:val="008F19B0"/>
    <w:rsid w:val="008F1F67"/>
    <w:rsid w:val="008F28BF"/>
    <w:rsid w:val="008F2B22"/>
    <w:rsid w:val="008F31A1"/>
    <w:rsid w:val="008F45DE"/>
    <w:rsid w:val="008F48D3"/>
    <w:rsid w:val="008F4AC6"/>
    <w:rsid w:val="008F4DE4"/>
    <w:rsid w:val="008F5033"/>
    <w:rsid w:val="008F6D0F"/>
    <w:rsid w:val="008F7636"/>
    <w:rsid w:val="008F7AFD"/>
    <w:rsid w:val="008F7B43"/>
    <w:rsid w:val="009009D3"/>
    <w:rsid w:val="00900C72"/>
    <w:rsid w:val="00902041"/>
    <w:rsid w:val="00902075"/>
    <w:rsid w:val="00903831"/>
    <w:rsid w:val="00904AC5"/>
    <w:rsid w:val="00905CB9"/>
    <w:rsid w:val="00905E24"/>
    <w:rsid w:val="009061A4"/>
    <w:rsid w:val="009074BE"/>
    <w:rsid w:val="0090775A"/>
    <w:rsid w:val="00910A12"/>
    <w:rsid w:val="00910CBD"/>
    <w:rsid w:val="00910DC7"/>
    <w:rsid w:val="00912126"/>
    <w:rsid w:val="009129B2"/>
    <w:rsid w:val="00912BF1"/>
    <w:rsid w:val="0091320B"/>
    <w:rsid w:val="00913E98"/>
    <w:rsid w:val="0091417F"/>
    <w:rsid w:val="0091421E"/>
    <w:rsid w:val="009145D0"/>
    <w:rsid w:val="009148B0"/>
    <w:rsid w:val="009149CD"/>
    <w:rsid w:val="009149F6"/>
    <w:rsid w:val="0091502F"/>
    <w:rsid w:val="0091515F"/>
    <w:rsid w:val="00915259"/>
    <w:rsid w:val="00916422"/>
    <w:rsid w:val="0091649A"/>
    <w:rsid w:val="009176D0"/>
    <w:rsid w:val="009204E3"/>
    <w:rsid w:val="0092054D"/>
    <w:rsid w:val="00920AD7"/>
    <w:rsid w:val="009212DA"/>
    <w:rsid w:val="00921664"/>
    <w:rsid w:val="00922468"/>
    <w:rsid w:val="009241EC"/>
    <w:rsid w:val="00924408"/>
    <w:rsid w:val="009244A7"/>
    <w:rsid w:val="0092608C"/>
    <w:rsid w:val="009260FD"/>
    <w:rsid w:val="00926B52"/>
    <w:rsid w:val="00926BE2"/>
    <w:rsid w:val="009270D5"/>
    <w:rsid w:val="00927525"/>
    <w:rsid w:val="009304E5"/>
    <w:rsid w:val="00930767"/>
    <w:rsid w:val="00930C52"/>
    <w:rsid w:val="00930CA1"/>
    <w:rsid w:val="00932010"/>
    <w:rsid w:val="0093284D"/>
    <w:rsid w:val="0093284F"/>
    <w:rsid w:val="00932E52"/>
    <w:rsid w:val="00933588"/>
    <w:rsid w:val="00934170"/>
    <w:rsid w:val="009346D4"/>
    <w:rsid w:val="009349E0"/>
    <w:rsid w:val="009363E4"/>
    <w:rsid w:val="009372E9"/>
    <w:rsid w:val="00937807"/>
    <w:rsid w:val="00937E9C"/>
    <w:rsid w:val="0094070C"/>
    <w:rsid w:val="00940795"/>
    <w:rsid w:val="0094099F"/>
    <w:rsid w:val="00940AF3"/>
    <w:rsid w:val="00940D42"/>
    <w:rsid w:val="00941496"/>
    <w:rsid w:val="00941697"/>
    <w:rsid w:val="009422D5"/>
    <w:rsid w:val="00942680"/>
    <w:rsid w:val="00942FD5"/>
    <w:rsid w:val="009443FD"/>
    <w:rsid w:val="00944468"/>
    <w:rsid w:val="0094532C"/>
    <w:rsid w:val="00945CAA"/>
    <w:rsid w:val="0094691D"/>
    <w:rsid w:val="00946FD1"/>
    <w:rsid w:val="0094736B"/>
    <w:rsid w:val="009479E5"/>
    <w:rsid w:val="00950AA5"/>
    <w:rsid w:val="009521F1"/>
    <w:rsid w:val="00952412"/>
    <w:rsid w:val="00953933"/>
    <w:rsid w:val="009539D8"/>
    <w:rsid w:val="00953D1D"/>
    <w:rsid w:val="00954B01"/>
    <w:rsid w:val="00954EE8"/>
    <w:rsid w:val="00955B3C"/>
    <w:rsid w:val="00955FCF"/>
    <w:rsid w:val="009560A9"/>
    <w:rsid w:val="00956183"/>
    <w:rsid w:val="0095713E"/>
    <w:rsid w:val="00957529"/>
    <w:rsid w:val="00957564"/>
    <w:rsid w:val="00957959"/>
    <w:rsid w:val="00957AD8"/>
    <w:rsid w:val="00957CB3"/>
    <w:rsid w:val="0096078B"/>
    <w:rsid w:val="009617D8"/>
    <w:rsid w:val="00961BC9"/>
    <w:rsid w:val="009622E9"/>
    <w:rsid w:val="0096270D"/>
    <w:rsid w:val="00962DFA"/>
    <w:rsid w:val="00965D22"/>
    <w:rsid w:val="00965F53"/>
    <w:rsid w:val="0096611E"/>
    <w:rsid w:val="00966162"/>
    <w:rsid w:val="00967BBC"/>
    <w:rsid w:val="00967D40"/>
    <w:rsid w:val="0097179E"/>
    <w:rsid w:val="0097252B"/>
    <w:rsid w:val="00972B54"/>
    <w:rsid w:val="00973789"/>
    <w:rsid w:val="00973B7B"/>
    <w:rsid w:val="00973D7D"/>
    <w:rsid w:val="00973EDF"/>
    <w:rsid w:val="00974EB6"/>
    <w:rsid w:val="009759FF"/>
    <w:rsid w:val="00975C04"/>
    <w:rsid w:val="00976636"/>
    <w:rsid w:val="00977256"/>
    <w:rsid w:val="00977A4F"/>
    <w:rsid w:val="00980BFF"/>
    <w:rsid w:val="009813D6"/>
    <w:rsid w:val="0098221A"/>
    <w:rsid w:val="009825C2"/>
    <w:rsid w:val="00983233"/>
    <w:rsid w:val="00983615"/>
    <w:rsid w:val="00983E51"/>
    <w:rsid w:val="00983F97"/>
    <w:rsid w:val="00984185"/>
    <w:rsid w:val="00984ABC"/>
    <w:rsid w:val="0098584F"/>
    <w:rsid w:val="00985B36"/>
    <w:rsid w:val="00986109"/>
    <w:rsid w:val="009863C8"/>
    <w:rsid w:val="009865CB"/>
    <w:rsid w:val="0098699F"/>
    <w:rsid w:val="00990350"/>
    <w:rsid w:val="009910B1"/>
    <w:rsid w:val="009911CC"/>
    <w:rsid w:val="00991C2C"/>
    <w:rsid w:val="00991FA1"/>
    <w:rsid w:val="009921BE"/>
    <w:rsid w:val="00992A1F"/>
    <w:rsid w:val="00992BDE"/>
    <w:rsid w:val="0099346D"/>
    <w:rsid w:val="00993C84"/>
    <w:rsid w:val="009942D6"/>
    <w:rsid w:val="009947A1"/>
    <w:rsid w:val="00994962"/>
    <w:rsid w:val="00994A03"/>
    <w:rsid w:val="00995124"/>
    <w:rsid w:val="00995431"/>
    <w:rsid w:val="00997032"/>
    <w:rsid w:val="009970D9"/>
    <w:rsid w:val="009A0391"/>
    <w:rsid w:val="009A1571"/>
    <w:rsid w:val="009A1A3A"/>
    <w:rsid w:val="009A1A71"/>
    <w:rsid w:val="009A1D0C"/>
    <w:rsid w:val="009A25ED"/>
    <w:rsid w:val="009A273A"/>
    <w:rsid w:val="009A295A"/>
    <w:rsid w:val="009A2963"/>
    <w:rsid w:val="009A2A02"/>
    <w:rsid w:val="009A2FA2"/>
    <w:rsid w:val="009A3057"/>
    <w:rsid w:val="009A4654"/>
    <w:rsid w:val="009A496D"/>
    <w:rsid w:val="009A4C98"/>
    <w:rsid w:val="009A5489"/>
    <w:rsid w:val="009A5960"/>
    <w:rsid w:val="009A5AC5"/>
    <w:rsid w:val="009A5F50"/>
    <w:rsid w:val="009A659F"/>
    <w:rsid w:val="009A6B1B"/>
    <w:rsid w:val="009A6D65"/>
    <w:rsid w:val="009A6D70"/>
    <w:rsid w:val="009A70BC"/>
    <w:rsid w:val="009A75DE"/>
    <w:rsid w:val="009A7747"/>
    <w:rsid w:val="009B0379"/>
    <w:rsid w:val="009B05BA"/>
    <w:rsid w:val="009B05C8"/>
    <w:rsid w:val="009B07AE"/>
    <w:rsid w:val="009B0ABA"/>
    <w:rsid w:val="009B118D"/>
    <w:rsid w:val="009B1782"/>
    <w:rsid w:val="009B17A8"/>
    <w:rsid w:val="009B1E83"/>
    <w:rsid w:val="009B3BDE"/>
    <w:rsid w:val="009B72F7"/>
    <w:rsid w:val="009B7556"/>
    <w:rsid w:val="009B7D7D"/>
    <w:rsid w:val="009B7F4F"/>
    <w:rsid w:val="009C005F"/>
    <w:rsid w:val="009C0367"/>
    <w:rsid w:val="009C0900"/>
    <w:rsid w:val="009C0A2F"/>
    <w:rsid w:val="009C0E9A"/>
    <w:rsid w:val="009C1533"/>
    <w:rsid w:val="009C19FA"/>
    <w:rsid w:val="009C3A1F"/>
    <w:rsid w:val="009C3DE1"/>
    <w:rsid w:val="009C3FB2"/>
    <w:rsid w:val="009C5D35"/>
    <w:rsid w:val="009C5F9D"/>
    <w:rsid w:val="009C60EB"/>
    <w:rsid w:val="009C63DC"/>
    <w:rsid w:val="009C6551"/>
    <w:rsid w:val="009C6C5F"/>
    <w:rsid w:val="009C705F"/>
    <w:rsid w:val="009C7212"/>
    <w:rsid w:val="009C7542"/>
    <w:rsid w:val="009D178A"/>
    <w:rsid w:val="009D1F8D"/>
    <w:rsid w:val="009D28B6"/>
    <w:rsid w:val="009D2BF9"/>
    <w:rsid w:val="009D352F"/>
    <w:rsid w:val="009D37C4"/>
    <w:rsid w:val="009D4566"/>
    <w:rsid w:val="009D4595"/>
    <w:rsid w:val="009D55D7"/>
    <w:rsid w:val="009D591E"/>
    <w:rsid w:val="009D60C9"/>
    <w:rsid w:val="009D6161"/>
    <w:rsid w:val="009D61C5"/>
    <w:rsid w:val="009D6A30"/>
    <w:rsid w:val="009D6F5E"/>
    <w:rsid w:val="009D75C3"/>
    <w:rsid w:val="009D7C52"/>
    <w:rsid w:val="009E04EC"/>
    <w:rsid w:val="009E05D2"/>
    <w:rsid w:val="009E23DD"/>
    <w:rsid w:val="009E2B70"/>
    <w:rsid w:val="009E316D"/>
    <w:rsid w:val="009E3186"/>
    <w:rsid w:val="009E3655"/>
    <w:rsid w:val="009E3877"/>
    <w:rsid w:val="009E5D5F"/>
    <w:rsid w:val="009E68CD"/>
    <w:rsid w:val="009E6C51"/>
    <w:rsid w:val="009E7FAA"/>
    <w:rsid w:val="009F0002"/>
    <w:rsid w:val="009F06D6"/>
    <w:rsid w:val="009F0BBF"/>
    <w:rsid w:val="009F0EF4"/>
    <w:rsid w:val="009F1031"/>
    <w:rsid w:val="009F1B27"/>
    <w:rsid w:val="009F24EA"/>
    <w:rsid w:val="009F3406"/>
    <w:rsid w:val="009F379F"/>
    <w:rsid w:val="009F40ED"/>
    <w:rsid w:val="009F43AD"/>
    <w:rsid w:val="009F5A3E"/>
    <w:rsid w:val="009F5B6D"/>
    <w:rsid w:val="009F7A22"/>
    <w:rsid w:val="009F7F22"/>
    <w:rsid w:val="00A00BB5"/>
    <w:rsid w:val="00A011F5"/>
    <w:rsid w:val="00A0190C"/>
    <w:rsid w:val="00A01C8C"/>
    <w:rsid w:val="00A01F4A"/>
    <w:rsid w:val="00A02875"/>
    <w:rsid w:val="00A02C16"/>
    <w:rsid w:val="00A035B9"/>
    <w:rsid w:val="00A042D6"/>
    <w:rsid w:val="00A04F4D"/>
    <w:rsid w:val="00A05BBF"/>
    <w:rsid w:val="00A06586"/>
    <w:rsid w:val="00A06DF4"/>
    <w:rsid w:val="00A10402"/>
    <w:rsid w:val="00A1058A"/>
    <w:rsid w:val="00A10A7A"/>
    <w:rsid w:val="00A10F68"/>
    <w:rsid w:val="00A110B7"/>
    <w:rsid w:val="00A110FA"/>
    <w:rsid w:val="00A11A8B"/>
    <w:rsid w:val="00A11BB0"/>
    <w:rsid w:val="00A12B4D"/>
    <w:rsid w:val="00A12BFF"/>
    <w:rsid w:val="00A12E58"/>
    <w:rsid w:val="00A132ED"/>
    <w:rsid w:val="00A144CE"/>
    <w:rsid w:val="00A14846"/>
    <w:rsid w:val="00A156C9"/>
    <w:rsid w:val="00A16454"/>
    <w:rsid w:val="00A16C59"/>
    <w:rsid w:val="00A17BE5"/>
    <w:rsid w:val="00A20281"/>
    <w:rsid w:val="00A2071A"/>
    <w:rsid w:val="00A20A2F"/>
    <w:rsid w:val="00A20CA6"/>
    <w:rsid w:val="00A20CE9"/>
    <w:rsid w:val="00A20CFB"/>
    <w:rsid w:val="00A20F4A"/>
    <w:rsid w:val="00A217FF"/>
    <w:rsid w:val="00A21FF6"/>
    <w:rsid w:val="00A22BFF"/>
    <w:rsid w:val="00A23168"/>
    <w:rsid w:val="00A24ECA"/>
    <w:rsid w:val="00A25613"/>
    <w:rsid w:val="00A257B8"/>
    <w:rsid w:val="00A259F5"/>
    <w:rsid w:val="00A26E2F"/>
    <w:rsid w:val="00A26F49"/>
    <w:rsid w:val="00A274EE"/>
    <w:rsid w:val="00A276BC"/>
    <w:rsid w:val="00A27B3F"/>
    <w:rsid w:val="00A300AA"/>
    <w:rsid w:val="00A301E2"/>
    <w:rsid w:val="00A3113C"/>
    <w:rsid w:val="00A317B8"/>
    <w:rsid w:val="00A32899"/>
    <w:rsid w:val="00A32F20"/>
    <w:rsid w:val="00A3317F"/>
    <w:rsid w:val="00A338E5"/>
    <w:rsid w:val="00A344E7"/>
    <w:rsid w:val="00A350A1"/>
    <w:rsid w:val="00A351F3"/>
    <w:rsid w:val="00A3522F"/>
    <w:rsid w:val="00A35575"/>
    <w:rsid w:val="00A3596E"/>
    <w:rsid w:val="00A359A6"/>
    <w:rsid w:val="00A36859"/>
    <w:rsid w:val="00A36BD8"/>
    <w:rsid w:val="00A37155"/>
    <w:rsid w:val="00A4005D"/>
    <w:rsid w:val="00A402C3"/>
    <w:rsid w:val="00A403D2"/>
    <w:rsid w:val="00A40C26"/>
    <w:rsid w:val="00A410C7"/>
    <w:rsid w:val="00A42CDB"/>
    <w:rsid w:val="00A430A6"/>
    <w:rsid w:val="00A4314B"/>
    <w:rsid w:val="00A43B78"/>
    <w:rsid w:val="00A43D16"/>
    <w:rsid w:val="00A44309"/>
    <w:rsid w:val="00A4478A"/>
    <w:rsid w:val="00A44F43"/>
    <w:rsid w:val="00A463F9"/>
    <w:rsid w:val="00A511E5"/>
    <w:rsid w:val="00A512BE"/>
    <w:rsid w:val="00A51516"/>
    <w:rsid w:val="00A51817"/>
    <w:rsid w:val="00A51E0C"/>
    <w:rsid w:val="00A525B0"/>
    <w:rsid w:val="00A52E1B"/>
    <w:rsid w:val="00A53027"/>
    <w:rsid w:val="00A53190"/>
    <w:rsid w:val="00A55931"/>
    <w:rsid w:val="00A56424"/>
    <w:rsid w:val="00A568DF"/>
    <w:rsid w:val="00A56C95"/>
    <w:rsid w:val="00A5708F"/>
    <w:rsid w:val="00A57292"/>
    <w:rsid w:val="00A57364"/>
    <w:rsid w:val="00A60007"/>
    <w:rsid w:val="00A600DB"/>
    <w:rsid w:val="00A6015F"/>
    <w:rsid w:val="00A60BDC"/>
    <w:rsid w:val="00A61DFE"/>
    <w:rsid w:val="00A61F6A"/>
    <w:rsid w:val="00A627D0"/>
    <w:rsid w:val="00A62819"/>
    <w:rsid w:val="00A62A84"/>
    <w:rsid w:val="00A63C77"/>
    <w:rsid w:val="00A6479B"/>
    <w:rsid w:val="00A65854"/>
    <w:rsid w:val="00A67ECE"/>
    <w:rsid w:val="00A70260"/>
    <w:rsid w:val="00A7078D"/>
    <w:rsid w:val="00A70F77"/>
    <w:rsid w:val="00A72846"/>
    <w:rsid w:val="00A72E23"/>
    <w:rsid w:val="00A74692"/>
    <w:rsid w:val="00A749D3"/>
    <w:rsid w:val="00A74A7C"/>
    <w:rsid w:val="00A755E9"/>
    <w:rsid w:val="00A75862"/>
    <w:rsid w:val="00A75E99"/>
    <w:rsid w:val="00A7718E"/>
    <w:rsid w:val="00A77879"/>
    <w:rsid w:val="00A80985"/>
    <w:rsid w:val="00A80A0B"/>
    <w:rsid w:val="00A80B35"/>
    <w:rsid w:val="00A80F41"/>
    <w:rsid w:val="00A80FB1"/>
    <w:rsid w:val="00A81022"/>
    <w:rsid w:val="00A81E9F"/>
    <w:rsid w:val="00A828A8"/>
    <w:rsid w:val="00A835D9"/>
    <w:rsid w:val="00A8423B"/>
    <w:rsid w:val="00A84C00"/>
    <w:rsid w:val="00A851CF"/>
    <w:rsid w:val="00A85216"/>
    <w:rsid w:val="00A8534D"/>
    <w:rsid w:val="00A8598D"/>
    <w:rsid w:val="00A86568"/>
    <w:rsid w:val="00A8705A"/>
    <w:rsid w:val="00A870CC"/>
    <w:rsid w:val="00A87743"/>
    <w:rsid w:val="00A87817"/>
    <w:rsid w:val="00A878E3"/>
    <w:rsid w:val="00A902F3"/>
    <w:rsid w:val="00A904C8"/>
    <w:rsid w:val="00A90749"/>
    <w:rsid w:val="00A9103D"/>
    <w:rsid w:val="00A91329"/>
    <w:rsid w:val="00A91622"/>
    <w:rsid w:val="00A9288C"/>
    <w:rsid w:val="00A92A7E"/>
    <w:rsid w:val="00A92DB8"/>
    <w:rsid w:val="00A9407B"/>
    <w:rsid w:val="00A940A5"/>
    <w:rsid w:val="00A94116"/>
    <w:rsid w:val="00A94260"/>
    <w:rsid w:val="00A94480"/>
    <w:rsid w:val="00A954C2"/>
    <w:rsid w:val="00A95A11"/>
    <w:rsid w:val="00A95A1C"/>
    <w:rsid w:val="00A95B2F"/>
    <w:rsid w:val="00A96ECE"/>
    <w:rsid w:val="00A9706A"/>
    <w:rsid w:val="00A97C17"/>
    <w:rsid w:val="00A97F9F"/>
    <w:rsid w:val="00AA01AB"/>
    <w:rsid w:val="00AA0AA2"/>
    <w:rsid w:val="00AA0C6D"/>
    <w:rsid w:val="00AA1509"/>
    <w:rsid w:val="00AA180F"/>
    <w:rsid w:val="00AA2265"/>
    <w:rsid w:val="00AA23AB"/>
    <w:rsid w:val="00AA295D"/>
    <w:rsid w:val="00AA2EF3"/>
    <w:rsid w:val="00AA3469"/>
    <w:rsid w:val="00AA3AE6"/>
    <w:rsid w:val="00AA5628"/>
    <w:rsid w:val="00AA6699"/>
    <w:rsid w:val="00AA66D2"/>
    <w:rsid w:val="00AA6BD8"/>
    <w:rsid w:val="00AA766D"/>
    <w:rsid w:val="00AA7D79"/>
    <w:rsid w:val="00AA7F50"/>
    <w:rsid w:val="00AA7FB4"/>
    <w:rsid w:val="00AB00FD"/>
    <w:rsid w:val="00AB03A6"/>
    <w:rsid w:val="00AB0761"/>
    <w:rsid w:val="00AB0C0B"/>
    <w:rsid w:val="00AB1628"/>
    <w:rsid w:val="00AB1AE0"/>
    <w:rsid w:val="00AB1F52"/>
    <w:rsid w:val="00AB20CA"/>
    <w:rsid w:val="00AB28BF"/>
    <w:rsid w:val="00AB2968"/>
    <w:rsid w:val="00AB2A8F"/>
    <w:rsid w:val="00AB3F7F"/>
    <w:rsid w:val="00AB4155"/>
    <w:rsid w:val="00AB4426"/>
    <w:rsid w:val="00AB4FA1"/>
    <w:rsid w:val="00AB541F"/>
    <w:rsid w:val="00AB58A2"/>
    <w:rsid w:val="00AB6AC7"/>
    <w:rsid w:val="00AC05FE"/>
    <w:rsid w:val="00AC176C"/>
    <w:rsid w:val="00AC178A"/>
    <w:rsid w:val="00AC24CB"/>
    <w:rsid w:val="00AC3A27"/>
    <w:rsid w:val="00AC3ED4"/>
    <w:rsid w:val="00AC53B8"/>
    <w:rsid w:val="00AC5714"/>
    <w:rsid w:val="00AC5CCF"/>
    <w:rsid w:val="00AC5CD8"/>
    <w:rsid w:val="00AC62B1"/>
    <w:rsid w:val="00AC62C8"/>
    <w:rsid w:val="00AC670D"/>
    <w:rsid w:val="00AD0232"/>
    <w:rsid w:val="00AD049F"/>
    <w:rsid w:val="00AD135E"/>
    <w:rsid w:val="00AD1580"/>
    <w:rsid w:val="00AD2A98"/>
    <w:rsid w:val="00AD2CCF"/>
    <w:rsid w:val="00AD2F92"/>
    <w:rsid w:val="00AD36D8"/>
    <w:rsid w:val="00AD3CBD"/>
    <w:rsid w:val="00AD4A45"/>
    <w:rsid w:val="00AD5154"/>
    <w:rsid w:val="00AD527F"/>
    <w:rsid w:val="00AD59A0"/>
    <w:rsid w:val="00AD756D"/>
    <w:rsid w:val="00AE053F"/>
    <w:rsid w:val="00AE075F"/>
    <w:rsid w:val="00AE0CE9"/>
    <w:rsid w:val="00AE1275"/>
    <w:rsid w:val="00AE1D3E"/>
    <w:rsid w:val="00AE240B"/>
    <w:rsid w:val="00AE2A9C"/>
    <w:rsid w:val="00AE31E7"/>
    <w:rsid w:val="00AE3701"/>
    <w:rsid w:val="00AE47DC"/>
    <w:rsid w:val="00AE4981"/>
    <w:rsid w:val="00AE4B66"/>
    <w:rsid w:val="00AE4CA4"/>
    <w:rsid w:val="00AE5274"/>
    <w:rsid w:val="00AE5C8A"/>
    <w:rsid w:val="00AE779D"/>
    <w:rsid w:val="00AF0A35"/>
    <w:rsid w:val="00AF13A5"/>
    <w:rsid w:val="00AF1A39"/>
    <w:rsid w:val="00AF1FBC"/>
    <w:rsid w:val="00AF2C95"/>
    <w:rsid w:val="00AF39A5"/>
    <w:rsid w:val="00AF4747"/>
    <w:rsid w:val="00AF5229"/>
    <w:rsid w:val="00AF5371"/>
    <w:rsid w:val="00AF59C6"/>
    <w:rsid w:val="00AF5C95"/>
    <w:rsid w:val="00AF63CC"/>
    <w:rsid w:val="00AF7744"/>
    <w:rsid w:val="00AF7B7B"/>
    <w:rsid w:val="00B01096"/>
    <w:rsid w:val="00B011E3"/>
    <w:rsid w:val="00B020EB"/>
    <w:rsid w:val="00B02319"/>
    <w:rsid w:val="00B02941"/>
    <w:rsid w:val="00B02A33"/>
    <w:rsid w:val="00B03119"/>
    <w:rsid w:val="00B03CB8"/>
    <w:rsid w:val="00B04706"/>
    <w:rsid w:val="00B05295"/>
    <w:rsid w:val="00B0529E"/>
    <w:rsid w:val="00B063F7"/>
    <w:rsid w:val="00B06997"/>
    <w:rsid w:val="00B07A0B"/>
    <w:rsid w:val="00B106D3"/>
    <w:rsid w:val="00B10AED"/>
    <w:rsid w:val="00B10EED"/>
    <w:rsid w:val="00B11077"/>
    <w:rsid w:val="00B11309"/>
    <w:rsid w:val="00B1173F"/>
    <w:rsid w:val="00B11C9E"/>
    <w:rsid w:val="00B11F98"/>
    <w:rsid w:val="00B12315"/>
    <w:rsid w:val="00B126CF"/>
    <w:rsid w:val="00B13B4B"/>
    <w:rsid w:val="00B13BEE"/>
    <w:rsid w:val="00B146BB"/>
    <w:rsid w:val="00B14E7F"/>
    <w:rsid w:val="00B15328"/>
    <w:rsid w:val="00B157FE"/>
    <w:rsid w:val="00B160C2"/>
    <w:rsid w:val="00B16918"/>
    <w:rsid w:val="00B16AA4"/>
    <w:rsid w:val="00B171BA"/>
    <w:rsid w:val="00B17B25"/>
    <w:rsid w:val="00B21DCC"/>
    <w:rsid w:val="00B221ED"/>
    <w:rsid w:val="00B22225"/>
    <w:rsid w:val="00B226C7"/>
    <w:rsid w:val="00B22D5A"/>
    <w:rsid w:val="00B24283"/>
    <w:rsid w:val="00B246E1"/>
    <w:rsid w:val="00B2504C"/>
    <w:rsid w:val="00B2508D"/>
    <w:rsid w:val="00B274F8"/>
    <w:rsid w:val="00B27A66"/>
    <w:rsid w:val="00B27E90"/>
    <w:rsid w:val="00B30C26"/>
    <w:rsid w:val="00B30C4B"/>
    <w:rsid w:val="00B30EFF"/>
    <w:rsid w:val="00B311EF"/>
    <w:rsid w:val="00B31D4E"/>
    <w:rsid w:val="00B3291E"/>
    <w:rsid w:val="00B32BDF"/>
    <w:rsid w:val="00B34162"/>
    <w:rsid w:val="00B3489D"/>
    <w:rsid w:val="00B34C46"/>
    <w:rsid w:val="00B35672"/>
    <w:rsid w:val="00B35F90"/>
    <w:rsid w:val="00B364CB"/>
    <w:rsid w:val="00B36538"/>
    <w:rsid w:val="00B37AB6"/>
    <w:rsid w:val="00B37E13"/>
    <w:rsid w:val="00B37FBC"/>
    <w:rsid w:val="00B40991"/>
    <w:rsid w:val="00B4226F"/>
    <w:rsid w:val="00B427C1"/>
    <w:rsid w:val="00B4356F"/>
    <w:rsid w:val="00B44928"/>
    <w:rsid w:val="00B44A85"/>
    <w:rsid w:val="00B44DCD"/>
    <w:rsid w:val="00B45EC6"/>
    <w:rsid w:val="00B4625E"/>
    <w:rsid w:val="00B47E05"/>
    <w:rsid w:val="00B47F5F"/>
    <w:rsid w:val="00B50974"/>
    <w:rsid w:val="00B52117"/>
    <w:rsid w:val="00B54CE3"/>
    <w:rsid w:val="00B55CFA"/>
    <w:rsid w:val="00B56816"/>
    <w:rsid w:val="00B56CE5"/>
    <w:rsid w:val="00B61243"/>
    <w:rsid w:val="00B613E7"/>
    <w:rsid w:val="00B61EFF"/>
    <w:rsid w:val="00B62170"/>
    <w:rsid w:val="00B626E2"/>
    <w:rsid w:val="00B628C9"/>
    <w:rsid w:val="00B62D76"/>
    <w:rsid w:val="00B62FBC"/>
    <w:rsid w:val="00B64A84"/>
    <w:rsid w:val="00B6533C"/>
    <w:rsid w:val="00B65C9F"/>
    <w:rsid w:val="00B65FCC"/>
    <w:rsid w:val="00B672E7"/>
    <w:rsid w:val="00B675E5"/>
    <w:rsid w:val="00B67CF2"/>
    <w:rsid w:val="00B7030E"/>
    <w:rsid w:val="00B70402"/>
    <w:rsid w:val="00B707B1"/>
    <w:rsid w:val="00B71164"/>
    <w:rsid w:val="00B71339"/>
    <w:rsid w:val="00B72327"/>
    <w:rsid w:val="00B72B68"/>
    <w:rsid w:val="00B731DC"/>
    <w:rsid w:val="00B73C3A"/>
    <w:rsid w:val="00B73E04"/>
    <w:rsid w:val="00B73F27"/>
    <w:rsid w:val="00B7430F"/>
    <w:rsid w:val="00B745AF"/>
    <w:rsid w:val="00B7462C"/>
    <w:rsid w:val="00B74738"/>
    <w:rsid w:val="00B76751"/>
    <w:rsid w:val="00B77342"/>
    <w:rsid w:val="00B77873"/>
    <w:rsid w:val="00B77B1D"/>
    <w:rsid w:val="00B77B4B"/>
    <w:rsid w:val="00B826A0"/>
    <w:rsid w:val="00B8405C"/>
    <w:rsid w:val="00B84B50"/>
    <w:rsid w:val="00B84DDF"/>
    <w:rsid w:val="00B85A59"/>
    <w:rsid w:val="00B867A6"/>
    <w:rsid w:val="00B86AA0"/>
    <w:rsid w:val="00B87027"/>
    <w:rsid w:val="00B870AB"/>
    <w:rsid w:val="00B8777C"/>
    <w:rsid w:val="00B87827"/>
    <w:rsid w:val="00B87857"/>
    <w:rsid w:val="00B87905"/>
    <w:rsid w:val="00B901DA"/>
    <w:rsid w:val="00B90E7E"/>
    <w:rsid w:val="00B91625"/>
    <w:rsid w:val="00B9285E"/>
    <w:rsid w:val="00B93503"/>
    <w:rsid w:val="00B942D3"/>
    <w:rsid w:val="00B94EB5"/>
    <w:rsid w:val="00B94FBA"/>
    <w:rsid w:val="00B954B3"/>
    <w:rsid w:val="00B96CD7"/>
    <w:rsid w:val="00B97F3B"/>
    <w:rsid w:val="00BA159E"/>
    <w:rsid w:val="00BA174B"/>
    <w:rsid w:val="00BA26B0"/>
    <w:rsid w:val="00BA313A"/>
    <w:rsid w:val="00BA38DF"/>
    <w:rsid w:val="00BA4109"/>
    <w:rsid w:val="00BA4711"/>
    <w:rsid w:val="00BA4DA6"/>
    <w:rsid w:val="00BA4F27"/>
    <w:rsid w:val="00BA54C1"/>
    <w:rsid w:val="00BA5CE0"/>
    <w:rsid w:val="00BA675B"/>
    <w:rsid w:val="00BA6F3A"/>
    <w:rsid w:val="00BA7D25"/>
    <w:rsid w:val="00BB0230"/>
    <w:rsid w:val="00BB0275"/>
    <w:rsid w:val="00BB0370"/>
    <w:rsid w:val="00BB06AE"/>
    <w:rsid w:val="00BB0B6E"/>
    <w:rsid w:val="00BB0C5C"/>
    <w:rsid w:val="00BB102F"/>
    <w:rsid w:val="00BB11C4"/>
    <w:rsid w:val="00BB154A"/>
    <w:rsid w:val="00BB1E03"/>
    <w:rsid w:val="00BB2CFC"/>
    <w:rsid w:val="00BB38EE"/>
    <w:rsid w:val="00BB51F3"/>
    <w:rsid w:val="00BB61FE"/>
    <w:rsid w:val="00BB7627"/>
    <w:rsid w:val="00BB7A98"/>
    <w:rsid w:val="00BC06C1"/>
    <w:rsid w:val="00BC14AC"/>
    <w:rsid w:val="00BC2070"/>
    <w:rsid w:val="00BC2FA4"/>
    <w:rsid w:val="00BC32C9"/>
    <w:rsid w:val="00BC3AA1"/>
    <w:rsid w:val="00BC3CA4"/>
    <w:rsid w:val="00BC4BE7"/>
    <w:rsid w:val="00BC532E"/>
    <w:rsid w:val="00BC548E"/>
    <w:rsid w:val="00BC5567"/>
    <w:rsid w:val="00BC652D"/>
    <w:rsid w:val="00BC6DE8"/>
    <w:rsid w:val="00BC7079"/>
    <w:rsid w:val="00BC7CDC"/>
    <w:rsid w:val="00BD029C"/>
    <w:rsid w:val="00BD06B1"/>
    <w:rsid w:val="00BD1066"/>
    <w:rsid w:val="00BD12A9"/>
    <w:rsid w:val="00BD13A5"/>
    <w:rsid w:val="00BD1454"/>
    <w:rsid w:val="00BD2655"/>
    <w:rsid w:val="00BD2E8F"/>
    <w:rsid w:val="00BD306C"/>
    <w:rsid w:val="00BD3AE8"/>
    <w:rsid w:val="00BD4318"/>
    <w:rsid w:val="00BD4557"/>
    <w:rsid w:val="00BD6F79"/>
    <w:rsid w:val="00BD75DC"/>
    <w:rsid w:val="00BD79EE"/>
    <w:rsid w:val="00BD7E03"/>
    <w:rsid w:val="00BE05D1"/>
    <w:rsid w:val="00BE156B"/>
    <w:rsid w:val="00BE3D42"/>
    <w:rsid w:val="00BE47EB"/>
    <w:rsid w:val="00BE482E"/>
    <w:rsid w:val="00BE4A7F"/>
    <w:rsid w:val="00BE59B0"/>
    <w:rsid w:val="00BE5B9B"/>
    <w:rsid w:val="00BE5F10"/>
    <w:rsid w:val="00BE6BE1"/>
    <w:rsid w:val="00BF0938"/>
    <w:rsid w:val="00BF1A96"/>
    <w:rsid w:val="00BF2612"/>
    <w:rsid w:val="00BF30BC"/>
    <w:rsid w:val="00BF3A01"/>
    <w:rsid w:val="00BF42A6"/>
    <w:rsid w:val="00BF4A96"/>
    <w:rsid w:val="00BF4C5B"/>
    <w:rsid w:val="00BF5109"/>
    <w:rsid w:val="00BF5749"/>
    <w:rsid w:val="00BF581C"/>
    <w:rsid w:val="00BF5F17"/>
    <w:rsid w:val="00BF653B"/>
    <w:rsid w:val="00BF7171"/>
    <w:rsid w:val="00BF7309"/>
    <w:rsid w:val="00BF7FA3"/>
    <w:rsid w:val="00C0083D"/>
    <w:rsid w:val="00C00BF1"/>
    <w:rsid w:val="00C01502"/>
    <w:rsid w:val="00C018F7"/>
    <w:rsid w:val="00C01D18"/>
    <w:rsid w:val="00C020C0"/>
    <w:rsid w:val="00C02144"/>
    <w:rsid w:val="00C02665"/>
    <w:rsid w:val="00C02E06"/>
    <w:rsid w:val="00C04780"/>
    <w:rsid w:val="00C047B5"/>
    <w:rsid w:val="00C04AA7"/>
    <w:rsid w:val="00C04AC6"/>
    <w:rsid w:val="00C054BC"/>
    <w:rsid w:val="00C05F71"/>
    <w:rsid w:val="00C06069"/>
    <w:rsid w:val="00C069E6"/>
    <w:rsid w:val="00C07416"/>
    <w:rsid w:val="00C07E94"/>
    <w:rsid w:val="00C10177"/>
    <w:rsid w:val="00C11575"/>
    <w:rsid w:val="00C11588"/>
    <w:rsid w:val="00C12B1D"/>
    <w:rsid w:val="00C12D3F"/>
    <w:rsid w:val="00C12E71"/>
    <w:rsid w:val="00C12F5D"/>
    <w:rsid w:val="00C13815"/>
    <w:rsid w:val="00C139D8"/>
    <w:rsid w:val="00C14BA4"/>
    <w:rsid w:val="00C1529B"/>
    <w:rsid w:val="00C162E2"/>
    <w:rsid w:val="00C16E40"/>
    <w:rsid w:val="00C17477"/>
    <w:rsid w:val="00C21103"/>
    <w:rsid w:val="00C217B2"/>
    <w:rsid w:val="00C21959"/>
    <w:rsid w:val="00C23AE8"/>
    <w:rsid w:val="00C2442D"/>
    <w:rsid w:val="00C24F84"/>
    <w:rsid w:val="00C25183"/>
    <w:rsid w:val="00C25E81"/>
    <w:rsid w:val="00C27B50"/>
    <w:rsid w:val="00C31185"/>
    <w:rsid w:val="00C31E28"/>
    <w:rsid w:val="00C32C47"/>
    <w:rsid w:val="00C34D1A"/>
    <w:rsid w:val="00C34EDB"/>
    <w:rsid w:val="00C35B43"/>
    <w:rsid w:val="00C36389"/>
    <w:rsid w:val="00C36A39"/>
    <w:rsid w:val="00C379A6"/>
    <w:rsid w:val="00C400BA"/>
    <w:rsid w:val="00C40277"/>
    <w:rsid w:val="00C4027A"/>
    <w:rsid w:val="00C405E7"/>
    <w:rsid w:val="00C41017"/>
    <w:rsid w:val="00C42260"/>
    <w:rsid w:val="00C4284C"/>
    <w:rsid w:val="00C4366B"/>
    <w:rsid w:val="00C437A2"/>
    <w:rsid w:val="00C43FEF"/>
    <w:rsid w:val="00C4429A"/>
    <w:rsid w:val="00C4492C"/>
    <w:rsid w:val="00C45066"/>
    <w:rsid w:val="00C45359"/>
    <w:rsid w:val="00C453FE"/>
    <w:rsid w:val="00C455D6"/>
    <w:rsid w:val="00C459CE"/>
    <w:rsid w:val="00C45D80"/>
    <w:rsid w:val="00C46786"/>
    <w:rsid w:val="00C47342"/>
    <w:rsid w:val="00C478C4"/>
    <w:rsid w:val="00C50003"/>
    <w:rsid w:val="00C50276"/>
    <w:rsid w:val="00C508A5"/>
    <w:rsid w:val="00C5163A"/>
    <w:rsid w:val="00C517E8"/>
    <w:rsid w:val="00C51981"/>
    <w:rsid w:val="00C521CD"/>
    <w:rsid w:val="00C5233F"/>
    <w:rsid w:val="00C52460"/>
    <w:rsid w:val="00C530F3"/>
    <w:rsid w:val="00C537E6"/>
    <w:rsid w:val="00C54664"/>
    <w:rsid w:val="00C55C5A"/>
    <w:rsid w:val="00C56B25"/>
    <w:rsid w:val="00C56B43"/>
    <w:rsid w:val="00C56CC1"/>
    <w:rsid w:val="00C578A9"/>
    <w:rsid w:val="00C57999"/>
    <w:rsid w:val="00C57F8A"/>
    <w:rsid w:val="00C60253"/>
    <w:rsid w:val="00C603FC"/>
    <w:rsid w:val="00C605C1"/>
    <w:rsid w:val="00C60F38"/>
    <w:rsid w:val="00C62295"/>
    <w:rsid w:val="00C6293E"/>
    <w:rsid w:val="00C62964"/>
    <w:rsid w:val="00C62EFA"/>
    <w:rsid w:val="00C63833"/>
    <w:rsid w:val="00C63B74"/>
    <w:rsid w:val="00C64605"/>
    <w:rsid w:val="00C65F46"/>
    <w:rsid w:val="00C668CC"/>
    <w:rsid w:val="00C66FA3"/>
    <w:rsid w:val="00C67517"/>
    <w:rsid w:val="00C67561"/>
    <w:rsid w:val="00C7017F"/>
    <w:rsid w:val="00C705DE"/>
    <w:rsid w:val="00C70F41"/>
    <w:rsid w:val="00C714F1"/>
    <w:rsid w:val="00C71E32"/>
    <w:rsid w:val="00C7202C"/>
    <w:rsid w:val="00C72B5F"/>
    <w:rsid w:val="00C72CEC"/>
    <w:rsid w:val="00C72F11"/>
    <w:rsid w:val="00C74570"/>
    <w:rsid w:val="00C74BA3"/>
    <w:rsid w:val="00C753B2"/>
    <w:rsid w:val="00C7573F"/>
    <w:rsid w:val="00C75F39"/>
    <w:rsid w:val="00C75F7A"/>
    <w:rsid w:val="00C761F5"/>
    <w:rsid w:val="00C76251"/>
    <w:rsid w:val="00C76608"/>
    <w:rsid w:val="00C8039C"/>
    <w:rsid w:val="00C8188D"/>
    <w:rsid w:val="00C8309E"/>
    <w:rsid w:val="00C83561"/>
    <w:rsid w:val="00C83DBC"/>
    <w:rsid w:val="00C84AE6"/>
    <w:rsid w:val="00C84C1E"/>
    <w:rsid w:val="00C8588B"/>
    <w:rsid w:val="00C872E2"/>
    <w:rsid w:val="00C873C4"/>
    <w:rsid w:val="00C87FA7"/>
    <w:rsid w:val="00C903E3"/>
    <w:rsid w:val="00C9055F"/>
    <w:rsid w:val="00C905B0"/>
    <w:rsid w:val="00C9060B"/>
    <w:rsid w:val="00C90A53"/>
    <w:rsid w:val="00C90EA2"/>
    <w:rsid w:val="00C9122C"/>
    <w:rsid w:val="00C912C0"/>
    <w:rsid w:val="00C91341"/>
    <w:rsid w:val="00C92365"/>
    <w:rsid w:val="00C92552"/>
    <w:rsid w:val="00C92CA9"/>
    <w:rsid w:val="00C9384F"/>
    <w:rsid w:val="00C946BE"/>
    <w:rsid w:val="00C9471C"/>
    <w:rsid w:val="00C950A9"/>
    <w:rsid w:val="00C95AEE"/>
    <w:rsid w:val="00C96354"/>
    <w:rsid w:val="00C976B7"/>
    <w:rsid w:val="00CA0202"/>
    <w:rsid w:val="00CA0598"/>
    <w:rsid w:val="00CA18EA"/>
    <w:rsid w:val="00CA1E54"/>
    <w:rsid w:val="00CA2549"/>
    <w:rsid w:val="00CA2A37"/>
    <w:rsid w:val="00CA312F"/>
    <w:rsid w:val="00CA3DF6"/>
    <w:rsid w:val="00CA3EE3"/>
    <w:rsid w:val="00CA4075"/>
    <w:rsid w:val="00CA52F7"/>
    <w:rsid w:val="00CA5DD3"/>
    <w:rsid w:val="00CA62AF"/>
    <w:rsid w:val="00CA651E"/>
    <w:rsid w:val="00CA6DD1"/>
    <w:rsid w:val="00CA7713"/>
    <w:rsid w:val="00CB0071"/>
    <w:rsid w:val="00CB160F"/>
    <w:rsid w:val="00CB353C"/>
    <w:rsid w:val="00CB3E57"/>
    <w:rsid w:val="00CB4C77"/>
    <w:rsid w:val="00CB4DB1"/>
    <w:rsid w:val="00CB4F57"/>
    <w:rsid w:val="00CB5759"/>
    <w:rsid w:val="00CB6225"/>
    <w:rsid w:val="00CB73E9"/>
    <w:rsid w:val="00CB7513"/>
    <w:rsid w:val="00CB7638"/>
    <w:rsid w:val="00CB78DA"/>
    <w:rsid w:val="00CB7B01"/>
    <w:rsid w:val="00CB7E0B"/>
    <w:rsid w:val="00CB7FB2"/>
    <w:rsid w:val="00CC02AC"/>
    <w:rsid w:val="00CC0637"/>
    <w:rsid w:val="00CC0943"/>
    <w:rsid w:val="00CC10BB"/>
    <w:rsid w:val="00CC12C1"/>
    <w:rsid w:val="00CC1558"/>
    <w:rsid w:val="00CC27B9"/>
    <w:rsid w:val="00CC2CDA"/>
    <w:rsid w:val="00CC2F46"/>
    <w:rsid w:val="00CC3E26"/>
    <w:rsid w:val="00CC46AA"/>
    <w:rsid w:val="00CC48B0"/>
    <w:rsid w:val="00CC4A5D"/>
    <w:rsid w:val="00CC5BF2"/>
    <w:rsid w:val="00CC71C2"/>
    <w:rsid w:val="00CC7B8A"/>
    <w:rsid w:val="00CD017F"/>
    <w:rsid w:val="00CD0944"/>
    <w:rsid w:val="00CD0C44"/>
    <w:rsid w:val="00CD2003"/>
    <w:rsid w:val="00CD407B"/>
    <w:rsid w:val="00CD4C3B"/>
    <w:rsid w:val="00CD52D1"/>
    <w:rsid w:val="00CD57B5"/>
    <w:rsid w:val="00CD5CF3"/>
    <w:rsid w:val="00CD684D"/>
    <w:rsid w:val="00CD7E44"/>
    <w:rsid w:val="00CE0965"/>
    <w:rsid w:val="00CE0B58"/>
    <w:rsid w:val="00CE0C01"/>
    <w:rsid w:val="00CE0D3F"/>
    <w:rsid w:val="00CE1020"/>
    <w:rsid w:val="00CE2972"/>
    <w:rsid w:val="00CE3695"/>
    <w:rsid w:val="00CE3F75"/>
    <w:rsid w:val="00CE4AC4"/>
    <w:rsid w:val="00CE4B3A"/>
    <w:rsid w:val="00CE4C3D"/>
    <w:rsid w:val="00CE5314"/>
    <w:rsid w:val="00CE553F"/>
    <w:rsid w:val="00CE5860"/>
    <w:rsid w:val="00CE69AC"/>
    <w:rsid w:val="00CE7B32"/>
    <w:rsid w:val="00CF09D9"/>
    <w:rsid w:val="00CF1FFA"/>
    <w:rsid w:val="00CF2D1B"/>
    <w:rsid w:val="00CF2FD1"/>
    <w:rsid w:val="00CF3342"/>
    <w:rsid w:val="00CF3AC6"/>
    <w:rsid w:val="00CF3C03"/>
    <w:rsid w:val="00CF4834"/>
    <w:rsid w:val="00CF4C77"/>
    <w:rsid w:val="00CF5210"/>
    <w:rsid w:val="00CF5303"/>
    <w:rsid w:val="00CF5650"/>
    <w:rsid w:val="00CF5F7D"/>
    <w:rsid w:val="00CF6434"/>
    <w:rsid w:val="00CF700D"/>
    <w:rsid w:val="00CF75CE"/>
    <w:rsid w:val="00CF78ED"/>
    <w:rsid w:val="00D00054"/>
    <w:rsid w:val="00D00530"/>
    <w:rsid w:val="00D00E62"/>
    <w:rsid w:val="00D013F8"/>
    <w:rsid w:val="00D01519"/>
    <w:rsid w:val="00D01A4B"/>
    <w:rsid w:val="00D024B5"/>
    <w:rsid w:val="00D0300D"/>
    <w:rsid w:val="00D036FB"/>
    <w:rsid w:val="00D055D4"/>
    <w:rsid w:val="00D0571E"/>
    <w:rsid w:val="00D05937"/>
    <w:rsid w:val="00D05F60"/>
    <w:rsid w:val="00D07572"/>
    <w:rsid w:val="00D07A22"/>
    <w:rsid w:val="00D07CF9"/>
    <w:rsid w:val="00D1088E"/>
    <w:rsid w:val="00D109FB"/>
    <w:rsid w:val="00D10A2B"/>
    <w:rsid w:val="00D112EA"/>
    <w:rsid w:val="00D114FD"/>
    <w:rsid w:val="00D1184A"/>
    <w:rsid w:val="00D118D5"/>
    <w:rsid w:val="00D11936"/>
    <w:rsid w:val="00D1212D"/>
    <w:rsid w:val="00D1427D"/>
    <w:rsid w:val="00D15660"/>
    <w:rsid w:val="00D15A17"/>
    <w:rsid w:val="00D16055"/>
    <w:rsid w:val="00D16338"/>
    <w:rsid w:val="00D16884"/>
    <w:rsid w:val="00D16B8B"/>
    <w:rsid w:val="00D16F48"/>
    <w:rsid w:val="00D17A8C"/>
    <w:rsid w:val="00D20016"/>
    <w:rsid w:val="00D20361"/>
    <w:rsid w:val="00D204CA"/>
    <w:rsid w:val="00D20AB3"/>
    <w:rsid w:val="00D22C22"/>
    <w:rsid w:val="00D23305"/>
    <w:rsid w:val="00D23BF4"/>
    <w:rsid w:val="00D24255"/>
    <w:rsid w:val="00D250C9"/>
    <w:rsid w:val="00D25E77"/>
    <w:rsid w:val="00D25FF4"/>
    <w:rsid w:val="00D26B09"/>
    <w:rsid w:val="00D26E82"/>
    <w:rsid w:val="00D277F5"/>
    <w:rsid w:val="00D304F5"/>
    <w:rsid w:val="00D3061F"/>
    <w:rsid w:val="00D31355"/>
    <w:rsid w:val="00D31438"/>
    <w:rsid w:val="00D3147A"/>
    <w:rsid w:val="00D31926"/>
    <w:rsid w:val="00D32706"/>
    <w:rsid w:val="00D328F9"/>
    <w:rsid w:val="00D32B98"/>
    <w:rsid w:val="00D32C82"/>
    <w:rsid w:val="00D33387"/>
    <w:rsid w:val="00D33CF3"/>
    <w:rsid w:val="00D353E8"/>
    <w:rsid w:val="00D35437"/>
    <w:rsid w:val="00D35FF0"/>
    <w:rsid w:val="00D367C1"/>
    <w:rsid w:val="00D369AC"/>
    <w:rsid w:val="00D36C30"/>
    <w:rsid w:val="00D36C3B"/>
    <w:rsid w:val="00D40689"/>
    <w:rsid w:val="00D40833"/>
    <w:rsid w:val="00D40A9F"/>
    <w:rsid w:val="00D4169E"/>
    <w:rsid w:val="00D4248B"/>
    <w:rsid w:val="00D43DDE"/>
    <w:rsid w:val="00D4481E"/>
    <w:rsid w:val="00D4530F"/>
    <w:rsid w:val="00D461D1"/>
    <w:rsid w:val="00D46529"/>
    <w:rsid w:val="00D46932"/>
    <w:rsid w:val="00D47CF2"/>
    <w:rsid w:val="00D47F87"/>
    <w:rsid w:val="00D47FF2"/>
    <w:rsid w:val="00D50036"/>
    <w:rsid w:val="00D5042B"/>
    <w:rsid w:val="00D515C3"/>
    <w:rsid w:val="00D519F5"/>
    <w:rsid w:val="00D51AAB"/>
    <w:rsid w:val="00D51ABF"/>
    <w:rsid w:val="00D51DCD"/>
    <w:rsid w:val="00D52C7C"/>
    <w:rsid w:val="00D52D8A"/>
    <w:rsid w:val="00D53A21"/>
    <w:rsid w:val="00D540E8"/>
    <w:rsid w:val="00D548F2"/>
    <w:rsid w:val="00D54A70"/>
    <w:rsid w:val="00D55031"/>
    <w:rsid w:val="00D5582D"/>
    <w:rsid w:val="00D55C88"/>
    <w:rsid w:val="00D55EB1"/>
    <w:rsid w:val="00D562FA"/>
    <w:rsid w:val="00D57F21"/>
    <w:rsid w:val="00D57F68"/>
    <w:rsid w:val="00D601CF"/>
    <w:rsid w:val="00D60519"/>
    <w:rsid w:val="00D60CE7"/>
    <w:rsid w:val="00D60ED1"/>
    <w:rsid w:val="00D611DE"/>
    <w:rsid w:val="00D61243"/>
    <w:rsid w:val="00D6137D"/>
    <w:rsid w:val="00D61A02"/>
    <w:rsid w:val="00D62143"/>
    <w:rsid w:val="00D64C52"/>
    <w:rsid w:val="00D65835"/>
    <w:rsid w:val="00D6611B"/>
    <w:rsid w:val="00D673CD"/>
    <w:rsid w:val="00D67475"/>
    <w:rsid w:val="00D67B2C"/>
    <w:rsid w:val="00D700F0"/>
    <w:rsid w:val="00D7067C"/>
    <w:rsid w:val="00D7078F"/>
    <w:rsid w:val="00D71E8A"/>
    <w:rsid w:val="00D7214F"/>
    <w:rsid w:val="00D7253F"/>
    <w:rsid w:val="00D72EB0"/>
    <w:rsid w:val="00D7455E"/>
    <w:rsid w:val="00D74B5A"/>
    <w:rsid w:val="00D74D92"/>
    <w:rsid w:val="00D76AFC"/>
    <w:rsid w:val="00D76CFB"/>
    <w:rsid w:val="00D773A7"/>
    <w:rsid w:val="00D8089B"/>
    <w:rsid w:val="00D80A36"/>
    <w:rsid w:val="00D80AF3"/>
    <w:rsid w:val="00D82950"/>
    <w:rsid w:val="00D82EB0"/>
    <w:rsid w:val="00D83554"/>
    <w:rsid w:val="00D83EA2"/>
    <w:rsid w:val="00D853B0"/>
    <w:rsid w:val="00D8575A"/>
    <w:rsid w:val="00D85A3B"/>
    <w:rsid w:val="00D8657E"/>
    <w:rsid w:val="00D87496"/>
    <w:rsid w:val="00D8766A"/>
    <w:rsid w:val="00D87F3E"/>
    <w:rsid w:val="00D9051D"/>
    <w:rsid w:val="00D90696"/>
    <w:rsid w:val="00D9105E"/>
    <w:rsid w:val="00D91BDF"/>
    <w:rsid w:val="00D935A1"/>
    <w:rsid w:val="00D9453E"/>
    <w:rsid w:val="00D95F82"/>
    <w:rsid w:val="00D97794"/>
    <w:rsid w:val="00D97930"/>
    <w:rsid w:val="00DA11ED"/>
    <w:rsid w:val="00DA2EF0"/>
    <w:rsid w:val="00DA2FB5"/>
    <w:rsid w:val="00DA32FB"/>
    <w:rsid w:val="00DA3339"/>
    <w:rsid w:val="00DA344A"/>
    <w:rsid w:val="00DA3CF1"/>
    <w:rsid w:val="00DA41EC"/>
    <w:rsid w:val="00DA4E56"/>
    <w:rsid w:val="00DA5461"/>
    <w:rsid w:val="00DA586A"/>
    <w:rsid w:val="00DA5952"/>
    <w:rsid w:val="00DA69A5"/>
    <w:rsid w:val="00DA6D5F"/>
    <w:rsid w:val="00DA74FC"/>
    <w:rsid w:val="00DB0B07"/>
    <w:rsid w:val="00DB168E"/>
    <w:rsid w:val="00DB1CED"/>
    <w:rsid w:val="00DB3C47"/>
    <w:rsid w:val="00DB4297"/>
    <w:rsid w:val="00DB520B"/>
    <w:rsid w:val="00DB53E4"/>
    <w:rsid w:val="00DB550F"/>
    <w:rsid w:val="00DB55BD"/>
    <w:rsid w:val="00DB5900"/>
    <w:rsid w:val="00DB5E88"/>
    <w:rsid w:val="00DB61C4"/>
    <w:rsid w:val="00DB62A9"/>
    <w:rsid w:val="00DB63F7"/>
    <w:rsid w:val="00DC0194"/>
    <w:rsid w:val="00DC0356"/>
    <w:rsid w:val="00DC1CC5"/>
    <w:rsid w:val="00DC1D65"/>
    <w:rsid w:val="00DC33E5"/>
    <w:rsid w:val="00DC387A"/>
    <w:rsid w:val="00DC3FB4"/>
    <w:rsid w:val="00DC484B"/>
    <w:rsid w:val="00DC4863"/>
    <w:rsid w:val="00DC5C51"/>
    <w:rsid w:val="00DC5F6D"/>
    <w:rsid w:val="00DC621A"/>
    <w:rsid w:val="00DC6AAC"/>
    <w:rsid w:val="00DC7CF3"/>
    <w:rsid w:val="00DD0F52"/>
    <w:rsid w:val="00DD0FDA"/>
    <w:rsid w:val="00DD1186"/>
    <w:rsid w:val="00DD142D"/>
    <w:rsid w:val="00DD25C7"/>
    <w:rsid w:val="00DD2C37"/>
    <w:rsid w:val="00DD2C6F"/>
    <w:rsid w:val="00DD300C"/>
    <w:rsid w:val="00DD3AF5"/>
    <w:rsid w:val="00DD4A34"/>
    <w:rsid w:val="00DD4DF6"/>
    <w:rsid w:val="00DD54E9"/>
    <w:rsid w:val="00DD6363"/>
    <w:rsid w:val="00DD682B"/>
    <w:rsid w:val="00DD70C1"/>
    <w:rsid w:val="00DD7796"/>
    <w:rsid w:val="00DE03E4"/>
    <w:rsid w:val="00DE0A32"/>
    <w:rsid w:val="00DE1BCD"/>
    <w:rsid w:val="00DE2003"/>
    <w:rsid w:val="00DE22C8"/>
    <w:rsid w:val="00DE235F"/>
    <w:rsid w:val="00DE2C84"/>
    <w:rsid w:val="00DE2F29"/>
    <w:rsid w:val="00DE317D"/>
    <w:rsid w:val="00DE3B3C"/>
    <w:rsid w:val="00DE4126"/>
    <w:rsid w:val="00DE4582"/>
    <w:rsid w:val="00DE45DC"/>
    <w:rsid w:val="00DE46FB"/>
    <w:rsid w:val="00DE5095"/>
    <w:rsid w:val="00DE71BE"/>
    <w:rsid w:val="00DF0313"/>
    <w:rsid w:val="00DF0C30"/>
    <w:rsid w:val="00DF0C8C"/>
    <w:rsid w:val="00DF1D0B"/>
    <w:rsid w:val="00DF432C"/>
    <w:rsid w:val="00DF4B6F"/>
    <w:rsid w:val="00DF5588"/>
    <w:rsid w:val="00DF60E5"/>
    <w:rsid w:val="00DF6704"/>
    <w:rsid w:val="00DF72D8"/>
    <w:rsid w:val="00DF7856"/>
    <w:rsid w:val="00E00A2C"/>
    <w:rsid w:val="00E00DC5"/>
    <w:rsid w:val="00E01004"/>
    <w:rsid w:val="00E027AD"/>
    <w:rsid w:val="00E02C41"/>
    <w:rsid w:val="00E02CBF"/>
    <w:rsid w:val="00E03BD4"/>
    <w:rsid w:val="00E05DA9"/>
    <w:rsid w:val="00E067A5"/>
    <w:rsid w:val="00E06F3C"/>
    <w:rsid w:val="00E07250"/>
    <w:rsid w:val="00E0751E"/>
    <w:rsid w:val="00E10315"/>
    <w:rsid w:val="00E10A9D"/>
    <w:rsid w:val="00E10D35"/>
    <w:rsid w:val="00E119ED"/>
    <w:rsid w:val="00E120A3"/>
    <w:rsid w:val="00E121C1"/>
    <w:rsid w:val="00E12427"/>
    <w:rsid w:val="00E12443"/>
    <w:rsid w:val="00E12CB2"/>
    <w:rsid w:val="00E12E0A"/>
    <w:rsid w:val="00E13D82"/>
    <w:rsid w:val="00E14CFD"/>
    <w:rsid w:val="00E15799"/>
    <w:rsid w:val="00E1622D"/>
    <w:rsid w:val="00E1630D"/>
    <w:rsid w:val="00E166FF"/>
    <w:rsid w:val="00E1715C"/>
    <w:rsid w:val="00E1788F"/>
    <w:rsid w:val="00E17DF7"/>
    <w:rsid w:val="00E218DF"/>
    <w:rsid w:val="00E21C37"/>
    <w:rsid w:val="00E21FE7"/>
    <w:rsid w:val="00E22B0D"/>
    <w:rsid w:val="00E2325C"/>
    <w:rsid w:val="00E23D0E"/>
    <w:rsid w:val="00E24D83"/>
    <w:rsid w:val="00E25168"/>
    <w:rsid w:val="00E25898"/>
    <w:rsid w:val="00E273A5"/>
    <w:rsid w:val="00E27FB9"/>
    <w:rsid w:val="00E27FFD"/>
    <w:rsid w:val="00E30213"/>
    <w:rsid w:val="00E30387"/>
    <w:rsid w:val="00E3073B"/>
    <w:rsid w:val="00E308DB"/>
    <w:rsid w:val="00E30F79"/>
    <w:rsid w:val="00E317C2"/>
    <w:rsid w:val="00E318CD"/>
    <w:rsid w:val="00E31A76"/>
    <w:rsid w:val="00E31F98"/>
    <w:rsid w:val="00E321BA"/>
    <w:rsid w:val="00E32325"/>
    <w:rsid w:val="00E32CBC"/>
    <w:rsid w:val="00E347A1"/>
    <w:rsid w:val="00E34EEC"/>
    <w:rsid w:val="00E375D9"/>
    <w:rsid w:val="00E37C80"/>
    <w:rsid w:val="00E40668"/>
    <w:rsid w:val="00E40DB7"/>
    <w:rsid w:val="00E4145A"/>
    <w:rsid w:val="00E41A42"/>
    <w:rsid w:val="00E42534"/>
    <w:rsid w:val="00E42C33"/>
    <w:rsid w:val="00E43609"/>
    <w:rsid w:val="00E44346"/>
    <w:rsid w:val="00E46662"/>
    <w:rsid w:val="00E46A5A"/>
    <w:rsid w:val="00E503D2"/>
    <w:rsid w:val="00E50ADE"/>
    <w:rsid w:val="00E51CDC"/>
    <w:rsid w:val="00E524AB"/>
    <w:rsid w:val="00E5286E"/>
    <w:rsid w:val="00E530B6"/>
    <w:rsid w:val="00E53159"/>
    <w:rsid w:val="00E531EC"/>
    <w:rsid w:val="00E5371B"/>
    <w:rsid w:val="00E54F91"/>
    <w:rsid w:val="00E558D2"/>
    <w:rsid w:val="00E55F99"/>
    <w:rsid w:val="00E56737"/>
    <w:rsid w:val="00E60330"/>
    <w:rsid w:val="00E609E5"/>
    <w:rsid w:val="00E61106"/>
    <w:rsid w:val="00E611B7"/>
    <w:rsid w:val="00E612FA"/>
    <w:rsid w:val="00E619B0"/>
    <w:rsid w:val="00E61C33"/>
    <w:rsid w:val="00E61EAE"/>
    <w:rsid w:val="00E6251D"/>
    <w:rsid w:val="00E625BC"/>
    <w:rsid w:val="00E6325D"/>
    <w:rsid w:val="00E63348"/>
    <w:rsid w:val="00E63A0B"/>
    <w:rsid w:val="00E6459F"/>
    <w:rsid w:val="00E64FB5"/>
    <w:rsid w:val="00E655DE"/>
    <w:rsid w:val="00E65904"/>
    <w:rsid w:val="00E659ED"/>
    <w:rsid w:val="00E65FFF"/>
    <w:rsid w:val="00E66BC3"/>
    <w:rsid w:val="00E6718D"/>
    <w:rsid w:val="00E70285"/>
    <w:rsid w:val="00E703B2"/>
    <w:rsid w:val="00E70605"/>
    <w:rsid w:val="00E71F98"/>
    <w:rsid w:val="00E72286"/>
    <w:rsid w:val="00E724D2"/>
    <w:rsid w:val="00E73F45"/>
    <w:rsid w:val="00E7417A"/>
    <w:rsid w:val="00E7579B"/>
    <w:rsid w:val="00E76789"/>
    <w:rsid w:val="00E76BA0"/>
    <w:rsid w:val="00E77092"/>
    <w:rsid w:val="00E77F9E"/>
    <w:rsid w:val="00E8090B"/>
    <w:rsid w:val="00E80B48"/>
    <w:rsid w:val="00E812C9"/>
    <w:rsid w:val="00E829A6"/>
    <w:rsid w:val="00E832AB"/>
    <w:rsid w:val="00E844D6"/>
    <w:rsid w:val="00E855C2"/>
    <w:rsid w:val="00E85DA5"/>
    <w:rsid w:val="00E86264"/>
    <w:rsid w:val="00E8745F"/>
    <w:rsid w:val="00E87ABD"/>
    <w:rsid w:val="00E912AC"/>
    <w:rsid w:val="00E914A6"/>
    <w:rsid w:val="00E91B11"/>
    <w:rsid w:val="00E91B2C"/>
    <w:rsid w:val="00E922BC"/>
    <w:rsid w:val="00E92EED"/>
    <w:rsid w:val="00E94088"/>
    <w:rsid w:val="00E94887"/>
    <w:rsid w:val="00E94E95"/>
    <w:rsid w:val="00E95067"/>
    <w:rsid w:val="00E95AFC"/>
    <w:rsid w:val="00E95B10"/>
    <w:rsid w:val="00E96647"/>
    <w:rsid w:val="00E96A27"/>
    <w:rsid w:val="00E973AA"/>
    <w:rsid w:val="00E97BD6"/>
    <w:rsid w:val="00EA0302"/>
    <w:rsid w:val="00EA03D6"/>
    <w:rsid w:val="00EA13DE"/>
    <w:rsid w:val="00EA250A"/>
    <w:rsid w:val="00EA2BE7"/>
    <w:rsid w:val="00EA32F4"/>
    <w:rsid w:val="00EA3A3C"/>
    <w:rsid w:val="00EA3A70"/>
    <w:rsid w:val="00EA3FB9"/>
    <w:rsid w:val="00EA403D"/>
    <w:rsid w:val="00EA44E4"/>
    <w:rsid w:val="00EA5424"/>
    <w:rsid w:val="00EA5AA4"/>
    <w:rsid w:val="00EA64B0"/>
    <w:rsid w:val="00EA79A2"/>
    <w:rsid w:val="00EA7C41"/>
    <w:rsid w:val="00EB0400"/>
    <w:rsid w:val="00EB207C"/>
    <w:rsid w:val="00EB2701"/>
    <w:rsid w:val="00EB2C71"/>
    <w:rsid w:val="00EB2DAB"/>
    <w:rsid w:val="00EB2FEB"/>
    <w:rsid w:val="00EB3CE5"/>
    <w:rsid w:val="00EB610E"/>
    <w:rsid w:val="00EB6161"/>
    <w:rsid w:val="00EB632D"/>
    <w:rsid w:val="00EB6E84"/>
    <w:rsid w:val="00EB74F5"/>
    <w:rsid w:val="00EB7A64"/>
    <w:rsid w:val="00EB7C00"/>
    <w:rsid w:val="00EC00AD"/>
    <w:rsid w:val="00EC03F4"/>
    <w:rsid w:val="00EC05CA"/>
    <w:rsid w:val="00EC07C0"/>
    <w:rsid w:val="00EC0878"/>
    <w:rsid w:val="00EC094B"/>
    <w:rsid w:val="00EC0B3A"/>
    <w:rsid w:val="00EC10C5"/>
    <w:rsid w:val="00EC148B"/>
    <w:rsid w:val="00EC2517"/>
    <w:rsid w:val="00EC266F"/>
    <w:rsid w:val="00EC3058"/>
    <w:rsid w:val="00EC3BFA"/>
    <w:rsid w:val="00EC46A9"/>
    <w:rsid w:val="00EC58B7"/>
    <w:rsid w:val="00EC5A3F"/>
    <w:rsid w:val="00EC73A7"/>
    <w:rsid w:val="00EC755D"/>
    <w:rsid w:val="00ED0220"/>
    <w:rsid w:val="00ED161F"/>
    <w:rsid w:val="00ED16EB"/>
    <w:rsid w:val="00ED1D68"/>
    <w:rsid w:val="00ED272A"/>
    <w:rsid w:val="00ED2885"/>
    <w:rsid w:val="00ED2A61"/>
    <w:rsid w:val="00ED2EFF"/>
    <w:rsid w:val="00ED2F83"/>
    <w:rsid w:val="00ED3BFD"/>
    <w:rsid w:val="00ED452C"/>
    <w:rsid w:val="00ED4DBE"/>
    <w:rsid w:val="00ED5549"/>
    <w:rsid w:val="00ED563D"/>
    <w:rsid w:val="00ED5D02"/>
    <w:rsid w:val="00ED6415"/>
    <w:rsid w:val="00ED6789"/>
    <w:rsid w:val="00ED6930"/>
    <w:rsid w:val="00ED6934"/>
    <w:rsid w:val="00ED799E"/>
    <w:rsid w:val="00ED7BA1"/>
    <w:rsid w:val="00EE0384"/>
    <w:rsid w:val="00EE12C1"/>
    <w:rsid w:val="00EE1AD3"/>
    <w:rsid w:val="00EE22A2"/>
    <w:rsid w:val="00EE272C"/>
    <w:rsid w:val="00EE3040"/>
    <w:rsid w:val="00EE341F"/>
    <w:rsid w:val="00EE3508"/>
    <w:rsid w:val="00EE3883"/>
    <w:rsid w:val="00EE3BBB"/>
    <w:rsid w:val="00EE3F9E"/>
    <w:rsid w:val="00EE4776"/>
    <w:rsid w:val="00EE48CA"/>
    <w:rsid w:val="00EE4948"/>
    <w:rsid w:val="00EE4B03"/>
    <w:rsid w:val="00EE54F7"/>
    <w:rsid w:val="00EE6188"/>
    <w:rsid w:val="00EE6410"/>
    <w:rsid w:val="00EE662C"/>
    <w:rsid w:val="00EE6AEB"/>
    <w:rsid w:val="00EE733A"/>
    <w:rsid w:val="00EE7628"/>
    <w:rsid w:val="00EE7DE6"/>
    <w:rsid w:val="00EF07D9"/>
    <w:rsid w:val="00EF1ACF"/>
    <w:rsid w:val="00EF2366"/>
    <w:rsid w:val="00EF2C8D"/>
    <w:rsid w:val="00EF30AE"/>
    <w:rsid w:val="00EF38EA"/>
    <w:rsid w:val="00EF4638"/>
    <w:rsid w:val="00EF4E89"/>
    <w:rsid w:val="00EF4EE2"/>
    <w:rsid w:val="00EF556E"/>
    <w:rsid w:val="00EF5790"/>
    <w:rsid w:val="00EF6798"/>
    <w:rsid w:val="00EF6875"/>
    <w:rsid w:val="00EF7E43"/>
    <w:rsid w:val="00F0023A"/>
    <w:rsid w:val="00F00A78"/>
    <w:rsid w:val="00F02066"/>
    <w:rsid w:val="00F026F5"/>
    <w:rsid w:val="00F03846"/>
    <w:rsid w:val="00F03EA4"/>
    <w:rsid w:val="00F0497D"/>
    <w:rsid w:val="00F04F7C"/>
    <w:rsid w:val="00F0522C"/>
    <w:rsid w:val="00F05451"/>
    <w:rsid w:val="00F0573E"/>
    <w:rsid w:val="00F0591B"/>
    <w:rsid w:val="00F074ED"/>
    <w:rsid w:val="00F1059D"/>
    <w:rsid w:val="00F1114D"/>
    <w:rsid w:val="00F12A35"/>
    <w:rsid w:val="00F12BBF"/>
    <w:rsid w:val="00F12D20"/>
    <w:rsid w:val="00F131E7"/>
    <w:rsid w:val="00F13788"/>
    <w:rsid w:val="00F1488A"/>
    <w:rsid w:val="00F15224"/>
    <w:rsid w:val="00F15A5D"/>
    <w:rsid w:val="00F16C2F"/>
    <w:rsid w:val="00F16F53"/>
    <w:rsid w:val="00F20554"/>
    <w:rsid w:val="00F20C53"/>
    <w:rsid w:val="00F217D6"/>
    <w:rsid w:val="00F2270B"/>
    <w:rsid w:val="00F23A0B"/>
    <w:rsid w:val="00F23F7F"/>
    <w:rsid w:val="00F2435D"/>
    <w:rsid w:val="00F25162"/>
    <w:rsid w:val="00F258BD"/>
    <w:rsid w:val="00F25925"/>
    <w:rsid w:val="00F25A60"/>
    <w:rsid w:val="00F26388"/>
    <w:rsid w:val="00F26C2E"/>
    <w:rsid w:val="00F272BA"/>
    <w:rsid w:val="00F27E8B"/>
    <w:rsid w:val="00F308FF"/>
    <w:rsid w:val="00F30E28"/>
    <w:rsid w:val="00F31CB8"/>
    <w:rsid w:val="00F33053"/>
    <w:rsid w:val="00F33907"/>
    <w:rsid w:val="00F33CF1"/>
    <w:rsid w:val="00F34386"/>
    <w:rsid w:val="00F348AD"/>
    <w:rsid w:val="00F359B4"/>
    <w:rsid w:val="00F36178"/>
    <w:rsid w:val="00F36408"/>
    <w:rsid w:val="00F36795"/>
    <w:rsid w:val="00F3688B"/>
    <w:rsid w:val="00F4071B"/>
    <w:rsid w:val="00F40B91"/>
    <w:rsid w:val="00F40BBD"/>
    <w:rsid w:val="00F40C5D"/>
    <w:rsid w:val="00F40F67"/>
    <w:rsid w:val="00F41241"/>
    <w:rsid w:val="00F42DF3"/>
    <w:rsid w:val="00F435FD"/>
    <w:rsid w:val="00F452E7"/>
    <w:rsid w:val="00F455F1"/>
    <w:rsid w:val="00F45BDE"/>
    <w:rsid w:val="00F466FB"/>
    <w:rsid w:val="00F50073"/>
    <w:rsid w:val="00F50B87"/>
    <w:rsid w:val="00F50F82"/>
    <w:rsid w:val="00F51336"/>
    <w:rsid w:val="00F516C5"/>
    <w:rsid w:val="00F51762"/>
    <w:rsid w:val="00F524CE"/>
    <w:rsid w:val="00F52E1B"/>
    <w:rsid w:val="00F531E1"/>
    <w:rsid w:val="00F53612"/>
    <w:rsid w:val="00F5423A"/>
    <w:rsid w:val="00F54D63"/>
    <w:rsid w:val="00F54F70"/>
    <w:rsid w:val="00F55678"/>
    <w:rsid w:val="00F55895"/>
    <w:rsid w:val="00F562B7"/>
    <w:rsid w:val="00F56578"/>
    <w:rsid w:val="00F56B51"/>
    <w:rsid w:val="00F57360"/>
    <w:rsid w:val="00F5767B"/>
    <w:rsid w:val="00F576E1"/>
    <w:rsid w:val="00F57EE8"/>
    <w:rsid w:val="00F57F84"/>
    <w:rsid w:val="00F600D3"/>
    <w:rsid w:val="00F60989"/>
    <w:rsid w:val="00F61A01"/>
    <w:rsid w:val="00F61DF1"/>
    <w:rsid w:val="00F61F14"/>
    <w:rsid w:val="00F62B4A"/>
    <w:rsid w:val="00F62B7F"/>
    <w:rsid w:val="00F62F73"/>
    <w:rsid w:val="00F632CE"/>
    <w:rsid w:val="00F63785"/>
    <w:rsid w:val="00F637A1"/>
    <w:rsid w:val="00F639C0"/>
    <w:rsid w:val="00F64425"/>
    <w:rsid w:val="00F64E38"/>
    <w:rsid w:val="00F65882"/>
    <w:rsid w:val="00F65974"/>
    <w:rsid w:val="00F65ACA"/>
    <w:rsid w:val="00F662D6"/>
    <w:rsid w:val="00F6641F"/>
    <w:rsid w:val="00F6664B"/>
    <w:rsid w:val="00F670DA"/>
    <w:rsid w:val="00F67D0A"/>
    <w:rsid w:val="00F70006"/>
    <w:rsid w:val="00F70768"/>
    <w:rsid w:val="00F71602"/>
    <w:rsid w:val="00F730FC"/>
    <w:rsid w:val="00F733F1"/>
    <w:rsid w:val="00F73431"/>
    <w:rsid w:val="00F74548"/>
    <w:rsid w:val="00F74991"/>
    <w:rsid w:val="00F74D4F"/>
    <w:rsid w:val="00F75C01"/>
    <w:rsid w:val="00F760E0"/>
    <w:rsid w:val="00F76528"/>
    <w:rsid w:val="00F77037"/>
    <w:rsid w:val="00F7711B"/>
    <w:rsid w:val="00F776F8"/>
    <w:rsid w:val="00F77F93"/>
    <w:rsid w:val="00F81A57"/>
    <w:rsid w:val="00F8221F"/>
    <w:rsid w:val="00F82E20"/>
    <w:rsid w:val="00F831B6"/>
    <w:rsid w:val="00F84849"/>
    <w:rsid w:val="00F84F4A"/>
    <w:rsid w:val="00F85D39"/>
    <w:rsid w:val="00F85EFA"/>
    <w:rsid w:val="00F8641C"/>
    <w:rsid w:val="00F87220"/>
    <w:rsid w:val="00F87466"/>
    <w:rsid w:val="00F874B8"/>
    <w:rsid w:val="00F87814"/>
    <w:rsid w:val="00F87966"/>
    <w:rsid w:val="00F90538"/>
    <w:rsid w:val="00F912B0"/>
    <w:rsid w:val="00F91543"/>
    <w:rsid w:val="00F91651"/>
    <w:rsid w:val="00F91932"/>
    <w:rsid w:val="00F91A5F"/>
    <w:rsid w:val="00F91ADE"/>
    <w:rsid w:val="00F91F80"/>
    <w:rsid w:val="00F92177"/>
    <w:rsid w:val="00F926E7"/>
    <w:rsid w:val="00F933E6"/>
    <w:rsid w:val="00F93963"/>
    <w:rsid w:val="00F947D0"/>
    <w:rsid w:val="00F948C3"/>
    <w:rsid w:val="00F949ED"/>
    <w:rsid w:val="00F94D02"/>
    <w:rsid w:val="00F94E9B"/>
    <w:rsid w:val="00F95470"/>
    <w:rsid w:val="00F95477"/>
    <w:rsid w:val="00F95786"/>
    <w:rsid w:val="00F95F38"/>
    <w:rsid w:val="00F95F85"/>
    <w:rsid w:val="00F9649D"/>
    <w:rsid w:val="00FA0324"/>
    <w:rsid w:val="00FA0D5F"/>
    <w:rsid w:val="00FA0E81"/>
    <w:rsid w:val="00FA0F51"/>
    <w:rsid w:val="00FA118D"/>
    <w:rsid w:val="00FA155E"/>
    <w:rsid w:val="00FA1ABE"/>
    <w:rsid w:val="00FA1B81"/>
    <w:rsid w:val="00FA2345"/>
    <w:rsid w:val="00FA3F92"/>
    <w:rsid w:val="00FA515C"/>
    <w:rsid w:val="00FA565C"/>
    <w:rsid w:val="00FA57F8"/>
    <w:rsid w:val="00FA5978"/>
    <w:rsid w:val="00FA5F33"/>
    <w:rsid w:val="00FA5FCB"/>
    <w:rsid w:val="00FA6635"/>
    <w:rsid w:val="00FA66FD"/>
    <w:rsid w:val="00FB1AE0"/>
    <w:rsid w:val="00FB1B58"/>
    <w:rsid w:val="00FB21F4"/>
    <w:rsid w:val="00FB2EC8"/>
    <w:rsid w:val="00FB4CF1"/>
    <w:rsid w:val="00FB6CA0"/>
    <w:rsid w:val="00FB7148"/>
    <w:rsid w:val="00FB7277"/>
    <w:rsid w:val="00FB7433"/>
    <w:rsid w:val="00FC0B9B"/>
    <w:rsid w:val="00FC1064"/>
    <w:rsid w:val="00FC12D4"/>
    <w:rsid w:val="00FC15D0"/>
    <w:rsid w:val="00FC1659"/>
    <w:rsid w:val="00FC243F"/>
    <w:rsid w:val="00FC3A12"/>
    <w:rsid w:val="00FC457B"/>
    <w:rsid w:val="00FC487C"/>
    <w:rsid w:val="00FC4B0C"/>
    <w:rsid w:val="00FC4B56"/>
    <w:rsid w:val="00FC5B50"/>
    <w:rsid w:val="00FC63CF"/>
    <w:rsid w:val="00FC682B"/>
    <w:rsid w:val="00FC6B36"/>
    <w:rsid w:val="00FC6D73"/>
    <w:rsid w:val="00FC72C1"/>
    <w:rsid w:val="00FC739B"/>
    <w:rsid w:val="00FC74CF"/>
    <w:rsid w:val="00FD0A4E"/>
    <w:rsid w:val="00FD1207"/>
    <w:rsid w:val="00FD129C"/>
    <w:rsid w:val="00FD1C88"/>
    <w:rsid w:val="00FD1F27"/>
    <w:rsid w:val="00FD2A13"/>
    <w:rsid w:val="00FD2FB5"/>
    <w:rsid w:val="00FD367E"/>
    <w:rsid w:val="00FD4AAE"/>
    <w:rsid w:val="00FD5C76"/>
    <w:rsid w:val="00FD73F2"/>
    <w:rsid w:val="00FD7B14"/>
    <w:rsid w:val="00FE02C2"/>
    <w:rsid w:val="00FE147A"/>
    <w:rsid w:val="00FE1487"/>
    <w:rsid w:val="00FE1D09"/>
    <w:rsid w:val="00FE41CA"/>
    <w:rsid w:val="00FE5644"/>
    <w:rsid w:val="00FE5998"/>
    <w:rsid w:val="00FE68E8"/>
    <w:rsid w:val="00FE6936"/>
    <w:rsid w:val="00FE6A43"/>
    <w:rsid w:val="00FE766F"/>
    <w:rsid w:val="00FE7D60"/>
    <w:rsid w:val="00FF023B"/>
    <w:rsid w:val="00FF035A"/>
    <w:rsid w:val="00FF088F"/>
    <w:rsid w:val="00FF0DF8"/>
    <w:rsid w:val="00FF21EC"/>
    <w:rsid w:val="00FF287C"/>
    <w:rsid w:val="00FF3116"/>
    <w:rsid w:val="00FF47CD"/>
    <w:rsid w:val="00FF585C"/>
    <w:rsid w:val="00FF5B20"/>
    <w:rsid w:val="00FF6799"/>
    <w:rsid w:val="00FF6AAA"/>
    <w:rsid w:val="00FF7F3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73720AA9"/>
  <w15:docId w15:val="{510A6E46-7B69-4247-9B31-5EF5F1372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AKFZ_Normální"/>
    <w:qFormat/>
    <w:rsid w:val="00F25925"/>
    <w:pPr>
      <w:spacing w:after="100" w:line="288" w:lineRule="auto"/>
      <w:jc w:val="both"/>
    </w:pPr>
    <w:rPr>
      <w:rFonts w:ascii="Arial" w:hAnsi="Arial" w:cs="Calibri"/>
      <w:sz w:val="22"/>
      <w:szCs w:val="22"/>
      <w:lang w:eastAsia="en-US"/>
    </w:rPr>
  </w:style>
  <w:style w:type="paragraph" w:styleId="Nadpis1">
    <w:name w:val="heading 1"/>
    <w:aliases w:val="AKFZ podání 1,Heading 1 - Nadpis 1. úrovně,H1,Chapter,1,section,ASAPHeading 1,Celého textu,V_Head1,Záhlaví 1,h1,1.,Kapitola1,Kapitola2,Kapitola3,Kapitola4,Kapitola5,Kapitola11,Kapitola21,Kapitola31,Kapitola41,Kapitola6,Kapitola12,Kapitola22"/>
    <w:basedOn w:val="Normln"/>
    <w:next w:val="Normln"/>
    <w:link w:val="Nadpis1Char"/>
    <w:uiPriority w:val="99"/>
    <w:qFormat/>
    <w:rsid w:val="005442BD"/>
    <w:pPr>
      <w:spacing w:before="240"/>
      <w:outlineLvl w:val="0"/>
    </w:pPr>
    <w:rPr>
      <w:rFonts w:eastAsia="Times New Roman"/>
      <w:b/>
      <w:caps/>
    </w:rPr>
  </w:style>
  <w:style w:type="paragraph" w:styleId="Nadpis2">
    <w:name w:val="heading 2"/>
    <w:aliases w:val="AKFZ podání 2"/>
    <w:basedOn w:val="Normln"/>
    <w:next w:val="Normln"/>
    <w:link w:val="Nadpis2Char"/>
    <w:uiPriority w:val="99"/>
    <w:qFormat/>
    <w:rsid w:val="005442BD"/>
    <w:pPr>
      <w:keepNext/>
      <w:spacing w:before="360" w:after="120" w:line="240" w:lineRule="auto"/>
      <w:outlineLvl w:val="1"/>
    </w:pPr>
    <w:rPr>
      <w:rFonts w:eastAsia="Times New Roman"/>
      <w:b/>
      <w:caps/>
      <w:spacing w:val="20"/>
    </w:rPr>
  </w:style>
  <w:style w:type="paragraph" w:styleId="Nadpis3">
    <w:name w:val="heading 3"/>
    <w:aliases w:val="AKFZ podání 3"/>
    <w:basedOn w:val="Normln"/>
    <w:next w:val="Normln"/>
    <w:link w:val="Nadpis3Char"/>
    <w:uiPriority w:val="99"/>
    <w:qFormat/>
    <w:rsid w:val="00EC10C5"/>
    <w:pPr>
      <w:keepNext/>
      <w:spacing w:before="360" w:after="120" w:line="240" w:lineRule="auto"/>
      <w:outlineLvl w:val="2"/>
    </w:pPr>
    <w:rPr>
      <w:rFonts w:eastAsia="Times New Roman"/>
      <w:b/>
    </w:rPr>
  </w:style>
  <w:style w:type="paragraph" w:styleId="Nadpis4">
    <w:name w:val="heading 4"/>
    <w:aliases w:val="AKFZ Podání 4"/>
    <w:basedOn w:val="Nadpis3"/>
    <w:next w:val="Normln"/>
    <w:link w:val="Nadpis4Char"/>
    <w:uiPriority w:val="99"/>
    <w:qFormat/>
    <w:rsid w:val="005442BD"/>
    <w:pPr>
      <w:outlineLvl w:val="3"/>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AKFZ podání 1 Char,Heading 1 - Nadpis 1. úrovně Char,H1 Char,Chapter Char,1 Char,section Char,ASAPHeading 1 Char,Celého textu Char,V_Head1 Char,Záhlaví 1 Char,h1 Char,1. Char,Kapitola1 Char,Kapitola2 Char,Kapitola3 Char,Kapitola4 Char"/>
    <w:link w:val="Nadpis1"/>
    <w:uiPriority w:val="99"/>
    <w:rsid w:val="005442BD"/>
    <w:rPr>
      <w:rFonts w:ascii="Arial" w:hAnsi="Arial" w:cs="Arial"/>
      <w:b/>
      <w:caps/>
      <w:lang w:eastAsia="cs-CZ"/>
    </w:rPr>
  </w:style>
  <w:style w:type="character" w:customStyle="1" w:styleId="Nadpis2Char">
    <w:name w:val="Nadpis 2 Char"/>
    <w:aliases w:val="AKFZ podání 2 Char"/>
    <w:link w:val="Nadpis2"/>
    <w:uiPriority w:val="99"/>
    <w:rsid w:val="005442BD"/>
    <w:rPr>
      <w:rFonts w:ascii="Arial" w:hAnsi="Arial" w:cs="Arial"/>
      <w:b/>
      <w:caps/>
      <w:spacing w:val="20"/>
    </w:rPr>
  </w:style>
  <w:style w:type="character" w:customStyle="1" w:styleId="Nadpis3Char">
    <w:name w:val="Nadpis 3 Char"/>
    <w:aliases w:val="AKFZ podání 3 Char"/>
    <w:link w:val="Nadpis3"/>
    <w:uiPriority w:val="99"/>
    <w:rsid w:val="005442BD"/>
    <w:rPr>
      <w:rFonts w:ascii="Arial" w:hAnsi="Arial" w:cs="Arial"/>
      <w:b/>
    </w:rPr>
  </w:style>
  <w:style w:type="character" w:customStyle="1" w:styleId="Nadpis4Char">
    <w:name w:val="Nadpis 4 Char"/>
    <w:aliases w:val="AKFZ Podání 4 Char"/>
    <w:link w:val="Nadpis4"/>
    <w:uiPriority w:val="99"/>
    <w:rsid w:val="005442BD"/>
    <w:rPr>
      <w:rFonts w:ascii="Arial" w:hAnsi="Arial" w:cs="Arial"/>
      <w:b/>
      <w:lang w:eastAsia="cs-CZ"/>
    </w:rPr>
  </w:style>
  <w:style w:type="paragraph" w:customStyle="1" w:styleId="AKFZslovanodstavec">
    <w:name w:val="AKFZ_číslovaný odstavec"/>
    <w:basedOn w:val="AKFZFnormln"/>
    <w:uiPriority w:val="99"/>
    <w:rsid w:val="004354BB"/>
    <w:pPr>
      <w:numPr>
        <w:numId w:val="6"/>
      </w:numPr>
    </w:pPr>
    <w:rPr>
      <w:rFonts w:cs="Arial"/>
    </w:rPr>
  </w:style>
  <w:style w:type="paragraph" w:customStyle="1" w:styleId="AKFZnadpis1rovn">
    <w:name w:val="AKFZ_nadpis 1. úrovně"/>
    <w:basedOn w:val="Normln"/>
    <w:next w:val="Normln"/>
    <w:uiPriority w:val="99"/>
    <w:rsid w:val="006206AD"/>
    <w:pPr>
      <w:spacing w:before="480" w:after="360" w:line="240" w:lineRule="auto"/>
    </w:pPr>
    <w:rPr>
      <w:b/>
      <w:caps/>
      <w:sz w:val="40"/>
      <w:szCs w:val="40"/>
    </w:rPr>
  </w:style>
  <w:style w:type="paragraph" w:customStyle="1" w:styleId="AKFZFNadpisvrozboru">
    <w:name w:val="AKFZF_Nadpis v rozboru"/>
    <w:basedOn w:val="AKFZFnormln"/>
    <w:next w:val="AKFZFnovnadpis2"/>
    <w:uiPriority w:val="99"/>
    <w:rsid w:val="00F217D6"/>
    <w:pPr>
      <w:outlineLvl w:val="0"/>
    </w:pPr>
    <w:rPr>
      <w:b/>
      <w:caps/>
      <w:sz w:val="32"/>
    </w:rPr>
  </w:style>
  <w:style w:type="paragraph" w:customStyle="1" w:styleId="lneksmlouvy">
    <w:name w:val="článek_smlouvy"/>
    <w:basedOn w:val="AKFZFnormln"/>
    <w:uiPriority w:val="99"/>
    <w:rsid w:val="004354BB"/>
    <w:pPr>
      <w:numPr>
        <w:ilvl w:val="1"/>
        <w:numId w:val="10"/>
      </w:numPr>
    </w:pPr>
  </w:style>
  <w:style w:type="paragraph" w:customStyle="1" w:styleId="AKFZOdrky">
    <w:name w:val="AKFZ Odrážky"/>
    <w:basedOn w:val="Normln"/>
    <w:uiPriority w:val="99"/>
    <w:rsid w:val="005442BD"/>
    <w:pPr>
      <w:numPr>
        <w:numId w:val="3"/>
      </w:numPr>
    </w:pPr>
  </w:style>
  <w:style w:type="paragraph" w:styleId="Odstavecseseznamem">
    <w:name w:val="List Paragraph"/>
    <w:basedOn w:val="Normln"/>
    <w:uiPriority w:val="99"/>
    <w:qFormat/>
    <w:rsid w:val="002D5271"/>
    <w:pPr>
      <w:ind w:left="720"/>
      <w:contextualSpacing/>
    </w:pPr>
    <w:rPr>
      <w:rFonts w:cs="Times New Roman"/>
    </w:rPr>
  </w:style>
  <w:style w:type="paragraph" w:styleId="Zhlav">
    <w:name w:val="header"/>
    <w:basedOn w:val="Normln"/>
    <w:link w:val="ZhlavChar"/>
    <w:uiPriority w:val="99"/>
    <w:rsid w:val="00771BAE"/>
    <w:pPr>
      <w:tabs>
        <w:tab w:val="center" w:pos="4536"/>
        <w:tab w:val="right" w:pos="9072"/>
      </w:tabs>
      <w:spacing w:after="0" w:line="240" w:lineRule="auto"/>
    </w:pPr>
  </w:style>
  <w:style w:type="character" w:customStyle="1" w:styleId="ZhlavChar">
    <w:name w:val="Záhlaví Char"/>
    <w:link w:val="Zhlav"/>
    <w:uiPriority w:val="99"/>
    <w:rsid w:val="00771BAE"/>
    <w:rPr>
      <w:rFonts w:ascii="Calibri" w:hAnsi="Calibri" w:cs="Times New Roman"/>
      <w:spacing w:val="3"/>
      <w:sz w:val="20"/>
      <w:szCs w:val="20"/>
      <w:lang w:eastAsia="cs-CZ"/>
    </w:rPr>
  </w:style>
  <w:style w:type="paragraph" w:styleId="Zpat">
    <w:name w:val="footer"/>
    <w:basedOn w:val="Normln"/>
    <w:link w:val="ZpatChar"/>
    <w:uiPriority w:val="99"/>
    <w:rsid w:val="00771BAE"/>
    <w:pPr>
      <w:tabs>
        <w:tab w:val="center" w:pos="4536"/>
        <w:tab w:val="right" w:pos="9072"/>
      </w:tabs>
      <w:spacing w:after="0" w:line="240" w:lineRule="auto"/>
    </w:pPr>
  </w:style>
  <w:style w:type="character" w:customStyle="1" w:styleId="ZpatChar">
    <w:name w:val="Zápatí Char"/>
    <w:link w:val="Zpat"/>
    <w:uiPriority w:val="99"/>
    <w:rsid w:val="00771BAE"/>
    <w:rPr>
      <w:rFonts w:ascii="Calibri" w:hAnsi="Calibri" w:cs="Times New Roman"/>
      <w:spacing w:val="3"/>
      <w:sz w:val="20"/>
      <w:szCs w:val="20"/>
      <w:lang w:eastAsia="cs-CZ"/>
    </w:rPr>
  </w:style>
  <w:style w:type="paragraph" w:styleId="Textbubliny">
    <w:name w:val="Balloon Text"/>
    <w:basedOn w:val="Normln"/>
    <w:link w:val="TextbublinyChar"/>
    <w:uiPriority w:val="99"/>
    <w:semiHidden/>
    <w:rsid w:val="00771BAE"/>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paragraph" w:customStyle="1" w:styleId="RLslovanodstavec">
    <w:name w:val="RL Číslovaný odstavec"/>
    <w:basedOn w:val="Normln"/>
    <w:uiPriority w:val="99"/>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rsid w:val="00957529"/>
    <w:pPr>
      <w:ind w:left="220"/>
    </w:pPr>
  </w:style>
  <w:style w:type="paragraph" w:styleId="Obsah1">
    <w:name w:val="toc 1"/>
    <w:basedOn w:val="Normln"/>
    <w:next w:val="Normln"/>
    <w:autoRedefine/>
    <w:uiPriority w:val="39"/>
    <w:rsid w:val="00957529"/>
  </w:style>
  <w:style w:type="paragraph" w:styleId="Obsah3">
    <w:name w:val="toc 3"/>
    <w:basedOn w:val="Normln"/>
    <w:next w:val="Normln"/>
    <w:autoRedefine/>
    <w:uiPriority w:val="39"/>
    <w:rsid w:val="00957529"/>
    <w:pPr>
      <w:ind w:left="440"/>
    </w:pPr>
  </w:style>
  <w:style w:type="character" w:styleId="Hypertextovodkaz">
    <w:name w:val="Hyperlink"/>
    <w:uiPriority w:val="99"/>
    <w:rsid w:val="00957529"/>
    <w:rPr>
      <w:rFonts w:cs="Times New Roman"/>
      <w:color w:val="0000FF"/>
      <w:u w:val="single"/>
    </w:rPr>
  </w:style>
  <w:style w:type="table" w:styleId="Mkatabulky">
    <w:name w:val="Table Grid"/>
    <w:basedOn w:val="Normlntabulka"/>
    <w:uiPriority w:val="9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FZpetit">
    <w:name w:val="AKFZ_petit"/>
    <w:basedOn w:val="Odstavecseseznamem"/>
    <w:link w:val="AKFZpetitChar"/>
    <w:uiPriority w:val="99"/>
    <w:rsid w:val="005442BD"/>
    <w:pPr>
      <w:numPr>
        <w:numId w:val="2"/>
      </w:numPr>
      <w:tabs>
        <w:tab w:val="num" w:pos="737"/>
      </w:tabs>
      <w:spacing w:before="100"/>
      <w:ind w:left="737" w:hanging="731"/>
    </w:pPr>
  </w:style>
  <w:style w:type="character" w:customStyle="1" w:styleId="AKFZpetitChar">
    <w:name w:val="AKFZ_petit Char"/>
    <w:link w:val="AKFZpetit"/>
    <w:uiPriority w:val="99"/>
    <w:rsid w:val="005442BD"/>
    <w:rPr>
      <w:rFonts w:ascii="Arial" w:eastAsia="Times New Roman" w:hAnsi="Arial" w:cs="Times New Roman"/>
    </w:rPr>
  </w:style>
  <w:style w:type="paragraph" w:customStyle="1" w:styleId="AKFZdkaz">
    <w:name w:val="AKFZ_důkaz"/>
    <w:basedOn w:val="Normln"/>
    <w:link w:val="AKFZdkazChar"/>
    <w:uiPriority w:val="99"/>
    <w:rsid w:val="005442BD"/>
    <w:pPr>
      <w:tabs>
        <w:tab w:val="left" w:pos="1134"/>
        <w:tab w:val="left" w:pos="1560"/>
      </w:tabs>
      <w:ind w:left="1559" w:hanging="1559"/>
    </w:pPr>
  </w:style>
  <w:style w:type="character" w:customStyle="1" w:styleId="AKFZdkazChar">
    <w:name w:val="AKFZ_důkaz Char"/>
    <w:link w:val="AKFZdkaz"/>
    <w:uiPriority w:val="99"/>
    <w:rsid w:val="005442BD"/>
    <w:rPr>
      <w:rFonts w:ascii="Arial" w:hAnsi="Arial" w:cs="Arial"/>
    </w:rPr>
  </w:style>
  <w:style w:type="paragraph" w:customStyle="1" w:styleId="AKFZFlaeksmlouvy">
    <w:name w:val="AKFZF_člańek smlouvy"/>
    <w:basedOn w:val="AKFZFnormln"/>
    <w:uiPriority w:val="99"/>
    <w:rsid w:val="00EC10C5"/>
  </w:style>
  <w:style w:type="paragraph" w:customStyle="1" w:styleId="AKFZFNadpisvpodn">
    <w:name w:val="AKFZF_Nadpis v podání"/>
    <w:basedOn w:val="AKFZFnormln"/>
    <w:next w:val="AKFZFnovnadpis2"/>
    <w:uiPriority w:val="99"/>
    <w:rsid w:val="00F217D6"/>
    <w:pPr>
      <w:numPr>
        <w:numId w:val="5"/>
      </w:numPr>
      <w:outlineLvl w:val="0"/>
    </w:pPr>
    <w:rPr>
      <w:b/>
      <w:caps/>
    </w:rPr>
  </w:style>
  <w:style w:type="paragraph" w:customStyle="1" w:styleId="AKFZpreambule">
    <w:name w:val="AKFZ_preambule"/>
    <w:basedOn w:val="Normln"/>
    <w:link w:val="AKFZpreambuleChar"/>
    <w:uiPriority w:val="99"/>
    <w:rsid w:val="005442BD"/>
    <w:rPr>
      <w:color w:val="000000"/>
    </w:rPr>
  </w:style>
  <w:style w:type="character" w:customStyle="1" w:styleId="AKFZpreambuleChar">
    <w:name w:val="AKFZ_preambule Char"/>
    <w:link w:val="AKFZpreambule"/>
    <w:uiPriority w:val="99"/>
    <w:rsid w:val="005442BD"/>
    <w:rPr>
      <w:rFonts w:ascii="Arial" w:hAnsi="Arial" w:cs="Arial"/>
      <w:color w:val="000000"/>
      <w:lang w:eastAsia="cs-CZ"/>
    </w:rPr>
  </w:style>
  <w:style w:type="paragraph" w:customStyle="1" w:styleId="AKFZlnektext">
    <w:name w:val="AKFZ_článek_text"/>
    <w:basedOn w:val="Normln"/>
    <w:link w:val="AKFZlnektextChar"/>
    <w:uiPriority w:val="99"/>
    <w:rsid w:val="005442BD"/>
    <w:pPr>
      <w:widowControl w:val="0"/>
    </w:pPr>
  </w:style>
  <w:style w:type="character" w:customStyle="1" w:styleId="AKFZlnektextChar">
    <w:name w:val="AKFZ_článek_text Char"/>
    <w:link w:val="AKFZlnektext"/>
    <w:uiPriority w:val="99"/>
    <w:rsid w:val="005442BD"/>
    <w:rPr>
      <w:rFonts w:ascii="Arial" w:eastAsia="Times New Roman" w:hAnsi="Arial" w:cs="Calibri"/>
    </w:rPr>
  </w:style>
  <w:style w:type="paragraph" w:styleId="Zkladntext">
    <w:name w:val="Body Text"/>
    <w:basedOn w:val="Normln"/>
    <w:link w:val="ZkladntextChar"/>
    <w:uiPriority w:val="99"/>
    <w:semiHidden/>
    <w:rsid w:val="005442BD"/>
    <w:pPr>
      <w:spacing w:after="120"/>
    </w:p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AKFZFnormln">
    <w:name w:val="AKFZF_normální"/>
    <w:link w:val="AKFZFnormlnChar"/>
    <w:qFormat/>
    <w:rsid w:val="004354BB"/>
    <w:pPr>
      <w:spacing w:after="100" w:line="288" w:lineRule="auto"/>
      <w:jc w:val="both"/>
    </w:pPr>
    <w:rPr>
      <w:rFonts w:ascii="Arial" w:hAnsi="Arial" w:cs="Calibri"/>
      <w:sz w:val="22"/>
      <w:szCs w:val="22"/>
      <w:lang w:eastAsia="en-US"/>
    </w:rPr>
  </w:style>
  <w:style w:type="character" w:customStyle="1" w:styleId="AKFZFnormlnChar">
    <w:name w:val="AKFZF_normální Char"/>
    <w:link w:val="AKFZFnormln"/>
    <w:rsid w:val="004354BB"/>
    <w:rPr>
      <w:rFonts w:ascii="Arial" w:eastAsia="Times New Roman" w:hAnsi="Arial" w:cs="Calibri"/>
      <w:sz w:val="22"/>
      <w:szCs w:val="22"/>
      <w:lang w:val="cs-CZ" w:eastAsia="en-US" w:bidi="ar-SA"/>
    </w:rPr>
  </w:style>
  <w:style w:type="paragraph" w:customStyle="1" w:styleId="AKFZFdkaz">
    <w:name w:val="AKFZF_důkaz"/>
    <w:basedOn w:val="AKFZFnormln"/>
    <w:link w:val="AKFZFdkazChar"/>
    <w:uiPriority w:val="99"/>
    <w:rsid w:val="004354BB"/>
    <w:pPr>
      <w:tabs>
        <w:tab w:val="left" w:pos="851"/>
        <w:tab w:val="left" w:pos="1276"/>
      </w:tabs>
      <w:ind w:left="1276" w:hanging="1276"/>
      <w:jc w:val="left"/>
    </w:pPr>
  </w:style>
  <w:style w:type="character" w:customStyle="1" w:styleId="AKFZFdkazChar">
    <w:name w:val="AKFZF_důkaz Char"/>
    <w:link w:val="AKFZFdkaz"/>
    <w:uiPriority w:val="99"/>
    <w:rsid w:val="004354BB"/>
    <w:rPr>
      <w:rFonts w:ascii="Arial" w:eastAsia="Times New Roman" w:hAnsi="Arial" w:cs="Calibri"/>
      <w:sz w:val="22"/>
      <w:szCs w:val="22"/>
      <w:lang w:val="cs-CZ" w:eastAsia="en-US" w:bidi="ar-SA"/>
    </w:rPr>
  </w:style>
  <w:style w:type="paragraph" w:customStyle="1" w:styleId="AKFZFnovNadpis1">
    <w:name w:val="AKFZF_nový Nadpis 1"/>
    <w:basedOn w:val="AKFZFnormln"/>
    <w:uiPriority w:val="99"/>
    <w:rsid w:val="004354BB"/>
    <w:pPr>
      <w:keepNext/>
      <w:numPr>
        <w:numId w:val="7"/>
      </w:numPr>
      <w:spacing w:before="240" w:after="240"/>
      <w:outlineLvl w:val="0"/>
    </w:pPr>
    <w:rPr>
      <w:b/>
      <w:caps/>
    </w:rPr>
  </w:style>
  <w:style w:type="paragraph" w:customStyle="1" w:styleId="AKFZFnovnadpis3">
    <w:name w:val="AKFZF_nový nadpis 3"/>
    <w:basedOn w:val="AKFZFnormln"/>
    <w:uiPriority w:val="99"/>
    <w:rsid w:val="004354BB"/>
    <w:pPr>
      <w:keepNext/>
      <w:numPr>
        <w:ilvl w:val="2"/>
        <w:numId w:val="7"/>
      </w:numPr>
      <w:spacing w:before="240" w:after="240"/>
      <w:outlineLvl w:val="2"/>
    </w:pPr>
    <w:rPr>
      <w:b/>
    </w:rPr>
  </w:style>
  <w:style w:type="paragraph" w:customStyle="1" w:styleId="AKFZFnovnadpis2">
    <w:name w:val="AKFZF_nový nadpis 2"/>
    <w:basedOn w:val="AKFZFnormln"/>
    <w:uiPriority w:val="99"/>
    <w:rsid w:val="004354BB"/>
    <w:pPr>
      <w:keepNext/>
      <w:numPr>
        <w:ilvl w:val="1"/>
        <w:numId w:val="7"/>
      </w:numPr>
      <w:spacing w:before="240" w:after="240"/>
      <w:outlineLvl w:val="1"/>
    </w:pPr>
    <w:rPr>
      <w:b/>
    </w:rPr>
  </w:style>
  <w:style w:type="paragraph" w:customStyle="1" w:styleId="AKFZFnovnadpis4">
    <w:name w:val="AKFZF_nový nadpis 4"/>
    <w:basedOn w:val="Normln"/>
    <w:uiPriority w:val="99"/>
    <w:rsid w:val="004354BB"/>
    <w:pPr>
      <w:keepNext/>
      <w:numPr>
        <w:ilvl w:val="3"/>
        <w:numId w:val="7"/>
      </w:numPr>
      <w:spacing w:before="240" w:after="240"/>
      <w:outlineLvl w:val="3"/>
    </w:pPr>
    <w:rPr>
      <w:i/>
    </w:rPr>
  </w:style>
  <w:style w:type="paragraph" w:customStyle="1" w:styleId="AKFZFnovnadpis5">
    <w:name w:val="AKFZF_nový nadpis 5"/>
    <w:basedOn w:val="AKFZFnormln"/>
    <w:uiPriority w:val="99"/>
    <w:rsid w:val="004354BB"/>
    <w:pPr>
      <w:keepNext/>
      <w:numPr>
        <w:ilvl w:val="4"/>
        <w:numId w:val="7"/>
      </w:numPr>
      <w:spacing w:before="240" w:after="240"/>
    </w:pPr>
  </w:style>
  <w:style w:type="paragraph" w:customStyle="1" w:styleId="AKFZFnovnadpis6">
    <w:name w:val="AKFZF_nový nadpis 6"/>
    <w:basedOn w:val="AKFZFnormln"/>
    <w:uiPriority w:val="99"/>
    <w:rsid w:val="004354BB"/>
    <w:pPr>
      <w:keepNext/>
      <w:numPr>
        <w:ilvl w:val="5"/>
        <w:numId w:val="7"/>
      </w:numPr>
      <w:spacing w:before="240" w:after="240"/>
    </w:pPr>
    <w:rPr>
      <w:i/>
    </w:rPr>
  </w:style>
  <w:style w:type="paragraph" w:customStyle="1" w:styleId="AKFZFnovodrka">
    <w:name w:val="AKFZF_nová odrážka"/>
    <w:basedOn w:val="AKFZFnormln"/>
    <w:uiPriority w:val="99"/>
    <w:rsid w:val="004354BB"/>
    <w:pPr>
      <w:numPr>
        <w:numId w:val="8"/>
      </w:numPr>
    </w:pPr>
  </w:style>
  <w:style w:type="paragraph" w:customStyle="1" w:styleId="AKFZFnovpetit">
    <w:name w:val="AKFZF_nový petit"/>
    <w:basedOn w:val="AKFZFnormln"/>
    <w:uiPriority w:val="99"/>
    <w:rsid w:val="004354BB"/>
    <w:pPr>
      <w:numPr>
        <w:numId w:val="9"/>
      </w:numPr>
    </w:pPr>
    <w:rPr>
      <w:b/>
    </w:rPr>
  </w:style>
  <w:style w:type="paragraph" w:customStyle="1" w:styleId="lneksmlouvynadpis">
    <w:name w:val="Článek_smlouvy_nadpis"/>
    <w:basedOn w:val="AKFZFnormln"/>
    <w:uiPriority w:val="99"/>
    <w:rsid w:val="004354BB"/>
    <w:pPr>
      <w:numPr>
        <w:numId w:val="10"/>
      </w:numPr>
      <w:spacing w:before="240"/>
      <w:outlineLvl w:val="0"/>
    </w:pPr>
    <w:rPr>
      <w:b/>
      <w:caps/>
    </w:rPr>
  </w:style>
  <w:style w:type="paragraph" w:customStyle="1" w:styleId="AKFZFPreambule">
    <w:name w:val="AKFZF_Preambule"/>
    <w:uiPriority w:val="99"/>
    <w:rsid w:val="004354BB"/>
    <w:pPr>
      <w:numPr>
        <w:numId w:val="11"/>
      </w:numPr>
      <w:spacing w:after="100" w:line="288" w:lineRule="auto"/>
      <w:jc w:val="both"/>
    </w:pPr>
    <w:rPr>
      <w:rFonts w:ascii="Arial" w:hAnsi="Arial" w:cs="Calibri"/>
      <w:sz w:val="22"/>
      <w:szCs w:val="22"/>
      <w:lang w:eastAsia="en-US"/>
    </w:rPr>
  </w:style>
  <w:style w:type="paragraph" w:customStyle="1" w:styleId="AKFZFpodpis">
    <w:name w:val="AKFZF_podpis"/>
    <w:basedOn w:val="AKFZFnormln"/>
    <w:link w:val="AKFZFpodpisChar"/>
    <w:uiPriority w:val="99"/>
    <w:rsid w:val="004354BB"/>
    <w:pPr>
      <w:spacing w:after="0"/>
    </w:pPr>
  </w:style>
  <w:style w:type="character" w:customStyle="1" w:styleId="AKFZFpodpisChar">
    <w:name w:val="AKFZF_podpis Char"/>
    <w:link w:val="AKFZFpodpis"/>
    <w:uiPriority w:val="99"/>
    <w:rsid w:val="004354BB"/>
    <w:rPr>
      <w:rFonts w:ascii="Arial" w:eastAsia="Times New Roman" w:hAnsi="Arial" w:cs="Calibri"/>
      <w:sz w:val="22"/>
      <w:szCs w:val="22"/>
      <w:lang w:val="cs-CZ" w:eastAsia="en-US" w:bidi="ar-SA"/>
    </w:rPr>
  </w:style>
  <w:style w:type="paragraph" w:styleId="Nadpisobsahu">
    <w:name w:val="TOC Heading"/>
    <w:basedOn w:val="Nadpis1"/>
    <w:next w:val="Normln"/>
    <w:uiPriority w:val="99"/>
    <w:qFormat/>
    <w:rsid w:val="004354BB"/>
    <w:pPr>
      <w:keepNext/>
      <w:keepLines/>
      <w:spacing w:before="480" w:after="0" w:line="276" w:lineRule="auto"/>
      <w:jc w:val="left"/>
      <w:outlineLvl w:val="9"/>
    </w:pPr>
    <w:rPr>
      <w:rFonts w:ascii="Cambria" w:hAnsi="Cambria" w:cs="Times New Roman"/>
      <w:bCs/>
      <w:caps w:val="0"/>
      <w:color w:val="365F91"/>
      <w:sz w:val="28"/>
      <w:szCs w:val="28"/>
      <w:lang w:eastAsia="cs-CZ"/>
    </w:rPr>
  </w:style>
  <w:style w:type="character" w:styleId="Odkaznakoment">
    <w:name w:val="annotation reference"/>
    <w:uiPriority w:val="99"/>
    <w:semiHidden/>
    <w:rsid w:val="00543B97"/>
    <w:rPr>
      <w:rFonts w:cs="Times New Roman"/>
      <w:sz w:val="16"/>
      <w:szCs w:val="16"/>
    </w:rPr>
  </w:style>
  <w:style w:type="paragraph" w:styleId="Textkomente">
    <w:name w:val="annotation text"/>
    <w:basedOn w:val="Normln"/>
    <w:link w:val="TextkomenteChar"/>
    <w:rsid w:val="00543B97"/>
    <w:pPr>
      <w:spacing w:line="240" w:lineRule="auto"/>
    </w:pPr>
    <w:rPr>
      <w:sz w:val="20"/>
      <w:szCs w:val="20"/>
    </w:rPr>
  </w:style>
  <w:style w:type="character" w:customStyle="1" w:styleId="TextkomenteChar">
    <w:name w:val="Text komentáře Char"/>
    <w:link w:val="Textkomente"/>
    <w:rsid w:val="00543B97"/>
    <w:rPr>
      <w:rFonts w:ascii="Arial" w:eastAsia="Times New Roman" w:hAnsi="Arial" w:cs="Calibri"/>
      <w:sz w:val="20"/>
      <w:szCs w:val="20"/>
    </w:rPr>
  </w:style>
  <w:style w:type="paragraph" w:styleId="Pedmtkomente">
    <w:name w:val="annotation subject"/>
    <w:basedOn w:val="Textkomente"/>
    <w:next w:val="Textkomente"/>
    <w:link w:val="PedmtkomenteChar"/>
    <w:uiPriority w:val="99"/>
    <w:semiHidden/>
    <w:rsid w:val="00543B97"/>
    <w:rPr>
      <w:b/>
      <w:bCs/>
    </w:rPr>
  </w:style>
  <w:style w:type="character" w:customStyle="1" w:styleId="PedmtkomenteChar">
    <w:name w:val="Předmět komentáře Char"/>
    <w:link w:val="Pedmtkomente"/>
    <w:uiPriority w:val="99"/>
    <w:semiHidden/>
    <w:rsid w:val="00543B97"/>
    <w:rPr>
      <w:rFonts w:ascii="Arial" w:eastAsia="Times New Roman" w:hAnsi="Arial" w:cs="Calibri"/>
      <w:b/>
      <w:bCs/>
      <w:sz w:val="20"/>
      <w:szCs w:val="20"/>
    </w:rPr>
  </w:style>
  <w:style w:type="paragraph" w:customStyle="1" w:styleId="normalodsazene">
    <w:name w:val="normalodsazene"/>
    <w:basedOn w:val="Normln"/>
    <w:uiPriority w:val="99"/>
    <w:rsid w:val="00E92EED"/>
    <w:pPr>
      <w:spacing w:before="280" w:after="280" w:line="240" w:lineRule="auto"/>
      <w:jc w:val="left"/>
    </w:pPr>
    <w:rPr>
      <w:rFonts w:ascii="Times New Roman" w:eastAsia="Times New Roman" w:hAnsi="Times New Roman" w:cs="Times New Roman"/>
      <w:sz w:val="20"/>
      <w:szCs w:val="24"/>
      <w:lang w:eastAsia="ar-SA"/>
    </w:rPr>
  </w:style>
  <w:style w:type="paragraph" w:customStyle="1" w:styleId="AAodsazen">
    <w:name w:val="AA_odsazení"/>
    <w:basedOn w:val="Normln"/>
    <w:uiPriority w:val="99"/>
    <w:rsid w:val="00CF3AC6"/>
    <w:pPr>
      <w:tabs>
        <w:tab w:val="num" w:pos="1140"/>
        <w:tab w:val="right" w:leader="dot" w:pos="7371"/>
      </w:tabs>
      <w:autoSpaceDE w:val="0"/>
      <w:autoSpaceDN w:val="0"/>
      <w:adjustRightInd w:val="0"/>
      <w:spacing w:before="120" w:after="0" w:line="240" w:lineRule="auto"/>
      <w:ind w:left="1140" w:hanging="360"/>
    </w:pPr>
    <w:rPr>
      <w:rFonts w:eastAsia="Times New Roman" w:cs="Arial"/>
      <w:sz w:val="24"/>
      <w:szCs w:val="24"/>
      <w:lang w:eastAsia="cs-CZ"/>
    </w:rPr>
  </w:style>
  <w:style w:type="paragraph" w:customStyle="1" w:styleId="Styl58">
    <w:name w:val="Styl58"/>
    <w:basedOn w:val="Normln"/>
    <w:uiPriority w:val="99"/>
    <w:rsid w:val="00CF3AC6"/>
    <w:pPr>
      <w:widowControl w:val="0"/>
      <w:numPr>
        <w:ilvl w:val="1"/>
        <w:numId w:val="14"/>
      </w:numPr>
      <w:tabs>
        <w:tab w:val="left" w:pos="1080"/>
      </w:tabs>
      <w:spacing w:before="200" w:line="240" w:lineRule="auto"/>
      <w:outlineLvl w:val="1"/>
    </w:pPr>
    <w:rPr>
      <w:rFonts w:eastAsia="Times New Roman" w:cs="Arial"/>
      <w:b/>
      <w:bCs/>
      <w:iCs/>
      <w:sz w:val="24"/>
      <w:szCs w:val="24"/>
      <w:lang w:eastAsia="cs-CZ"/>
    </w:rPr>
  </w:style>
  <w:style w:type="paragraph" w:styleId="Nzev">
    <w:name w:val="Title"/>
    <w:basedOn w:val="Normln"/>
    <w:next w:val="Normln"/>
    <w:link w:val="NzevChar"/>
    <w:uiPriority w:val="99"/>
    <w:qFormat/>
    <w:rsid w:val="00A43B78"/>
    <w:pPr>
      <w:pBdr>
        <w:bottom w:val="single" w:sz="4" w:space="1" w:color="auto"/>
      </w:pBdr>
      <w:spacing w:after="200" w:line="240" w:lineRule="auto"/>
      <w:contextualSpacing/>
      <w:jc w:val="left"/>
    </w:pPr>
    <w:rPr>
      <w:rFonts w:ascii="Cambria" w:eastAsia="Times New Roman" w:hAnsi="Cambria" w:cs="Times New Roman"/>
      <w:spacing w:val="5"/>
      <w:sz w:val="52"/>
      <w:szCs w:val="52"/>
      <w:lang w:val="en-US"/>
    </w:rPr>
  </w:style>
  <w:style w:type="character" w:customStyle="1" w:styleId="NzevChar">
    <w:name w:val="Název Char"/>
    <w:link w:val="Nzev"/>
    <w:uiPriority w:val="99"/>
    <w:rsid w:val="00A43B78"/>
    <w:rPr>
      <w:rFonts w:ascii="Cambria" w:hAnsi="Cambria" w:cs="Times New Roman"/>
      <w:spacing w:val="5"/>
      <w:sz w:val="52"/>
      <w:szCs w:val="52"/>
      <w:lang w:val="en-US"/>
    </w:rPr>
  </w:style>
  <w:style w:type="paragraph" w:styleId="Bezmezer">
    <w:name w:val="No Spacing"/>
    <w:basedOn w:val="Nadpis1"/>
    <w:next w:val="Normln"/>
    <w:link w:val="BezmezerChar"/>
    <w:uiPriority w:val="99"/>
    <w:qFormat/>
    <w:rsid w:val="00F8641C"/>
    <w:pPr>
      <w:keepNext/>
      <w:spacing w:before="360" w:after="240" w:line="240" w:lineRule="auto"/>
      <w:ind w:left="454" w:hanging="454"/>
    </w:pPr>
    <w:rPr>
      <w:rFonts w:cs="Times New Roman"/>
      <w:bCs/>
      <w:caps w:val="0"/>
      <w:sz w:val="20"/>
      <w:szCs w:val="28"/>
      <w:lang w:eastAsia="zh-CN"/>
    </w:rPr>
  </w:style>
  <w:style w:type="character" w:customStyle="1" w:styleId="BezmezerChar">
    <w:name w:val="Bez mezer Char"/>
    <w:link w:val="Bezmezer"/>
    <w:uiPriority w:val="99"/>
    <w:rsid w:val="00F8641C"/>
    <w:rPr>
      <w:rFonts w:ascii="Arial" w:hAnsi="Arial"/>
      <w:b/>
      <w:sz w:val="28"/>
    </w:rPr>
  </w:style>
  <w:style w:type="character" w:styleId="Zstupntext">
    <w:name w:val="Placeholder Text"/>
    <w:uiPriority w:val="99"/>
    <w:semiHidden/>
    <w:rsid w:val="00506549"/>
    <w:rPr>
      <w:rFonts w:cs="Times New Roman"/>
      <w:color w:val="808080"/>
    </w:rPr>
  </w:style>
  <w:style w:type="table" w:customStyle="1" w:styleId="Mkatabulky1">
    <w:name w:val="Mřížka tabulky1"/>
    <w:uiPriority w:val="99"/>
    <w:rsid w:val="00B063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ledovanodkaz">
    <w:name w:val="FollowedHyperlink"/>
    <w:uiPriority w:val="99"/>
    <w:semiHidden/>
    <w:rsid w:val="003D56F3"/>
    <w:rPr>
      <w:rFonts w:cs="Times New Roman"/>
      <w:color w:val="800080"/>
      <w:u w:val="single"/>
    </w:rPr>
  </w:style>
  <w:style w:type="character" w:customStyle="1" w:styleId="acshighlight">
    <w:name w:val="acshighlight"/>
    <w:uiPriority w:val="99"/>
    <w:rsid w:val="003D56F3"/>
    <w:rPr>
      <w:rFonts w:cs="Times New Roman"/>
    </w:rPr>
  </w:style>
  <w:style w:type="paragraph" w:styleId="Zkladntextodsazen2">
    <w:name w:val="Body Text Indent 2"/>
    <w:basedOn w:val="Normln"/>
    <w:link w:val="Zkladntextodsazen2Char"/>
    <w:uiPriority w:val="99"/>
    <w:semiHidden/>
    <w:rsid w:val="00830F53"/>
    <w:pPr>
      <w:spacing w:after="120" w:line="480" w:lineRule="auto"/>
      <w:ind w:left="283"/>
    </w:pPr>
  </w:style>
  <w:style w:type="character" w:customStyle="1" w:styleId="Zkladntextodsazen2Char">
    <w:name w:val="Základní text odsazený 2 Char"/>
    <w:link w:val="Zkladntextodsazen2"/>
    <w:uiPriority w:val="99"/>
    <w:semiHidden/>
    <w:rsid w:val="00830F53"/>
    <w:rPr>
      <w:rFonts w:ascii="Arial" w:eastAsia="Times New Roman" w:hAnsi="Arial" w:cs="Calibri"/>
    </w:rPr>
  </w:style>
  <w:style w:type="character" w:customStyle="1" w:styleId="DeltaViewInsertion">
    <w:name w:val="DeltaView Insertion"/>
    <w:rsid w:val="00146C64"/>
    <w:rPr>
      <w:color w:val="0000FF"/>
      <w:u w:val="double"/>
    </w:rPr>
  </w:style>
  <w:style w:type="numbering" w:customStyle="1" w:styleId="AKFZlneknadpis">
    <w:name w:val="AKFZ_článek nadpis"/>
    <w:rsid w:val="00D758D3"/>
    <w:pPr>
      <w:numPr>
        <w:numId w:val="4"/>
      </w:numPr>
    </w:pPr>
  </w:style>
  <w:style w:type="numbering" w:customStyle="1" w:styleId="Styl1">
    <w:name w:val="Styl1"/>
    <w:rsid w:val="00D758D3"/>
    <w:pPr>
      <w:numPr>
        <w:numId w:val="1"/>
      </w:numPr>
    </w:pPr>
  </w:style>
  <w:style w:type="paragraph" w:customStyle="1" w:styleId="Zkladntextodsazen21">
    <w:name w:val="Základní text odsazený 21"/>
    <w:basedOn w:val="Normln"/>
    <w:rsid w:val="0056442C"/>
    <w:pPr>
      <w:suppressAutoHyphens/>
      <w:spacing w:after="0" w:line="240" w:lineRule="auto"/>
      <w:ind w:left="720"/>
    </w:pPr>
    <w:rPr>
      <w:rFonts w:ascii="Times New Roman" w:eastAsia="Times New Roman" w:hAnsi="Times New Roman" w:cs="Times New Roman"/>
      <w:sz w:val="24"/>
      <w:szCs w:val="24"/>
      <w:lang w:eastAsia="zh-CN"/>
    </w:rPr>
  </w:style>
  <w:style w:type="character" w:customStyle="1" w:styleId="Nevyeenzmnka1">
    <w:name w:val="Nevyřešená zmínka1"/>
    <w:basedOn w:val="Standardnpsmoodstavce"/>
    <w:uiPriority w:val="99"/>
    <w:semiHidden/>
    <w:unhideWhenUsed/>
    <w:rsid w:val="007167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59493">
      <w:bodyDiv w:val="1"/>
      <w:marLeft w:val="0"/>
      <w:marRight w:val="0"/>
      <w:marTop w:val="0"/>
      <w:marBottom w:val="0"/>
      <w:divBdr>
        <w:top w:val="none" w:sz="0" w:space="0" w:color="auto"/>
        <w:left w:val="none" w:sz="0" w:space="0" w:color="auto"/>
        <w:bottom w:val="none" w:sz="0" w:space="0" w:color="auto"/>
        <w:right w:val="none" w:sz="0" w:space="0" w:color="auto"/>
      </w:divBdr>
    </w:div>
    <w:div w:id="128405533">
      <w:bodyDiv w:val="1"/>
      <w:marLeft w:val="0"/>
      <w:marRight w:val="0"/>
      <w:marTop w:val="0"/>
      <w:marBottom w:val="0"/>
      <w:divBdr>
        <w:top w:val="none" w:sz="0" w:space="0" w:color="auto"/>
        <w:left w:val="none" w:sz="0" w:space="0" w:color="auto"/>
        <w:bottom w:val="none" w:sz="0" w:space="0" w:color="auto"/>
        <w:right w:val="none" w:sz="0" w:space="0" w:color="auto"/>
      </w:divBdr>
    </w:div>
    <w:div w:id="133252669">
      <w:bodyDiv w:val="1"/>
      <w:marLeft w:val="0"/>
      <w:marRight w:val="0"/>
      <w:marTop w:val="0"/>
      <w:marBottom w:val="0"/>
      <w:divBdr>
        <w:top w:val="none" w:sz="0" w:space="0" w:color="auto"/>
        <w:left w:val="none" w:sz="0" w:space="0" w:color="auto"/>
        <w:bottom w:val="none" w:sz="0" w:space="0" w:color="auto"/>
        <w:right w:val="none" w:sz="0" w:space="0" w:color="auto"/>
      </w:divBdr>
    </w:div>
    <w:div w:id="684989088">
      <w:bodyDiv w:val="1"/>
      <w:marLeft w:val="0"/>
      <w:marRight w:val="0"/>
      <w:marTop w:val="0"/>
      <w:marBottom w:val="0"/>
      <w:divBdr>
        <w:top w:val="none" w:sz="0" w:space="0" w:color="auto"/>
        <w:left w:val="none" w:sz="0" w:space="0" w:color="auto"/>
        <w:bottom w:val="none" w:sz="0" w:space="0" w:color="auto"/>
        <w:right w:val="none" w:sz="0" w:space="0" w:color="auto"/>
      </w:divBdr>
    </w:div>
    <w:div w:id="805971634">
      <w:bodyDiv w:val="1"/>
      <w:marLeft w:val="0"/>
      <w:marRight w:val="0"/>
      <w:marTop w:val="0"/>
      <w:marBottom w:val="0"/>
      <w:divBdr>
        <w:top w:val="none" w:sz="0" w:space="0" w:color="auto"/>
        <w:left w:val="none" w:sz="0" w:space="0" w:color="auto"/>
        <w:bottom w:val="none" w:sz="0" w:space="0" w:color="auto"/>
        <w:right w:val="none" w:sz="0" w:space="0" w:color="auto"/>
      </w:divBdr>
    </w:div>
    <w:div w:id="981694929">
      <w:bodyDiv w:val="1"/>
      <w:marLeft w:val="0"/>
      <w:marRight w:val="0"/>
      <w:marTop w:val="0"/>
      <w:marBottom w:val="0"/>
      <w:divBdr>
        <w:top w:val="none" w:sz="0" w:space="0" w:color="auto"/>
        <w:left w:val="none" w:sz="0" w:space="0" w:color="auto"/>
        <w:bottom w:val="none" w:sz="0" w:space="0" w:color="auto"/>
        <w:right w:val="none" w:sz="0" w:space="0" w:color="auto"/>
      </w:divBdr>
    </w:div>
    <w:div w:id="1053964870">
      <w:bodyDiv w:val="1"/>
      <w:marLeft w:val="0"/>
      <w:marRight w:val="0"/>
      <w:marTop w:val="0"/>
      <w:marBottom w:val="0"/>
      <w:divBdr>
        <w:top w:val="none" w:sz="0" w:space="0" w:color="auto"/>
        <w:left w:val="none" w:sz="0" w:space="0" w:color="auto"/>
        <w:bottom w:val="none" w:sz="0" w:space="0" w:color="auto"/>
        <w:right w:val="none" w:sz="0" w:space="0" w:color="auto"/>
      </w:divBdr>
    </w:div>
    <w:div w:id="1205291877">
      <w:bodyDiv w:val="1"/>
      <w:marLeft w:val="0"/>
      <w:marRight w:val="0"/>
      <w:marTop w:val="0"/>
      <w:marBottom w:val="0"/>
      <w:divBdr>
        <w:top w:val="none" w:sz="0" w:space="0" w:color="auto"/>
        <w:left w:val="none" w:sz="0" w:space="0" w:color="auto"/>
        <w:bottom w:val="none" w:sz="0" w:space="0" w:color="auto"/>
        <w:right w:val="none" w:sz="0" w:space="0" w:color="auto"/>
      </w:divBdr>
    </w:div>
    <w:div w:id="1219171337">
      <w:bodyDiv w:val="1"/>
      <w:marLeft w:val="0"/>
      <w:marRight w:val="0"/>
      <w:marTop w:val="0"/>
      <w:marBottom w:val="0"/>
      <w:divBdr>
        <w:top w:val="none" w:sz="0" w:space="0" w:color="auto"/>
        <w:left w:val="none" w:sz="0" w:space="0" w:color="auto"/>
        <w:bottom w:val="none" w:sz="0" w:space="0" w:color="auto"/>
        <w:right w:val="none" w:sz="0" w:space="0" w:color="auto"/>
      </w:divBdr>
    </w:div>
    <w:div w:id="1240097982">
      <w:bodyDiv w:val="1"/>
      <w:marLeft w:val="0"/>
      <w:marRight w:val="0"/>
      <w:marTop w:val="0"/>
      <w:marBottom w:val="0"/>
      <w:divBdr>
        <w:top w:val="none" w:sz="0" w:space="0" w:color="auto"/>
        <w:left w:val="none" w:sz="0" w:space="0" w:color="auto"/>
        <w:bottom w:val="none" w:sz="0" w:space="0" w:color="auto"/>
        <w:right w:val="none" w:sz="0" w:space="0" w:color="auto"/>
      </w:divBdr>
    </w:div>
    <w:div w:id="1415853760">
      <w:bodyDiv w:val="1"/>
      <w:marLeft w:val="0"/>
      <w:marRight w:val="0"/>
      <w:marTop w:val="0"/>
      <w:marBottom w:val="0"/>
      <w:divBdr>
        <w:top w:val="none" w:sz="0" w:space="0" w:color="auto"/>
        <w:left w:val="none" w:sz="0" w:space="0" w:color="auto"/>
        <w:bottom w:val="none" w:sz="0" w:space="0" w:color="auto"/>
        <w:right w:val="none" w:sz="0" w:space="0" w:color="auto"/>
      </w:divBdr>
    </w:div>
    <w:div w:id="1457332303">
      <w:bodyDiv w:val="1"/>
      <w:marLeft w:val="0"/>
      <w:marRight w:val="0"/>
      <w:marTop w:val="0"/>
      <w:marBottom w:val="0"/>
      <w:divBdr>
        <w:top w:val="none" w:sz="0" w:space="0" w:color="auto"/>
        <w:left w:val="none" w:sz="0" w:space="0" w:color="auto"/>
        <w:bottom w:val="none" w:sz="0" w:space="0" w:color="auto"/>
        <w:right w:val="none" w:sz="0" w:space="0" w:color="auto"/>
      </w:divBdr>
    </w:div>
    <w:div w:id="1469394704">
      <w:bodyDiv w:val="1"/>
      <w:marLeft w:val="0"/>
      <w:marRight w:val="0"/>
      <w:marTop w:val="0"/>
      <w:marBottom w:val="0"/>
      <w:divBdr>
        <w:top w:val="none" w:sz="0" w:space="0" w:color="auto"/>
        <w:left w:val="none" w:sz="0" w:space="0" w:color="auto"/>
        <w:bottom w:val="none" w:sz="0" w:space="0" w:color="auto"/>
        <w:right w:val="none" w:sz="0" w:space="0" w:color="auto"/>
      </w:divBdr>
    </w:div>
    <w:div w:id="1548299833">
      <w:bodyDiv w:val="1"/>
      <w:marLeft w:val="0"/>
      <w:marRight w:val="0"/>
      <w:marTop w:val="0"/>
      <w:marBottom w:val="0"/>
      <w:divBdr>
        <w:top w:val="none" w:sz="0" w:space="0" w:color="auto"/>
        <w:left w:val="none" w:sz="0" w:space="0" w:color="auto"/>
        <w:bottom w:val="none" w:sz="0" w:space="0" w:color="auto"/>
        <w:right w:val="none" w:sz="0" w:space="0" w:color="auto"/>
      </w:divBdr>
    </w:div>
    <w:div w:id="1725368549">
      <w:bodyDiv w:val="1"/>
      <w:marLeft w:val="0"/>
      <w:marRight w:val="0"/>
      <w:marTop w:val="0"/>
      <w:marBottom w:val="0"/>
      <w:divBdr>
        <w:top w:val="none" w:sz="0" w:space="0" w:color="auto"/>
        <w:left w:val="none" w:sz="0" w:space="0" w:color="auto"/>
        <w:bottom w:val="none" w:sz="0" w:space="0" w:color="auto"/>
        <w:right w:val="none" w:sz="0" w:space="0" w:color="auto"/>
      </w:divBdr>
    </w:div>
    <w:div w:id="1817723348">
      <w:bodyDiv w:val="1"/>
      <w:marLeft w:val="0"/>
      <w:marRight w:val="0"/>
      <w:marTop w:val="0"/>
      <w:marBottom w:val="0"/>
      <w:divBdr>
        <w:top w:val="none" w:sz="0" w:space="0" w:color="auto"/>
        <w:left w:val="none" w:sz="0" w:space="0" w:color="auto"/>
        <w:bottom w:val="none" w:sz="0" w:space="0" w:color="auto"/>
        <w:right w:val="none" w:sz="0" w:space="0" w:color="auto"/>
      </w:divBdr>
    </w:div>
    <w:div w:id="1840921018">
      <w:bodyDiv w:val="1"/>
      <w:marLeft w:val="0"/>
      <w:marRight w:val="0"/>
      <w:marTop w:val="0"/>
      <w:marBottom w:val="0"/>
      <w:divBdr>
        <w:top w:val="none" w:sz="0" w:space="0" w:color="auto"/>
        <w:left w:val="none" w:sz="0" w:space="0" w:color="auto"/>
        <w:bottom w:val="none" w:sz="0" w:space="0" w:color="auto"/>
        <w:right w:val="none" w:sz="0" w:space="0" w:color="auto"/>
      </w:divBdr>
    </w:div>
    <w:div w:id="1847093368">
      <w:marLeft w:val="0"/>
      <w:marRight w:val="0"/>
      <w:marTop w:val="100"/>
      <w:marBottom w:val="100"/>
      <w:divBdr>
        <w:top w:val="none" w:sz="0" w:space="0" w:color="auto"/>
        <w:left w:val="none" w:sz="0" w:space="0" w:color="auto"/>
        <w:bottom w:val="none" w:sz="0" w:space="0" w:color="auto"/>
        <w:right w:val="none" w:sz="0" w:space="0" w:color="auto"/>
      </w:divBdr>
      <w:divsChild>
        <w:div w:id="1847093370">
          <w:marLeft w:val="0"/>
          <w:marRight w:val="0"/>
          <w:marTop w:val="0"/>
          <w:marBottom w:val="0"/>
          <w:divBdr>
            <w:top w:val="none" w:sz="0" w:space="0" w:color="auto"/>
            <w:left w:val="none" w:sz="0" w:space="0" w:color="auto"/>
            <w:bottom w:val="none" w:sz="0" w:space="0" w:color="auto"/>
            <w:right w:val="none" w:sz="0" w:space="0" w:color="auto"/>
          </w:divBdr>
          <w:divsChild>
            <w:div w:id="1847093372">
              <w:marLeft w:val="3225"/>
              <w:marRight w:val="0"/>
              <w:marTop w:val="0"/>
              <w:marBottom w:val="0"/>
              <w:divBdr>
                <w:top w:val="none" w:sz="0" w:space="0" w:color="auto"/>
                <w:left w:val="none" w:sz="0" w:space="0" w:color="auto"/>
                <w:bottom w:val="none" w:sz="0" w:space="0" w:color="auto"/>
                <w:right w:val="none" w:sz="0" w:space="0" w:color="auto"/>
              </w:divBdr>
              <w:divsChild>
                <w:div w:id="1847093367">
                  <w:marLeft w:val="0"/>
                  <w:marRight w:val="0"/>
                  <w:marTop w:val="0"/>
                  <w:marBottom w:val="0"/>
                  <w:divBdr>
                    <w:top w:val="none" w:sz="0" w:space="0" w:color="auto"/>
                    <w:left w:val="none" w:sz="0" w:space="0" w:color="auto"/>
                    <w:bottom w:val="none" w:sz="0" w:space="0" w:color="auto"/>
                    <w:right w:val="none" w:sz="0" w:space="0" w:color="auto"/>
                  </w:divBdr>
                  <w:divsChild>
                    <w:div w:id="1847093375">
                      <w:marLeft w:val="0"/>
                      <w:marRight w:val="0"/>
                      <w:marTop w:val="0"/>
                      <w:marBottom w:val="0"/>
                      <w:divBdr>
                        <w:top w:val="none" w:sz="0" w:space="0" w:color="auto"/>
                        <w:left w:val="none" w:sz="0" w:space="0" w:color="auto"/>
                        <w:bottom w:val="none" w:sz="0" w:space="0" w:color="auto"/>
                        <w:right w:val="none" w:sz="0" w:space="0" w:color="auto"/>
                      </w:divBdr>
                      <w:divsChild>
                        <w:div w:id="1847093377">
                          <w:marLeft w:val="0"/>
                          <w:marRight w:val="0"/>
                          <w:marTop w:val="0"/>
                          <w:marBottom w:val="0"/>
                          <w:divBdr>
                            <w:top w:val="none" w:sz="0" w:space="0" w:color="auto"/>
                            <w:left w:val="none" w:sz="0" w:space="0" w:color="auto"/>
                            <w:bottom w:val="none" w:sz="0" w:space="0" w:color="auto"/>
                            <w:right w:val="none" w:sz="0" w:space="0" w:color="auto"/>
                          </w:divBdr>
                          <w:divsChild>
                            <w:div w:id="1847093378">
                              <w:marLeft w:val="0"/>
                              <w:marRight w:val="0"/>
                              <w:marTop w:val="0"/>
                              <w:marBottom w:val="0"/>
                              <w:divBdr>
                                <w:top w:val="none" w:sz="0" w:space="0" w:color="auto"/>
                                <w:left w:val="none" w:sz="0" w:space="0" w:color="auto"/>
                                <w:bottom w:val="none" w:sz="0" w:space="0" w:color="auto"/>
                                <w:right w:val="none" w:sz="0" w:space="0" w:color="auto"/>
                              </w:divBdr>
                              <w:divsChild>
                                <w:div w:id="1847093369">
                                  <w:marLeft w:val="0"/>
                                  <w:marRight w:val="0"/>
                                  <w:marTop w:val="0"/>
                                  <w:marBottom w:val="0"/>
                                  <w:divBdr>
                                    <w:top w:val="none" w:sz="0" w:space="0" w:color="auto"/>
                                    <w:left w:val="none" w:sz="0" w:space="0" w:color="auto"/>
                                    <w:bottom w:val="none" w:sz="0" w:space="0" w:color="auto"/>
                                    <w:right w:val="none" w:sz="0" w:space="0" w:color="auto"/>
                                  </w:divBdr>
                                  <w:divsChild>
                                    <w:div w:id="1847093376">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1847093371">
      <w:marLeft w:val="0"/>
      <w:marRight w:val="0"/>
      <w:marTop w:val="0"/>
      <w:marBottom w:val="0"/>
      <w:divBdr>
        <w:top w:val="none" w:sz="0" w:space="0" w:color="auto"/>
        <w:left w:val="none" w:sz="0" w:space="0" w:color="auto"/>
        <w:bottom w:val="none" w:sz="0" w:space="0" w:color="auto"/>
        <w:right w:val="none" w:sz="0" w:space="0" w:color="auto"/>
      </w:divBdr>
    </w:div>
    <w:div w:id="1847093373">
      <w:marLeft w:val="0"/>
      <w:marRight w:val="0"/>
      <w:marTop w:val="0"/>
      <w:marBottom w:val="0"/>
      <w:divBdr>
        <w:top w:val="none" w:sz="0" w:space="0" w:color="auto"/>
        <w:left w:val="none" w:sz="0" w:space="0" w:color="auto"/>
        <w:bottom w:val="none" w:sz="0" w:space="0" w:color="auto"/>
        <w:right w:val="none" w:sz="0" w:space="0" w:color="auto"/>
      </w:divBdr>
    </w:div>
    <w:div w:id="1847093374">
      <w:marLeft w:val="0"/>
      <w:marRight w:val="0"/>
      <w:marTop w:val="0"/>
      <w:marBottom w:val="0"/>
      <w:divBdr>
        <w:top w:val="none" w:sz="0" w:space="0" w:color="auto"/>
        <w:left w:val="none" w:sz="0" w:space="0" w:color="auto"/>
        <w:bottom w:val="none" w:sz="0" w:space="0" w:color="auto"/>
        <w:right w:val="none" w:sz="0" w:space="0" w:color="auto"/>
      </w:divBdr>
    </w:div>
    <w:div w:id="1867063278">
      <w:bodyDiv w:val="1"/>
      <w:marLeft w:val="0"/>
      <w:marRight w:val="0"/>
      <w:marTop w:val="0"/>
      <w:marBottom w:val="0"/>
      <w:divBdr>
        <w:top w:val="none" w:sz="0" w:space="0" w:color="auto"/>
        <w:left w:val="none" w:sz="0" w:space="0" w:color="auto"/>
        <w:bottom w:val="none" w:sz="0" w:space="0" w:color="auto"/>
        <w:right w:val="none" w:sz="0" w:space="0" w:color="auto"/>
      </w:divBdr>
    </w:div>
    <w:div w:id="1967546975">
      <w:bodyDiv w:val="1"/>
      <w:marLeft w:val="0"/>
      <w:marRight w:val="0"/>
      <w:marTop w:val="0"/>
      <w:marBottom w:val="0"/>
      <w:divBdr>
        <w:top w:val="none" w:sz="0" w:space="0" w:color="auto"/>
        <w:left w:val="none" w:sz="0" w:space="0" w:color="auto"/>
        <w:bottom w:val="none" w:sz="0" w:space="0" w:color="auto"/>
        <w:right w:val="none" w:sz="0" w:space="0" w:color="auto"/>
      </w:divBdr>
    </w:div>
    <w:div w:id="2104570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opecka@kr-s.cz" TargetMode="External"/><Relationship Id="rId4" Type="http://schemas.openxmlformats.org/officeDocument/2006/relationships/settings" Target="settings.xml"/><Relationship Id="rId9" Type="http://schemas.openxmlformats.org/officeDocument/2006/relationships/hyperlink" Target="mailto:kopecka@kr-s.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cid:image001.jpg@01D4C2B1.E3098980"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F6D13-D30B-43FD-AC2F-DF0ACDC9F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11</Pages>
  <Words>4052</Words>
  <Characters>23910</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
    </vt:vector>
  </TitlesOfParts>
  <Company>Domov Domino</Company>
  <LinksUpToDate>false</LinksUpToDate>
  <CharactersWithSpaces>27907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Zbyněk Pochmon</dc:creator>
  <cp:lastModifiedBy>Kopecká Veronika</cp:lastModifiedBy>
  <cp:revision>6</cp:revision>
  <cp:lastPrinted>2019-09-23T08:10:00Z</cp:lastPrinted>
  <dcterms:created xsi:type="dcterms:W3CDTF">2019-09-03T09:29:00Z</dcterms:created>
  <dcterms:modified xsi:type="dcterms:W3CDTF">2019-09-23T08:11:00Z</dcterms:modified>
</cp:coreProperties>
</file>